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DC12C" w14:textId="6AC628F8" w:rsidR="00410590" w:rsidRPr="008060F3" w:rsidRDefault="0036371E" w:rsidP="000F2132">
      <w:pPr>
        <w:pStyle w:val="ReportHeading1"/>
        <w:framePr w:w="0" w:hRule="auto" w:hSpace="0" w:wrap="auto" w:vAnchor="margin" w:hAnchor="text" w:xAlign="left" w:yAlign="inline"/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 w:rsidRPr="008060F3">
        <w:rPr>
          <w:rFonts w:ascii="Angsana New" w:hAnsi="Angsana New" w:cs="Angsana New"/>
          <w:sz w:val="52"/>
          <w:szCs w:val="52"/>
          <w:cs/>
        </w:rPr>
        <w:t>บริษัท</w:t>
      </w:r>
      <w:r w:rsidR="000F2132" w:rsidRPr="008060F3">
        <w:rPr>
          <w:rFonts w:ascii="Angsana New" w:hAnsi="Angsana New" w:cs="Angsana New"/>
          <w:sz w:val="52"/>
          <w:szCs w:val="52"/>
        </w:rPr>
        <w:t xml:space="preserve"> </w:t>
      </w:r>
      <w:r w:rsidRPr="008060F3">
        <w:rPr>
          <w:rFonts w:ascii="Angsana New" w:hAnsi="Angsana New" w:cs="Angsana New"/>
          <w:sz w:val="52"/>
          <w:szCs w:val="52"/>
          <w:cs/>
        </w:rPr>
        <w:t>ซิมโฟนี่ คอมมูนิเคชั่น จำกัด (มหาชน) และบริษัทย่อย</w:t>
      </w:r>
    </w:p>
    <w:p w14:paraId="50C882D6" w14:textId="77777777" w:rsidR="0036371E" w:rsidRPr="008060F3" w:rsidRDefault="0036371E" w:rsidP="00410590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</w:p>
    <w:p w14:paraId="37501B04" w14:textId="545D6FAE" w:rsidR="00276363" w:rsidRPr="008060F3" w:rsidRDefault="00276363" w:rsidP="0027636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8060F3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งบการเงินระหว่างกาลแบบย่อ</w:t>
      </w:r>
    </w:p>
    <w:p w14:paraId="5313661B" w14:textId="3872E37E" w:rsidR="006C6902" w:rsidRPr="008060F3" w:rsidRDefault="006C6902" w:rsidP="006C690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CB6983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สำ</w:t>
      </w:r>
      <w:r w:rsidRPr="00CB6983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หรับงวดสามเดือนสิ้นสุดวันที่ </w:t>
      </w:r>
      <w:r w:rsidRPr="00CB6983">
        <w:rPr>
          <w:rFonts w:ascii="Angsana New" w:hAnsi="Angsana New" w:cs="Angsana New"/>
          <w:b w:val="0"/>
          <w:bCs w:val="0"/>
          <w:sz w:val="32"/>
          <w:szCs w:val="32"/>
        </w:rPr>
        <w:t>3</w:t>
      </w:r>
      <w:r>
        <w:rPr>
          <w:rFonts w:ascii="Angsana New" w:hAnsi="Angsana New" w:cs="Angsana New"/>
          <w:b w:val="0"/>
          <w:bCs w:val="0"/>
          <w:sz w:val="32"/>
          <w:szCs w:val="32"/>
        </w:rPr>
        <w:t xml:space="preserve">1 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มีนาคม </w:t>
      </w:r>
      <w:r w:rsidRPr="008060F3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>
        <w:rPr>
          <w:rFonts w:ascii="Angsana New" w:hAnsi="Angsana New" w:cs="Angsana New"/>
          <w:b w:val="0"/>
          <w:bCs w:val="0"/>
          <w:sz w:val="32"/>
          <w:szCs w:val="32"/>
        </w:rPr>
        <w:t>7</w:t>
      </w:r>
    </w:p>
    <w:p w14:paraId="25E3BD48" w14:textId="77777777" w:rsidR="00276363" w:rsidRPr="008060F3" w:rsidRDefault="00276363" w:rsidP="0027636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  <w:lang w:val="th-TH"/>
        </w:rPr>
      </w:pPr>
      <w:r w:rsidRPr="008060F3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2CE132EC" w14:textId="77777777" w:rsidR="00276363" w:rsidRPr="008060F3" w:rsidRDefault="00276363" w:rsidP="0027636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8060F3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รายงานการสอบทานของผู้สอบบัญชีรับอนุญาต</w:t>
      </w:r>
    </w:p>
    <w:p w14:paraId="6EF9FF78" w14:textId="77777777" w:rsidR="00410590" w:rsidRPr="008060F3" w:rsidRDefault="00410590" w:rsidP="004105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hAnsi="Angsana New"/>
        </w:rPr>
        <w:sectPr w:rsidR="00410590" w:rsidRPr="008060F3" w:rsidSect="002E43F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4" w:code="9"/>
          <w:pgMar w:top="691" w:right="1152" w:bottom="576" w:left="1152" w:header="720" w:footer="720" w:gutter="0"/>
          <w:pgNumType w:start="0"/>
          <w:cols w:space="720"/>
          <w:docGrid w:linePitch="245"/>
        </w:sectPr>
      </w:pPr>
    </w:p>
    <w:p w14:paraId="07CA8DA4" w14:textId="77777777" w:rsidR="00410590" w:rsidRPr="008060F3" w:rsidRDefault="00410590" w:rsidP="00410590">
      <w:pPr>
        <w:tabs>
          <w:tab w:val="left" w:pos="8640"/>
        </w:tabs>
        <w:rPr>
          <w:rFonts w:ascii="Angsana New" w:hAnsi="Angsana New"/>
          <w:sz w:val="30"/>
          <w:szCs w:val="30"/>
        </w:rPr>
      </w:pPr>
    </w:p>
    <w:p w14:paraId="00A8878D" w14:textId="77777777" w:rsidR="0002526B" w:rsidRPr="008060F3" w:rsidRDefault="0002526B" w:rsidP="00410590">
      <w:pPr>
        <w:tabs>
          <w:tab w:val="left" w:pos="8640"/>
        </w:tabs>
        <w:rPr>
          <w:rFonts w:ascii="Angsana New" w:hAnsi="Angsana New"/>
          <w:sz w:val="30"/>
          <w:szCs w:val="30"/>
        </w:rPr>
      </w:pPr>
    </w:p>
    <w:p w14:paraId="5C64DDD3" w14:textId="77777777" w:rsidR="0002526B" w:rsidRPr="008060F3" w:rsidRDefault="0002526B" w:rsidP="00410590">
      <w:pPr>
        <w:tabs>
          <w:tab w:val="left" w:pos="8640"/>
        </w:tabs>
        <w:rPr>
          <w:rFonts w:ascii="Angsana New" w:hAnsi="Angsana New"/>
          <w:sz w:val="30"/>
          <w:szCs w:val="30"/>
        </w:rPr>
      </w:pPr>
    </w:p>
    <w:p w14:paraId="249ECAEF" w14:textId="77777777" w:rsidR="009A5294" w:rsidRPr="008060F3" w:rsidRDefault="009A5294" w:rsidP="00410590">
      <w:pPr>
        <w:tabs>
          <w:tab w:val="left" w:pos="8640"/>
        </w:tabs>
        <w:rPr>
          <w:rFonts w:ascii="Angsana New" w:hAnsi="Angsana New"/>
          <w:sz w:val="30"/>
          <w:szCs w:val="30"/>
        </w:rPr>
      </w:pPr>
    </w:p>
    <w:p w14:paraId="7ADC0B9C" w14:textId="77777777" w:rsidR="009A5294" w:rsidRPr="008060F3" w:rsidRDefault="009A5294" w:rsidP="00410590">
      <w:pPr>
        <w:tabs>
          <w:tab w:val="left" w:pos="8640"/>
        </w:tabs>
        <w:rPr>
          <w:rFonts w:ascii="Angsana New" w:hAnsi="Angsana New"/>
          <w:sz w:val="30"/>
          <w:szCs w:val="30"/>
        </w:rPr>
      </w:pPr>
    </w:p>
    <w:p w14:paraId="66B6693D" w14:textId="77777777" w:rsidR="0002526B" w:rsidRPr="008060F3" w:rsidRDefault="0002526B" w:rsidP="00410590">
      <w:pPr>
        <w:tabs>
          <w:tab w:val="left" w:pos="8640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7EF035E1" w14:textId="77777777" w:rsidR="00196BF9" w:rsidRPr="008060F3" w:rsidRDefault="00196BF9" w:rsidP="00410590">
      <w:pPr>
        <w:tabs>
          <w:tab w:val="left" w:pos="8640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604FE815" w14:textId="77777777" w:rsidR="00196BF9" w:rsidRPr="008060F3" w:rsidRDefault="00196BF9" w:rsidP="00410590">
      <w:pPr>
        <w:tabs>
          <w:tab w:val="left" w:pos="8640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74874478" w14:textId="77777777" w:rsidR="00196BF9" w:rsidRPr="008060F3" w:rsidRDefault="00196BF9" w:rsidP="00410590">
      <w:pPr>
        <w:tabs>
          <w:tab w:val="left" w:pos="8640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33426C52" w14:textId="77777777" w:rsidR="006C6902" w:rsidRPr="008060F3" w:rsidRDefault="006C6902" w:rsidP="006C6902">
      <w:pPr>
        <w:tabs>
          <w:tab w:val="left" w:pos="8640"/>
        </w:tabs>
        <w:spacing w:line="240" w:lineRule="auto"/>
        <w:rPr>
          <w:rFonts w:ascii="Angsana New" w:hAnsi="Angsana New"/>
          <w:b/>
          <w:sz w:val="22"/>
        </w:rPr>
      </w:pPr>
      <w:r w:rsidRPr="008060F3">
        <w:rPr>
          <w:rFonts w:ascii="Angsana New" w:hAnsi="Angsana New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1642567D" w14:textId="77777777" w:rsidR="006C6902" w:rsidRPr="008060F3" w:rsidRDefault="006C6902" w:rsidP="006C6902">
      <w:pPr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09FCC4F1" w14:textId="77777777" w:rsidR="006C6902" w:rsidRPr="008060F3" w:rsidRDefault="006C6902" w:rsidP="006C6902">
      <w:pPr>
        <w:spacing w:line="240" w:lineRule="auto"/>
        <w:jc w:val="both"/>
        <w:rPr>
          <w:rFonts w:ascii="Angsana New" w:hAnsi="Angsana New"/>
          <w:b/>
          <w:bCs/>
          <w:sz w:val="30"/>
          <w:szCs w:val="30"/>
        </w:rPr>
      </w:pPr>
      <w:r w:rsidRPr="008060F3">
        <w:rPr>
          <w:rFonts w:ascii="Angsana New" w:hAnsi="Angsana New"/>
          <w:b/>
          <w:bCs/>
          <w:sz w:val="30"/>
          <w:szCs w:val="30"/>
          <w:cs/>
        </w:rPr>
        <w:t>เสนอ คณะกรรมการบริษัท ซิมโฟนี่ คอมมูนิเคชั่น จำกัด (มหาชน)</w:t>
      </w:r>
    </w:p>
    <w:p w14:paraId="411C08A0" w14:textId="77777777" w:rsidR="006C6902" w:rsidRDefault="006C6902" w:rsidP="006C6902">
      <w:pPr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6B83A901" w14:textId="489EA5C2" w:rsidR="006C6902" w:rsidRDefault="006C6902" w:rsidP="006C6902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8060F3">
        <w:rPr>
          <w:rFonts w:ascii="Angsana New" w:hAnsi="Angsana New"/>
          <w:sz w:val="30"/>
          <w:szCs w:val="30"/>
          <w:cs/>
        </w:rPr>
        <w:t>ข้าพเจ้าได้สอบทาน</w:t>
      </w:r>
      <w:r w:rsidR="0062370A">
        <w:rPr>
          <w:rFonts w:ascii="Angsana New" w:hAnsi="Angsana New"/>
          <w:sz w:val="30"/>
          <w:szCs w:val="30"/>
          <w:cs/>
        </w:rPr>
        <w:t>งบฐานะการเงิน</w:t>
      </w:r>
      <w:r w:rsidRPr="008060F3">
        <w:rPr>
          <w:rFonts w:ascii="Angsana New" w:hAnsi="Angsana New"/>
          <w:sz w:val="30"/>
          <w:szCs w:val="30"/>
          <w:cs/>
        </w:rPr>
        <w:t>รวมและ</w:t>
      </w:r>
      <w:r w:rsidR="0062370A">
        <w:rPr>
          <w:rFonts w:ascii="Angsana New" w:hAnsi="Angsana New"/>
          <w:sz w:val="30"/>
          <w:szCs w:val="30"/>
          <w:cs/>
        </w:rPr>
        <w:t>งบฐานะการเงิน</w:t>
      </w:r>
      <w:r w:rsidRPr="008060F3">
        <w:rPr>
          <w:rFonts w:ascii="Angsana New" w:hAnsi="Angsana New"/>
          <w:sz w:val="30"/>
          <w:szCs w:val="30"/>
          <w:cs/>
        </w:rPr>
        <w:t>เฉพาะกิจการ ณ</w:t>
      </w:r>
      <w:r w:rsidRPr="008060F3">
        <w:rPr>
          <w:rFonts w:ascii="Angsana New" w:hAnsi="Angsana New"/>
          <w:color w:val="FFFFFF"/>
          <w:sz w:val="30"/>
          <w:szCs w:val="30"/>
          <w:cs/>
        </w:rPr>
        <w:t>-</w:t>
      </w:r>
      <w:r w:rsidRPr="008060F3">
        <w:rPr>
          <w:rFonts w:ascii="Angsana New" w:hAnsi="Angsana New"/>
          <w:sz w:val="30"/>
          <w:szCs w:val="30"/>
          <w:cs/>
        </w:rPr>
        <w:t>วันที่</w:t>
      </w:r>
      <w:r w:rsidRPr="008060F3">
        <w:rPr>
          <w:rFonts w:ascii="Angsana New" w:hAnsi="Angsana New"/>
          <w:color w:val="FFFFFF"/>
          <w:sz w:val="30"/>
          <w:szCs w:val="30"/>
          <w:cs/>
        </w:rPr>
        <w:t>-</w:t>
      </w:r>
      <w:r w:rsidRPr="008060F3">
        <w:rPr>
          <w:rFonts w:ascii="Angsana New" w:hAnsi="Angsana New"/>
          <w:sz w:val="30"/>
          <w:szCs w:val="30"/>
        </w:rPr>
        <w:t xml:space="preserve">31 </w:t>
      </w:r>
      <w:r w:rsidRPr="008060F3">
        <w:rPr>
          <w:rFonts w:ascii="Angsana New" w:hAnsi="Angsana New"/>
          <w:sz w:val="30"/>
          <w:szCs w:val="30"/>
          <w:cs/>
        </w:rPr>
        <w:t>มีนาคม</w:t>
      </w:r>
      <w:r w:rsidRPr="008060F3">
        <w:rPr>
          <w:rFonts w:ascii="Angsana New" w:hAnsi="Angsana New"/>
          <w:sz w:val="30"/>
          <w:szCs w:val="30"/>
        </w:rPr>
        <w:t xml:space="preserve"> 256</w:t>
      </w:r>
      <w:r>
        <w:rPr>
          <w:rFonts w:ascii="Angsana New" w:hAnsi="Angsana New"/>
          <w:sz w:val="30"/>
          <w:szCs w:val="30"/>
        </w:rPr>
        <w:t>7</w:t>
      </w:r>
      <w:r w:rsidRPr="008060F3">
        <w:rPr>
          <w:rFonts w:ascii="Angsana New" w:hAnsi="Angsana New"/>
          <w:sz w:val="30"/>
          <w:szCs w:val="30"/>
        </w:rPr>
        <w:t xml:space="preserve"> </w:t>
      </w:r>
      <w:r w:rsidRPr="008060F3">
        <w:rPr>
          <w:rFonts w:ascii="Angsana New" w:hAnsi="Angsana New"/>
          <w:spacing w:val="-4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</w:t>
      </w:r>
      <w:r>
        <w:rPr>
          <w:rFonts w:ascii="Angsana New" w:hAnsi="Angsana New"/>
          <w:spacing w:val="-4"/>
          <w:sz w:val="30"/>
          <w:szCs w:val="30"/>
        </w:rPr>
        <w:t xml:space="preserve"> </w:t>
      </w:r>
      <w:r w:rsidR="0062370A">
        <w:rPr>
          <w:rFonts w:ascii="Angsana New" w:hAnsi="Angsana New"/>
          <w:spacing w:val="-4"/>
          <w:sz w:val="30"/>
          <w:szCs w:val="30"/>
          <w:cs/>
        </w:rPr>
        <w:t>งบการเปลี่ยนแปลงส่วนของผู้ถือหุ้น</w:t>
      </w:r>
      <w:r w:rsidRPr="008060F3">
        <w:rPr>
          <w:rFonts w:ascii="Angsana New" w:hAnsi="Angsana New"/>
          <w:spacing w:val="-4"/>
          <w:sz w:val="30"/>
          <w:szCs w:val="30"/>
          <w:cs/>
        </w:rPr>
        <w:t>รวม</w:t>
      </w:r>
      <w:r w:rsidRPr="008060F3">
        <w:rPr>
          <w:rFonts w:ascii="Angsana New" w:hAnsi="Angsana New"/>
          <w:sz w:val="30"/>
          <w:szCs w:val="30"/>
          <w:cs/>
        </w:rPr>
        <w:t>และ</w:t>
      </w:r>
      <w:r w:rsidR="0062370A">
        <w:rPr>
          <w:rFonts w:ascii="Angsana New" w:hAnsi="Angsana New"/>
          <w:sz w:val="30"/>
          <w:szCs w:val="30"/>
          <w:cs/>
        </w:rPr>
        <w:t>งบการเปลี่ยนแปลงส่วนของผู้ถือหุ้น</w:t>
      </w:r>
      <w:r w:rsidRPr="008060F3">
        <w:rPr>
          <w:rFonts w:ascii="Angsana New" w:hAnsi="Angsana New"/>
          <w:sz w:val="30"/>
          <w:szCs w:val="30"/>
          <w:cs/>
        </w:rPr>
        <w:t>เฉพาะกิจการ</w:t>
      </w:r>
      <w:r w:rsidRPr="008060F3">
        <w:rPr>
          <w:rFonts w:ascii="Angsana New" w:hAnsi="Angsana New"/>
          <w:sz w:val="30"/>
          <w:szCs w:val="30"/>
        </w:rPr>
        <w:t xml:space="preserve"> </w:t>
      </w:r>
      <w:r w:rsidRPr="008060F3">
        <w:rPr>
          <w:rFonts w:ascii="Angsana New" w:hAnsi="Angsana New"/>
          <w:sz w:val="30"/>
          <w:szCs w:val="30"/>
          <w:cs/>
        </w:rPr>
        <w:t>และงบกระแสเงินสดรวมและงบกระแสเงินสดเฉพาะ</w:t>
      </w:r>
      <w:r w:rsidRPr="008060F3">
        <w:rPr>
          <w:rFonts w:ascii="Angsana New" w:hAnsi="Angsana New"/>
          <w:spacing w:val="4"/>
          <w:sz w:val="30"/>
          <w:szCs w:val="30"/>
          <w:cs/>
        </w:rPr>
        <w:t>กิจการ สำหรับงวดสามเดือนสิ้นสุดวันที่</w:t>
      </w:r>
      <w:r w:rsidRPr="008060F3">
        <w:rPr>
          <w:rFonts w:ascii="Angsana New" w:hAnsi="Angsana New"/>
          <w:color w:val="FFFFFF"/>
          <w:spacing w:val="4"/>
          <w:sz w:val="30"/>
          <w:szCs w:val="30"/>
        </w:rPr>
        <w:t>-</w:t>
      </w:r>
      <w:r w:rsidRPr="008060F3">
        <w:rPr>
          <w:rFonts w:ascii="Angsana New" w:hAnsi="Angsana New"/>
          <w:spacing w:val="4"/>
          <w:sz w:val="30"/>
          <w:szCs w:val="30"/>
        </w:rPr>
        <w:t xml:space="preserve">31 </w:t>
      </w:r>
      <w:r w:rsidRPr="008060F3">
        <w:rPr>
          <w:rFonts w:ascii="Angsana New" w:hAnsi="Angsana New"/>
          <w:spacing w:val="4"/>
          <w:sz w:val="30"/>
          <w:szCs w:val="30"/>
          <w:cs/>
        </w:rPr>
        <w:t>มีนาคม</w:t>
      </w:r>
      <w:r w:rsidRPr="008060F3">
        <w:rPr>
          <w:rFonts w:ascii="Angsana New" w:hAnsi="Angsana New"/>
          <w:spacing w:val="4"/>
          <w:sz w:val="30"/>
          <w:szCs w:val="30"/>
        </w:rPr>
        <w:t xml:space="preserve"> 256</w:t>
      </w:r>
      <w:r>
        <w:rPr>
          <w:rFonts w:ascii="Angsana New" w:hAnsi="Angsana New"/>
          <w:spacing w:val="4"/>
          <w:sz w:val="30"/>
          <w:szCs w:val="30"/>
        </w:rPr>
        <w:t>7</w:t>
      </w:r>
      <w:r w:rsidRPr="008060F3">
        <w:rPr>
          <w:rFonts w:ascii="Angsana New" w:hAnsi="Angsana New"/>
          <w:spacing w:val="4"/>
          <w:sz w:val="30"/>
          <w:szCs w:val="30"/>
        </w:rPr>
        <w:t xml:space="preserve"> </w:t>
      </w:r>
      <w:r w:rsidRPr="008060F3">
        <w:rPr>
          <w:rFonts w:ascii="Angsana New" w:hAnsi="Angsana New"/>
          <w:spacing w:val="4"/>
          <w:sz w:val="30"/>
          <w:szCs w:val="30"/>
          <w:cs/>
        </w:rPr>
        <w:t xml:space="preserve">และหมายเหตุประกอบงบการเงินแบบย่อ (ข้อมูลทางการเงินระหว่างกาล) </w:t>
      </w:r>
      <w:r w:rsidRPr="008060F3">
        <w:rPr>
          <w:rFonts w:ascii="Angsana New" w:hAnsi="Angsana New"/>
          <w:sz w:val="30"/>
          <w:szCs w:val="30"/>
          <w:cs/>
        </w:rPr>
        <w:t>ของบริษัท ซิมโฟนี่ คอมมูนิเคชั่น จำกัด (มหาชน) และบริษัทย่อย</w:t>
      </w:r>
      <w:r w:rsidRPr="008060F3">
        <w:rPr>
          <w:rFonts w:ascii="Angsana New" w:hAnsi="Angsana New"/>
          <w:sz w:val="30"/>
          <w:szCs w:val="30"/>
        </w:rPr>
        <w:t xml:space="preserve"> </w:t>
      </w:r>
      <w:r w:rsidRPr="008060F3">
        <w:rPr>
          <w:rFonts w:ascii="Angsana New" w:hAnsi="Angsana New"/>
          <w:sz w:val="30"/>
          <w:szCs w:val="30"/>
          <w:cs/>
        </w:rPr>
        <w:t>และของเฉพาะบริษัท</w:t>
      </w:r>
      <w:r>
        <w:rPr>
          <w:rFonts w:ascii="Angsana New" w:hAnsi="Angsana New"/>
          <w:sz w:val="30"/>
          <w:szCs w:val="30"/>
        </w:rPr>
        <w:t xml:space="preserve"> </w:t>
      </w:r>
      <w:r w:rsidRPr="008060F3">
        <w:rPr>
          <w:rFonts w:ascii="Angsana New" w:hAnsi="Angsana New"/>
          <w:sz w:val="30"/>
          <w:szCs w:val="30"/>
          <w:cs/>
        </w:rPr>
        <w:t>ซิมโฟนี่ คอมมูนิเคชั่น จำกัด (มหาชน) ตามลำดับ</w:t>
      </w:r>
      <w:r>
        <w:rPr>
          <w:rFonts w:ascii="Angsana New" w:hAnsi="Angsana New"/>
          <w:sz w:val="30"/>
          <w:szCs w:val="30"/>
        </w:rPr>
        <w:t xml:space="preserve"> </w:t>
      </w:r>
      <w:r w:rsidR="00FE087D">
        <w:rPr>
          <w:rFonts w:ascii="Angsana New" w:hAnsi="Angsana New"/>
          <w:sz w:val="30"/>
          <w:szCs w:val="30"/>
        </w:rPr>
        <w:br/>
      </w:r>
      <w:r w:rsidRPr="008060F3">
        <w:rPr>
          <w:rFonts w:ascii="Angsana New" w:hAnsi="Angsana New"/>
          <w:sz w:val="30"/>
          <w:szCs w:val="30"/>
          <w:cs/>
        </w:rPr>
        <w:t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</w:t>
      </w:r>
      <w:r w:rsidR="00FE087D">
        <w:rPr>
          <w:rFonts w:ascii="Angsana New" w:hAnsi="Angsana New"/>
          <w:sz w:val="30"/>
          <w:szCs w:val="30"/>
        </w:rPr>
        <w:br/>
      </w:r>
      <w:r w:rsidRPr="008060F3">
        <w:rPr>
          <w:rFonts w:ascii="Angsana New" w:hAnsi="Angsana New"/>
          <w:sz w:val="30"/>
          <w:szCs w:val="30"/>
          <w:cs/>
        </w:rPr>
        <w:t xml:space="preserve">การบัญชี ฉบับที่ </w:t>
      </w:r>
      <w:r w:rsidRPr="008060F3">
        <w:rPr>
          <w:rFonts w:ascii="Angsana New" w:hAnsi="Angsana New"/>
          <w:sz w:val="30"/>
          <w:szCs w:val="30"/>
        </w:rPr>
        <w:t>34</w:t>
      </w:r>
      <w:r w:rsidRPr="008060F3">
        <w:rPr>
          <w:rFonts w:ascii="Angsana New" w:hAnsi="Angsana New"/>
          <w:sz w:val="30"/>
          <w:szCs w:val="30"/>
          <w:cs/>
        </w:rPr>
        <w:t xml:space="preserve"> เรื่อง 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34F7851F" w14:textId="77777777" w:rsidR="006C6902" w:rsidRPr="008060F3" w:rsidRDefault="006C6902" w:rsidP="006C6902">
      <w:pPr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16BAD68C" w14:textId="77777777" w:rsidR="006C6902" w:rsidRPr="003D41E8" w:rsidRDefault="006C6902" w:rsidP="006C6902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3D41E8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18C57BFF" w14:textId="77777777" w:rsidR="006C6902" w:rsidRPr="003D41E8" w:rsidRDefault="006C6902" w:rsidP="006C6902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6B32B5E2" w14:textId="77777777" w:rsidR="006C6902" w:rsidRPr="008060F3" w:rsidRDefault="006C6902" w:rsidP="006C6902">
      <w:pPr>
        <w:jc w:val="thaiDistribute"/>
        <w:rPr>
          <w:rFonts w:ascii="Angsana New" w:hAnsi="Angsana New"/>
          <w:sz w:val="30"/>
          <w:szCs w:val="30"/>
        </w:rPr>
      </w:pPr>
      <w:r w:rsidRPr="003D41E8">
        <w:rPr>
          <w:rFonts w:ascii="Angsana New" w:hAnsi="Angsana New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3D41E8">
        <w:rPr>
          <w:rFonts w:ascii="Angsana New" w:hAnsi="Angsana New"/>
          <w:sz w:val="30"/>
          <w:szCs w:val="30"/>
        </w:rPr>
        <w:t xml:space="preserve"> </w:t>
      </w:r>
      <w:r w:rsidRPr="003D41E8">
        <w:rPr>
          <w:rFonts w:ascii="Angsana New" w:hAnsi="Angsana New"/>
          <w:sz w:val="30"/>
          <w:szCs w:val="30"/>
          <w:cs/>
        </w:rPr>
        <w:t>รหัส</w:t>
      </w:r>
      <w:r w:rsidRPr="003D41E8">
        <w:rPr>
          <w:rFonts w:ascii="Angsana New" w:hAnsi="Angsana New"/>
          <w:sz w:val="30"/>
          <w:szCs w:val="30"/>
        </w:rPr>
        <w:t xml:space="preserve"> </w:t>
      </w:r>
      <w:r w:rsidRPr="007B78BF">
        <w:rPr>
          <w:rFonts w:ascii="Angsana New" w:hAnsi="Angsana New"/>
          <w:sz w:val="30"/>
          <w:szCs w:val="30"/>
        </w:rPr>
        <w:t>2410</w:t>
      </w:r>
      <w:r w:rsidRPr="003D41E8">
        <w:rPr>
          <w:rFonts w:ascii="Angsana New" w:hAnsi="Angsana New"/>
          <w:sz w:val="30"/>
          <w:szCs w:val="30"/>
        </w:rPr>
        <w:t xml:space="preserve"> “</w:t>
      </w:r>
      <w:r w:rsidRPr="003D41E8">
        <w:rPr>
          <w:rFonts w:ascii="Angsana New" w:hAnsi="Angsana New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3D41E8">
        <w:rPr>
          <w:rFonts w:ascii="Angsana New" w:hAnsi="Angsana New"/>
          <w:sz w:val="30"/>
          <w:szCs w:val="30"/>
        </w:rPr>
        <w:t>”</w:t>
      </w:r>
      <w:r w:rsidRPr="003D41E8">
        <w:rPr>
          <w:rFonts w:ascii="Angsana New" w:hAnsi="Angsana New"/>
          <w:sz w:val="30"/>
          <w:szCs w:val="30"/>
          <w:cs/>
        </w:rPr>
        <w:t xml:space="preserve"> การสอบทานดังกล่าวประกอบด้วย</w:t>
      </w:r>
      <w:r w:rsidRPr="003D41E8">
        <w:rPr>
          <w:rFonts w:ascii="Angsana New" w:hAnsi="Angsana New"/>
          <w:sz w:val="30"/>
          <w:szCs w:val="30"/>
        </w:rPr>
        <w:t xml:space="preserve"> </w:t>
      </w:r>
      <w:r w:rsidRPr="003D41E8">
        <w:rPr>
          <w:rFonts w:ascii="Angsana New" w:hAnsi="Angsana New"/>
          <w:sz w:val="30"/>
          <w:szCs w:val="30"/>
          <w:cs/>
        </w:rPr>
        <w:t>การใช้วิธีการสอบถามบุคลากรซึ่ง</w:t>
      </w:r>
      <w:r w:rsidRPr="003D41E8">
        <w:rPr>
          <w:rFonts w:ascii="Angsana New" w:hAnsi="Angsana New" w:hint="cs"/>
          <w:sz w:val="30"/>
          <w:szCs w:val="30"/>
          <w:cs/>
        </w:rPr>
        <w:t>ส่วนใหญ่เป็นผู้</w:t>
      </w:r>
      <w:r w:rsidRPr="003D41E8">
        <w:rPr>
          <w:rFonts w:ascii="Angsana New" w:hAnsi="Angsana New"/>
          <w:sz w:val="30"/>
          <w:szCs w:val="30"/>
          <w:cs/>
        </w:rPr>
        <w:t>รับผิดชอบ</w:t>
      </w:r>
      <w:r w:rsidRPr="003D41E8">
        <w:rPr>
          <w:rFonts w:ascii="Angsana New" w:hAnsi="Angsana New" w:hint="cs"/>
          <w:sz w:val="30"/>
          <w:szCs w:val="30"/>
          <w:cs/>
        </w:rPr>
        <w:t>ด้าน</w:t>
      </w:r>
      <w:r w:rsidRPr="003D41E8">
        <w:rPr>
          <w:rFonts w:ascii="Angsana New" w:hAnsi="Angsana New"/>
          <w:sz w:val="30"/>
          <w:szCs w:val="30"/>
          <w:cs/>
        </w:rPr>
        <w:t>การเงินและบัญชีและการวิเคราะห์เปรียบเทียบและวิธีการสอบทานอื่น</w:t>
      </w:r>
      <w:r w:rsidRPr="003D41E8">
        <w:rPr>
          <w:rFonts w:ascii="Angsana New" w:hAnsi="Angsana New"/>
          <w:sz w:val="30"/>
          <w:szCs w:val="30"/>
        </w:rPr>
        <w:t xml:space="preserve"> </w:t>
      </w:r>
      <w:r w:rsidRPr="003D41E8">
        <w:rPr>
          <w:rFonts w:ascii="Angsana New" w:hAnsi="Angsana New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</w:t>
      </w:r>
      <w:r w:rsidRPr="003D41E8">
        <w:rPr>
          <w:rFonts w:ascii="Angsana New" w:hAnsi="Angsana New" w:hint="cs"/>
          <w:sz w:val="30"/>
          <w:szCs w:val="30"/>
          <w:cs/>
        </w:rPr>
        <w:t>ทำให้ข้าพเจ้า</w:t>
      </w:r>
      <w:r w:rsidRPr="003D41E8">
        <w:rPr>
          <w:rFonts w:ascii="Angsana New" w:hAnsi="Angsana New"/>
          <w:sz w:val="30"/>
          <w:szCs w:val="30"/>
          <w:cs/>
        </w:rPr>
        <w:t>ไม่สามารถ</w:t>
      </w:r>
      <w:r w:rsidRPr="003D41E8">
        <w:rPr>
          <w:rFonts w:ascii="Angsana New" w:hAnsi="Angsana New" w:hint="cs"/>
          <w:sz w:val="30"/>
          <w:szCs w:val="30"/>
          <w:cs/>
        </w:rPr>
        <w:t>ได้</w:t>
      </w:r>
      <w:r w:rsidRPr="003D41E8">
        <w:rPr>
          <w:rFonts w:ascii="Angsana New" w:hAnsi="Angsana New"/>
          <w:sz w:val="30"/>
          <w:szCs w:val="30"/>
          <w:cs/>
        </w:rPr>
        <w:t>ความเชื่อมั่นว่าจะ</w:t>
      </w:r>
      <w:r w:rsidRPr="003D41E8">
        <w:rPr>
          <w:rFonts w:ascii="Angsana New" w:hAnsi="Angsana New" w:hint="cs"/>
          <w:sz w:val="30"/>
          <w:szCs w:val="30"/>
          <w:cs/>
        </w:rPr>
        <w:t>พบ</w:t>
      </w:r>
      <w:r w:rsidRPr="003D41E8">
        <w:rPr>
          <w:rFonts w:ascii="Angsana New" w:hAnsi="Angsana New"/>
          <w:sz w:val="30"/>
          <w:szCs w:val="30"/>
          <w:cs/>
        </w:rPr>
        <w:t>เรื่องที่มีนัยสำคัญ</w:t>
      </w:r>
      <w:r w:rsidRPr="003D41E8">
        <w:rPr>
          <w:rFonts w:ascii="Angsana New" w:hAnsi="Angsana New"/>
          <w:spacing w:val="6"/>
          <w:sz w:val="30"/>
          <w:szCs w:val="30"/>
          <w:cs/>
        </w:rPr>
        <w:t>ทั้งหมด</w:t>
      </w:r>
      <w:r>
        <w:rPr>
          <w:rFonts w:ascii="Angsana New" w:hAnsi="Angsana New"/>
          <w:spacing w:val="6"/>
          <w:sz w:val="30"/>
          <w:szCs w:val="30"/>
        </w:rPr>
        <w:br/>
      </w:r>
      <w:r w:rsidRPr="003D41E8">
        <w:rPr>
          <w:rFonts w:ascii="Angsana New" w:hAnsi="Angsana New"/>
          <w:spacing w:val="6"/>
          <w:sz w:val="30"/>
          <w:szCs w:val="30"/>
          <w:cs/>
        </w:rPr>
        <w:t>ซึ่งอาจพบได้จากการตรวจสอบ</w:t>
      </w:r>
      <w:r w:rsidRPr="003D41E8">
        <w:rPr>
          <w:rFonts w:ascii="Angsana New" w:hAnsi="Angsana New"/>
          <w:spacing w:val="6"/>
          <w:sz w:val="30"/>
          <w:szCs w:val="30"/>
        </w:rPr>
        <w:t xml:space="preserve"> </w:t>
      </w:r>
      <w:r w:rsidRPr="003D41E8">
        <w:rPr>
          <w:rFonts w:ascii="Angsana New" w:hAnsi="Angsana New"/>
          <w:spacing w:val="6"/>
          <w:sz w:val="30"/>
          <w:szCs w:val="30"/>
          <w:cs/>
        </w:rPr>
        <w:t>ดังนั้นข้าพเจ้าจึงไม่แสดงความเห็นต่อ</w:t>
      </w:r>
      <w:r>
        <w:rPr>
          <w:rFonts w:ascii="Angsana New" w:hAnsi="Angsana New" w:hint="cs"/>
          <w:spacing w:val="6"/>
          <w:sz w:val="30"/>
          <w:szCs w:val="30"/>
          <w:cs/>
        </w:rPr>
        <w:t>ข้อมูลทาง</w:t>
      </w:r>
      <w:r w:rsidRPr="003D41E8">
        <w:rPr>
          <w:rFonts w:ascii="Angsana New" w:hAnsi="Angsana New" w:hint="cs"/>
          <w:spacing w:val="6"/>
          <w:sz w:val="30"/>
          <w:szCs w:val="30"/>
          <w:cs/>
        </w:rPr>
        <w:t>การเงินระหว่างกา</w:t>
      </w:r>
      <w:r>
        <w:rPr>
          <w:rFonts w:ascii="Angsana New" w:hAnsi="Angsana New" w:hint="cs"/>
          <w:spacing w:val="6"/>
          <w:sz w:val="30"/>
          <w:szCs w:val="30"/>
          <w:cs/>
        </w:rPr>
        <w:t>ลที่</w:t>
      </w:r>
      <w:r w:rsidRPr="001B3475">
        <w:rPr>
          <w:rFonts w:ascii="Angsana New" w:hAnsi="Angsana New" w:hint="cs"/>
          <w:sz w:val="30"/>
          <w:szCs w:val="30"/>
          <w:cs/>
        </w:rPr>
        <w:t>สอบทาน</w:t>
      </w:r>
    </w:p>
    <w:p w14:paraId="4FD32E6B" w14:textId="77777777" w:rsidR="00EE51ED" w:rsidRDefault="00EE51ED" w:rsidP="00EE51ED">
      <w:pPr>
        <w:jc w:val="thaiDistribute"/>
        <w:rPr>
          <w:rFonts w:ascii="Angsana New" w:hAnsi="Angsana New"/>
          <w:sz w:val="30"/>
          <w:szCs w:val="30"/>
        </w:rPr>
      </w:pPr>
    </w:p>
    <w:p w14:paraId="306DE9F2" w14:textId="22952C5A" w:rsidR="00AB2139" w:rsidRPr="008060F3" w:rsidRDefault="00AB2139" w:rsidP="00EE51ED">
      <w:pPr>
        <w:jc w:val="thaiDistribute"/>
        <w:rPr>
          <w:rFonts w:ascii="Angsana New" w:hAnsi="Angsana New"/>
          <w:sz w:val="30"/>
          <w:szCs w:val="30"/>
          <w:cs/>
        </w:rPr>
        <w:sectPr w:rsidR="00AB2139" w:rsidRPr="008060F3" w:rsidSect="002E43F5">
          <w:headerReference w:type="default" r:id="rId17"/>
          <w:footerReference w:type="default" r:id="rId18"/>
          <w:pgSz w:w="11909" w:h="16834" w:code="9"/>
          <w:pgMar w:top="691" w:right="1152" w:bottom="576" w:left="1152" w:header="720" w:footer="720" w:gutter="0"/>
          <w:cols w:space="720"/>
          <w:docGrid w:linePitch="245"/>
        </w:sectPr>
      </w:pPr>
    </w:p>
    <w:p w14:paraId="372639D3" w14:textId="77777777" w:rsidR="006C6902" w:rsidRPr="003D41E8" w:rsidRDefault="006C6902" w:rsidP="006C6902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3D41E8">
        <w:rPr>
          <w:rFonts w:ascii="Angsana New" w:hAnsi="Angsana New" w:hint="cs"/>
          <w:i/>
          <w:iCs/>
          <w:sz w:val="30"/>
          <w:szCs w:val="30"/>
          <w:cs/>
        </w:rPr>
        <w:lastRenderedPageBreak/>
        <w:t>ข้อ</w:t>
      </w:r>
      <w:r w:rsidRPr="003D41E8">
        <w:rPr>
          <w:rFonts w:ascii="Angsana New" w:hAnsi="Angsana New"/>
          <w:i/>
          <w:iCs/>
          <w:sz w:val="30"/>
          <w:szCs w:val="30"/>
          <w:cs/>
        </w:rPr>
        <w:t>สรุป</w:t>
      </w:r>
    </w:p>
    <w:p w14:paraId="50852C84" w14:textId="77777777" w:rsidR="006C6902" w:rsidRPr="00C97731" w:rsidRDefault="006C6902" w:rsidP="006C6902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</w:p>
    <w:p w14:paraId="2009AE21" w14:textId="77777777" w:rsidR="006C6902" w:rsidRPr="009D4127" w:rsidRDefault="006C6902" w:rsidP="006C6902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9D4127">
        <w:rPr>
          <w:rFonts w:ascii="Angsana New" w:hAnsi="Angsana New"/>
          <w:sz w:val="30"/>
          <w:szCs w:val="30"/>
          <w:cs/>
        </w:rPr>
        <w:t>ข้าพเจ้าไม่พบสิ่งที่เป็นเหตุให้เชื่อว่า</w:t>
      </w:r>
      <w:r w:rsidRPr="009D4127">
        <w:rPr>
          <w:rFonts w:ascii="Angsana New" w:hAnsi="Angsana New" w:hint="cs"/>
          <w:sz w:val="30"/>
          <w:szCs w:val="30"/>
          <w:cs/>
        </w:rPr>
        <w:t>ข้อมูลทาง</w:t>
      </w:r>
      <w:r w:rsidRPr="009D4127">
        <w:rPr>
          <w:rFonts w:ascii="Angsana New" w:hAnsi="Angsana New"/>
          <w:sz w:val="30"/>
          <w:szCs w:val="30"/>
          <w:cs/>
        </w:rPr>
        <w:t>การเงินระหว่างกาลดังกล่าว</w:t>
      </w:r>
      <w:r w:rsidRPr="009D4127">
        <w:rPr>
          <w:rFonts w:ascii="Angsana New" w:hAnsi="Angsana New" w:hint="cs"/>
          <w:sz w:val="30"/>
          <w:szCs w:val="30"/>
          <w:cs/>
        </w:rPr>
        <w:t xml:space="preserve"> ไม่ได้จัดทำขึ้น</w:t>
      </w:r>
      <w:r w:rsidRPr="009D4127">
        <w:rPr>
          <w:rFonts w:ascii="Angsana New" w:hAnsi="Angsana New"/>
          <w:sz w:val="30"/>
          <w:szCs w:val="30"/>
          <w:cs/>
        </w:rPr>
        <w:t>ตาม</w:t>
      </w:r>
      <w:r w:rsidRPr="009D4127">
        <w:rPr>
          <w:rFonts w:ascii="Angsana New" w:hAnsi="Angsana New" w:hint="cs"/>
          <w:sz w:val="30"/>
          <w:szCs w:val="30"/>
          <w:cs/>
        </w:rPr>
        <w:t xml:space="preserve">มาตรฐานการบัญชี </w:t>
      </w:r>
      <w:r>
        <w:rPr>
          <w:rFonts w:ascii="Angsana New" w:hAnsi="Angsana New"/>
          <w:sz w:val="30"/>
          <w:szCs w:val="30"/>
        </w:rPr>
        <w:br/>
      </w:r>
      <w:r w:rsidRPr="009D4127">
        <w:rPr>
          <w:rFonts w:ascii="Angsana New" w:hAnsi="Angsana New" w:hint="cs"/>
          <w:sz w:val="30"/>
          <w:szCs w:val="30"/>
          <w:cs/>
        </w:rPr>
        <w:t xml:space="preserve">ฉบับที่ </w:t>
      </w:r>
      <w:r w:rsidRPr="007B78BF">
        <w:rPr>
          <w:rFonts w:ascii="Angsana New" w:hAnsi="Angsana New"/>
          <w:sz w:val="30"/>
          <w:szCs w:val="30"/>
        </w:rPr>
        <w:t>34</w:t>
      </w:r>
      <w:r w:rsidRPr="009D4127"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การรายงานทางการเงินระหว่างกาล</w:t>
      </w:r>
      <w:r w:rsidRPr="009D4127">
        <w:rPr>
          <w:rFonts w:ascii="Angsana New" w:hAnsi="Angsana New"/>
          <w:sz w:val="30"/>
          <w:szCs w:val="30"/>
        </w:rPr>
        <w:t xml:space="preserve"> </w:t>
      </w:r>
      <w:r w:rsidRPr="009D4127">
        <w:rPr>
          <w:rFonts w:ascii="Angsana New" w:hAnsi="Angsana New" w:hint="cs"/>
          <w:sz w:val="30"/>
          <w:szCs w:val="30"/>
          <w:cs/>
        </w:rPr>
        <w:t>ในสาระสำคัญ</w:t>
      </w:r>
      <w:r w:rsidRPr="009D4127">
        <w:rPr>
          <w:rFonts w:ascii="Angsana New" w:hAnsi="Angsana New"/>
          <w:sz w:val="30"/>
          <w:szCs w:val="30"/>
          <w:cs/>
        </w:rPr>
        <w:t>จากการสอบทานของข้าพเจ้า</w:t>
      </w:r>
    </w:p>
    <w:p w14:paraId="278A1CA2" w14:textId="77777777" w:rsidR="007547FC" w:rsidRPr="003D41E8" w:rsidRDefault="007547FC" w:rsidP="007547FC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</w:p>
    <w:p w14:paraId="78793217" w14:textId="77777777" w:rsidR="007547FC" w:rsidRPr="003D41E8" w:rsidRDefault="007547FC" w:rsidP="007547FC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5C8381E2" w14:textId="77777777" w:rsidR="007547FC" w:rsidRPr="003D41E8" w:rsidRDefault="007547FC" w:rsidP="007547FC">
      <w:pPr>
        <w:pStyle w:val="a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p w14:paraId="3C1A99BD" w14:textId="77777777" w:rsidR="007547FC" w:rsidRPr="003D41E8" w:rsidRDefault="007547FC" w:rsidP="007547FC">
      <w:pPr>
        <w:pStyle w:val="a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p w14:paraId="6388AAF2" w14:textId="77777777" w:rsidR="007547FC" w:rsidRPr="003D41E8" w:rsidRDefault="007547FC" w:rsidP="007547FC">
      <w:pPr>
        <w:pStyle w:val="a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p w14:paraId="0D12E41A" w14:textId="77777777" w:rsidR="007547FC" w:rsidRPr="003D41E8" w:rsidRDefault="007547FC" w:rsidP="007547FC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  <w:r w:rsidRPr="003D41E8">
        <w:rPr>
          <w:rFonts w:ascii="Angsana New" w:hAnsi="Angsana New"/>
          <w:sz w:val="30"/>
          <w:szCs w:val="30"/>
          <w:cs/>
        </w:rPr>
        <w:t>(</w:t>
      </w:r>
      <w:r w:rsidRPr="003D41E8">
        <w:rPr>
          <w:rFonts w:ascii="Angsana New" w:hAnsi="Angsana New" w:hint="cs"/>
          <w:sz w:val="30"/>
          <w:szCs w:val="30"/>
          <w:cs/>
        </w:rPr>
        <w:t>มาริษา</w:t>
      </w:r>
      <w:r w:rsidRPr="003D41E8">
        <w:rPr>
          <w:rFonts w:ascii="Angsana New" w:hAnsi="Angsana New"/>
          <w:sz w:val="30"/>
          <w:szCs w:val="30"/>
          <w:cs/>
        </w:rPr>
        <w:t xml:space="preserve"> </w:t>
      </w:r>
      <w:r w:rsidRPr="003D41E8">
        <w:rPr>
          <w:rFonts w:ascii="Angsana New" w:hAnsi="Angsana New" w:hint="cs"/>
          <w:sz w:val="30"/>
          <w:szCs w:val="30"/>
          <w:cs/>
        </w:rPr>
        <w:t>ธราธรบรรพกุล</w:t>
      </w:r>
      <w:r w:rsidRPr="003D41E8">
        <w:rPr>
          <w:rFonts w:ascii="Angsana New" w:hAnsi="Angsana New"/>
          <w:sz w:val="30"/>
          <w:szCs w:val="30"/>
          <w:cs/>
        </w:rPr>
        <w:t xml:space="preserve">)                        </w:t>
      </w:r>
    </w:p>
    <w:p w14:paraId="28C57949" w14:textId="77777777" w:rsidR="007547FC" w:rsidRPr="003D41E8" w:rsidRDefault="007547FC" w:rsidP="007547FC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  <w:r w:rsidRPr="003D41E8">
        <w:rPr>
          <w:rFonts w:ascii="Angsana New" w:hAnsi="Angsana New" w:hint="cs"/>
          <w:sz w:val="30"/>
          <w:szCs w:val="30"/>
          <w:cs/>
        </w:rPr>
        <w:t>ผู้สอบบัญชีรับอนุญาต</w:t>
      </w:r>
    </w:p>
    <w:p w14:paraId="3ACAB611" w14:textId="2827B48F" w:rsidR="007547FC" w:rsidRPr="003D41E8" w:rsidRDefault="007547FC" w:rsidP="007547FC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  <w:r w:rsidRPr="003D41E8">
        <w:rPr>
          <w:rFonts w:ascii="Angsana New" w:hAnsi="Angsana New" w:hint="cs"/>
          <w:sz w:val="30"/>
          <w:szCs w:val="30"/>
          <w:cs/>
        </w:rPr>
        <w:t>เลขทะเบียน</w:t>
      </w:r>
      <w:r w:rsidRPr="003D41E8">
        <w:rPr>
          <w:rFonts w:ascii="Angsana New" w:hAnsi="Angsana New"/>
          <w:sz w:val="30"/>
          <w:szCs w:val="30"/>
          <w:cs/>
        </w:rPr>
        <w:t xml:space="preserve"> </w:t>
      </w:r>
      <w:r w:rsidR="003D6573" w:rsidRPr="003D6573">
        <w:rPr>
          <w:rFonts w:ascii="Angsana New" w:hAnsi="Angsana New"/>
          <w:sz w:val="30"/>
          <w:szCs w:val="30"/>
        </w:rPr>
        <w:t>5752</w:t>
      </w:r>
    </w:p>
    <w:p w14:paraId="0DB78E22" w14:textId="77777777" w:rsidR="007547FC" w:rsidRPr="003D41E8" w:rsidRDefault="007547FC" w:rsidP="007547FC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</w:p>
    <w:p w14:paraId="55D46DAA" w14:textId="77777777" w:rsidR="007547FC" w:rsidRPr="003D41E8" w:rsidRDefault="007547FC" w:rsidP="007547FC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  <w:r w:rsidRPr="003D41E8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65801831" w14:textId="77777777" w:rsidR="00F063D9" w:rsidRDefault="007547FC" w:rsidP="00E07B67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  <w:r w:rsidRPr="003D41E8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1667136F" w14:textId="0949DA3F" w:rsidR="00410590" w:rsidRPr="00E07B67" w:rsidRDefault="00F02228" w:rsidP="00E07B67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t xml:space="preserve">10 </w:t>
      </w:r>
      <w:r w:rsidR="001149C0" w:rsidRPr="001149C0">
        <w:rPr>
          <w:rFonts w:ascii="Angsana New" w:hAnsi="Angsana New" w:hint="cs"/>
          <w:sz w:val="30"/>
          <w:szCs w:val="30"/>
          <w:cs/>
        </w:rPr>
        <w:t>พฤษภาคม</w:t>
      </w:r>
      <w:r w:rsidR="001149C0">
        <w:rPr>
          <w:rFonts w:ascii="Angsana New" w:hAnsi="Angsana New" w:hint="cs"/>
          <w:sz w:val="30"/>
          <w:szCs w:val="30"/>
          <w:cs/>
        </w:rPr>
        <w:t xml:space="preserve"> </w:t>
      </w:r>
      <w:r w:rsidR="003D6573" w:rsidRPr="003D6573">
        <w:rPr>
          <w:rFonts w:ascii="Angsana New" w:hAnsi="Angsana New"/>
          <w:sz w:val="30"/>
          <w:szCs w:val="30"/>
        </w:rPr>
        <w:t>256</w:t>
      </w:r>
      <w:r w:rsidR="001149C0">
        <w:rPr>
          <w:rFonts w:ascii="Angsana New" w:hAnsi="Angsana New"/>
          <w:sz w:val="30"/>
          <w:szCs w:val="30"/>
        </w:rPr>
        <w:t>7</w:t>
      </w:r>
    </w:p>
    <w:p w14:paraId="3EB23F9A" w14:textId="420555D8" w:rsidR="00147418" w:rsidRPr="00B821E3" w:rsidRDefault="00147418" w:rsidP="00B821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sectPr w:rsidR="00147418" w:rsidRPr="00B821E3" w:rsidSect="00B821E3">
      <w:headerReference w:type="default" r:id="rId19"/>
      <w:footerReference w:type="default" r:id="rId20"/>
      <w:pgSz w:w="11909" w:h="16834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E9978" w14:textId="77777777" w:rsidR="00331E1E" w:rsidRDefault="00331E1E" w:rsidP="00900EE2">
      <w:r>
        <w:separator/>
      </w:r>
    </w:p>
  </w:endnote>
  <w:endnote w:type="continuationSeparator" w:id="0">
    <w:p w14:paraId="08EF0373" w14:textId="77777777" w:rsidR="00331E1E" w:rsidRDefault="00331E1E" w:rsidP="00900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130EF" w14:textId="23D46DC0" w:rsidR="00E92B19" w:rsidRDefault="00E92B19" w:rsidP="0019240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 w:rsidR="003D6573" w:rsidRPr="003D6573">
      <w:rPr>
        <w:rStyle w:val="PageNumber"/>
        <w:noProof/>
        <w:lang w:val="en-US"/>
      </w:rPr>
      <w:t>6</w:t>
    </w:r>
    <w:r>
      <w:rPr>
        <w:rStyle w:val="PageNumber"/>
      </w:rPr>
      <w:fldChar w:fldCharType="end"/>
    </w:r>
  </w:p>
  <w:p w14:paraId="068F1B7E" w14:textId="77777777" w:rsidR="00E92B19" w:rsidRDefault="00E92B19" w:rsidP="000A39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C8B27" w14:textId="77777777" w:rsidR="00E92B19" w:rsidRDefault="00E92B19" w:rsidP="007C2D59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CBA8B" w14:textId="77777777" w:rsidR="00E92B19" w:rsidRDefault="00E92B19">
    <w:pPr>
      <w:pStyle w:val="Footer"/>
      <w:rPr>
        <w:rFonts w:ascii="Angsana New" w:hAnsi="Angsana New"/>
        <w:i/>
        <w:iCs/>
        <w:sz w:val="30"/>
        <w:szCs w:val="30"/>
      </w:rPr>
    </w:pPr>
    <w:r w:rsidRPr="00C562FA">
      <w:rPr>
        <w:rFonts w:ascii="Angsana New" w:hAnsi="Angsana New"/>
        <w:i/>
        <w:iCs/>
        <w:sz w:val="30"/>
        <w:szCs w:val="30"/>
      </w:rPr>
      <w:tab/>
    </w:r>
  </w:p>
  <w:p w14:paraId="6D5D5C5B" w14:textId="77777777" w:rsidR="00E92B19" w:rsidRPr="00C562FA" w:rsidRDefault="00E92B19">
    <w:pPr>
      <w:pStyle w:val="Footer"/>
      <w:rPr>
        <w:rFonts w:ascii="Angsana New" w:hAnsi="Angsana New"/>
        <w:i/>
        <w:iCs/>
        <w:sz w:val="30"/>
        <w:szCs w:val="30"/>
      </w:rPr>
    </w:pP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158B0" w14:textId="77777777" w:rsidR="00E92B19" w:rsidRDefault="00E92B19" w:rsidP="007C2D59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6BA60" w14:textId="04656366" w:rsidR="00F06F54" w:rsidRDefault="00F06F54">
    <w:pPr>
      <w:pStyle w:val="Footer"/>
      <w:jc w:val="center"/>
      <w:rPr>
        <w:rFonts w:ascii="Angsana New" w:hAnsi="Angsana New"/>
        <w:noProof/>
        <w:sz w:val="30"/>
        <w:szCs w:val="30"/>
      </w:rPr>
    </w:pPr>
    <w:r w:rsidRPr="001C120C">
      <w:rPr>
        <w:rFonts w:ascii="Angsana New" w:hAnsi="Angsana New"/>
        <w:sz w:val="30"/>
        <w:szCs w:val="30"/>
      </w:rPr>
      <w:fldChar w:fldCharType="begin"/>
    </w:r>
    <w:r w:rsidRPr="001C120C">
      <w:rPr>
        <w:rFonts w:ascii="Angsana New" w:hAnsi="Angsana New"/>
        <w:sz w:val="30"/>
        <w:szCs w:val="30"/>
      </w:rPr>
      <w:instrText xml:space="preserve"> PAGE   \* MERGEFORMAT </w:instrText>
    </w:r>
    <w:r w:rsidRPr="001C120C">
      <w:rPr>
        <w:rFonts w:ascii="Angsana New" w:hAnsi="Angsana New"/>
        <w:sz w:val="30"/>
        <w:szCs w:val="30"/>
      </w:rPr>
      <w:fldChar w:fldCharType="separate"/>
    </w:r>
    <w:r w:rsidR="003D6573" w:rsidRPr="003D6573">
      <w:rPr>
        <w:rFonts w:ascii="Angsana New" w:hAnsi="Angsana New"/>
        <w:noProof/>
        <w:sz w:val="30"/>
        <w:szCs w:val="30"/>
        <w:lang w:val="en-US"/>
      </w:rPr>
      <w:t>2</w:t>
    </w:r>
    <w:r w:rsidRPr="001C120C">
      <w:rPr>
        <w:rFonts w:ascii="Angsana New" w:hAnsi="Angsana New"/>
        <w:noProof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7A7BC" w14:textId="77777777" w:rsidR="00331E1E" w:rsidRDefault="00331E1E" w:rsidP="00900EE2">
      <w:r>
        <w:separator/>
      </w:r>
    </w:p>
  </w:footnote>
  <w:footnote w:type="continuationSeparator" w:id="0">
    <w:p w14:paraId="4F4A2779" w14:textId="77777777" w:rsidR="00331E1E" w:rsidRDefault="00331E1E" w:rsidP="00900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C0544" w14:textId="77777777" w:rsidR="003643CD" w:rsidRDefault="003643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829A" w14:textId="5BBF1AE5" w:rsidR="00BE02F8" w:rsidRPr="00BE02F8" w:rsidRDefault="00BE02F8">
    <w:pPr>
      <w:pStyle w:val="Header"/>
      <w:rPr>
        <w:rFonts w:ascii="Angsana New" w:hAnsi="Angsana New"/>
        <w:sz w:val="52"/>
        <w:szCs w:val="52"/>
      </w:rPr>
    </w:pPr>
  </w:p>
  <w:p w14:paraId="4D77B1EF" w14:textId="03F20980" w:rsidR="00BE02F8" w:rsidRPr="00BE02F8" w:rsidRDefault="00BE02F8">
    <w:pPr>
      <w:pStyle w:val="Header"/>
      <w:rPr>
        <w:rFonts w:ascii="Angsana New" w:hAnsi="Angsana New"/>
        <w:sz w:val="52"/>
        <w:szCs w:val="52"/>
      </w:rPr>
    </w:pPr>
  </w:p>
  <w:p w14:paraId="776327A6" w14:textId="31F4F554" w:rsidR="00BE02F8" w:rsidRPr="00BE02F8" w:rsidRDefault="00BE02F8">
    <w:pPr>
      <w:pStyle w:val="Header"/>
      <w:rPr>
        <w:rFonts w:ascii="Angsana New" w:hAnsi="Angsana New"/>
        <w:sz w:val="52"/>
        <w:szCs w:val="52"/>
      </w:rPr>
    </w:pPr>
  </w:p>
  <w:p w14:paraId="1D747242" w14:textId="1750002E" w:rsidR="00BE02F8" w:rsidRPr="00BE02F8" w:rsidRDefault="00BE02F8">
    <w:pPr>
      <w:pStyle w:val="Header"/>
      <w:rPr>
        <w:rFonts w:ascii="Angsana New" w:hAnsi="Angsana New"/>
        <w:sz w:val="52"/>
        <w:szCs w:val="52"/>
      </w:rPr>
    </w:pPr>
  </w:p>
  <w:p w14:paraId="7323B302" w14:textId="3B974CD0" w:rsidR="00BE02F8" w:rsidRPr="00BE02F8" w:rsidRDefault="00BE02F8">
    <w:pPr>
      <w:pStyle w:val="Header"/>
      <w:rPr>
        <w:rFonts w:ascii="Angsana New" w:hAnsi="Angsana New"/>
        <w:sz w:val="52"/>
        <w:szCs w:val="52"/>
      </w:rPr>
    </w:pPr>
  </w:p>
  <w:p w14:paraId="366A8F6B" w14:textId="77777777" w:rsidR="00BE02F8" w:rsidRPr="00BE02F8" w:rsidRDefault="00BE02F8">
    <w:pPr>
      <w:pStyle w:val="Header"/>
      <w:rPr>
        <w:rFonts w:ascii="Angsana New" w:hAnsi="Angsana New"/>
        <w:sz w:val="52"/>
        <w:szCs w:val="5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E69FE" w14:textId="77777777" w:rsidR="003643CD" w:rsidRDefault="003643C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B3F5F" w14:textId="77777777" w:rsidR="00E92B19" w:rsidRDefault="00E92B19" w:rsidP="00812387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lang w:val="en-US" w:bidi="th-T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64702" w14:textId="45A409BD" w:rsidR="00F06F54" w:rsidRDefault="00F06F54" w:rsidP="00812387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lang w:val="en-US" w:bidi="th-TH"/>
      </w:rPr>
    </w:pPr>
  </w:p>
  <w:p w14:paraId="41166450" w14:textId="131323F0" w:rsidR="00B821E3" w:rsidRDefault="00B821E3" w:rsidP="00812387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lang w:val="en-US" w:bidi="th-TH"/>
      </w:rPr>
    </w:pPr>
  </w:p>
  <w:p w14:paraId="60565D9E" w14:textId="6C524F69" w:rsidR="00B821E3" w:rsidRDefault="00B821E3" w:rsidP="00812387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lang w:val="en-US" w:bidi="th-TH"/>
      </w:rPr>
    </w:pPr>
  </w:p>
  <w:p w14:paraId="2CBD6742" w14:textId="77777777" w:rsidR="00B821E3" w:rsidRPr="00B52A63" w:rsidRDefault="00B821E3" w:rsidP="00812387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lang w:val="en-US"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AFD3767"/>
    <w:multiLevelType w:val="hybridMultilevel"/>
    <w:tmpl w:val="60B0CA00"/>
    <w:lvl w:ilvl="0" w:tplc="DF1CF6E6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auto"/>
        <w:sz w:val="22"/>
      </w:rPr>
    </w:lvl>
    <w:lvl w:ilvl="1" w:tplc="6E82E73C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Times New Roman" w:hint="default"/>
      </w:rPr>
    </w:lvl>
    <w:lvl w:ilvl="2" w:tplc="6E066DA8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600AC59C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A5066530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Times New Roman" w:hint="default"/>
      </w:rPr>
    </w:lvl>
    <w:lvl w:ilvl="5" w:tplc="805CE93C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DE653FE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8D86BE3C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Times New Roman" w:hint="default"/>
      </w:rPr>
    </w:lvl>
    <w:lvl w:ilvl="8" w:tplc="82F0CCC4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1AFD098C"/>
    <w:multiLevelType w:val="multilevel"/>
    <w:tmpl w:val="D07A6A5A"/>
    <w:lvl w:ilvl="0">
      <w:start w:val="1"/>
      <w:numFmt w:val="decimal"/>
      <w:pStyle w:val="Style1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1B1818F6"/>
    <w:multiLevelType w:val="hybridMultilevel"/>
    <w:tmpl w:val="493007AA"/>
    <w:lvl w:ilvl="0" w:tplc="A7F4B124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b w:val="0"/>
        <w:bCs w:val="0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5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335040EB"/>
    <w:multiLevelType w:val="singleLevel"/>
    <w:tmpl w:val="5A92EACE"/>
    <w:lvl w:ilvl="0">
      <w:start w:val="1"/>
      <w:numFmt w:val="bullet"/>
      <w:pStyle w:val="Style2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7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8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9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0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4F135D2E"/>
    <w:multiLevelType w:val="hybridMultilevel"/>
    <w:tmpl w:val="3522E9FE"/>
    <w:lvl w:ilvl="0" w:tplc="69B23E58">
      <w:start w:val="1"/>
      <w:numFmt w:val="bullet"/>
      <w:lvlText w:val="-"/>
      <w:lvlJc w:val="left"/>
      <w:pPr>
        <w:ind w:left="126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57CD2D6C"/>
    <w:multiLevelType w:val="hybridMultilevel"/>
    <w:tmpl w:val="1CB00778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6E82E73C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Times New Roman" w:hint="default"/>
      </w:rPr>
    </w:lvl>
    <w:lvl w:ilvl="2" w:tplc="6E066DA8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600AC59C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A5066530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Times New Roman" w:hint="default"/>
      </w:rPr>
    </w:lvl>
    <w:lvl w:ilvl="5" w:tplc="805CE93C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DE653FE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8D86BE3C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Times New Roman" w:hint="default"/>
      </w:rPr>
    </w:lvl>
    <w:lvl w:ilvl="8" w:tplc="82F0CCC4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 w15:restartNumberingAfterBreak="0">
    <w:nsid w:val="59670FA9"/>
    <w:multiLevelType w:val="hybridMultilevel"/>
    <w:tmpl w:val="7368FB44"/>
    <w:lvl w:ilvl="0" w:tplc="ED64D126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431023"/>
    <w:multiLevelType w:val="hybridMultilevel"/>
    <w:tmpl w:val="0E8A08DA"/>
    <w:lvl w:ilvl="0" w:tplc="AFE099C8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27" w15:restartNumberingAfterBreak="0">
    <w:nsid w:val="665C1C30"/>
    <w:multiLevelType w:val="hybridMultilevel"/>
    <w:tmpl w:val="B0B0029A"/>
    <w:lvl w:ilvl="0" w:tplc="151AFC96">
      <w:start w:val="1"/>
      <w:numFmt w:val="thaiLetters"/>
      <w:lvlText w:val="%1."/>
      <w:lvlJc w:val="left"/>
      <w:pPr>
        <w:ind w:left="720" w:hanging="360"/>
      </w:pPr>
      <w:rPr>
        <w:rFonts w:ascii="Angsana New" w:hAnsi="Angsana New" w:cs="Angsana New" w:hint="default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9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FC71A0"/>
    <w:multiLevelType w:val="multilevel"/>
    <w:tmpl w:val="6332E41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/>
        <w:bCs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1" w15:restartNumberingAfterBreak="0">
    <w:nsid w:val="737C2117"/>
    <w:multiLevelType w:val="hybridMultilevel"/>
    <w:tmpl w:val="ACF0E36C"/>
    <w:lvl w:ilvl="0" w:tplc="C820EA42">
      <w:start w:val="10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 w16cid:durableId="480924415">
    <w:abstractNumId w:val="6"/>
  </w:num>
  <w:num w:numId="2" w16cid:durableId="224029437">
    <w:abstractNumId w:val="5"/>
  </w:num>
  <w:num w:numId="3" w16cid:durableId="1438481943">
    <w:abstractNumId w:val="9"/>
  </w:num>
  <w:num w:numId="4" w16cid:durableId="752505767">
    <w:abstractNumId w:val="7"/>
  </w:num>
  <w:num w:numId="5" w16cid:durableId="888763827">
    <w:abstractNumId w:val="8"/>
  </w:num>
  <w:num w:numId="6" w16cid:durableId="94596367">
    <w:abstractNumId w:val="3"/>
  </w:num>
  <w:num w:numId="7" w16cid:durableId="33502723">
    <w:abstractNumId w:val="2"/>
  </w:num>
  <w:num w:numId="8" w16cid:durableId="1330211953">
    <w:abstractNumId w:val="0"/>
  </w:num>
  <w:num w:numId="9" w16cid:durableId="486942489">
    <w:abstractNumId w:val="1"/>
  </w:num>
  <w:num w:numId="10" w16cid:durableId="770275361">
    <w:abstractNumId w:val="4"/>
  </w:num>
  <w:num w:numId="11" w16cid:durableId="1790464866">
    <w:abstractNumId w:val="17"/>
  </w:num>
  <w:num w:numId="12" w16cid:durableId="902909241">
    <w:abstractNumId w:val="14"/>
  </w:num>
  <w:num w:numId="13" w16cid:durableId="1786465772">
    <w:abstractNumId w:val="28"/>
  </w:num>
  <w:num w:numId="14" w16cid:durableId="1399396384">
    <w:abstractNumId w:val="15"/>
  </w:num>
  <w:num w:numId="15" w16cid:durableId="241068622">
    <w:abstractNumId w:val="18"/>
  </w:num>
  <w:num w:numId="16" w16cid:durableId="756443333">
    <w:abstractNumId w:val="30"/>
  </w:num>
  <w:num w:numId="17" w16cid:durableId="1753235369">
    <w:abstractNumId w:val="11"/>
  </w:num>
  <w:num w:numId="18" w16cid:durableId="15576605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560079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64269032">
    <w:abstractNumId w:val="29"/>
  </w:num>
  <w:num w:numId="21" w16cid:durableId="660235218">
    <w:abstractNumId w:val="22"/>
  </w:num>
  <w:num w:numId="22" w16cid:durableId="1391539038">
    <w:abstractNumId w:val="23"/>
  </w:num>
  <w:num w:numId="23" w16cid:durableId="1027607344">
    <w:abstractNumId w:val="16"/>
  </w:num>
  <w:num w:numId="24" w16cid:durableId="1503544196">
    <w:abstractNumId w:val="21"/>
  </w:num>
  <w:num w:numId="25" w16cid:durableId="310797609">
    <w:abstractNumId w:val="20"/>
  </w:num>
  <w:num w:numId="26" w16cid:durableId="1534077416">
    <w:abstractNumId w:val="12"/>
  </w:num>
  <w:num w:numId="27" w16cid:durableId="1056512002">
    <w:abstractNumId w:val="19"/>
  </w:num>
  <w:num w:numId="28" w16cid:durableId="1148549509">
    <w:abstractNumId w:val="23"/>
  </w:num>
  <w:num w:numId="29" w16cid:durableId="1527216027">
    <w:abstractNumId w:val="10"/>
  </w:num>
  <w:num w:numId="30" w16cid:durableId="550069650">
    <w:abstractNumId w:val="24"/>
  </w:num>
  <w:num w:numId="31" w16cid:durableId="1814639401">
    <w:abstractNumId w:val="32"/>
  </w:num>
  <w:num w:numId="32" w16cid:durableId="861116">
    <w:abstractNumId w:val="26"/>
  </w:num>
  <w:num w:numId="33" w16cid:durableId="261838128">
    <w:abstractNumId w:val="31"/>
  </w:num>
  <w:num w:numId="34" w16cid:durableId="1909461230">
    <w:abstractNumId w:val="29"/>
  </w:num>
  <w:num w:numId="35" w16cid:durableId="685711535">
    <w:abstractNumId w:val="22"/>
  </w:num>
  <w:num w:numId="36" w16cid:durableId="186531429">
    <w:abstractNumId w:val="16"/>
  </w:num>
  <w:num w:numId="37" w16cid:durableId="50887743">
    <w:abstractNumId w:val="21"/>
  </w:num>
  <w:num w:numId="38" w16cid:durableId="181632117">
    <w:abstractNumId w:val="2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6C2"/>
    <w:rsid w:val="00000519"/>
    <w:rsid w:val="000005FC"/>
    <w:rsid w:val="00000D7A"/>
    <w:rsid w:val="00000DA9"/>
    <w:rsid w:val="0000113A"/>
    <w:rsid w:val="000013E3"/>
    <w:rsid w:val="0000155D"/>
    <w:rsid w:val="00001A22"/>
    <w:rsid w:val="00001B45"/>
    <w:rsid w:val="00001CDF"/>
    <w:rsid w:val="00001F9D"/>
    <w:rsid w:val="00002377"/>
    <w:rsid w:val="0000245D"/>
    <w:rsid w:val="00002620"/>
    <w:rsid w:val="0000291C"/>
    <w:rsid w:val="00002B1F"/>
    <w:rsid w:val="00002E24"/>
    <w:rsid w:val="000036F9"/>
    <w:rsid w:val="00003A8F"/>
    <w:rsid w:val="00003D90"/>
    <w:rsid w:val="00004681"/>
    <w:rsid w:val="000047EA"/>
    <w:rsid w:val="00005193"/>
    <w:rsid w:val="0000528E"/>
    <w:rsid w:val="00005444"/>
    <w:rsid w:val="00005497"/>
    <w:rsid w:val="00005502"/>
    <w:rsid w:val="00005EA5"/>
    <w:rsid w:val="00006838"/>
    <w:rsid w:val="00006BA7"/>
    <w:rsid w:val="00006BFA"/>
    <w:rsid w:val="00006C60"/>
    <w:rsid w:val="00006E4F"/>
    <w:rsid w:val="00006F01"/>
    <w:rsid w:val="0000721C"/>
    <w:rsid w:val="00007598"/>
    <w:rsid w:val="00007657"/>
    <w:rsid w:val="0000777D"/>
    <w:rsid w:val="000078C6"/>
    <w:rsid w:val="000079AB"/>
    <w:rsid w:val="00007C5E"/>
    <w:rsid w:val="00007F2C"/>
    <w:rsid w:val="0001004E"/>
    <w:rsid w:val="0001035F"/>
    <w:rsid w:val="00010897"/>
    <w:rsid w:val="00010959"/>
    <w:rsid w:val="00010E30"/>
    <w:rsid w:val="00010FA3"/>
    <w:rsid w:val="000114BE"/>
    <w:rsid w:val="0001176F"/>
    <w:rsid w:val="00011C53"/>
    <w:rsid w:val="00011D8F"/>
    <w:rsid w:val="00011FE4"/>
    <w:rsid w:val="0001260E"/>
    <w:rsid w:val="00012AC8"/>
    <w:rsid w:val="00012C5A"/>
    <w:rsid w:val="00012F16"/>
    <w:rsid w:val="00013278"/>
    <w:rsid w:val="000132ED"/>
    <w:rsid w:val="00013415"/>
    <w:rsid w:val="000134A8"/>
    <w:rsid w:val="00013792"/>
    <w:rsid w:val="00013B9E"/>
    <w:rsid w:val="00013C6C"/>
    <w:rsid w:val="00013D2E"/>
    <w:rsid w:val="0001445F"/>
    <w:rsid w:val="000146CB"/>
    <w:rsid w:val="00014733"/>
    <w:rsid w:val="00014AAD"/>
    <w:rsid w:val="00014BB5"/>
    <w:rsid w:val="00015022"/>
    <w:rsid w:val="000152F6"/>
    <w:rsid w:val="0001574B"/>
    <w:rsid w:val="000157B7"/>
    <w:rsid w:val="0001587F"/>
    <w:rsid w:val="00015C25"/>
    <w:rsid w:val="00015E87"/>
    <w:rsid w:val="0001622C"/>
    <w:rsid w:val="000168E6"/>
    <w:rsid w:val="00016D82"/>
    <w:rsid w:val="00017361"/>
    <w:rsid w:val="00017399"/>
    <w:rsid w:val="00017418"/>
    <w:rsid w:val="00017463"/>
    <w:rsid w:val="000174CB"/>
    <w:rsid w:val="00017622"/>
    <w:rsid w:val="0001769A"/>
    <w:rsid w:val="000176D0"/>
    <w:rsid w:val="00017AED"/>
    <w:rsid w:val="00017F57"/>
    <w:rsid w:val="00020346"/>
    <w:rsid w:val="000203D5"/>
    <w:rsid w:val="00020696"/>
    <w:rsid w:val="000210EB"/>
    <w:rsid w:val="000214E7"/>
    <w:rsid w:val="000218B0"/>
    <w:rsid w:val="000219FD"/>
    <w:rsid w:val="00022155"/>
    <w:rsid w:val="000226BF"/>
    <w:rsid w:val="000228E5"/>
    <w:rsid w:val="0002294B"/>
    <w:rsid w:val="00022A1A"/>
    <w:rsid w:val="00022B99"/>
    <w:rsid w:val="00022CA1"/>
    <w:rsid w:val="000233A3"/>
    <w:rsid w:val="000235ED"/>
    <w:rsid w:val="00023855"/>
    <w:rsid w:val="0002389C"/>
    <w:rsid w:val="000239AD"/>
    <w:rsid w:val="00023C68"/>
    <w:rsid w:val="00024116"/>
    <w:rsid w:val="0002435A"/>
    <w:rsid w:val="000247AE"/>
    <w:rsid w:val="00024B77"/>
    <w:rsid w:val="0002524D"/>
    <w:rsid w:val="0002526B"/>
    <w:rsid w:val="000256B1"/>
    <w:rsid w:val="0002578B"/>
    <w:rsid w:val="0002579F"/>
    <w:rsid w:val="00025AFC"/>
    <w:rsid w:val="00025B5E"/>
    <w:rsid w:val="00025BD4"/>
    <w:rsid w:val="00025E9F"/>
    <w:rsid w:val="00026206"/>
    <w:rsid w:val="000262E0"/>
    <w:rsid w:val="000264D2"/>
    <w:rsid w:val="0002694E"/>
    <w:rsid w:val="00026BA9"/>
    <w:rsid w:val="00026BEF"/>
    <w:rsid w:val="00026C38"/>
    <w:rsid w:val="00026F22"/>
    <w:rsid w:val="000275D0"/>
    <w:rsid w:val="00027735"/>
    <w:rsid w:val="0002788B"/>
    <w:rsid w:val="000278EB"/>
    <w:rsid w:val="00027C4A"/>
    <w:rsid w:val="00027DF9"/>
    <w:rsid w:val="00027EBF"/>
    <w:rsid w:val="00027F49"/>
    <w:rsid w:val="0003016A"/>
    <w:rsid w:val="00030199"/>
    <w:rsid w:val="00030428"/>
    <w:rsid w:val="00030443"/>
    <w:rsid w:val="000304DD"/>
    <w:rsid w:val="0003063B"/>
    <w:rsid w:val="00030ABC"/>
    <w:rsid w:val="00030B02"/>
    <w:rsid w:val="00030D77"/>
    <w:rsid w:val="00030E00"/>
    <w:rsid w:val="00031270"/>
    <w:rsid w:val="0003137A"/>
    <w:rsid w:val="000314FA"/>
    <w:rsid w:val="00031791"/>
    <w:rsid w:val="00031A0D"/>
    <w:rsid w:val="00031C46"/>
    <w:rsid w:val="00031CD2"/>
    <w:rsid w:val="00032240"/>
    <w:rsid w:val="0003241F"/>
    <w:rsid w:val="0003247B"/>
    <w:rsid w:val="000324CA"/>
    <w:rsid w:val="000324EF"/>
    <w:rsid w:val="00032852"/>
    <w:rsid w:val="00032C93"/>
    <w:rsid w:val="000330D2"/>
    <w:rsid w:val="00033278"/>
    <w:rsid w:val="000335B5"/>
    <w:rsid w:val="0003392B"/>
    <w:rsid w:val="00033B32"/>
    <w:rsid w:val="00033B45"/>
    <w:rsid w:val="00034195"/>
    <w:rsid w:val="00034776"/>
    <w:rsid w:val="00034C7C"/>
    <w:rsid w:val="00034F14"/>
    <w:rsid w:val="000351C3"/>
    <w:rsid w:val="000351F3"/>
    <w:rsid w:val="0003541D"/>
    <w:rsid w:val="000354ED"/>
    <w:rsid w:val="00036001"/>
    <w:rsid w:val="00036023"/>
    <w:rsid w:val="000369E3"/>
    <w:rsid w:val="00036AD0"/>
    <w:rsid w:val="00036CBF"/>
    <w:rsid w:val="000370DF"/>
    <w:rsid w:val="0003723C"/>
    <w:rsid w:val="0003724C"/>
    <w:rsid w:val="00037303"/>
    <w:rsid w:val="000375C6"/>
    <w:rsid w:val="00037665"/>
    <w:rsid w:val="00037861"/>
    <w:rsid w:val="000379FF"/>
    <w:rsid w:val="00037A91"/>
    <w:rsid w:val="00037AB6"/>
    <w:rsid w:val="00037B93"/>
    <w:rsid w:val="00037F9B"/>
    <w:rsid w:val="00037FFB"/>
    <w:rsid w:val="00040B06"/>
    <w:rsid w:val="00040B37"/>
    <w:rsid w:val="00040C52"/>
    <w:rsid w:val="00040DF0"/>
    <w:rsid w:val="00041068"/>
    <w:rsid w:val="00041359"/>
    <w:rsid w:val="000413CD"/>
    <w:rsid w:val="00041431"/>
    <w:rsid w:val="0004180A"/>
    <w:rsid w:val="0004185A"/>
    <w:rsid w:val="000419E6"/>
    <w:rsid w:val="00041E6F"/>
    <w:rsid w:val="00042070"/>
    <w:rsid w:val="00042447"/>
    <w:rsid w:val="0004262B"/>
    <w:rsid w:val="0004266B"/>
    <w:rsid w:val="00042863"/>
    <w:rsid w:val="00042A66"/>
    <w:rsid w:val="00042DC8"/>
    <w:rsid w:val="00042ECA"/>
    <w:rsid w:val="00043034"/>
    <w:rsid w:val="00043058"/>
    <w:rsid w:val="0004309C"/>
    <w:rsid w:val="000434FE"/>
    <w:rsid w:val="000436D1"/>
    <w:rsid w:val="000438E8"/>
    <w:rsid w:val="00043982"/>
    <w:rsid w:val="000439B7"/>
    <w:rsid w:val="00043CB9"/>
    <w:rsid w:val="000440B1"/>
    <w:rsid w:val="000440DB"/>
    <w:rsid w:val="00044137"/>
    <w:rsid w:val="000441AE"/>
    <w:rsid w:val="00044269"/>
    <w:rsid w:val="0004431A"/>
    <w:rsid w:val="000447E8"/>
    <w:rsid w:val="00044817"/>
    <w:rsid w:val="000448C1"/>
    <w:rsid w:val="000449F5"/>
    <w:rsid w:val="00044BF1"/>
    <w:rsid w:val="00044CBA"/>
    <w:rsid w:val="00044F7F"/>
    <w:rsid w:val="00045091"/>
    <w:rsid w:val="00045178"/>
    <w:rsid w:val="00045350"/>
    <w:rsid w:val="00045556"/>
    <w:rsid w:val="00045E3F"/>
    <w:rsid w:val="00045ECF"/>
    <w:rsid w:val="000460B9"/>
    <w:rsid w:val="000467C8"/>
    <w:rsid w:val="00046A6C"/>
    <w:rsid w:val="00046D85"/>
    <w:rsid w:val="00046E6B"/>
    <w:rsid w:val="000477E5"/>
    <w:rsid w:val="00047A85"/>
    <w:rsid w:val="00047B7F"/>
    <w:rsid w:val="00047F60"/>
    <w:rsid w:val="0005023C"/>
    <w:rsid w:val="00050592"/>
    <w:rsid w:val="00051522"/>
    <w:rsid w:val="000518DA"/>
    <w:rsid w:val="00051920"/>
    <w:rsid w:val="0005196C"/>
    <w:rsid w:val="00051994"/>
    <w:rsid w:val="00051BDC"/>
    <w:rsid w:val="00051BDE"/>
    <w:rsid w:val="00052547"/>
    <w:rsid w:val="00052D29"/>
    <w:rsid w:val="00052E75"/>
    <w:rsid w:val="00053079"/>
    <w:rsid w:val="000534BE"/>
    <w:rsid w:val="00053938"/>
    <w:rsid w:val="00053D9E"/>
    <w:rsid w:val="00054074"/>
    <w:rsid w:val="00054487"/>
    <w:rsid w:val="0005457E"/>
    <w:rsid w:val="00054691"/>
    <w:rsid w:val="00054896"/>
    <w:rsid w:val="00054B6D"/>
    <w:rsid w:val="00054C08"/>
    <w:rsid w:val="00054CBD"/>
    <w:rsid w:val="00054CF1"/>
    <w:rsid w:val="00054D73"/>
    <w:rsid w:val="00054E4E"/>
    <w:rsid w:val="000554B1"/>
    <w:rsid w:val="00055EBA"/>
    <w:rsid w:val="000560BA"/>
    <w:rsid w:val="00056831"/>
    <w:rsid w:val="00056A55"/>
    <w:rsid w:val="00056FF4"/>
    <w:rsid w:val="00057179"/>
    <w:rsid w:val="000572B9"/>
    <w:rsid w:val="0005746E"/>
    <w:rsid w:val="000575A5"/>
    <w:rsid w:val="00057604"/>
    <w:rsid w:val="00057C88"/>
    <w:rsid w:val="0006009D"/>
    <w:rsid w:val="000600D5"/>
    <w:rsid w:val="000606AF"/>
    <w:rsid w:val="000611E5"/>
    <w:rsid w:val="000611EA"/>
    <w:rsid w:val="00061355"/>
    <w:rsid w:val="0006158D"/>
    <w:rsid w:val="000618CA"/>
    <w:rsid w:val="00061E63"/>
    <w:rsid w:val="000621FA"/>
    <w:rsid w:val="000621FD"/>
    <w:rsid w:val="00062202"/>
    <w:rsid w:val="00062455"/>
    <w:rsid w:val="000624ED"/>
    <w:rsid w:val="00062A7A"/>
    <w:rsid w:val="00062ADC"/>
    <w:rsid w:val="00062B9A"/>
    <w:rsid w:val="00062F23"/>
    <w:rsid w:val="0006335F"/>
    <w:rsid w:val="0006367C"/>
    <w:rsid w:val="000637A9"/>
    <w:rsid w:val="00063AFF"/>
    <w:rsid w:val="00063BD8"/>
    <w:rsid w:val="0006448C"/>
    <w:rsid w:val="00064632"/>
    <w:rsid w:val="00064A31"/>
    <w:rsid w:val="00064D62"/>
    <w:rsid w:val="00064F19"/>
    <w:rsid w:val="0006513B"/>
    <w:rsid w:val="000652DA"/>
    <w:rsid w:val="00065508"/>
    <w:rsid w:val="00065CF3"/>
    <w:rsid w:val="00065F11"/>
    <w:rsid w:val="00065FAD"/>
    <w:rsid w:val="00066FC3"/>
    <w:rsid w:val="000670F6"/>
    <w:rsid w:val="00067307"/>
    <w:rsid w:val="00067942"/>
    <w:rsid w:val="00067D8E"/>
    <w:rsid w:val="00067F1A"/>
    <w:rsid w:val="00067F25"/>
    <w:rsid w:val="000702C9"/>
    <w:rsid w:val="000708C1"/>
    <w:rsid w:val="00071434"/>
    <w:rsid w:val="00071553"/>
    <w:rsid w:val="00071775"/>
    <w:rsid w:val="00071904"/>
    <w:rsid w:val="0007199D"/>
    <w:rsid w:val="00071E21"/>
    <w:rsid w:val="00072261"/>
    <w:rsid w:val="000726C1"/>
    <w:rsid w:val="00072C16"/>
    <w:rsid w:val="00072D9D"/>
    <w:rsid w:val="00072FDB"/>
    <w:rsid w:val="00073A0F"/>
    <w:rsid w:val="00073D91"/>
    <w:rsid w:val="00073FE1"/>
    <w:rsid w:val="00074247"/>
    <w:rsid w:val="0007432E"/>
    <w:rsid w:val="000746A1"/>
    <w:rsid w:val="00074BDE"/>
    <w:rsid w:val="00074C0D"/>
    <w:rsid w:val="000758E9"/>
    <w:rsid w:val="000761A3"/>
    <w:rsid w:val="000769AC"/>
    <w:rsid w:val="000769EC"/>
    <w:rsid w:val="00076A80"/>
    <w:rsid w:val="00076B9B"/>
    <w:rsid w:val="00076D5A"/>
    <w:rsid w:val="00076F29"/>
    <w:rsid w:val="00077132"/>
    <w:rsid w:val="000772D4"/>
    <w:rsid w:val="00077B8E"/>
    <w:rsid w:val="00077FB5"/>
    <w:rsid w:val="000802E6"/>
    <w:rsid w:val="0008040B"/>
    <w:rsid w:val="00080420"/>
    <w:rsid w:val="000804E9"/>
    <w:rsid w:val="000807D0"/>
    <w:rsid w:val="00080E88"/>
    <w:rsid w:val="00080F30"/>
    <w:rsid w:val="00081212"/>
    <w:rsid w:val="000815BF"/>
    <w:rsid w:val="000817D7"/>
    <w:rsid w:val="00081898"/>
    <w:rsid w:val="000819B2"/>
    <w:rsid w:val="00081BBB"/>
    <w:rsid w:val="0008241A"/>
    <w:rsid w:val="00082D5D"/>
    <w:rsid w:val="00082EA5"/>
    <w:rsid w:val="00082FBE"/>
    <w:rsid w:val="00083049"/>
    <w:rsid w:val="00083489"/>
    <w:rsid w:val="00083532"/>
    <w:rsid w:val="000837EE"/>
    <w:rsid w:val="00083B42"/>
    <w:rsid w:val="00083B65"/>
    <w:rsid w:val="00083D62"/>
    <w:rsid w:val="0008412A"/>
    <w:rsid w:val="00084434"/>
    <w:rsid w:val="00084A7D"/>
    <w:rsid w:val="00084D0B"/>
    <w:rsid w:val="00084ED8"/>
    <w:rsid w:val="000853C5"/>
    <w:rsid w:val="00085A22"/>
    <w:rsid w:val="00085E61"/>
    <w:rsid w:val="00085E64"/>
    <w:rsid w:val="000860DA"/>
    <w:rsid w:val="00086678"/>
    <w:rsid w:val="00086743"/>
    <w:rsid w:val="00086792"/>
    <w:rsid w:val="00086840"/>
    <w:rsid w:val="00086D91"/>
    <w:rsid w:val="00086E8C"/>
    <w:rsid w:val="000870D6"/>
    <w:rsid w:val="0008760C"/>
    <w:rsid w:val="00087B8A"/>
    <w:rsid w:val="00087CA3"/>
    <w:rsid w:val="0009004A"/>
    <w:rsid w:val="000900BB"/>
    <w:rsid w:val="000901F2"/>
    <w:rsid w:val="000904CB"/>
    <w:rsid w:val="0009077F"/>
    <w:rsid w:val="0009079D"/>
    <w:rsid w:val="00090916"/>
    <w:rsid w:val="000909FC"/>
    <w:rsid w:val="00090E59"/>
    <w:rsid w:val="000912CF"/>
    <w:rsid w:val="0009140D"/>
    <w:rsid w:val="00091495"/>
    <w:rsid w:val="0009169D"/>
    <w:rsid w:val="00091751"/>
    <w:rsid w:val="00091879"/>
    <w:rsid w:val="000919FC"/>
    <w:rsid w:val="00091A5B"/>
    <w:rsid w:val="0009260C"/>
    <w:rsid w:val="0009267B"/>
    <w:rsid w:val="000926E1"/>
    <w:rsid w:val="00092BA3"/>
    <w:rsid w:val="00092CF9"/>
    <w:rsid w:val="00093021"/>
    <w:rsid w:val="00093193"/>
    <w:rsid w:val="00093274"/>
    <w:rsid w:val="000932C3"/>
    <w:rsid w:val="000933BA"/>
    <w:rsid w:val="00093537"/>
    <w:rsid w:val="0009353E"/>
    <w:rsid w:val="000936A8"/>
    <w:rsid w:val="00093844"/>
    <w:rsid w:val="000938FB"/>
    <w:rsid w:val="00093912"/>
    <w:rsid w:val="00094502"/>
    <w:rsid w:val="00094772"/>
    <w:rsid w:val="000947BB"/>
    <w:rsid w:val="00094B90"/>
    <w:rsid w:val="00094D3A"/>
    <w:rsid w:val="00095354"/>
    <w:rsid w:val="00095444"/>
    <w:rsid w:val="00095510"/>
    <w:rsid w:val="0009569B"/>
    <w:rsid w:val="00095CD4"/>
    <w:rsid w:val="00096015"/>
    <w:rsid w:val="00096028"/>
    <w:rsid w:val="000967BD"/>
    <w:rsid w:val="000968BA"/>
    <w:rsid w:val="00096A47"/>
    <w:rsid w:val="00096A5E"/>
    <w:rsid w:val="0009734D"/>
    <w:rsid w:val="00097413"/>
    <w:rsid w:val="000976FF"/>
    <w:rsid w:val="000979F9"/>
    <w:rsid w:val="00097B31"/>
    <w:rsid w:val="00097CFD"/>
    <w:rsid w:val="00097E01"/>
    <w:rsid w:val="00097F6F"/>
    <w:rsid w:val="00097FEF"/>
    <w:rsid w:val="000A06B0"/>
    <w:rsid w:val="000A0A6D"/>
    <w:rsid w:val="000A0D40"/>
    <w:rsid w:val="000A0F4D"/>
    <w:rsid w:val="000A1168"/>
    <w:rsid w:val="000A117F"/>
    <w:rsid w:val="000A13C5"/>
    <w:rsid w:val="000A18A1"/>
    <w:rsid w:val="000A19F3"/>
    <w:rsid w:val="000A1BA6"/>
    <w:rsid w:val="000A2141"/>
    <w:rsid w:val="000A2516"/>
    <w:rsid w:val="000A2637"/>
    <w:rsid w:val="000A2A21"/>
    <w:rsid w:val="000A3065"/>
    <w:rsid w:val="000A3104"/>
    <w:rsid w:val="000A31D7"/>
    <w:rsid w:val="000A3407"/>
    <w:rsid w:val="000A349B"/>
    <w:rsid w:val="000A36C7"/>
    <w:rsid w:val="000A3970"/>
    <w:rsid w:val="000A3C04"/>
    <w:rsid w:val="000A3D75"/>
    <w:rsid w:val="000A3D90"/>
    <w:rsid w:val="000A3F54"/>
    <w:rsid w:val="000A3F56"/>
    <w:rsid w:val="000A409E"/>
    <w:rsid w:val="000A44BB"/>
    <w:rsid w:val="000A44D6"/>
    <w:rsid w:val="000A4668"/>
    <w:rsid w:val="000A47A5"/>
    <w:rsid w:val="000A4A91"/>
    <w:rsid w:val="000A4C67"/>
    <w:rsid w:val="000A5022"/>
    <w:rsid w:val="000A527F"/>
    <w:rsid w:val="000A5409"/>
    <w:rsid w:val="000A5567"/>
    <w:rsid w:val="000A55BB"/>
    <w:rsid w:val="000A574D"/>
    <w:rsid w:val="000A599A"/>
    <w:rsid w:val="000A5C7B"/>
    <w:rsid w:val="000A5D30"/>
    <w:rsid w:val="000A6270"/>
    <w:rsid w:val="000A6353"/>
    <w:rsid w:val="000A665A"/>
    <w:rsid w:val="000A6913"/>
    <w:rsid w:val="000A69B3"/>
    <w:rsid w:val="000A6D5E"/>
    <w:rsid w:val="000A6E37"/>
    <w:rsid w:val="000A6EC9"/>
    <w:rsid w:val="000A6ECD"/>
    <w:rsid w:val="000A711B"/>
    <w:rsid w:val="000A727E"/>
    <w:rsid w:val="000A73B7"/>
    <w:rsid w:val="000A7566"/>
    <w:rsid w:val="000A7961"/>
    <w:rsid w:val="000A7C7D"/>
    <w:rsid w:val="000A7D6E"/>
    <w:rsid w:val="000A7E5A"/>
    <w:rsid w:val="000A7F7A"/>
    <w:rsid w:val="000A7F7F"/>
    <w:rsid w:val="000B0706"/>
    <w:rsid w:val="000B0B6E"/>
    <w:rsid w:val="000B10E5"/>
    <w:rsid w:val="000B1463"/>
    <w:rsid w:val="000B1701"/>
    <w:rsid w:val="000B171F"/>
    <w:rsid w:val="000B177F"/>
    <w:rsid w:val="000B1BC3"/>
    <w:rsid w:val="000B1C92"/>
    <w:rsid w:val="000B2444"/>
    <w:rsid w:val="000B2A77"/>
    <w:rsid w:val="000B30AE"/>
    <w:rsid w:val="000B3606"/>
    <w:rsid w:val="000B36E3"/>
    <w:rsid w:val="000B4141"/>
    <w:rsid w:val="000B4821"/>
    <w:rsid w:val="000B49DA"/>
    <w:rsid w:val="000B53DE"/>
    <w:rsid w:val="000B5955"/>
    <w:rsid w:val="000B5A72"/>
    <w:rsid w:val="000B5B72"/>
    <w:rsid w:val="000B5BEC"/>
    <w:rsid w:val="000B5D80"/>
    <w:rsid w:val="000B5DC1"/>
    <w:rsid w:val="000B5F86"/>
    <w:rsid w:val="000B6464"/>
    <w:rsid w:val="000B64BB"/>
    <w:rsid w:val="000B68B2"/>
    <w:rsid w:val="000B6B51"/>
    <w:rsid w:val="000B6E36"/>
    <w:rsid w:val="000B71B2"/>
    <w:rsid w:val="000B771B"/>
    <w:rsid w:val="000B78AA"/>
    <w:rsid w:val="000C005E"/>
    <w:rsid w:val="000C00F1"/>
    <w:rsid w:val="000C024F"/>
    <w:rsid w:val="000C02C2"/>
    <w:rsid w:val="000C09B2"/>
    <w:rsid w:val="000C0B99"/>
    <w:rsid w:val="000C0EFF"/>
    <w:rsid w:val="000C12A9"/>
    <w:rsid w:val="000C1440"/>
    <w:rsid w:val="000C1959"/>
    <w:rsid w:val="000C19F3"/>
    <w:rsid w:val="000C1CF8"/>
    <w:rsid w:val="000C1D28"/>
    <w:rsid w:val="000C1D94"/>
    <w:rsid w:val="000C21C9"/>
    <w:rsid w:val="000C21FE"/>
    <w:rsid w:val="000C259D"/>
    <w:rsid w:val="000C2603"/>
    <w:rsid w:val="000C288B"/>
    <w:rsid w:val="000C2A19"/>
    <w:rsid w:val="000C39B3"/>
    <w:rsid w:val="000C3AD4"/>
    <w:rsid w:val="000C3BA8"/>
    <w:rsid w:val="000C4506"/>
    <w:rsid w:val="000C506A"/>
    <w:rsid w:val="000C5365"/>
    <w:rsid w:val="000C55AB"/>
    <w:rsid w:val="000C5759"/>
    <w:rsid w:val="000C5DCA"/>
    <w:rsid w:val="000C5E24"/>
    <w:rsid w:val="000C5EF3"/>
    <w:rsid w:val="000C608C"/>
    <w:rsid w:val="000C61BC"/>
    <w:rsid w:val="000C64C2"/>
    <w:rsid w:val="000C64C9"/>
    <w:rsid w:val="000C6DE9"/>
    <w:rsid w:val="000C6E70"/>
    <w:rsid w:val="000C6F6E"/>
    <w:rsid w:val="000C6FE9"/>
    <w:rsid w:val="000C6FF1"/>
    <w:rsid w:val="000C7715"/>
    <w:rsid w:val="000C77EB"/>
    <w:rsid w:val="000C781F"/>
    <w:rsid w:val="000C794F"/>
    <w:rsid w:val="000C7B47"/>
    <w:rsid w:val="000C7CFF"/>
    <w:rsid w:val="000D0245"/>
    <w:rsid w:val="000D0466"/>
    <w:rsid w:val="000D04C7"/>
    <w:rsid w:val="000D075B"/>
    <w:rsid w:val="000D0A81"/>
    <w:rsid w:val="000D0B19"/>
    <w:rsid w:val="000D0C93"/>
    <w:rsid w:val="000D0DA2"/>
    <w:rsid w:val="000D15FB"/>
    <w:rsid w:val="000D198F"/>
    <w:rsid w:val="000D1C3D"/>
    <w:rsid w:val="000D1C4D"/>
    <w:rsid w:val="000D1CCF"/>
    <w:rsid w:val="000D2162"/>
    <w:rsid w:val="000D2462"/>
    <w:rsid w:val="000D26EA"/>
    <w:rsid w:val="000D27CB"/>
    <w:rsid w:val="000D2A07"/>
    <w:rsid w:val="000D2CD8"/>
    <w:rsid w:val="000D2E4F"/>
    <w:rsid w:val="000D2FC6"/>
    <w:rsid w:val="000D303F"/>
    <w:rsid w:val="000D31C7"/>
    <w:rsid w:val="000D3240"/>
    <w:rsid w:val="000D340E"/>
    <w:rsid w:val="000D35FA"/>
    <w:rsid w:val="000D36FB"/>
    <w:rsid w:val="000D3919"/>
    <w:rsid w:val="000D3CE6"/>
    <w:rsid w:val="000D4190"/>
    <w:rsid w:val="000D4326"/>
    <w:rsid w:val="000D43C2"/>
    <w:rsid w:val="000D47C4"/>
    <w:rsid w:val="000D48A0"/>
    <w:rsid w:val="000D561E"/>
    <w:rsid w:val="000D580D"/>
    <w:rsid w:val="000D5AC3"/>
    <w:rsid w:val="000D5ADB"/>
    <w:rsid w:val="000D5B0E"/>
    <w:rsid w:val="000D5D2D"/>
    <w:rsid w:val="000D5D3E"/>
    <w:rsid w:val="000D5FDD"/>
    <w:rsid w:val="000D60F6"/>
    <w:rsid w:val="000D62FF"/>
    <w:rsid w:val="000D65F2"/>
    <w:rsid w:val="000D6ABB"/>
    <w:rsid w:val="000D6DCD"/>
    <w:rsid w:val="000D6F7D"/>
    <w:rsid w:val="000D72F6"/>
    <w:rsid w:val="000D769C"/>
    <w:rsid w:val="000D7BFE"/>
    <w:rsid w:val="000D7C4F"/>
    <w:rsid w:val="000D7C80"/>
    <w:rsid w:val="000D7D09"/>
    <w:rsid w:val="000D7FD2"/>
    <w:rsid w:val="000E00E0"/>
    <w:rsid w:val="000E03F3"/>
    <w:rsid w:val="000E0555"/>
    <w:rsid w:val="000E0807"/>
    <w:rsid w:val="000E117E"/>
    <w:rsid w:val="000E131E"/>
    <w:rsid w:val="000E1376"/>
    <w:rsid w:val="000E1C70"/>
    <w:rsid w:val="000E1D30"/>
    <w:rsid w:val="000E1E18"/>
    <w:rsid w:val="000E26EE"/>
    <w:rsid w:val="000E2B23"/>
    <w:rsid w:val="000E2E17"/>
    <w:rsid w:val="000E2E46"/>
    <w:rsid w:val="000E3DE0"/>
    <w:rsid w:val="000E4058"/>
    <w:rsid w:val="000E4137"/>
    <w:rsid w:val="000E415C"/>
    <w:rsid w:val="000E432E"/>
    <w:rsid w:val="000E43B4"/>
    <w:rsid w:val="000E4512"/>
    <w:rsid w:val="000E48CD"/>
    <w:rsid w:val="000E4B8E"/>
    <w:rsid w:val="000E4DBE"/>
    <w:rsid w:val="000E4E0B"/>
    <w:rsid w:val="000E5648"/>
    <w:rsid w:val="000E5942"/>
    <w:rsid w:val="000E5D08"/>
    <w:rsid w:val="000E6337"/>
    <w:rsid w:val="000E6497"/>
    <w:rsid w:val="000E66A9"/>
    <w:rsid w:val="000E671D"/>
    <w:rsid w:val="000E6862"/>
    <w:rsid w:val="000E6F12"/>
    <w:rsid w:val="000E7219"/>
    <w:rsid w:val="000E7420"/>
    <w:rsid w:val="000E7AD9"/>
    <w:rsid w:val="000E7B40"/>
    <w:rsid w:val="000E7BF5"/>
    <w:rsid w:val="000E7D89"/>
    <w:rsid w:val="000F0021"/>
    <w:rsid w:val="000F06C7"/>
    <w:rsid w:val="000F1208"/>
    <w:rsid w:val="000F12BE"/>
    <w:rsid w:val="000F1A4E"/>
    <w:rsid w:val="000F1F5D"/>
    <w:rsid w:val="000F2132"/>
    <w:rsid w:val="000F25CD"/>
    <w:rsid w:val="000F2A55"/>
    <w:rsid w:val="000F2E48"/>
    <w:rsid w:val="000F2EC5"/>
    <w:rsid w:val="000F2F2E"/>
    <w:rsid w:val="000F30F8"/>
    <w:rsid w:val="000F3200"/>
    <w:rsid w:val="000F327B"/>
    <w:rsid w:val="000F35CB"/>
    <w:rsid w:val="000F35F1"/>
    <w:rsid w:val="000F37CA"/>
    <w:rsid w:val="000F3B1D"/>
    <w:rsid w:val="000F3E09"/>
    <w:rsid w:val="000F4174"/>
    <w:rsid w:val="000F4ED4"/>
    <w:rsid w:val="000F5155"/>
    <w:rsid w:val="000F522B"/>
    <w:rsid w:val="000F538D"/>
    <w:rsid w:val="000F5D4C"/>
    <w:rsid w:val="000F5E2D"/>
    <w:rsid w:val="000F614D"/>
    <w:rsid w:val="000F644E"/>
    <w:rsid w:val="000F6616"/>
    <w:rsid w:val="000F6776"/>
    <w:rsid w:val="000F680B"/>
    <w:rsid w:val="000F6FAE"/>
    <w:rsid w:val="000F731D"/>
    <w:rsid w:val="000F748C"/>
    <w:rsid w:val="000F75D4"/>
    <w:rsid w:val="000F7F4A"/>
    <w:rsid w:val="00100100"/>
    <w:rsid w:val="001004BD"/>
    <w:rsid w:val="00100804"/>
    <w:rsid w:val="00100866"/>
    <w:rsid w:val="00100A72"/>
    <w:rsid w:val="00100EF2"/>
    <w:rsid w:val="0010140E"/>
    <w:rsid w:val="00101513"/>
    <w:rsid w:val="00101739"/>
    <w:rsid w:val="00101DB0"/>
    <w:rsid w:val="0010204A"/>
    <w:rsid w:val="001021DB"/>
    <w:rsid w:val="001026C6"/>
    <w:rsid w:val="0010280E"/>
    <w:rsid w:val="0010350E"/>
    <w:rsid w:val="00103548"/>
    <w:rsid w:val="00103C3B"/>
    <w:rsid w:val="00103D0D"/>
    <w:rsid w:val="00103D70"/>
    <w:rsid w:val="00103DB7"/>
    <w:rsid w:val="00104019"/>
    <w:rsid w:val="0010412B"/>
    <w:rsid w:val="0010445E"/>
    <w:rsid w:val="00104D62"/>
    <w:rsid w:val="00104D67"/>
    <w:rsid w:val="00104E62"/>
    <w:rsid w:val="00104E9D"/>
    <w:rsid w:val="00104FD4"/>
    <w:rsid w:val="0010531C"/>
    <w:rsid w:val="001054F2"/>
    <w:rsid w:val="00105653"/>
    <w:rsid w:val="001056B4"/>
    <w:rsid w:val="00105705"/>
    <w:rsid w:val="00105BB0"/>
    <w:rsid w:val="00106A20"/>
    <w:rsid w:val="00106C37"/>
    <w:rsid w:val="00106F3E"/>
    <w:rsid w:val="00107286"/>
    <w:rsid w:val="00107300"/>
    <w:rsid w:val="001073FD"/>
    <w:rsid w:val="0010741E"/>
    <w:rsid w:val="001075BD"/>
    <w:rsid w:val="00107774"/>
    <w:rsid w:val="0010796A"/>
    <w:rsid w:val="00107AEB"/>
    <w:rsid w:val="00107EF3"/>
    <w:rsid w:val="00107FC8"/>
    <w:rsid w:val="001102E4"/>
    <w:rsid w:val="00110357"/>
    <w:rsid w:val="0011042C"/>
    <w:rsid w:val="00110589"/>
    <w:rsid w:val="00110868"/>
    <w:rsid w:val="00110CE7"/>
    <w:rsid w:val="00110D42"/>
    <w:rsid w:val="00111159"/>
    <w:rsid w:val="001114B4"/>
    <w:rsid w:val="00111532"/>
    <w:rsid w:val="0011156B"/>
    <w:rsid w:val="001115AE"/>
    <w:rsid w:val="001117F0"/>
    <w:rsid w:val="001118F6"/>
    <w:rsid w:val="00111C4C"/>
    <w:rsid w:val="00111CA6"/>
    <w:rsid w:val="001123C4"/>
    <w:rsid w:val="00112751"/>
    <w:rsid w:val="00112A0D"/>
    <w:rsid w:val="00112A49"/>
    <w:rsid w:val="00112B86"/>
    <w:rsid w:val="00112BFB"/>
    <w:rsid w:val="00112D61"/>
    <w:rsid w:val="001131F1"/>
    <w:rsid w:val="001136D5"/>
    <w:rsid w:val="00113F4B"/>
    <w:rsid w:val="0011445A"/>
    <w:rsid w:val="0011447D"/>
    <w:rsid w:val="001149C0"/>
    <w:rsid w:val="00114C93"/>
    <w:rsid w:val="00114CF3"/>
    <w:rsid w:val="00115384"/>
    <w:rsid w:val="00115990"/>
    <w:rsid w:val="001159A3"/>
    <w:rsid w:val="00115A91"/>
    <w:rsid w:val="00115D8E"/>
    <w:rsid w:val="00116838"/>
    <w:rsid w:val="00116A17"/>
    <w:rsid w:val="00116AD8"/>
    <w:rsid w:val="00116AF9"/>
    <w:rsid w:val="00116BFD"/>
    <w:rsid w:val="00116FDC"/>
    <w:rsid w:val="001171F4"/>
    <w:rsid w:val="00117290"/>
    <w:rsid w:val="00117488"/>
    <w:rsid w:val="001174EA"/>
    <w:rsid w:val="00117716"/>
    <w:rsid w:val="00117776"/>
    <w:rsid w:val="00117797"/>
    <w:rsid w:val="001177A4"/>
    <w:rsid w:val="00117842"/>
    <w:rsid w:val="00117D54"/>
    <w:rsid w:val="00117D98"/>
    <w:rsid w:val="00117DF1"/>
    <w:rsid w:val="00117F5E"/>
    <w:rsid w:val="00120083"/>
    <w:rsid w:val="001203DF"/>
    <w:rsid w:val="00120434"/>
    <w:rsid w:val="00120ABB"/>
    <w:rsid w:val="00120CF4"/>
    <w:rsid w:val="00120FF3"/>
    <w:rsid w:val="0012107D"/>
    <w:rsid w:val="001217BA"/>
    <w:rsid w:val="00121B3C"/>
    <w:rsid w:val="0012201F"/>
    <w:rsid w:val="001221E7"/>
    <w:rsid w:val="001229B2"/>
    <w:rsid w:val="00122C0A"/>
    <w:rsid w:val="00122FF9"/>
    <w:rsid w:val="0012315E"/>
    <w:rsid w:val="00123264"/>
    <w:rsid w:val="00123577"/>
    <w:rsid w:val="001238E5"/>
    <w:rsid w:val="00123B93"/>
    <w:rsid w:val="00123E86"/>
    <w:rsid w:val="00123F38"/>
    <w:rsid w:val="001242F6"/>
    <w:rsid w:val="001244D4"/>
    <w:rsid w:val="00124517"/>
    <w:rsid w:val="001249FE"/>
    <w:rsid w:val="00124C26"/>
    <w:rsid w:val="00124E81"/>
    <w:rsid w:val="001251C7"/>
    <w:rsid w:val="00125355"/>
    <w:rsid w:val="00125B9F"/>
    <w:rsid w:val="00125BA5"/>
    <w:rsid w:val="00125BC2"/>
    <w:rsid w:val="00125CE4"/>
    <w:rsid w:val="00125F8A"/>
    <w:rsid w:val="00125FEE"/>
    <w:rsid w:val="001260C3"/>
    <w:rsid w:val="00126672"/>
    <w:rsid w:val="00126B0C"/>
    <w:rsid w:val="00126C38"/>
    <w:rsid w:val="0012774C"/>
    <w:rsid w:val="00127B2C"/>
    <w:rsid w:val="00127CA1"/>
    <w:rsid w:val="00127EC3"/>
    <w:rsid w:val="0013000F"/>
    <w:rsid w:val="001301F5"/>
    <w:rsid w:val="00130241"/>
    <w:rsid w:val="0013031B"/>
    <w:rsid w:val="0013034C"/>
    <w:rsid w:val="00130975"/>
    <w:rsid w:val="001309B4"/>
    <w:rsid w:val="00130CDA"/>
    <w:rsid w:val="00131668"/>
    <w:rsid w:val="001316C2"/>
    <w:rsid w:val="0013175C"/>
    <w:rsid w:val="00132040"/>
    <w:rsid w:val="001322EF"/>
    <w:rsid w:val="001327F9"/>
    <w:rsid w:val="0013292F"/>
    <w:rsid w:val="0013293B"/>
    <w:rsid w:val="00132A52"/>
    <w:rsid w:val="00132E9B"/>
    <w:rsid w:val="00133286"/>
    <w:rsid w:val="0013358D"/>
    <w:rsid w:val="00133A9C"/>
    <w:rsid w:val="00133C46"/>
    <w:rsid w:val="00133D1F"/>
    <w:rsid w:val="001341BA"/>
    <w:rsid w:val="001342CB"/>
    <w:rsid w:val="0013464F"/>
    <w:rsid w:val="0013471C"/>
    <w:rsid w:val="0013518D"/>
    <w:rsid w:val="00135230"/>
    <w:rsid w:val="001352AD"/>
    <w:rsid w:val="001352C2"/>
    <w:rsid w:val="0013608B"/>
    <w:rsid w:val="0013659F"/>
    <w:rsid w:val="0013696E"/>
    <w:rsid w:val="00136DC2"/>
    <w:rsid w:val="00137605"/>
    <w:rsid w:val="001377D7"/>
    <w:rsid w:val="00137B74"/>
    <w:rsid w:val="00140077"/>
    <w:rsid w:val="001403D1"/>
    <w:rsid w:val="0014040D"/>
    <w:rsid w:val="00140670"/>
    <w:rsid w:val="00140BF0"/>
    <w:rsid w:val="00140C24"/>
    <w:rsid w:val="00140D56"/>
    <w:rsid w:val="00141215"/>
    <w:rsid w:val="001413B0"/>
    <w:rsid w:val="00141557"/>
    <w:rsid w:val="00141954"/>
    <w:rsid w:val="00141BC6"/>
    <w:rsid w:val="00141CEB"/>
    <w:rsid w:val="001420DB"/>
    <w:rsid w:val="00143563"/>
    <w:rsid w:val="001437E2"/>
    <w:rsid w:val="001437F6"/>
    <w:rsid w:val="00143866"/>
    <w:rsid w:val="00143A19"/>
    <w:rsid w:val="00143DC6"/>
    <w:rsid w:val="0014419E"/>
    <w:rsid w:val="00144413"/>
    <w:rsid w:val="00144E77"/>
    <w:rsid w:val="00145062"/>
    <w:rsid w:val="001453C7"/>
    <w:rsid w:val="0014564F"/>
    <w:rsid w:val="001456B0"/>
    <w:rsid w:val="00145B81"/>
    <w:rsid w:val="00145BB9"/>
    <w:rsid w:val="0014630F"/>
    <w:rsid w:val="00146D3C"/>
    <w:rsid w:val="0014707D"/>
    <w:rsid w:val="00147418"/>
    <w:rsid w:val="00147506"/>
    <w:rsid w:val="001477AD"/>
    <w:rsid w:val="00147858"/>
    <w:rsid w:val="00147C86"/>
    <w:rsid w:val="0015026A"/>
    <w:rsid w:val="00150370"/>
    <w:rsid w:val="001506B9"/>
    <w:rsid w:val="001509EE"/>
    <w:rsid w:val="00150CED"/>
    <w:rsid w:val="00150D96"/>
    <w:rsid w:val="00150D9B"/>
    <w:rsid w:val="0015174A"/>
    <w:rsid w:val="001521A1"/>
    <w:rsid w:val="00152A02"/>
    <w:rsid w:val="00152B5D"/>
    <w:rsid w:val="00153013"/>
    <w:rsid w:val="00153553"/>
    <w:rsid w:val="0015358B"/>
    <w:rsid w:val="00153830"/>
    <w:rsid w:val="00153A50"/>
    <w:rsid w:val="00153A79"/>
    <w:rsid w:val="00153BFE"/>
    <w:rsid w:val="00153C82"/>
    <w:rsid w:val="001540AA"/>
    <w:rsid w:val="0015422A"/>
    <w:rsid w:val="00154978"/>
    <w:rsid w:val="00154CBE"/>
    <w:rsid w:val="00154EEF"/>
    <w:rsid w:val="00154F49"/>
    <w:rsid w:val="00155093"/>
    <w:rsid w:val="00155347"/>
    <w:rsid w:val="00155554"/>
    <w:rsid w:val="00155906"/>
    <w:rsid w:val="00155A52"/>
    <w:rsid w:val="00155AD9"/>
    <w:rsid w:val="00155D0A"/>
    <w:rsid w:val="00155E23"/>
    <w:rsid w:val="00156162"/>
    <w:rsid w:val="00156191"/>
    <w:rsid w:val="001565E1"/>
    <w:rsid w:val="00156746"/>
    <w:rsid w:val="00156C48"/>
    <w:rsid w:val="00156D0F"/>
    <w:rsid w:val="00156E71"/>
    <w:rsid w:val="00156E80"/>
    <w:rsid w:val="00156F20"/>
    <w:rsid w:val="00156F97"/>
    <w:rsid w:val="00157044"/>
    <w:rsid w:val="0015785B"/>
    <w:rsid w:val="001579DB"/>
    <w:rsid w:val="00157A82"/>
    <w:rsid w:val="00157EB3"/>
    <w:rsid w:val="00160100"/>
    <w:rsid w:val="0016027D"/>
    <w:rsid w:val="001603F3"/>
    <w:rsid w:val="0016054B"/>
    <w:rsid w:val="00160A62"/>
    <w:rsid w:val="00160A78"/>
    <w:rsid w:val="00160B5D"/>
    <w:rsid w:val="00160CBB"/>
    <w:rsid w:val="00160F08"/>
    <w:rsid w:val="001612F6"/>
    <w:rsid w:val="00161304"/>
    <w:rsid w:val="00161415"/>
    <w:rsid w:val="0016168B"/>
    <w:rsid w:val="0016185B"/>
    <w:rsid w:val="0016196B"/>
    <w:rsid w:val="00161C39"/>
    <w:rsid w:val="00161EEF"/>
    <w:rsid w:val="00161FED"/>
    <w:rsid w:val="00162B18"/>
    <w:rsid w:val="00162BC2"/>
    <w:rsid w:val="00162D58"/>
    <w:rsid w:val="00162F49"/>
    <w:rsid w:val="00162F82"/>
    <w:rsid w:val="00162FC5"/>
    <w:rsid w:val="00163196"/>
    <w:rsid w:val="00163735"/>
    <w:rsid w:val="001637C0"/>
    <w:rsid w:val="00163811"/>
    <w:rsid w:val="00163960"/>
    <w:rsid w:val="00163AA6"/>
    <w:rsid w:val="00163BB2"/>
    <w:rsid w:val="00163FF3"/>
    <w:rsid w:val="0016406B"/>
    <w:rsid w:val="00164237"/>
    <w:rsid w:val="001642F4"/>
    <w:rsid w:val="00164A66"/>
    <w:rsid w:val="00164D16"/>
    <w:rsid w:val="00164E37"/>
    <w:rsid w:val="00164E55"/>
    <w:rsid w:val="00164EF8"/>
    <w:rsid w:val="00165697"/>
    <w:rsid w:val="001657F4"/>
    <w:rsid w:val="00165AFE"/>
    <w:rsid w:val="00165C5D"/>
    <w:rsid w:val="0016607F"/>
    <w:rsid w:val="0016610F"/>
    <w:rsid w:val="001663CB"/>
    <w:rsid w:val="00166559"/>
    <w:rsid w:val="00166567"/>
    <w:rsid w:val="0016656E"/>
    <w:rsid w:val="00166CA9"/>
    <w:rsid w:val="00166F45"/>
    <w:rsid w:val="00167072"/>
    <w:rsid w:val="001673D2"/>
    <w:rsid w:val="001675AD"/>
    <w:rsid w:val="00167649"/>
    <w:rsid w:val="0016773B"/>
    <w:rsid w:val="00167B8D"/>
    <w:rsid w:val="00167C2B"/>
    <w:rsid w:val="00167CF1"/>
    <w:rsid w:val="001702F3"/>
    <w:rsid w:val="00170772"/>
    <w:rsid w:val="00170BFD"/>
    <w:rsid w:val="00170C90"/>
    <w:rsid w:val="00171218"/>
    <w:rsid w:val="00171598"/>
    <w:rsid w:val="0017160C"/>
    <w:rsid w:val="00171765"/>
    <w:rsid w:val="00171A4E"/>
    <w:rsid w:val="00171D9E"/>
    <w:rsid w:val="00171EC4"/>
    <w:rsid w:val="00171F8C"/>
    <w:rsid w:val="00172030"/>
    <w:rsid w:val="00172067"/>
    <w:rsid w:val="00172544"/>
    <w:rsid w:val="001727C0"/>
    <w:rsid w:val="001729EC"/>
    <w:rsid w:val="00172CC6"/>
    <w:rsid w:val="001736DD"/>
    <w:rsid w:val="00173B5C"/>
    <w:rsid w:val="00173CAA"/>
    <w:rsid w:val="00174085"/>
    <w:rsid w:val="00174137"/>
    <w:rsid w:val="0017443B"/>
    <w:rsid w:val="00174497"/>
    <w:rsid w:val="00174701"/>
    <w:rsid w:val="0017490B"/>
    <w:rsid w:val="0017495D"/>
    <w:rsid w:val="00174A73"/>
    <w:rsid w:val="00175464"/>
    <w:rsid w:val="00175687"/>
    <w:rsid w:val="00175A42"/>
    <w:rsid w:val="001760FB"/>
    <w:rsid w:val="00176149"/>
    <w:rsid w:val="00176258"/>
    <w:rsid w:val="001763C2"/>
    <w:rsid w:val="001765A6"/>
    <w:rsid w:val="0017668B"/>
    <w:rsid w:val="00176D1B"/>
    <w:rsid w:val="00176D8F"/>
    <w:rsid w:val="00176DB6"/>
    <w:rsid w:val="0017724C"/>
    <w:rsid w:val="001773DD"/>
    <w:rsid w:val="00177636"/>
    <w:rsid w:val="001776CC"/>
    <w:rsid w:val="00177717"/>
    <w:rsid w:val="001777F3"/>
    <w:rsid w:val="0017788F"/>
    <w:rsid w:val="00177A58"/>
    <w:rsid w:val="00177AD1"/>
    <w:rsid w:val="00177C02"/>
    <w:rsid w:val="00177E1E"/>
    <w:rsid w:val="001803BC"/>
    <w:rsid w:val="00180641"/>
    <w:rsid w:val="00180E76"/>
    <w:rsid w:val="00181107"/>
    <w:rsid w:val="001813DE"/>
    <w:rsid w:val="00181DE7"/>
    <w:rsid w:val="00182057"/>
    <w:rsid w:val="0018223A"/>
    <w:rsid w:val="001823F9"/>
    <w:rsid w:val="00182473"/>
    <w:rsid w:val="001825DB"/>
    <w:rsid w:val="00182710"/>
    <w:rsid w:val="001830EB"/>
    <w:rsid w:val="0018312F"/>
    <w:rsid w:val="001831B4"/>
    <w:rsid w:val="00183AB4"/>
    <w:rsid w:val="00183DC0"/>
    <w:rsid w:val="00184086"/>
    <w:rsid w:val="001841EB"/>
    <w:rsid w:val="001845EE"/>
    <w:rsid w:val="00184F8D"/>
    <w:rsid w:val="00185397"/>
    <w:rsid w:val="001854CE"/>
    <w:rsid w:val="00185871"/>
    <w:rsid w:val="00185DFD"/>
    <w:rsid w:val="00186A0E"/>
    <w:rsid w:val="00186B8B"/>
    <w:rsid w:val="00186EC7"/>
    <w:rsid w:val="00187056"/>
    <w:rsid w:val="00187307"/>
    <w:rsid w:val="00187387"/>
    <w:rsid w:val="001873D4"/>
    <w:rsid w:val="001875A7"/>
    <w:rsid w:val="00187E54"/>
    <w:rsid w:val="001907F0"/>
    <w:rsid w:val="00190E97"/>
    <w:rsid w:val="00191321"/>
    <w:rsid w:val="0019132F"/>
    <w:rsid w:val="00191454"/>
    <w:rsid w:val="00191661"/>
    <w:rsid w:val="00191692"/>
    <w:rsid w:val="00191C63"/>
    <w:rsid w:val="00191D93"/>
    <w:rsid w:val="00192259"/>
    <w:rsid w:val="0019240C"/>
    <w:rsid w:val="00192548"/>
    <w:rsid w:val="001925AA"/>
    <w:rsid w:val="00192CFF"/>
    <w:rsid w:val="00192D1C"/>
    <w:rsid w:val="00192F3A"/>
    <w:rsid w:val="00192F42"/>
    <w:rsid w:val="00192F8F"/>
    <w:rsid w:val="00193118"/>
    <w:rsid w:val="00193303"/>
    <w:rsid w:val="00193420"/>
    <w:rsid w:val="00193C7B"/>
    <w:rsid w:val="00193F97"/>
    <w:rsid w:val="001947FC"/>
    <w:rsid w:val="00194845"/>
    <w:rsid w:val="0019489D"/>
    <w:rsid w:val="00194C3C"/>
    <w:rsid w:val="00194F2B"/>
    <w:rsid w:val="001953E2"/>
    <w:rsid w:val="00195A31"/>
    <w:rsid w:val="00195CDD"/>
    <w:rsid w:val="00195E66"/>
    <w:rsid w:val="00195E78"/>
    <w:rsid w:val="00195ED5"/>
    <w:rsid w:val="00195F31"/>
    <w:rsid w:val="00196012"/>
    <w:rsid w:val="00196878"/>
    <w:rsid w:val="00196AA6"/>
    <w:rsid w:val="00196AC6"/>
    <w:rsid w:val="00196BF9"/>
    <w:rsid w:val="00196DF5"/>
    <w:rsid w:val="00197685"/>
    <w:rsid w:val="00197A5C"/>
    <w:rsid w:val="00197DFA"/>
    <w:rsid w:val="00197F6B"/>
    <w:rsid w:val="001A021D"/>
    <w:rsid w:val="001A0532"/>
    <w:rsid w:val="001A057B"/>
    <w:rsid w:val="001A11D9"/>
    <w:rsid w:val="001A1BB1"/>
    <w:rsid w:val="001A226A"/>
    <w:rsid w:val="001A2271"/>
    <w:rsid w:val="001A2291"/>
    <w:rsid w:val="001A2B64"/>
    <w:rsid w:val="001A3A07"/>
    <w:rsid w:val="001A3A90"/>
    <w:rsid w:val="001A3BEE"/>
    <w:rsid w:val="001A4036"/>
    <w:rsid w:val="001A4358"/>
    <w:rsid w:val="001A4C5B"/>
    <w:rsid w:val="001A4DEF"/>
    <w:rsid w:val="001A50AE"/>
    <w:rsid w:val="001A5430"/>
    <w:rsid w:val="001A549F"/>
    <w:rsid w:val="001A57CB"/>
    <w:rsid w:val="001A592E"/>
    <w:rsid w:val="001A6090"/>
    <w:rsid w:val="001A65F0"/>
    <w:rsid w:val="001A6697"/>
    <w:rsid w:val="001A66D8"/>
    <w:rsid w:val="001A6869"/>
    <w:rsid w:val="001A69FD"/>
    <w:rsid w:val="001A6A8F"/>
    <w:rsid w:val="001A6B99"/>
    <w:rsid w:val="001A6BA4"/>
    <w:rsid w:val="001A6BE6"/>
    <w:rsid w:val="001A6E8F"/>
    <w:rsid w:val="001A7510"/>
    <w:rsid w:val="001A76CE"/>
    <w:rsid w:val="001A797E"/>
    <w:rsid w:val="001A79E5"/>
    <w:rsid w:val="001A7D31"/>
    <w:rsid w:val="001B03ED"/>
    <w:rsid w:val="001B0491"/>
    <w:rsid w:val="001B0716"/>
    <w:rsid w:val="001B08FF"/>
    <w:rsid w:val="001B0974"/>
    <w:rsid w:val="001B097C"/>
    <w:rsid w:val="001B1375"/>
    <w:rsid w:val="001B155D"/>
    <w:rsid w:val="001B1EB2"/>
    <w:rsid w:val="001B1F6B"/>
    <w:rsid w:val="001B1FCF"/>
    <w:rsid w:val="001B1FF7"/>
    <w:rsid w:val="001B20F9"/>
    <w:rsid w:val="001B27AD"/>
    <w:rsid w:val="001B2955"/>
    <w:rsid w:val="001B2E69"/>
    <w:rsid w:val="001B308F"/>
    <w:rsid w:val="001B313F"/>
    <w:rsid w:val="001B3475"/>
    <w:rsid w:val="001B356A"/>
    <w:rsid w:val="001B432D"/>
    <w:rsid w:val="001B451C"/>
    <w:rsid w:val="001B476D"/>
    <w:rsid w:val="001B4915"/>
    <w:rsid w:val="001B4E82"/>
    <w:rsid w:val="001B5022"/>
    <w:rsid w:val="001B5591"/>
    <w:rsid w:val="001B568B"/>
    <w:rsid w:val="001B56F9"/>
    <w:rsid w:val="001B5752"/>
    <w:rsid w:val="001B5CAC"/>
    <w:rsid w:val="001B5DF4"/>
    <w:rsid w:val="001B6170"/>
    <w:rsid w:val="001B6542"/>
    <w:rsid w:val="001B687C"/>
    <w:rsid w:val="001B6FA8"/>
    <w:rsid w:val="001B6FBC"/>
    <w:rsid w:val="001B70D2"/>
    <w:rsid w:val="001B7785"/>
    <w:rsid w:val="001B7B8B"/>
    <w:rsid w:val="001B7CF7"/>
    <w:rsid w:val="001C0094"/>
    <w:rsid w:val="001C00C0"/>
    <w:rsid w:val="001C02CF"/>
    <w:rsid w:val="001C07D8"/>
    <w:rsid w:val="001C0872"/>
    <w:rsid w:val="001C0950"/>
    <w:rsid w:val="001C0BDB"/>
    <w:rsid w:val="001C0D86"/>
    <w:rsid w:val="001C0F69"/>
    <w:rsid w:val="001C120C"/>
    <w:rsid w:val="001C1A27"/>
    <w:rsid w:val="001C1F52"/>
    <w:rsid w:val="001C2541"/>
    <w:rsid w:val="001C258D"/>
    <w:rsid w:val="001C2A69"/>
    <w:rsid w:val="001C30D3"/>
    <w:rsid w:val="001C37EF"/>
    <w:rsid w:val="001C3B54"/>
    <w:rsid w:val="001C3D50"/>
    <w:rsid w:val="001C3DE6"/>
    <w:rsid w:val="001C40BD"/>
    <w:rsid w:val="001C43AB"/>
    <w:rsid w:val="001C4440"/>
    <w:rsid w:val="001C4647"/>
    <w:rsid w:val="001C48C6"/>
    <w:rsid w:val="001C4C2D"/>
    <w:rsid w:val="001C4DBB"/>
    <w:rsid w:val="001C4E01"/>
    <w:rsid w:val="001C5BBC"/>
    <w:rsid w:val="001C5EFB"/>
    <w:rsid w:val="001C6451"/>
    <w:rsid w:val="001C68AA"/>
    <w:rsid w:val="001C696A"/>
    <w:rsid w:val="001C6A29"/>
    <w:rsid w:val="001C6AE4"/>
    <w:rsid w:val="001C6D65"/>
    <w:rsid w:val="001C6FDF"/>
    <w:rsid w:val="001C6FFD"/>
    <w:rsid w:val="001C71F2"/>
    <w:rsid w:val="001C77F9"/>
    <w:rsid w:val="001C7804"/>
    <w:rsid w:val="001C7950"/>
    <w:rsid w:val="001C79B9"/>
    <w:rsid w:val="001C7D4B"/>
    <w:rsid w:val="001D0117"/>
    <w:rsid w:val="001D0146"/>
    <w:rsid w:val="001D0842"/>
    <w:rsid w:val="001D0A2A"/>
    <w:rsid w:val="001D10F3"/>
    <w:rsid w:val="001D1102"/>
    <w:rsid w:val="001D11D1"/>
    <w:rsid w:val="001D1460"/>
    <w:rsid w:val="001D1565"/>
    <w:rsid w:val="001D1609"/>
    <w:rsid w:val="001D1A07"/>
    <w:rsid w:val="001D1BD8"/>
    <w:rsid w:val="001D1FB6"/>
    <w:rsid w:val="001D2061"/>
    <w:rsid w:val="001D28CD"/>
    <w:rsid w:val="001D2A44"/>
    <w:rsid w:val="001D2D65"/>
    <w:rsid w:val="001D2D6D"/>
    <w:rsid w:val="001D3145"/>
    <w:rsid w:val="001D3344"/>
    <w:rsid w:val="001D334D"/>
    <w:rsid w:val="001D3897"/>
    <w:rsid w:val="001D40A9"/>
    <w:rsid w:val="001D4C8D"/>
    <w:rsid w:val="001D524D"/>
    <w:rsid w:val="001D544A"/>
    <w:rsid w:val="001D5CBD"/>
    <w:rsid w:val="001D5EAF"/>
    <w:rsid w:val="001D6022"/>
    <w:rsid w:val="001D69B1"/>
    <w:rsid w:val="001D6A98"/>
    <w:rsid w:val="001D6D6F"/>
    <w:rsid w:val="001D721F"/>
    <w:rsid w:val="001D72DE"/>
    <w:rsid w:val="001D7354"/>
    <w:rsid w:val="001D7454"/>
    <w:rsid w:val="001D78D8"/>
    <w:rsid w:val="001D7B14"/>
    <w:rsid w:val="001D7EF5"/>
    <w:rsid w:val="001E0285"/>
    <w:rsid w:val="001E0466"/>
    <w:rsid w:val="001E0744"/>
    <w:rsid w:val="001E0A58"/>
    <w:rsid w:val="001E0BD5"/>
    <w:rsid w:val="001E11A9"/>
    <w:rsid w:val="001E131F"/>
    <w:rsid w:val="001E13E0"/>
    <w:rsid w:val="001E1706"/>
    <w:rsid w:val="001E1776"/>
    <w:rsid w:val="001E18EA"/>
    <w:rsid w:val="001E19A1"/>
    <w:rsid w:val="001E19CE"/>
    <w:rsid w:val="001E1A5D"/>
    <w:rsid w:val="001E1AEC"/>
    <w:rsid w:val="001E1C96"/>
    <w:rsid w:val="001E1E02"/>
    <w:rsid w:val="001E2319"/>
    <w:rsid w:val="001E2403"/>
    <w:rsid w:val="001E261D"/>
    <w:rsid w:val="001E2867"/>
    <w:rsid w:val="001E2C76"/>
    <w:rsid w:val="001E32EF"/>
    <w:rsid w:val="001E335E"/>
    <w:rsid w:val="001E33FE"/>
    <w:rsid w:val="001E3842"/>
    <w:rsid w:val="001E3CCE"/>
    <w:rsid w:val="001E3EE6"/>
    <w:rsid w:val="001E40EC"/>
    <w:rsid w:val="001E4B4F"/>
    <w:rsid w:val="001E4B62"/>
    <w:rsid w:val="001E4D30"/>
    <w:rsid w:val="001E4EAF"/>
    <w:rsid w:val="001E506F"/>
    <w:rsid w:val="001E538C"/>
    <w:rsid w:val="001E59DC"/>
    <w:rsid w:val="001E59EB"/>
    <w:rsid w:val="001E5BAE"/>
    <w:rsid w:val="001E5BDA"/>
    <w:rsid w:val="001E5D9B"/>
    <w:rsid w:val="001E6861"/>
    <w:rsid w:val="001E6E00"/>
    <w:rsid w:val="001E6EAC"/>
    <w:rsid w:val="001E6EC0"/>
    <w:rsid w:val="001E74C5"/>
    <w:rsid w:val="001E76AB"/>
    <w:rsid w:val="001E7826"/>
    <w:rsid w:val="001E7833"/>
    <w:rsid w:val="001E7945"/>
    <w:rsid w:val="001E7956"/>
    <w:rsid w:val="001E7986"/>
    <w:rsid w:val="001E79C7"/>
    <w:rsid w:val="001E7A1B"/>
    <w:rsid w:val="001E7E41"/>
    <w:rsid w:val="001F0240"/>
    <w:rsid w:val="001F0610"/>
    <w:rsid w:val="001F06BF"/>
    <w:rsid w:val="001F07D0"/>
    <w:rsid w:val="001F0AF2"/>
    <w:rsid w:val="001F0BD7"/>
    <w:rsid w:val="001F0EB6"/>
    <w:rsid w:val="001F1AD5"/>
    <w:rsid w:val="001F1E37"/>
    <w:rsid w:val="001F1E89"/>
    <w:rsid w:val="001F1EFE"/>
    <w:rsid w:val="001F204B"/>
    <w:rsid w:val="001F20FE"/>
    <w:rsid w:val="001F25E4"/>
    <w:rsid w:val="001F2743"/>
    <w:rsid w:val="001F2868"/>
    <w:rsid w:val="001F296E"/>
    <w:rsid w:val="001F2F27"/>
    <w:rsid w:val="001F3023"/>
    <w:rsid w:val="001F31D7"/>
    <w:rsid w:val="001F3372"/>
    <w:rsid w:val="001F3466"/>
    <w:rsid w:val="001F35F3"/>
    <w:rsid w:val="001F379F"/>
    <w:rsid w:val="001F3FA7"/>
    <w:rsid w:val="001F4097"/>
    <w:rsid w:val="001F42B8"/>
    <w:rsid w:val="001F44A1"/>
    <w:rsid w:val="001F4584"/>
    <w:rsid w:val="001F46F1"/>
    <w:rsid w:val="001F48C3"/>
    <w:rsid w:val="001F538D"/>
    <w:rsid w:val="001F57FF"/>
    <w:rsid w:val="001F592C"/>
    <w:rsid w:val="001F5C1B"/>
    <w:rsid w:val="001F5D01"/>
    <w:rsid w:val="001F5E0C"/>
    <w:rsid w:val="001F6225"/>
    <w:rsid w:val="001F6284"/>
    <w:rsid w:val="001F63AB"/>
    <w:rsid w:val="001F65C8"/>
    <w:rsid w:val="001F69CD"/>
    <w:rsid w:val="001F6CE8"/>
    <w:rsid w:val="001F76BC"/>
    <w:rsid w:val="001F78CE"/>
    <w:rsid w:val="001F7D44"/>
    <w:rsid w:val="00200173"/>
    <w:rsid w:val="00200537"/>
    <w:rsid w:val="00200603"/>
    <w:rsid w:val="00200850"/>
    <w:rsid w:val="00200B90"/>
    <w:rsid w:val="00200FA4"/>
    <w:rsid w:val="00201096"/>
    <w:rsid w:val="002012A1"/>
    <w:rsid w:val="002013A1"/>
    <w:rsid w:val="002014CA"/>
    <w:rsid w:val="00201976"/>
    <w:rsid w:val="00201BB7"/>
    <w:rsid w:val="00201BD7"/>
    <w:rsid w:val="00201E33"/>
    <w:rsid w:val="00201F86"/>
    <w:rsid w:val="00201F96"/>
    <w:rsid w:val="00202013"/>
    <w:rsid w:val="00202357"/>
    <w:rsid w:val="0020266B"/>
    <w:rsid w:val="00202BB3"/>
    <w:rsid w:val="002030C1"/>
    <w:rsid w:val="00203176"/>
    <w:rsid w:val="0020331B"/>
    <w:rsid w:val="002046B0"/>
    <w:rsid w:val="00204804"/>
    <w:rsid w:val="00204914"/>
    <w:rsid w:val="00204C43"/>
    <w:rsid w:val="00204C7B"/>
    <w:rsid w:val="00204E57"/>
    <w:rsid w:val="00205051"/>
    <w:rsid w:val="002050FA"/>
    <w:rsid w:val="00205271"/>
    <w:rsid w:val="002054AB"/>
    <w:rsid w:val="00205637"/>
    <w:rsid w:val="002058DE"/>
    <w:rsid w:val="002064F5"/>
    <w:rsid w:val="00206750"/>
    <w:rsid w:val="0020696D"/>
    <w:rsid w:val="00206A08"/>
    <w:rsid w:val="00206FB3"/>
    <w:rsid w:val="002070A4"/>
    <w:rsid w:val="00207219"/>
    <w:rsid w:val="002073BD"/>
    <w:rsid w:val="00207D75"/>
    <w:rsid w:val="00210211"/>
    <w:rsid w:val="00210396"/>
    <w:rsid w:val="002105D2"/>
    <w:rsid w:val="002106EB"/>
    <w:rsid w:val="00210A96"/>
    <w:rsid w:val="00210B08"/>
    <w:rsid w:val="00210B8E"/>
    <w:rsid w:val="002112E5"/>
    <w:rsid w:val="002118D7"/>
    <w:rsid w:val="00211939"/>
    <w:rsid w:val="00211AC7"/>
    <w:rsid w:val="00211BF0"/>
    <w:rsid w:val="00211C3A"/>
    <w:rsid w:val="00211CD1"/>
    <w:rsid w:val="00211E9E"/>
    <w:rsid w:val="0021211B"/>
    <w:rsid w:val="00212590"/>
    <w:rsid w:val="002125C8"/>
    <w:rsid w:val="002129A2"/>
    <w:rsid w:val="00212A24"/>
    <w:rsid w:val="0021301D"/>
    <w:rsid w:val="00213205"/>
    <w:rsid w:val="0021333C"/>
    <w:rsid w:val="002133CA"/>
    <w:rsid w:val="00213649"/>
    <w:rsid w:val="00213658"/>
    <w:rsid w:val="0021388A"/>
    <w:rsid w:val="00213C8B"/>
    <w:rsid w:val="00213DDC"/>
    <w:rsid w:val="00213E81"/>
    <w:rsid w:val="0021417A"/>
    <w:rsid w:val="002141AF"/>
    <w:rsid w:val="0021425A"/>
    <w:rsid w:val="00214538"/>
    <w:rsid w:val="0021454A"/>
    <w:rsid w:val="00214652"/>
    <w:rsid w:val="00214A9B"/>
    <w:rsid w:val="002150FF"/>
    <w:rsid w:val="0021515B"/>
    <w:rsid w:val="00215567"/>
    <w:rsid w:val="002157EB"/>
    <w:rsid w:val="00215ADE"/>
    <w:rsid w:val="00215B79"/>
    <w:rsid w:val="00215DF7"/>
    <w:rsid w:val="00216598"/>
    <w:rsid w:val="002166C0"/>
    <w:rsid w:val="00216773"/>
    <w:rsid w:val="00217034"/>
    <w:rsid w:val="00217C08"/>
    <w:rsid w:val="00217D3E"/>
    <w:rsid w:val="00220908"/>
    <w:rsid w:val="0022094E"/>
    <w:rsid w:val="00220AAB"/>
    <w:rsid w:val="00220B12"/>
    <w:rsid w:val="00220DEF"/>
    <w:rsid w:val="00220ED1"/>
    <w:rsid w:val="0022101F"/>
    <w:rsid w:val="002212F4"/>
    <w:rsid w:val="0022194A"/>
    <w:rsid w:val="00221F0C"/>
    <w:rsid w:val="00221F2D"/>
    <w:rsid w:val="002220FC"/>
    <w:rsid w:val="00222140"/>
    <w:rsid w:val="00222154"/>
    <w:rsid w:val="00222544"/>
    <w:rsid w:val="00222976"/>
    <w:rsid w:val="00222AEC"/>
    <w:rsid w:val="00222D03"/>
    <w:rsid w:val="002232C9"/>
    <w:rsid w:val="0022389B"/>
    <w:rsid w:val="00223BE0"/>
    <w:rsid w:val="00223CE6"/>
    <w:rsid w:val="00223F02"/>
    <w:rsid w:val="00223F08"/>
    <w:rsid w:val="0022416A"/>
    <w:rsid w:val="00224178"/>
    <w:rsid w:val="00224448"/>
    <w:rsid w:val="00224B94"/>
    <w:rsid w:val="00224BB5"/>
    <w:rsid w:val="00224CB1"/>
    <w:rsid w:val="00225280"/>
    <w:rsid w:val="0022538C"/>
    <w:rsid w:val="0022593C"/>
    <w:rsid w:val="00225AA9"/>
    <w:rsid w:val="00225EEC"/>
    <w:rsid w:val="002262DC"/>
    <w:rsid w:val="0022647F"/>
    <w:rsid w:val="00226674"/>
    <w:rsid w:val="002267A8"/>
    <w:rsid w:val="00226B70"/>
    <w:rsid w:val="00226BDA"/>
    <w:rsid w:val="00226F80"/>
    <w:rsid w:val="00226F98"/>
    <w:rsid w:val="00227201"/>
    <w:rsid w:val="002278B1"/>
    <w:rsid w:val="00227D3B"/>
    <w:rsid w:val="00227F69"/>
    <w:rsid w:val="002303A6"/>
    <w:rsid w:val="002305EC"/>
    <w:rsid w:val="00230872"/>
    <w:rsid w:val="00230A79"/>
    <w:rsid w:val="00230AA3"/>
    <w:rsid w:val="00230F67"/>
    <w:rsid w:val="0023132C"/>
    <w:rsid w:val="002317FB"/>
    <w:rsid w:val="00231919"/>
    <w:rsid w:val="00231A48"/>
    <w:rsid w:val="00231B41"/>
    <w:rsid w:val="00231CC7"/>
    <w:rsid w:val="00231DDB"/>
    <w:rsid w:val="00231F31"/>
    <w:rsid w:val="00231FC0"/>
    <w:rsid w:val="00232732"/>
    <w:rsid w:val="002327B5"/>
    <w:rsid w:val="00232863"/>
    <w:rsid w:val="00232EF9"/>
    <w:rsid w:val="00232F94"/>
    <w:rsid w:val="0023320D"/>
    <w:rsid w:val="0023326B"/>
    <w:rsid w:val="002335B1"/>
    <w:rsid w:val="002335FE"/>
    <w:rsid w:val="002337C3"/>
    <w:rsid w:val="00233806"/>
    <w:rsid w:val="002339F3"/>
    <w:rsid w:val="0023489F"/>
    <w:rsid w:val="00234A7A"/>
    <w:rsid w:val="00234B79"/>
    <w:rsid w:val="00234CB7"/>
    <w:rsid w:val="00234F47"/>
    <w:rsid w:val="00235048"/>
    <w:rsid w:val="002353EC"/>
    <w:rsid w:val="0023560B"/>
    <w:rsid w:val="00235927"/>
    <w:rsid w:val="00235C3E"/>
    <w:rsid w:val="00235F36"/>
    <w:rsid w:val="0023610A"/>
    <w:rsid w:val="00236442"/>
    <w:rsid w:val="002366A9"/>
    <w:rsid w:val="00236832"/>
    <w:rsid w:val="00236834"/>
    <w:rsid w:val="00236F1A"/>
    <w:rsid w:val="00236FF9"/>
    <w:rsid w:val="0023721F"/>
    <w:rsid w:val="00237B6C"/>
    <w:rsid w:val="00237CE9"/>
    <w:rsid w:val="00237E65"/>
    <w:rsid w:val="00240179"/>
    <w:rsid w:val="00240739"/>
    <w:rsid w:val="00240783"/>
    <w:rsid w:val="00240D72"/>
    <w:rsid w:val="00240DB9"/>
    <w:rsid w:val="002410B0"/>
    <w:rsid w:val="00241625"/>
    <w:rsid w:val="00241681"/>
    <w:rsid w:val="00241862"/>
    <w:rsid w:val="00241D66"/>
    <w:rsid w:val="00242096"/>
    <w:rsid w:val="002420FF"/>
    <w:rsid w:val="0024223C"/>
    <w:rsid w:val="00242392"/>
    <w:rsid w:val="002426DE"/>
    <w:rsid w:val="002427C6"/>
    <w:rsid w:val="00242C5A"/>
    <w:rsid w:val="0024378C"/>
    <w:rsid w:val="0024390E"/>
    <w:rsid w:val="00243E02"/>
    <w:rsid w:val="00243E96"/>
    <w:rsid w:val="002440AC"/>
    <w:rsid w:val="00244291"/>
    <w:rsid w:val="0024491F"/>
    <w:rsid w:val="00244A4C"/>
    <w:rsid w:val="00244D1B"/>
    <w:rsid w:val="00244EC9"/>
    <w:rsid w:val="00244EF0"/>
    <w:rsid w:val="00245743"/>
    <w:rsid w:val="00245B4C"/>
    <w:rsid w:val="00245DC2"/>
    <w:rsid w:val="0024630E"/>
    <w:rsid w:val="002463EB"/>
    <w:rsid w:val="00246426"/>
    <w:rsid w:val="00246D5B"/>
    <w:rsid w:val="002479AF"/>
    <w:rsid w:val="00247AB0"/>
    <w:rsid w:val="00247BCC"/>
    <w:rsid w:val="00247E7D"/>
    <w:rsid w:val="00247F2D"/>
    <w:rsid w:val="00247F9E"/>
    <w:rsid w:val="00247FD4"/>
    <w:rsid w:val="00247FE0"/>
    <w:rsid w:val="0025000F"/>
    <w:rsid w:val="0025024B"/>
    <w:rsid w:val="0025036C"/>
    <w:rsid w:val="002503DE"/>
    <w:rsid w:val="002503F7"/>
    <w:rsid w:val="002506A7"/>
    <w:rsid w:val="00250724"/>
    <w:rsid w:val="00250758"/>
    <w:rsid w:val="002511FB"/>
    <w:rsid w:val="00251241"/>
    <w:rsid w:val="0025133F"/>
    <w:rsid w:val="00251444"/>
    <w:rsid w:val="00251615"/>
    <w:rsid w:val="00251657"/>
    <w:rsid w:val="00251AFE"/>
    <w:rsid w:val="00251CA4"/>
    <w:rsid w:val="00251F6C"/>
    <w:rsid w:val="002525AF"/>
    <w:rsid w:val="00252625"/>
    <w:rsid w:val="002526AF"/>
    <w:rsid w:val="002526BD"/>
    <w:rsid w:val="002526D9"/>
    <w:rsid w:val="00252738"/>
    <w:rsid w:val="0025279D"/>
    <w:rsid w:val="002528DD"/>
    <w:rsid w:val="00252AF1"/>
    <w:rsid w:val="00252CE0"/>
    <w:rsid w:val="0025313C"/>
    <w:rsid w:val="00253238"/>
    <w:rsid w:val="00253677"/>
    <w:rsid w:val="00253761"/>
    <w:rsid w:val="00253B32"/>
    <w:rsid w:val="00253BA5"/>
    <w:rsid w:val="00254669"/>
    <w:rsid w:val="00254785"/>
    <w:rsid w:val="0025497F"/>
    <w:rsid w:val="00254AB8"/>
    <w:rsid w:val="0025584D"/>
    <w:rsid w:val="0025598F"/>
    <w:rsid w:val="00255B60"/>
    <w:rsid w:val="00255F13"/>
    <w:rsid w:val="00255F69"/>
    <w:rsid w:val="00255FCB"/>
    <w:rsid w:val="0025625D"/>
    <w:rsid w:val="002565F8"/>
    <w:rsid w:val="00256646"/>
    <w:rsid w:val="0025678C"/>
    <w:rsid w:val="002568BC"/>
    <w:rsid w:val="00256AE0"/>
    <w:rsid w:val="00256B02"/>
    <w:rsid w:val="00256DE1"/>
    <w:rsid w:val="002571A3"/>
    <w:rsid w:val="002571D8"/>
    <w:rsid w:val="0025730A"/>
    <w:rsid w:val="0025730C"/>
    <w:rsid w:val="002574EB"/>
    <w:rsid w:val="002575D3"/>
    <w:rsid w:val="002576D6"/>
    <w:rsid w:val="0025792D"/>
    <w:rsid w:val="00257AA7"/>
    <w:rsid w:val="0026001A"/>
    <w:rsid w:val="0026020D"/>
    <w:rsid w:val="002609A8"/>
    <w:rsid w:val="0026109F"/>
    <w:rsid w:val="002611F8"/>
    <w:rsid w:val="00261326"/>
    <w:rsid w:val="00261536"/>
    <w:rsid w:val="0026186A"/>
    <w:rsid w:val="00261A0A"/>
    <w:rsid w:val="00262816"/>
    <w:rsid w:val="00262A58"/>
    <w:rsid w:val="00263195"/>
    <w:rsid w:val="002636E0"/>
    <w:rsid w:val="00263C1E"/>
    <w:rsid w:val="00264297"/>
    <w:rsid w:val="00264801"/>
    <w:rsid w:val="00264A04"/>
    <w:rsid w:val="00264A4B"/>
    <w:rsid w:val="00264CF9"/>
    <w:rsid w:val="00264DA4"/>
    <w:rsid w:val="00265012"/>
    <w:rsid w:val="002651F2"/>
    <w:rsid w:val="002654D9"/>
    <w:rsid w:val="002657EF"/>
    <w:rsid w:val="00265BF1"/>
    <w:rsid w:val="00265E38"/>
    <w:rsid w:val="00266066"/>
    <w:rsid w:val="00266299"/>
    <w:rsid w:val="0026630F"/>
    <w:rsid w:val="002663A0"/>
    <w:rsid w:val="002667DE"/>
    <w:rsid w:val="00266A78"/>
    <w:rsid w:val="00266C07"/>
    <w:rsid w:val="00266D72"/>
    <w:rsid w:val="00266FBC"/>
    <w:rsid w:val="002671AC"/>
    <w:rsid w:val="002671B8"/>
    <w:rsid w:val="0026741A"/>
    <w:rsid w:val="00267C55"/>
    <w:rsid w:val="00270301"/>
    <w:rsid w:val="00270820"/>
    <w:rsid w:val="00270CA7"/>
    <w:rsid w:val="002710F7"/>
    <w:rsid w:val="00271948"/>
    <w:rsid w:val="002719AF"/>
    <w:rsid w:val="00271A16"/>
    <w:rsid w:val="00271BF4"/>
    <w:rsid w:val="00271CF5"/>
    <w:rsid w:val="0027221B"/>
    <w:rsid w:val="00272399"/>
    <w:rsid w:val="002724DF"/>
    <w:rsid w:val="002727B9"/>
    <w:rsid w:val="00272A86"/>
    <w:rsid w:val="002734D9"/>
    <w:rsid w:val="00273546"/>
    <w:rsid w:val="00273691"/>
    <w:rsid w:val="002736DB"/>
    <w:rsid w:val="002738A9"/>
    <w:rsid w:val="00273D05"/>
    <w:rsid w:val="00273D90"/>
    <w:rsid w:val="00273EE9"/>
    <w:rsid w:val="00273F92"/>
    <w:rsid w:val="002742E9"/>
    <w:rsid w:val="0027483A"/>
    <w:rsid w:val="00274928"/>
    <w:rsid w:val="00274A55"/>
    <w:rsid w:val="00274B96"/>
    <w:rsid w:val="00274CAD"/>
    <w:rsid w:val="00275258"/>
    <w:rsid w:val="00275527"/>
    <w:rsid w:val="00276363"/>
    <w:rsid w:val="00276613"/>
    <w:rsid w:val="00276A7C"/>
    <w:rsid w:val="00276AFC"/>
    <w:rsid w:val="00276DE6"/>
    <w:rsid w:val="0027738C"/>
    <w:rsid w:val="00277C8A"/>
    <w:rsid w:val="00277CAA"/>
    <w:rsid w:val="00277E3C"/>
    <w:rsid w:val="00277F65"/>
    <w:rsid w:val="00280290"/>
    <w:rsid w:val="002808E9"/>
    <w:rsid w:val="00280F69"/>
    <w:rsid w:val="0028185C"/>
    <w:rsid w:val="002818A7"/>
    <w:rsid w:val="00281AF4"/>
    <w:rsid w:val="00281ECA"/>
    <w:rsid w:val="00281F46"/>
    <w:rsid w:val="0028225E"/>
    <w:rsid w:val="002827AE"/>
    <w:rsid w:val="002827DB"/>
    <w:rsid w:val="00282D74"/>
    <w:rsid w:val="00282FDF"/>
    <w:rsid w:val="002834CA"/>
    <w:rsid w:val="0028353A"/>
    <w:rsid w:val="00283A4E"/>
    <w:rsid w:val="00283BF2"/>
    <w:rsid w:val="00283D49"/>
    <w:rsid w:val="00284099"/>
    <w:rsid w:val="002842E2"/>
    <w:rsid w:val="00284692"/>
    <w:rsid w:val="0028522D"/>
    <w:rsid w:val="002852B0"/>
    <w:rsid w:val="0028554F"/>
    <w:rsid w:val="002855AC"/>
    <w:rsid w:val="002856C4"/>
    <w:rsid w:val="00285A30"/>
    <w:rsid w:val="00285E2C"/>
    <w:rsid w:val="002860DA"/>
    <w:rsid w:val="002860F4"/>
    <w:rsid w:val="00286D32"/>
    <w:rsid w:val="0028722D"/>
    <w:rsid w:val="00287507"/>
    <w:rsid w:val="00287667"/>
    <w:rsid w:val="00287790"/>
    <w:rsid w:val="002878D4"/>
    <w:rsid w:val="00287BB1"/>
    <w:rsid w:val="00287CFE"/>
    <w:rsid w:val="00287D64"/>
    <w:rsid w:val="002900B7"/>
    <w:rsid w:val="002906E3"/>
    <w:rsid w:val="00290C76"/>
    <w:rsid w:val="00290DD9"/>
    <w:rsid w:val="00291238"/>
    <w:rsid w:val="002914DE"/>
    <w:rsid w:val="002915E0"/>
    <w:rsid w:val="00291FF4"/>
    <w:rsid w:val="00292064"/>
    <w:rsid w:val="00292460"/>
    <w:rsid w:val="002924DE"/>
    <w:rsid w:val="0029274E"/>
    <w:rsid w:val="00292BDD"/>
    <w:rsid w:val="00292C4E"/>
    <w:rsid w:val="0029302F"/>
    <w:rsid w:val="0029322D"/>
    <w:rsid w:val="0029323A"/>
    <w:rsid w:val="002934D1"/>
    <w:rsid w:val="002934E0"/>
    <w:rsid w:val="0029361D"/>
    <w:rsid w:val="0029391B"/>
    <w:rsid w:val="00293D68"/>
    <w:rsid w:val="00293F52"/>
    <w:rsid w:val="00293F9F"/>
    <w:rsid w:val="00293FB3"/>
    <w:rsid w:val="00294496"/>
    <w:rsid w:val="0029459B"/>
    <w:rsid w:val="002949EE"/>
    <w:rsid w:val="00294EB0"/>
    <w:rsid w:val="0029549E"/>
    <w:rsid w:val="00295555"/>
    <w:rsid w:val="00295ACD"/>
    <w:rsid w:val="00295E76"/>
    <w:rsid w:val="00296390"/>
    <w:rsid w:val="00296B2D"/>
    <w:rsid w:val="00296D2A"/>
    <w:rsid w:val="00297356"/>
    <w:rsid w:val="002979A7"/>
    <w:rsid w:val="00297E63"/>
    <w:rsid w:val="002A030F"/>
    <w:rsid w:val="002A0336"/>
    <w:rsid w:val="002A0530"/>
    <w:rsid w:val="002A0754"/>
    <w:rsid w:val="002A07F0"/>
    <w:rsid w:val="002A0928"/>
    <w:rsid w:val="002A0A04"/>
    <w:rsid w:val="002A0C38"/>
    <w:rsid w:val="002A1249"/>
    <w:rsid w:val="002A1674"/>
    <w:rsid w:val="002A18EE"/>
    <w:rsid w:val="002A1A59"/>
    <w:rsid w:val="002A1C89"/>
    <w:rsid w:val="002A24DC"/>
    <w:rsid w:val="002A25CC"/>
    <w:rsid w:val="002A2C5A"/>
    <w:rsid w:val="002A2DA1"/>
    <w:rsid w:val="002A2F76"/>
    <w:rsid w:val="002A2FAF"/>
    <w:rsid w:val="002A30E8"/>
    <w:rsid w:val="002A3258"/>
    <w:rsid w:val="002A346D"/>
    <w:rsid w:val="002A384B"/>
    <w:rsid w:val="002A391D"/>
    <w:rsid w:val="002A3B27"/>
    <w:rsid w:val="002A424B"/>
    <w:rsid w:val="002A43A8"/>
    <w:rsid w:val="002A4B37"/>
    <w:rsid w:val="002A4ED6"/>
    <w:rsid w:val="002A5046"/>
    <w:rsid w:val="002A5145"/>
    <w:rsid w:val="002A5365"/>
    <w:rsid w:val="002A58CA"/>
    <w:rsid w:val="002A5A93"/>
    <w:rsid w:val="002A5F0B"/>
    <w:rsid w:val="002A6581"/>
    <w:rsid w:val="002A6AEA"/>
    <w:rsid w:val="002A6C19"/>
    <w:rsid w:val="002A6CBB"/>
    <w:rsid w:val="002A72F3"/>
    <w:rsid w:val="002A75BD"/>
    <w:rsid w:val="002A763C"/>
    <w:rsid w:val="002B0773"/>
    <w:rsid w:val="002B0A68"/>
    <w:rsid w:val="002B0C69"/>
    <w:rsid w:val="002B0E7A"/>
    <w:rsid w:val="002B0FA8"/>
    <w:rsid w:val="002B1284"/>
    <w:rsid w:val="002B180B"/>
    <w:rsid w:val="002B1812"/>
    <w:rsid w:val="002B19D2"/>
    <w:rsid w:val="002B1A82"/>
    <w:rsid w:val="002B1D98"/>
    <w:rsid w:val="002B1E81"/>
    <w:rsid w:val="002B1F5E"/>
    <w:rsid w:val="002B1FC7"/>
    <w:rsid w:val="002B23D1"/>
    <w:rsid w:val="002B24DB"/>
    <w:rsid w:val="002B24E1"/>
    <w:rsid w:val="002B29E8"/>
    <w:rsid w:val="002B2B30"/>
    <w:rsid w:val="002B2E0E"/>
    <w:rsid w:val="002B3088"/>
    <w:rsid w:val="002B30B9"/>
    <w:rsid w:val="002B3138"/>
    <w:rsid w:val="002B321B"/>
    <w:rsid w:val="002B3818"/>
    <w:rsid w:val="002B38BE"/>
    <w:rsid w:val="002B3C8E"/>
    <w:rsid w:val="002B3FF5"/>
    <w:rsid w:val="002B414B"/>
    <w:rsid w:val="002B483B"/>
    <w:rsid w:val="002B4941"/>
    <w:rsid w:val="002B497A"/>
    <w:rsid w:val="002B4C7B"/>
    <w:rsid w:val="002B4DF6"/>
    <w:rsid w:val="002B5003"/>
    <w:rsid w:val="002B50F9"/>
    <w:rsid w:val="002B5186"/>
    <w:rsid w:val="002B526B"/>
    <w:rsid w:val="002B55ED"/>
    <w:rsid w:val="002B5E80"/>
    <w:rsid w:val="002B6450"/>
    <w:rsid w:val="002B6F45"/>
    <w:rsid w:val="002B6FAD"/>
    <w:rsid w:val="002B7536"/>
    <w:rsid w:val="002B780A"/>
    <w:rsid w:val="002B7E72"/>
    <w:rsid w:val="002C0243"/>
    <w:rsid w:val="002C035E"/>
    <w:rsid w:val="002C0520"/>
    <w:rsid w:val="002C0738"/>
    <w:rsid w:val="002C080B"/>
    <w:rsid w:val="002C0B87"/>
    <w:rsid w:val="002C1A74"/>
    <w:rsid w:val="002C1B75"/>
    <w:rsid w:val="002C233B"/>
    <w:rsid w:val="002C236F"/>
    <w:rsid w:val="002C299E"/>
    <w:rsid w:val="002C2EA1"/>
    <w:rsid w:val="002C320F"/>
    <w:rsid w:val="002C340D"/>
    <w:rsid w:val="002C3A00"/>
    <w:rsid w:val="002C3CAC"/>
    <w:rsid w:val="002C3CDC"/>
    <w:rsid w:val="002C3F43"/>
    <w:rsid w:val="002C4252"/>
    <w:rsid w:val="002C4446"/>
    <w:rsid w:val="002C4472"/>
    <w:rsid w:val="002C4698"/>
    <w:rsid w:val="002C49AF"/>
    <w:rsid w:val="002C51DF"/>
    <w:rsid w:val="002C54F6"/>
    <w:rsid w:val="002C59C4"/>
    <w:rsid w:val="002C5A97"/>
    <w:rsid w:val="002C5BC1"/>
    <w:rsid w:val="002C5F8E"/>
    <w:rsid w:val="002C648C"/>
    <w:rsid w:val="002C64C4"/>
    <w:rsid w:val="002C65BC"/>
    <w:rsid w:val="002C691D"/>
    <w:rsid w:val="002C6946"/>
    <w:rsid w:val="002C6A93"/>
    <w:rsid w:val="002C6BB1"/>
    <w:rsid w:val="002C6C3B"/>
    <w:rsid w:val="002C799E"/>
    <w:rsid w:val="002C7B9E"/>
    <w:rsid w:val="002C7DAC"/>
    <w:rsid w:val="002C7DF7"/>
    <w:rsid w:val="002C7E3D"/>
    <w:rsid w:val="002D022E"/>
    <w:rsid w:val="002D06B5"/>
    <w:rsid w:val="002D07DE"/>
    <w:rsid w:val="002D0819"/>
    <w:rsid w:val="002D08D5"/>
    <w:rsid w:val="002D0C28"/>
    <w:rsid w:val="002D106A"/>
    <w:rsid w:val="002D1590"/>
    <w:rsid w:val="002D1791"/>
    <w:rsid w:val="002D1A07"/>
    <w:rsid w:val="002D1BF0"/>
    <w:rsid w:val="002D1D78"/>
    <w:rsid w:val="002D1F48"/>
    <w:rsid w:val="002D1FEB"/>
    <w:rsid w:val="002D2218"/>
    <w:rsid w:val="002D25E2"/>
    <w:rsid w:val="002D2675"/>
    <w:rsid w:val="002D2975"/>
    <w:rsid w:val="002D2A92"/>
    <w:rsid w:val="002D2F2D"/>
    <w:rsid w:val="002D2F9D"/>
    <w:rsid w:val="002D332D"/>
    <w:rsid w:val="002D3633"/>
    <w:rsid w:val="002D3A4D"/>
    <w:rsid w:val="002D3AC8"/>
    <w:rsid w:val="002D3F6F"/>
    <w:rsid w:val="002D4307"/>
    <w:rsid w:val="002D4450"/>
    <w:rsid w:val="002D450D"/>
    <w:rsid w:val="002D4815"/>
    <w:rsid w:val="002D4FB1"/>
    <w:rsid w:val="002D5036"/>
    <w:rsid w:val="002D507E"/>
    <w:rsid w:val="002D5325"/>
    <w:rsid w:val="002D55E9"/>
    <w:rsid w:val="002D5D70"/>
    <w:rsid w:val="002D61EB"/>
    <w:rsid w:val="002D65FE"/>
    <w:rsid w:val="002D6847"/>
    <w:rsid w:val="002D74F5"/>
    <w:rsid w:val="002D77ED"/>
    <w:rsid w:val="002D7B97"/>
    <w:rsid w:val="002D7D64"/>
    <w:rsid w:val="002D7E53"/>
    <w:rsid w:val="002E0697"/>
    <w:rsid w:val="002E0889"/>
    <w:rsid w:val="002E08F6"/>
    <w:rsid w:val="002E0BB2"/>
    <w:rsid w:val="002E1016"/>
    <w:rsid w:val="002E1767"/>
    <w:rsid w:val="002E1CCB"/>
    <w:rsid w:val="002E24E3"/>
    <w:rsid w:val="002E2692"/>
    <w:rsid w:val="002E27C5"/>
    <w:rsid w:val="002E2840"/>
    <w:rsid w:val="002E2A77"/>
    <w:rsid w:val="002E2E13"/>
    <w:rsid w:val="002E34DF"/>
    <w:rsid w:val="002E3AFC"/>
    <w:rsid w:val="002E3CE0"/>
    <w:rsid w:val="002E3CF0"/>
    <w:rsid w:val="002E3F8C"/>
    <w:rsid w:val="002E408E"/>
    <w:rsid w:val="002E4167"/>
    <w:rsid w:val="002E42A7"/>
    <w:rsid w:val="002E42A8"/>
    <w:rsid w:val="002E42E3"/>
    <w:rsid w:val="002E4355"/>
    <w:rsid w:val="002E43F5"/>
    <w:rsid w:val="002E49DC"/>
    <w:rsid w:val="002E4A84"/>
    <w:rsid w:val="002E4C05"/>
    <w:rsid w:val="002E4EF2"/>
    <w:rsid w:val="002E53DC"/>
    <w:rsid w:val="002E5524"/>
    <w:rsid w:val="002E55CD"/>
    <w:rsid w:val="002E595D"/>
    <w:rsid w:val="002E5B75"/>
    <w:rsid w:val="002E5C8F"/>
    <w:rsid w:val="002E5D02"/>
    <w:rsid w:val="002E5E6C"/>
    <w:rsid w:val="002E604F"/>
    <w:rsid w:val="002E6057"/>
    <w:rsid w:val="002E6121"/>
    <w:rsid w:val="002E688F"/>
    <w:rsid w:val="002E69D8"/>
    <w:rsid w:val="002E6CF9"/>
    <w:rsid w:val="002E6FE2"/>
    <w:rsid w:val="002E7759"/>
    <w:rsid w:val="002E788A"/>
    <w:rsid w:val="002E7D83"/>
    <w:rsid w:val="002E7F7E"/>
    <w:rsid w:val="002F008F"/>
    <w:rsid w:val="002F04D7"/>
    <w:rsid w:val="002F055E"/>
    <w:rsid w:val="002F0579"/>
    <w:rsid w:val="002F07A1"/>
    <w:rsid w:val="002F0AA8"/>
    <w:rsid w:val="002F0BA9"/>
    <w:rsid w:val="002F11D8"/>
    <w:rsid w:val="002F1235"/>
    <w:rsid w:val="002F124B"/>
    <w:rsid w:val="002F18AA"/>
    <w:rsid w:val="002F1E1D"/>
    <w:rsid w:val="002F1FED"/>
    <w:rsid w:val="002F248E"/>
    <w:rsid w:val="002F264F"/>
    <w:rsid w:val="002F2A1C"/>
    <w:rsid w:val="002F2B0F"/>
    <w:rsid w:val="002F2CFB"/>
    <w:rsid w:val="002F3187"/>
    <w:rsid w:val="002F32A9"/>
    <w:rsid w:val="002F3317"/>
    <w:rsid w:val="002F3724"/>
    <w:rsid w:val="002F3CAD"/>
    <w:rsid w:val="002F3F2E"/>
    <w:rsid w:val="002F4416"/>
    <w:rsid w:val="002F449C"/>
    <w:rsid w:val="002F44BE"/>
    <w:rsid w:val="002F4814"/>
    <w:rsid w:val="002F497A"/>
    <w:rsid w:val="002F49CA"/>
    <w:rsid w:val="002F4DAB"/>
    <w:rsid w:val="002F501A"/>
    <w:rsid w:val="002F53A8"/>
    <w:rsid w:val="002F5C6A"/>
    <w:rsid w:val="002F5E61"/>
    <w:rsid w:val="002F5EBE"/>
    <w:rsid w:val="002F60A5"/>
    <w:rsid w:val="002F624F"/>
    <w:rsid w:val="002F62A2"/>
    <w:rsid w:val="002F62DA"/>
    <w:rsid w:val="002F63D4"/>
    <w:rsid w:val="002F6919"/>
    <w:rsid w:val="002F6BEA"/>
    <w:rsid w:val="002F6E41"/>
    <w:rsid w:val="002F6EBD"/>
    <w:rsid w:val="002F6FB0"/>
    <w:rsid w:val="002F7B3E"/>
    <w:rsid w:val="00300183"/>
    <w:rsid w:val="00300362"/>
    <w:rsid w:val="0030038C"/>
    <w:rsid w:val="00300630"/>
    <w:rsid w:val="00300F20"/>
    <w:rsid w:val="003017D0"/>
    <w:rsid w:val="00301A44"/>
    <w:rsid w:val="00301B58"/>
    <w:rsid w:val="00302124"/>
    <w:rsid w:val="0030254C"/>
    <w:rsid w:val="00302649"/>
    <w:rsid w:val="003026E3"/>
    <w:rsid w:val="00302A28"/>
    <w:rsid w:val="00302B69"/>
    <w:rsid w:val="00302C22"/>
    <w:rsid w:val="00302D67"/>
    <w:rsid w:val="003032A7"/>
    <w:rsid w:val="0030371F"/>
    <w:rsid w:val="0030386D"/>
    <w:rsid w:val="003039F5"/>
    <w:rsid w:val="00303C7D"/>
    <w:rsid w:val="00303F5D"/>
    <w:rsid w:val="00304678"/>
    <w:rsid w:val="00304772"/>
    <w:rsid w:val="00304873"/>
    <w:rsid w:val="003049B8"/>
    <w:rsid w:val="003049E5"/>
    <w:rsid w:val="00304ADE"/>
    <w:rsid w:val="00304C60"/>
    <w:rsid w:val="00304E04"/>
    <w:rsid w:val="00304EAE"/>
    <w:rsid w:val="003051EC"/>
    <w:rsid w:val="00305315"/>
    <w:rsid w:val="003053C3"/>
    <w:rsid w:val="0030541B"/>
    <w:rsid w:val="00305B8F"/>
    <w:rsid w:val="00305D5F"/>
    <w:rsid w:val="00305E7F"/>
    <w:rsid w:val="00306066"/>
    <w:rsid w:val="00306272"/>
    <w:rsid w:val="003064AB"/>
    <w:rsid w:val="00306635"/>
    <w:rsid w:val="00306BC5"/>
    <w:rsid w:val="00306CE8"/>
    <w:rsid w:val="0030765C"/>
    <w:rsid w:val="00307DA4"/>
    <w:rsid w:val="00307FEA"/>
    <w:rsid w:val="00310313"/>
    <w:rsid w:val="003105E5"/>
    <w:rsid w:val="0031083E"/>
    <w:rsid w:val="00310BED"/>
    <w:rsid w:val="00310DB8"/>
    <w:rsid w:val="00310DBE"/>
    <w:rsid w:val="00310EE4"/>
    <w:rsid w:val="003111CA"/>
    <w:rsid w:val="0031161B"/>
    <w:rsid w:val="00311808"/>
    <w:rsid w:val="00311994"/>
    <w:rsid w:val="00311B0D"/>
    <w:rsid w:val="00312284"/>
    <w:rsid w:val="003128EC"/>
    <w:rsid w:val="00312BC4"/>
    <w:rsid w:val="003133AD"/>
    <w:rsid w:val="00313742"/>
    <w:rsid w:val="00313813"/>
    <w:rsid w:val="003144E0"/>
    <w:rsid w:val="00314542"/>
    <w:rsid w:val="0031483C"/>
    <w:rsid w:val="00314D9F"/>
    <w:rsid w:val="00314E0A"/>
    <w:rsid w:val="00315607"/>
    <w:rsid w:val="00315C55"/>
    <w:rsid w:val="00315C62"/>
    <w:rsid w:val="00315D8C"/>
    <w:rsid w:val="00315F0C"/>
    <w:rsid w:val="00316126"/>
    <w:rsid w:val="00316272"/>
    <w:rsid w:val="00316396"/>
    <w:rsid w:val="00316818"/>
    <w:rsid w:val="003168A9"/>
    <w:rsid w:val="00316903"/>
    <w:rsid w:val="00316A42"/>
    <w:rsid w:val="00316FE3"/>
    <w:rsid w:val="00317110"/>
    <w:rsid w:val="003176BE"/>
    <w:rsid w:val="00317946"/>
    <w:rsid w:val="00317BED"/>
    <w:rsid w:val="00317FD0"/>
    <w:rsid w:val="00320189"/>
    <w:rsid w:val="0032050F"/>
    <w:rsid w:val="003205FB"/>
    <w:rsid w:val="003207C3"/>
    <w:rsid w:val="00320F19"/>
    <w:rsid w:val="00321030"/>
    <w:rsid w:val="003212AD"/>
    <w:rsid w:val="003212DE"/>
    <w:rsid w:val="003215EF"/>
    <w:rsid w:val="00321A64"/>
    <w:rsid w:val="00321BEF"/>
    <w:rsid w:val="00321C3C"/>
    <w:rsid w:val="00321F21"/>
    <w:rsid w:val="003224E8"/>
    <w:rsid w:val="003225AB"/>
    <w:rsid w:val="00322984"/>
    <w:rsid w:val="00322AA1"/>
    <w:rsid w:val="00323335"/>
    <w:rsid w:val="00323430"/>
    <w:rsid w:val="00323741"/>
    <w:rsid w:val="0032385D"/>
    <w:rsid w:val="00323ACD"/>
    <w:rsid w:val="00323BE0"/>
    <w:rsid w:val="00323F30"/>
    <w:rsid w:val="00324262"/>
    <w:rsid w:val="00324397"/>
    <w:rsid w:val="003246B6"/>
    <w:rsid w:val="00324B10"/>
    <w:rsid w:val="00324BC0"/>
    <w:rsid w:val="00324C9E"/>
    <w:rsid w:val="00324FFE"/>
    <w:rsid w:val="0032541D"/>
    <w:rsid w:val="00325A78"/>
    <w:rsid w:val="00325BB9"/>
    <w:rsid w:val="00325C26"/>
    <w:rsid w:val="0032618F"/>
    <w:rsid w:val="003263B6"/>
    <w:rsid w:val="00326500"/>
    <w:rsid w:val="00326656"/>
    <w:rsid w:val="00326823"/>
    <w:rsid w:val="00326B02"/>
    <w:rsid w:val="00326C39"/>
    <w:rsid w:val="00326C6C"/>
    <w:rsid w:val="00327002"/>
    <w:rsid w:val="00327396"/>
    <w:rsid w:val="003277CA"/>
    <w:rsid w:val="00327985"/>
    <w:rsid w:val="003279DF"/>
    <w:rsid w:val="00327A89"/>
    <w:rsid w:val="00327FDE"/>
    <w:rsid w:val="00330407"/>
    <w:rsid w:val="003304E7"/>
    <w:rsid w:val="0033097F"/>
    <w:rsid w:val="00330CF2"/>
    <w:rsid w:val="00330E82"/>
    <w:rsid w:val="00331292"/>
    <w:rsid w:val="003313A8"/>
    <w:rsid w:val="00331AEF"/>
    <w:rsid w:val="00331E1E"/>
    <w:rsid w:val="00331E29"/>
    <w:rsid w:val="0033265B"/>
    <w:rsid w:val="003328D3"/>
    <w:rsid w:val="0033293F"/>
    <w:rsid w:val="00332EE3"/>
    <w:rsid w:val="003332F7"/>
    <w:rsid w:val="003333C1"/>
    <w:rsid w:val="0033353A"/>
    <w:rsid w:val="00333601"/>
    <w:rsid w:val="00333607"/>
    <w:rsid w:val="00333B1F"/>
    <w:rsid w:val="00333DF6"/>
    <w:rsid w:val="00334259"/>
    <w:rsid w:val="0033436E"/>
    <w:rsid w:val="003344F1"/>
    <w:rsid w:val="003348C0"/>
    <w:rsid w:val="00334D1C"/>
    <w:rsid w:val="00335314"/>
    <w:rsid w:val="003353DF"/>
    <w:rsid w:val="003358B4"/>
    <w:rsid w:val="00335CF7"/>
    <w:rsid w:val="0033644F"/>
    <w:rsid w:val="0033651D"/>
    <w:rsid w:val="00336A4A"/>
    <w:rsid w:val="003372D8"/>
    <w:rsid w:val="00337437"/>
    <w:rsid w:val="003375E6"/>
    <w:rsid w:val="003376A1"/>
    <w:rsid w:val="00337A8C"/>
    <w:rsid w:val="00337D8D"/>
    <w:rsid w:val="00337F4C"/>
    <w:rsid w:val="0034041A"/>
    <w:rsid w:val="003405BC"/>
    <w:rsid w:val="003409A1"/>
    <w:rsid w:val="00340A56"/>
    <w:rsid w:val="00340C07"/>
    <w:rsid w:val="00340C8D"/>
    <w:rsid w:val="003410FB"/>
    <w:rsid w:val="00341190"/>
    <w:rsid w:val="003411C0"/>
    <w:rsid w:val="00341991"/>
    <w:rsid w:val="00341E9B"/>
    <w:rsid w:val="00342250"/>
    <w:rsid w:val="003423F9"/>
    <w:rsid w:val="003425E0"/>
    <w:rsid w:val="00342627"/>
    <w:rsid w:val="0034268B"/>
    <w:rsid w:val="003427EC"/>
    <w:rsid w:val="00342B12"/>
    <w:rsid w:val="00342BCD"/>
    <w:rsid w:val="00342FFE"/>
    <w:rsid w:val="003434F9"/>
    <w:rsid w:val="003438BA"/>
    <w:rsid w:val="00343972"/>
    <w:rsid w:val="00343C60"/>
    <w:rsid w:val="00343D4F"/>
    <w:rsid w:val="003445E9"/>
    <w:rsid w:val="00344689"/>
    <w:rsid w:val="00344C5B"/>
    <w:rsid w:val="00344E29"/>
    <w:rsid w:val="00344E54"/>
    <w:rsid w:val="00345474"/>
    <w:rsid w:val="00345539"/>
    <w:rsid w:val="00345717"/>
    <w:rsid w:val="00345939"/>
    <w:rsid w:val="00345A12"/>
    <w:rsid w:val="00345C6B"/>
    <w:rsid w:val="00345FE7"/>
    <w:rsid w:val="003460AE"/>
    <w:rsid w:val="00346124"/>
    <w:rsid w:val="0034626B"/>
    <w:rsid w:val="003463BA"/>
    <w:rsid w:val="00346505"/>
    <w:rsid w:val="0034652E"/>
    <w:rsid w:val="003467EE"/>
    <w:rsid w:val="00346863"/>
    <w:rsid w:val="00346CD0"/>
    <w:rsid w:val="00346D15"/>
    <w:rsid w:val="00346EA2"/>
    <w:rsid w:val="0034733B"/>
    <w:rsid w:val="003475DC"/>
    <w:rsid w:val="003477F6"/>
    <w:rsid w:val="00347982"/>
    <w:rsid w:val="00347CE9"/>
    <w:rsid w:val="00347E91"/>
    <w:rsid w:val="00350058"/>
    <w:rsid w:val="00350212"/>
    <w:rsid w:val="00350310"/>
    <w:rsid w:val="0035049C"/>
    <w:rsid w:val="00350BEC"/>
    <w:rsid w:val="00350E27"/>
    <w:rsid w:val="00350F83"/>
    <w:rsid w:val="003510AC"/>
    <w:rsid w:val="003510E7"/>
    <w:rsid w:val="003511B6"/>
    <w:rsid w:val="00351770"/>
    <w:rsid w:val="00351FF3"/>
    <w:rsid w:val="00352506"/>
    <w:rsid w:val="003526B4"/>
    <w:rsid w:val="003527BA"/>
    <w:rsid w:val="00352848"/>
    <w:rsid w:val="00352888"/>
    <w:rsid w:val="003528AE"/>
    <w:rsid w:val="00352CC4"/>
    <w:rsid w:val="00352D17"/>
    <w:rsid w:val="0035330B"/>
    <w:rsid w:val="003535A0"/>
    <w:rsid w:val="00353780"/>
    <w:rsid w:val="00353782"/>
    <w:rsid w:val="003538FD"/>
    <w:rsid w:val="00354097"/>
    <w:rsid w:val="003541C0"/>
    <w:rsid w:val="0035433F"/>
    <w:rsid w:val="00354407"/>
    <w:rsid w:val="003544F1"/>
    <w:rsid w:val="00354579"/>
    <w:rsid w:val="00354B61"/>
    <w:rsid w:val="00354D0E"/>
    <w:rsid w:val="00354FAD"/>
    <w:rsid w:val="003551D0"/>
    <w:rsid w:val="00355771"/>
    <w:rsid w:val="0035593B"/>
    <w:rsid w:val="00355A85"/>
    <w:rsid w:val="00355B18"/>
    <w:rsid w:val="00355D5A"/>
    <w:rsid w:val="00355DF8"/>
    <w:rsid w:val="00355EAE"/>
    <w:rsid w:val="00355F56"/>
    <w:rsid w:val="00356252"/>
    <w:rsid w:val="00356821"/>
    <w:rsid w:val="00356A25"/>
    <w:rsid w:val="003570FB"/>
    <w:rsid w:val="0035760D"/>
    <w:rsid w:val="003577A2"/>
    <w:rsid w:val="00357BFA"/>
    <w:rsid w:val="00357DB7"/>
    <w:rsid w:val="00360809"/>
    <w:rsid w:val="003608BA"/>
    <w:rsid w:val="00360BB2"/>
    <w:rsid w:val="003618D9"/>
    <w:rsid w:val="00361A20"/>
    <w:rsid w:val="00361DCD"/>
    <w:rsid w:val="00361E60"/>
    <w:rsid w:val="00361FC8"/>
    <w:rsid w:val="003625B1"/>
    <w:rsid w:val="00362614"/>
    <w:rsid w:val="00362DD8"/>
    <w:rsid w:val="00362FB5"/>
    <w:rsid w:val="0036313E"/>
    <w:rsid w:val="003633F1"/>
    <w:rsid w:val="00363518"/>
    <w:rsid w:val="00363537"/>
    <w:rsid w:val="0036371E"/>
    <w:rsid w:val="00363AD2"/>
    <w:rsid w:val="00364083"/>
    <w:rsid w:val="00364215"/>
    <w:rsid w:val="003643CD"/>
    <w:rsid w:val="00364621"/>
    <w:rsid w:val="00365231"/>
    <w:rsid w:val="003655FB"/>
    <w:rsid w:val="0036566A"/>
    <w:rsid w:val="003656D6"/>
    <w:rsid w:val="003657A0"/>
    <w:rsid w:val="00365FA7"/>
    <w:rsid w:val="00365FED"/>
    <w:rsid w:val="0036619B"/>
    <w:rsid w:val="003661D8"/>
    <w:rsid w:val="003666C2"/>
    <w:rsid w:val="00366935"/>
    <w:rsid w:val="00366A2C"/>
    <w:rsid w:val="00366C19"/>
    <w:rsid w:val="00366D1D"/>
    <w:rsid w:val="00366D41"/>
    <w:rsid w:val="00366DA4"/>
    <w:rsid w:val="00366ECA"/>
    <w:rsid w:val="003671C5"/>
    <w:rsid w:val="0036769D"/>
    <w:rsid w:val="00367979"/>
    <w:rsid w:val="00367AA5"/>
    <w:rsid w:val="00367EDF"/>
    <w:rsid w:val="00370231"/>
    <w:rsid w:val="00370561"/>
    <w:rsid w:val="00370857"/>
    <w:rsid w:val="003708A0"/>
    <w:rsid w:val="00370906"/>
    <w:rsid w:val="00370949"/>
    <w:rsid w:val="00370A8E"/>
    <w:rsid w:val="00370B72"/>
    <w:rsid w:val="00370BF2"/>
    <w:rsid w:val="00370E9A"/>
    <w:rsid w:val="00370F3D"/>
    <w:rsid w:val="00371357"/>
    <w:rsid w:val="003715D6"/>
    <w:rsid w:val="0037191D"/>
    <w:rsid w:val="00371ACB"/>
    <w:rsid w:val="00371CE2"/>
    <w:rsid w:val="00371CEC"/>
    <w:rsid w:val="00372002"/>
    <w:rsid w:val="003723D0"/>
    <w:rsid w:val="0037258B"/>
    <w:rsid w:val="00372684"/>
    <w:rsid w:val="003729D0"/>
    <w:rsid w:val="00372BF3"/>
    <w:rsid w:val="0037313F"/>
    <w:rsid w:val="003736ED"/>
    <w:rsid w:val="003737AF"/>
    <w:rsid w:val="00374327"/>
    <w:rsid w:val="003746AC"/>
    <w:rsid w:val="0037474F"/>
    <w:rsid w:val="0037476F"/>
    <w:rsid w:val="00374AB4"/>
    <w:rsid w:val="00374C23"/>
    <w:rsid w:val="00374CAD"/>
    <w:rsid w:val="00374D16"/>
    <w:rsid w:val="00374FA1"/>
    <w:rsid w:val="00375249"/>
    <w:rsid w:val="003752F5"/>
    <w:rsid w:val="00375414"/>
    <w:rsid w:val="0037564C"/>
    <w:rsid w:val="0037585C"/>
    <w:rsid w:val="00375A52"/>
    <w:rsid w:val="0037622D"/>
    <w:rsid w:val="00376257"/>
    <w:rsid w:val="003762DC"/>
    <w:rsid w:val="00376502"/>
    <w:rsid w:val="003765E7"/>
    <w:rsid w:val="003767F1"/>
    <w:rsid w:val="003768F8"/>
    <w:rsid w:val="00376A9B"/>
    <w:rsid w:val="00376DA0"/>
    <w:rsid w:val="00377153"/>
    <w:rsid w:val="00377952"/>
    <w:rsid w:val="00377A11"/>
    <w:rsid w:val="00377B15"/>
    <w:rsid w:val="00377F43"/>
    <w:rsid w:val="00377F75"/>
    <w:rsid w:val="00380242"/>
    <w:rsid w:val="00380339"/>
    <w:rsid w:val="003804E8"/>
    <w:rsid w:val="00380F06"/>
    <w:rsid w:val="0038105E"/>
    <w:rsid w:val="0038141B"/>
    <w:rsid w:val="003816A6"/>
    <w:rsid w:val="00381C7F"/>
    <w:rsid w:val="00381DA4"/>
    <w:rsid w:val="00381FB1"/>
    <w:rsid w:val="00381FE9"/>
    <w:rsid w:val="0038201E"/>
    <w:rsid w:val="003826B4"/>
    <w:rsid w:val="00382AD8"/>
    <w:rsid w:val="00382D5C"/>
    <w:rsid w:val="00382DD9"/>
    <w:rsid w:val="003837A1"/>
    <w:rsid w:val="00383B76"/>
    <w:rsid w:val="00383D5A"/>
    <w:rsid w:val="00383F50"/>
    <w:rsid w:val="00383FDF"/>
    <w:rsid w:val="00384002"/>
    <w:rsid w:val="0038405A"/>
    <w:rsid w:val="0038409D"/>
    <w:rsid w:val="003840A9"/>
    <w:rsid w:val="0038430D"/>
    <w:rsid w:val="00384C10"/>
    <w:rsid w:val="00384E71"/>
    <w:rsid w:val="00384F64"/>
    <w:rsid w:val="0038501F"/>
    <w:rsid w:val="00385959"/>
    <w:rsid w:val="00385A7A"/>
    <w:rsid w:val="00386B84"/>
    <w:rsid w:val="00386DF6"/>
    <w:rsid w:val="003870CB"/>
    <w:rsid w:val="00387855"/>
    <w:rsid w:val="003878A7"/>
    <w:rsid w:val="00387EFB"/>
    <w:rsid w:val="00390474"/>
    <w:rsid w:val="003904C2"/>
    <w:rsid w:val="00390C80"/>
    <w:rsid w:val="00390FDA"/>
    <w:rsid w:val="00391131"/>
    <w:rsid w:val="00391301"/>
    <w:rsid w:val="003913B1"/>
    <w:rsid w:val="00391515"/>
    <w:rsid w:val="00391EE1"/>
    <w:rsid w:val="00392631"/>
    <w:rsid w:val="00392962"/>
    <w:rsid w:val="00392B37"/>
    <w:rsid w:val="00392D12"/>
    <w:rsid w:val="00392E18"/>
    <w:rsid w:val="00392E9D"/>
    <w:rsid w:val="00392F5F"/>
    <w:rsid w:val="00393076"/>
    <w:rsid w:val="003932B8"/>
    <w:rsid w:val="0039343F"/>
    <w:rsid w:val="003935BA"/>
    <w:rsid w:val="00393609"/>
    <w:rsid w:val="003938AD"/>
    <w:rsid w:val="00393E4F"/>
    <w:rsid w:val="00394E83"/>
    <w:rsid w:val="00394EE6"/>
    <w:rsid w:val="0039510E"/>
    <w:rsid w:val="00395AEF"/>
    <w:rsid w:val="00395D23"/>
    <w:rsid w:val="00396518"/>
    <w:rsid w:val="003968F9"/>
    <w:rsid w:val="00396C69"/>
    <w:rsid w:val="00396C97"/>
    <w:rsid w:val="00396EC5"/>
    <w:rsid w:val="00396F33"/>
    <w:rsid w:val="00397496"/>
    <w:rsid w:val="003976D1"/>
    <w:rsid w:val="0039795F"/>
    <w:rsid w:val="00397A31"/>
    <w:rsid w:val="00397F32"/>
    <w:rsid w:val="003A0430"/>
    <w:rsid w:val="003A0450"/>
    <w:rsid w:val="003A0662"/>
    <w:rsid w:val="003A0BBB"/>
    <w:rsid w:val="003A1C59"/>
    <w:rsid w:val="003A206D"/>
    <w:rsid w:val="003A219B"/>
    <w:rsid w:val="003A245A"/>
    <w:rsid w:val="003A252C"/>
    <w:rsid w:val="003A28B8"/>
    <w:rsid w:val="003A2BAA"/>
    <w:rsid w:val="003A2C9A"/>
    <w:rsid w:val="003A2E9C"/>
    <w:rsid w:val="003A3301"/>
    <w:rsid w:val="003A33D9"/>
    <w:rsid w:val="003A3682"/>
    <w:rsid w:val="003A3C37"/>
    <w:rsid w:val="003A3DD7"/>
    <w:rsid w:val="003A3EE6"/>
    <w:rsid w:val="003A49FC"/>
    <w:rsid w:val="003A4DE7"/>
    <w:rsid w:val="003A4E2D"/>
    <w:rsid w:val="003A4ECC"/>
    <w:rsid w:val="003A517B"/>
    <w:rsid w:val="003A51B8"/>
    <w:rsid w:val="003A52DF"/>
    <w:rsid w:val="003A5542"/>
    <w:rsid w:val="003A5CD5"/>
    <w:rsid w:val="003A5EE0"/>
    <w:rsid w:val="003A5FF7"/>
    <w:rsid w:val="003A610C"/>
    <w:rsid w:val="003A6246"/>
    <w:rsid w:val="003A62D9"/>
    <w:rsid w:val="003A66C1"/>
    <w:rsid w:val="003A6D0F"/>
    <w:rsid w:val="003A7544"/>
    <w:rsid w:val="003A75C6"/>
    <w:rsid w:val="003A7770"/>
    <w:rsid w:val="003A7C7B"/>
    <w:rsid w:val="003A7D1A"/>
    <w:rsid w:val="003A7D9F"/>
    <w:rsid w:val="003A7E0D"/>
    <w:rsid w:val="003B0118"/>
    <w:rsid w:val="003B017D"/>
    <w:rsid w:val="003B0527"/>
    <w:rsid w:val="003B0568"/>
    <w:rsid w:val="003B06DC"/>
    <w:rsid w:val="003B0B01"/>
    <w:rsid w:val="003B0B96"/>
    <w:rsid w:val="003B0BC6"/>
    <w:rsid w:val="003B0CFB"/>
    <w:rsid w:val="003B0D44"/>
    <w:rsid w:val="003B0DC3"/>
    <w:rsid w:val="003B0F52"/>
    <w:rsid w:val="003B192A"/>
    <w:rsid w:val="003B1A8B"/>
    <w:rsid w:val="003B1CFF"/>
    <w:rsid w:val="003B1E53"/>
    <w:rsid w:val="003B1FBE"/>
    <w:rsid w:val="003B2093"/>
    <w:rsid w:val="003B21EA"/>
    <w:rsid w:val="003B22F2"/>
    <w:rsid w:val="003B23A9"/>
    <w:rsid w:val="003B2790"/>
    <w:rsid w:val="003B28DB"/>
    <w:rsid w:val="003B2E00"/>
    <w:rsid w:val="003B332E"/>
    <w:rsid w:val="003B3808"/>
    <w:rsid w:val="003B3990"/>
    <w:rsid w:val="003B3A45"/>
    <w:rsid w:val="003B3F91"/>
    <w:rsid w:val="003B3FF8"/>
    <w:rsid w:val="003B427D"/>
    <w:rsid w:val="003B4663"/>
    <w:rsid w:val="003B494E"/>
    <w:rsid w:val="003B4AE7"/>
    <w:rsid w:val="003B4BAD"/>
    <w:rsid w:val="003B4D74"/>
    <w:rsid w:val="003B4DA6"/>
    <w:rsid w:val="003B4FB7"/>
    <w:rsid w:val="003B51E6"/>
    <w:rsid w:val="003B54C7"/>
    <w:rsid w:val="003B55D7"/>
    <w:rsid w:val="003B55DA"/>
    <w:rsid w:val="003B564F"/>
    <w:rsid w:val="003B569B"/>
    <w:rsid w:val="003B5884"/>
    <w:rsid w:val="003B5A88"/>
    <w:rsid w:val="003B5B10"/>
    <w:rsid w:val="003B5E10"/>
    <w:rsid w:val="003B5F22"/>
    <w:rsid w:val="003B600C"/>
    <w:rsid w:val="003B6105"/>
    <w:rsid w:val="003B6134"/>
    <w:rsid w:val="003B67F7"/>
    <w:rsid w:val="003B6B6A"/>
    <w:rsid w:val="003B6CAF"/>
    <w:rsid w:val="003B7238"/>
    <w:rsid w:val="003B7327"/>
    <w:rsid w:val="003B7539"/>
    <w:rsid w:val="003B7683"/>
    <w:rsid w:val="003B7775"/>
    <w:rsid w:val="003B778F"/>
    <w:rsid w:val="003B78DA"/>
    <w:rsid w:val="003B7DAD"/>
    <w:rsid w:val="003C0034"/>
    <w:rsid w:val="003C0128"/>
    <w:rsid w:val="003C02D7"/>
    <w:rsid w:val="003C0492"/>
    <w:rsid w:val="003C0794"/>
    <w:rsid w:val="003C0A3B"/>
    <w:rsid w:val="003C0EF9"/>
    <w:rsid w:val="003C1155"/>
    <w:rsid w:val="003C13FB"/>
    <w:rsid w:val="003C15D1"/>
    <w:rsid w:val="003C15D8"/>
    <w:rsid w:val="003C183F"/>
    <w:rsid w:val="003C18C6"/>
    <w:rsid w:val="003C1909"/>
    <w:rsid w:val="003C19D1"/>
    <w:rsid w:val="003C1AFF"/>
    <w:rsid w:val="003C1BA0"/>
    <w:rsid w:val="003C1F57"/>
    <w:rsid w:val="003C242A"/>
    <w:rsid w:val="003C245F"/>
    <w:rsid w:val="003C26BD"/>
    <w:rsid w:val="003C26F0"/>
    <w:rsid w:val="003C2A68"/>
    <w:rsid w:val="003C2AEB"/>
    <w:rsid w:val="003C2BE8"/>
    <w:rsid w:val="003C307C"/>
    <w:rsid w:val="003C3378"/>
    <w:rsid w:val="003C3981"/>
    <w:rsid w:val="003C3B50"/>
    <w:rsid w:val="003C3C0C"/>
    <w:rsid w:val="003C4299"/>
    <w:rsid w:val="003C45CB"/>
    <w:rsid w:val="003C482D"/>
    <w:rsid w:val="003C49D6"/>
    <w:rsid w:val="003C4B79"/>
    <w:rsid w:val="003C5132"/>
    <w:rsid w:val="003C53B8"/>
    <w:rsid w:val="003C6178"/>
    <w:rsid w:val="003C630D"/>
    <w:rsid w:val="003C69E5"/>
    <w:rsid w:val="003C7270"/>
    <w:rsid w:val="003C74DA"/>
    <w:rsid w:val="003C76F6"/>
    <w:rsid w:val="003D01F8"/>
    <w:rsid w:val="003D0202"/>
    <w:rsid w:val="003D03EB"/>
    <w:rsid w:val="003D052D"/>
    <w:rsid w:val="003D05E3"/>
    <w:rsid w:val="003D0689"/>
    <w:rsid w:val="003D0737"/>
    <w:rsid w:val="003D0A1F"/>
    <w:rsid w:val="003D0A99"/>
    <w:rsid w:val="003D0C64"/>
    <w:rsid w:val="003D0FFE"/>
    <w:rsid w:val="003D1170"/>
    <w:rsid w:val="003D1586"/>
    <w:rsid w:val="003D1649"/>
    <w:rsid w:val="003D167C"/>
    <w:rsid w:val="003D17BA"/>
    <w:rsid w:val="003D1C50"/>
    <w:rsid w:val="003D21AD"/>
    <w:rsid w:val="003D229A"/>
    <w:rsid w:val="003D2320"/>
    <w:rsid w:val="003D2697"/>
    <w:rsid w:val="003D2974"/>
    <w:rsid w:val="003D29D6"/>
    <w:rsid w:val="003D2A47"/>
    <w:rsid w:val="003D2F28"/>
    <w:rsid w:val="003D3150"/>
    <w:rsid w:val="003D31F4"/>
    <w:rsid w:val="003D3350"/>
    <w:rsid w:val="003D34E9"/>
    <w:rsid w:val="003D3607"/>
    <w:rsid w:val="003D41E8"/>
    <w:rsid w:val="003D41F9"/>
    <w:rsid w:val="003D4756"/>
    <w:rsid w:val="003D48EC"/>
    <w:rsid w:val="003D4D1E"/>
    <w:rsid w:val="003D5009"/>
    <w:rsid w:val="003D518C"/>
    <w:rsid w:val="003D5271"/>
    <w:rsid w:val="003D54F2"/>
    <w:rsid w:val="003D5972"/>
    <w:rsid w:val="003D5A65"/>
    <w:rsid w:val="003D5AE0"/>
    <w:rsid w:val="003D5B7B"/>
    <w:rsid w:val="003D5D3F"/>
    <w:rsid w:val="003D5FAE"/>
    <w:rsid w:val="003D6377"/>
    <w:rsid w:val="003D6573"/>
    <w:rsid w:val="003D685D"/>
    <w:rsid w:val="003D6EF5"/>
    <w:rsid w:val="003D7000"/>
    <w:rsid w:val="003D74A8"/>
    <w:rsid w:val="003D7BC9"/>
    <w:rsid w:val="003D7D18"/>
    <w:rsid w:val="003E0335"/>
    <w:rsid w:val="003E07AF"/>
    <w:rsid w:val="003E09A1"/>
    <w:rsid w:val="003E1060"/>
    <w:rsid w:val="003E128F"/>
    <w:rsid w:val="003E1455"/>
    <w:rsid w:val="003E14C2"/>
    <w:rsid w:val="003E1A0B"/>
    <w:rsid w:val="003E1EF8"/>
    <w:rsid w:val="003E1FAE"/>
    <w:rsid w:val="003E2153"/>
    <w:rsid w:val="003E217F"/>
    <w:rsid w:val="003E26E9"/>
    <w:rsid w:val="003E28A3"/>
    <w:rsid w:val="003E290E"/>
    <w:rsid w:val="003E2964"/>
    <w:rsid w:val="003E2ABA"/>
    <w:rsid w:val="003E2C27"/>
    <w:rsid w:val="003E2DE9"/>
    <w:rsid w:val="003E2E30"/>
    <w:rsid w:val="003E34CA"/>
    <w:rsid w:val="003E3521"/>
    <w:rsid w:val="003E3A2A"/>
    <w:rsid w:val="003E3CAE"/>
    <w:rsid w:val="003E3FA6"/>
    <w:rsid w:val="003E4005"/>
    <w:rsid w:val="003E41D2"/>
    <w:rsid w:val="003E420D"/>
    <w:rsid w:val="003E42FF"/>
    <w:rsid w:val="003E44EA"/>
    <w:rsid w:val="003E45B9"/>
    <w:rsid w:val="003E469F"/>
    <w:rsid w:val="003E46C5"/>
    <w:rsid w:val="003E4891"/>
    <w:rsid w:val="003E4BF0"/>
    <w:rsid w:val="003E4D59"/>
    <w:rsid w:val="003E5268"/>
    <w:rsid w:val="003E535E"/>
    <w:rsid w:val="003E53A2"/>
    <w:rsid w:val="003E53E0"/>
    <w:rsid w:val="003E55AC"/>
    <w:rsid w:val="003E589F"/>
    <w:rsid w:val="003E5A64"/>
    <w:rsid w:val="003E5B9C"/>
    <w:rsid w:val="003E5C0D"/>
    <w:rsid w:val="003E5CA8"/>
    <w:rsid w:val="003E5F84"/>
    <w:rsid w:val="003E627D"/>
    <w:rsid w:val="003E6417"/>
    <w:rsid w:val="003E6764"/>
    <w:rsid w:val="003E6955"/>
    <w:rsid w:val="003E697F"/>
    <w:rsid w:val="003E69F5"/>
    <w:rsid w:val="003E6E25"/>
    <w:rsid w:val="003E71DA"/>
    <w:rsid w:val="003E7386"/>
    <w:rsid w:val="003E75AE"/>
    <w:rsid w:val="003E77DE"/>
    <w:rsid w:val="003E782A"/>
    <w:rsid w:val="003E7AEA"/>
    <w:rsid w:val="003E7DC9"/>
    <w:rsid w:val="003E7DEF"/>
    <w:rsid w:val="003F0016"/>
    <w:rsid w:val="003F01C7"/>
    <w:rsid w:val="003F04A9"/>
    <w:rsid w:val="003F055C"/>
    <w:rsid w:val="003F07E1"/>
    <w:rsid w:val="003F08B5"/>
    <w:rsid w:val="003F09EA"/>
    <w:rsid w:val="003F0A0E"/>
    <w:rsid w:val="003F0DBE"/>
    <w:rsid w:val="003F0ED6"/>
    <w:rsid w:val="003F1319"/>
    <w:rsid w:val="003F133B"/>
    <w:rsid w:val="003F1713"/>
    <w:rsid w:val="003F1F94"/>
    <w:rsid w:val="003F29EB"/>
    <w:rsid w:val="003F2A86"/>
    <w:rsid w:val="003F2C10"/>
    <w:rsid w:val="003F319D"/>
    <w:rsid w:val="003F3205"/>
    <w:rsid w:val="003F33FC"/>
    <w:rsid w:val="003F3648"/>
    <w:rsid w:val="003F36EA"/>
    <w:rsid w:val="003F387B"/>
    <w:rsid w:val="003F3914"/>
    <w:rsid w:val="003F3A2E"/>
    <w:rsid w:val="003F3DD2"/>
    <w:rsid w:val="003F40CC"/>
    <w:rsid w:val="003F436E"/>
    <w:rsid w:val="003F457C"/>
    <w:rsid w:val="003F48DA"/>
    <w:rsid w:val="003F4D90"/>
    <w:rsid w:val="003F4E96"/>
    <w:rsid w:val="003F4EE6"/>
    <w:rsid w:val="003F4F48"/>
    <w:rsid w:val="003F550F"/>
    <w:rsid w:val="003F5708"/>
    <w:rsid w:val="003F5960"/>
    <w:rsid w:val="003F5AF6"/>
    <w:rsid w:val="003F5E09"/>
    <w:rsid w:val="003F5FE8"/>
    <w:rsid w:val="003F6224"/>
    <w:rsid w:val="003F65E8"/>
    <w:rsid w:val="003F6955"/>
    <w:rsid w:val="003F6B4C"/>
    <w:rsid w:val="003F6F81"/>
    <w:rsid w:val="003F7A19"/>
    <w:rsid w:val="003F7D2D"/>
    <w:rsid w:val="003F7F4B"/>
    <w:rsid w:val="004004A4"/>
    <w:rsid w:val="004008E7"/>
    <w:rsid w:val="00400AFE"/>
    <w:rsid w:val="004011BE"/>
    <w:rsid w:val="00401753"/>
    <w:rsid w:val="00402D07"/>
    <w:rsid w:val="00403158"/>
    <w:rsid w:val="00403465"/>
    <w:rsid w:val="00403839"/>
    <w:rsid w:val="0040397B"/>
    <w:rsid w:val="00403F83"/>
    <w:rsid w:val="004040B9"/>
    <w:rsid w:val="004040C9"/>
    <w:rsid w:val="00404167"/>
    <w:rsid w:val="0040486E"/>
    <w:rsid w:val="004049E4"/>
    <w:rsid w:val="00404C43"/>
    <w:rsid w:val="00404D72"/>
    <w:rsid w:val="00405513"/>
    <w:rsid w:val="0040559D"/>
    <w:rsid w:val="004059B8"/>
    <w:rsid w:val="004059D4"/>
    <w:rsid w:val="004061DA"/>
    <w:rsid w:val="004063A5"/>
    <w:rsid w:val="0040671A"/>
    <w:rsid w:val="00406806"/>
    <w:rsid w:val="00406CC6"/>
    <w:rsid w:val="0040739A"/>
    <w:rsid w:val="00407513"/>
    <w:rsid w:val="00407C74"/>
    <w:rsid w:val="00407CD5"/>
    <w:rsid w:val="00407E56"/>
    <w:rsid w:val="004100B4"/>
    <w:rsid w:val="004101D5"/>
    <w:rsid w:val="00410590"/>
    <w:rsid w:val="00410B9C"/>
    <w:rsid w:val="0041102D"/>
    <w:rsid w:val="0041126B"/>
    <w:rsid w:val="00411484"/>
    <w:rsid w:val="00411661"/>
    <w:rsid w:val="0041171B"/>
    <w:rsid w:val="00411ABA"/>
    <w:rsid w:val="00411B1D"/>
    <w:rsid w:val="00411C41"/>
    <w:rsid w:val="004120C9"/>
    <w:rsid w:val="00412274"/>
    <w:rsid w:val="004124D5"/>
    <w:rsid w:val="004126AB"/>
    <w:rsid w:val="004129A8"/>
    <w:rsid w:val="00412B18"/>
    <w:rsid w:val="00412E6D"/>
    <w:rsid w:val="00413098"/>
    <w:rsid w:val="004135BD"/>
    <w:rsid w:val="00413FC6"/>
    <w:rsid w:val="004140BE"/>
    <w:rsid w:val="00414F10"/>
    <w:rsid w:val="0041513D"/>
    <w:rsid w:val="0041526F"/>
    <w:rsid w:val="004152FA"/>
    <w:rsid w:val="00415356"/>
    <w:rsid w:val="00415B96"/>
    <w:rsid w:val="00415C81"/>
    <w:rsid w:val="00415CB6"/>
    <w:rsid w:val="00415D98"/>
    <w:rsid w:val="00415E85"/>
    <w:rsid w:val="0041626A"/>
    <w:rsid w:val="00416890"/>
    <w:rsid w:val="00416B7C"/>
    <w:rsid w:val="00416EF7"/>
    <w:rsid w:val="00417411"/>
    <w:rsid w:val="0041742F"/>
    <w:rsid w:val="00420B23"/>
    <w:rsid w:val="0042124F"/>
    <w:rsid w:val="00421493"/>
    <w:rsid w:val="00421720"/>
    <w:rsid w:val="00421C12"/>
    <w:rsid w:val="00421C1F"/>
    <w:rsid w:val="00421DEC"/>
    <w:rsid w:val="00421E2B"/>
    <w:rsid w:val="004224F6"/>
    <w:rsid w:val="00422663"/>
    <w:rsid w:val="004226D9"/>
    <w:rsid w:val="004227A6"/>
    <w:rsid w:val="004228B0"/>
    <w:rsid w:val="00422C18"/>
    <w:rsid w:val="00422CB0"/>
    <w:rsid w:val="00422D33"/>
    <w:rsid w:val="00422EC0"/>
    <w:rsid w:val="0042314B"/>
    <w:rsid w:val="00423278"/>
    <w:rsid w:val="0042360B"/>
    <w:rsid w:val="00423919"/>
    <w:rsid w:val="00423967"/>
    <w:rsid w:val="00423D93"/>
    <w:rsid w:val="00424207"/>
    <w:rsid w:val="0042424C"/>
    <w:rsid w:val="00424C79"/>
    <w:rsid w:val="00424EE6"/>
    <w:rsid w:val="00424F8D"/>
    <w:rsid w:val="0042535B"/>
    <w:rsid w:val="004253C9"/>
    <w:rsid w:val="00425549"/>
    <w:rsid w:val="00425833"/>
    <w:rsid w:val="00425A56"/>
    <w:rsid w:val="00425B5A"/>
    <w:rsid w:val="00425D16"/>
    <w:rsid w:val="00426107"/>
    <w:rsid w:val="00426414"/>
    <w:rsid w:val="00426468"/>
    <w:rsid w:val="004264EA"/>
    <w:rsid w:val="00426790"/>
    <w:rsid w:val="0042684A"/>
    <w:rsid w:val="0042699C"/>
    <w:rsid w:val="00426B90"/>
    <w:rsid w:val="00426CE9"/>
    <w:rsid w:val="00426D08"/>
    <w:rsid w:val="00426DD0"/>
    <w:rsid w:val="00426E0A"/>
    <w:rsid w:val="0042707C"/>
    <w:rsid w:val="004273BB"/>
    <w:rsid w:val="00427806"/>
    <w:rsid w:val="004278D2"/>
    <w:rsid w:val="004279FC"/>
    <w:rsid w:val="00427B66"/>
    <w:rsid w:val="00427C10"/>
    <w:rsid w:val="00427F85"/>
    <w:rsid w:val="00427FA5"/>
    <w:rsid w:val="00430259"/>
    <w:rsid w:val="00430356"/>
    <w:rsid w:val="004304A1"/>
    <w:rsid w:val="0043055F"/>
    <w:rsid w:val="00430840"/>
    <w:rsid w:val="0043090E"/>
    <w:rsid w:val="00430B54"/>
    <w:rsid w:val="00430BD6"/>
    <w:rsid w:val="00430F5D"/>
    <w:rsid w:val="00431211"/>
    <w:rsid w:val="00431304"/>
    <w:rsid w:val="00431325"/>
    <w:rsid w:val="004318A2"/>
    <w:rsid w:val="00431F50"/>
    <w:rsid w:val="00431FC8"/>
    <w:rsid w:val="0043256B"/>
    <w:rsid w:val="004327DB"/>
    <w:rsid w:val="00432AC9"/>
    <w:rsid w:val="00432BAF"/>
    <w:rsid w:val="00432C9B"/>
    <w:rsid w:val="00432FC4"/>
    <w:rsid w:val="004330BA"/>
    <w:rsid w:val="004330E7"/>
    <w:rsid w:val="00433668"/>
    <w:rsid w:val="0043380D"/>
    <w:rsid w:val="00433941"/>
    <w:rsid w:val="00433E19"/>
    <w:rsid w:val="00434182"/>
    <w:rsid w:val="004341BA"/>
    <w:rsid w:val="0043440C"/>
    <w:rsid w:val="0043485C"/>
    <w:rsid w:val="00434A38"/>
    <w:rsid w:val="00434B6C"/>
    <w:rsid w:val="00434B8A"/>
    <w:rsid w:val="00434D0C"/>
    <w:rsid w:val="00435103"/>
    <w:rsid w:val="0043549E"/>
    <w:rsid w:val="00435A08"/>
    <w:rsid w:val="00436E06"/>
    <w:rsid w:val="00437075"/>
    <w:rsid w:val="0043709E"/>
    <w:rsid w:val="004370E4"/>
    <w:rsid w:val="004373D1"/>
    <w:rsid w:val="00437568"/>
    <w:rsid w:val="004379E9"/>
    <w:rsid w:val="00437A1E"/>
    <w:rsid w:val="00437D3E"/>
    <w:rsid w:val="0044065B"/>
    <w:rsid w:val="00440742"/>
    <w:rsid w:val="00440864"/>
    <w:rsid w:val="004409CD"/>
    <w:rsid w:val="00440D11"/>
    <w:rsid w:val="00440EB1"/>
    <w:rsid w:val="00440F7C"/>
    <w:rsid w:val="0044119F"/>
    <w:rsid w:val="004411C4"/>
    <w:rsid w:val="00441265"/>
    <w:rsid w:val="00441571"/>
    <w:rsid w:val="004415ED"/>
    <w:rsid w:val="004417C6"/>
    <w:rsid w:val="00441AA6"/>
    <w:rsid w:val="00441BDF"/>
    <w:rsid w:val="00441D83"/>
    <w:rsid w:val="00442079"/>
    <w:rsid w:val="0044207B"/>
    <w:rsid w:val="004420E1"/>
    <w:rsid w:val="00442156"/>
    <w:rsid w:val="0044220F"/>
    <w:rsid w:val="0044234D"/>
    <w:rsid w:val="00442AB6"/>
    <w:rsid w:val="00443331"/>
    <w:rsid w:val="00443530"/>
    <w:rsid w:val="0044368F"/>
    <w:rsid w:val="00443BAE"/>
    <w:rsid w:val="00443BB5"/>
    <w:rsid w:val="00443C17"/>
    <w:rsid w:val="0044437A"/>
    <w:rsid w:val="00444468"/>
    <w:rsid w:val="004446A6"/>
    <w:rsid w:val="004446A7"/>
    <w:rsid w:val="00444759"/>
    <w:rsid w:val="00444D6B"/>
    <w:rsid w:val="0044581A"/>
    <w:rsid w:val="00445A01"/>
    <w:rsid w:val="00445D0C"/>
    <w:rsid w:val="00445E7E"/>
    <w:rsid w:val="0044641B"/>
    <w:rsid w:val="004467F1"/>
    <w:rsid w:val="00446C6B"/>
    <w:rsid w:val="00446C87"/>
    <w:rsid w:val="00446E19"/>
    <w:rsid w:val="004470E2"/>
    <w:rsid w:val="0044724D"/>
    <w:rsid w:val="0044730B"/>
    <w:rsid w:val="00447388"/>
    <w:rsid w:val="0044747B"/>
    <w:rsid w:val="00450261"/>
    <w:rsid w:val="0045042D"/>
    <w:rsid w:val="004512CC"/>
    <w:rsid w:val="004512CF"/>
    <w:rsid w:val="00451582"/>
    <w:rsid w:val="004515CB"/>
    <w:rsid w:val="00451CEC"/>
    <w:rsid w:val="00451E8F"/>
    <w:rsid w:val="00452362"/>
    <w:rsid w:val="00452586"/>
    <w:rsid w:val="004526BF"/>
    <w:rsid w:val="004529F7"/>
    <w:rsid w:val="00452D15"/>
    <w:rsid w:val="00452E59"/>
    <w:rsid w:val="00452FB4"/>
    <w:rsid w:val="00453020"/>
    <w:rsid w:val="00453131"/>
    <w:rsid w:val="00453F19"/>
    <w:rsid w:val="00453F89"/>
    <w:rsid w:val="00453FFF"/>
    <w:rsid w:val="00454107"/>
    <w:rsid w:val="00454300"/>
    <w:rsid w:val="00454847"/>
    <w:rsid w:val="00454A63"/>
    <w:rsid w:val="00454A74"/>
    <w:rsid w:val="004551DF"/>
    <w:rsid w:val="004552E1"/>
    <w:rsid w:val="004557EA"/>
    <w:rsid w:val="004558CA"/>
    <w:rsid w:val="00455A40"/>
    <w:rsid w:val="004562A2"/>
    <w:rsid w:val="0045653F"/>
    <w:rsid w:val="0045668D"/>
    <w:rsid w:val="00456F72"/>
    <w:rsid w:val="00457586"/>
    <w:rsid w:val="004577CB"/>
    <w:rsid w:val="00457E1C"/>
    <w:rsid w:val="00457ECC"/>
    <w:rsid w:val="00460049"/>
    <w:rsid w:val="004604EC"/>
    <w:rsid w:val="0046054B"/>
    <w:rsid w:val="00460841"/>
    <w:rsid w:val="004610A8"/>
    <w:rsid w:val="00461743"/>
    <w:rsid w:val="00461CCB"/>
    <w:rsid w:val="00461D9B"/>
    <w:rsid w:val="00462650"/>
    <w:rsid w:val="00462845"/>
    <w:rsid w:val="00462F90"/>
    <w:rsid w:val="00463038"/>
    <w:rsid w:val="0046317D"/>
    <w:rsid w:val="00463209"/>
    <w:rsid w:val="00463335"/>
    <w:rsid w:val="00463546"/>
    <w:rsid w:val="00463736"/>
    <w:rsid w:val="00463B22"/>
    <w:rsid w:val="00463DC0"/>
    <w:rsid w:val="00463E9A"/>
    <w:rsid w:val="00464BF6"/>
    <w:rsid w:val="00464C36"/>
    <w:rsid w:val="00464EB4"/>
    <w:rsid w:val="00464FF0"/>
    <w:rsid w:val="00465440"/>
    <w:rsid w:val="0046553B"/>
    <w:rsid w:val="00465646"/>
    <w:rsid w:val="004659C9"/>
    <w:rsid w:val="00465A6E"/>
    <w:rsid w:val="00465F17"/>
    <w:rsid w:val="00466048"/>
    <w:rsid w:val="004661E0"/>
    <w:rsid w:val="004662C0"/>
    <w:rsid w:val="004663C1"/>
    <w:rsid w:val="00466A29"/>
    <w:rsid w:val="00466D9D"/>
    <w:rsid w:val="0046700D"/>
    <w:rsid w:val="00467029"/>
    <w:rsid w:val="004673E6"/>
    <w:rsid w:val="004676A6"/>
    <w:rsid w:val="0046787B"/>
    <w:rsid w:val="004678BC"/>
    <w:rsid w:val="00467AB7"/>
    <w:rsid w:val="004701A5"/>
    <w:rsid w:val="00470391"/>
    <w:rsid w:val="00470514"/>
    <w:rsid w:val="00470585"/>
    <w:rsid w:val="00470ACE"/>
    <w:rsid w:val="00471061"/>
    <w:rsid w:val="00471169"/>
    <w:rsid w:val="00471253"/>
    <w:rsid w:val="0047142E"/>
    <w:rsid w:val="0047146C"/>
    <w:rsid w:val="004716BE"/>
    <w:rsid w:val="00471714"/>
    <w:rsid w:val="00471864"/>
    <w:rsid w:val="00471F6E"/>
    <w:rsid w:val="00472212"/>
    <w:rsid w:val="004727C6"/>
    <w:rsid w:val="00472808"/>
    <w:rsid w:val="0047309D"/>
    <w:rsid w:val="004730D4"/>
    <w:rsid w:val="0047317F"/>
    <w:rsid w:val="00473445"/>
    <w:rsid w:val="00473E46"/>
    <w:rsid w:val="00473EF4"/>
    <w:rsid w:val="00474029"/>
    <w:rsid w:val="00474069"/>
    <w:rsid w:val="0047477B"/>
    <w:rsid w:val="00474881"/>
    <w:rsid w:val="00474A21"/>
    <w:rsid w:val="00474B89"/>
    <w:rsid w:val="00474D08"/>
    <w:rsid w:val="00474F67"/>
    <w:rsid w:val="004752A5"/>
    <w:rsid w:val="00475361"/>
    <w:rsid w:val="00475827"/>
    <w:rsid w:val="00475A4A"/>
    <w:rsid w:val="00475B27"/>
    <w:rsid w:val="00475DC4"/>
    <w:rsid w:val="00476029"/>
    <w:rsid w:val="004760D0"/>
    <w:rsid w:val="00476423"/>
    <w:rsid w:val="00476A60"/>
    <w:rsid w:val="00476D31"/>
    <w:rsid w:val="00476E1C"/>
    <w:rsid w:val="00477702"/>
    <w:rsid w:val="004779C1"/>
    <w:rsid w:val="00477C6E"/>
    <w:rsid w:val="004805D6"/>
    <w:rsid w:val="0048083C"/>
    <w:rsid w:val="00480890"/>
    <w:rsid w:val="00480AE1"/>
    <w:rsid w:val="00480C6D"/>
    <w:rsid w:val="00480F3A"/>
    <w:rsid w:val="00481274"/>
    <w:rsid w:val="00481375"/>
    <w:rsid w:val="004819F3"/>
    <w:rsid w:val="00481D22"/>
    <w:rsid w:val="004825C5"/>
    <w:rsid w:val="0048291F"/>
    <w:rsid w:val="00482D18"/>
    <w:rsid w:val="00482F86"/>
    <w:rsid w:val="00483240"/>
    <w:rsid w:val="00483486"/>
    <w:rsid w:val="0048353F"/>
    <w:rsid w:val="00483917"/>
    <w:rsid w:val="00483B76"/>
    <w:rsid w:val="00483B89"/>
    <w:rsid w:val="00483CEA"/>
    <w:rsid w:val="00483F57"/>
    <w:rsid w:val="0048423E"/>
    <w:rsid w:val="00484316"/>
    <w:rsid w:val="00484664"/>
    <w:rsid w:val="0048470D"/>
    <w:rsid w:val="00484A02"/>
    <w:rsid w:val="00484BA0"/>
    <w:rsid w:val="00484BBF"/>
    <w:rsid w:val="004855C9"/>
    <w:rsid w:val="0048568C"/>
    <w:rsid w:val="0048610C"/>
    <w:rsid w:val="0048629A"/>
    <w:rsid w:val="00486747"/>
    <w:rsid w:val="004870D9"/>
    <w:rsid w:val="0048752D"/>
    <w:rsid w:val="0048779E"/>
    <w:rsid w:val="00487ABC"/>
    <w:rsid w:val="00487F3C"/>
    <w:rsid w:val="004900D0"/>
    <w:rsid w:val="00490D0E"/>
    <w:rsid w:val="00491019"/>
    <w:rsid w:val="00491045"/>
    <w:rsid w:val="004913A4"/>
    <w:rsid w:val="004918A2"/>
    <w:rsid w:val="00491B82"/>
    <w:rsid w:val="00491BE1"/>
    <w:rsid w:val="00491CEF"/>
    <w:rsid w:val="00491EB7"/>
    <w:rsid w:val="0049217A"/>
    <w:rsid w:val="00492280"/>
    <w:rsid w:val="004923FD"/>
    <w:rsid w:val="00492A94"/>
    <w:rsid w:val="00492C06"/>
    <w:rsid w:val="004931A7"/>
    <w:rsid w:val="004932AC"/>
    <w:rsid w:val="00493521"/>
    <w:rsid w:val="00493556"/>
    <w:rsid w:val="00493626"/>
    <w:rsid w:val="00493707"/>
    <w:rsid w:val="00493AA4"/>
    <w:rsid w:val="00493B4F"/>
    <w:rsid w:val="00493D22"/>
    <w:rsid w:val="0049411A"/>
    <w:rsid w:val="0049419C"/>
    <w:rsid w:val="0049449D"/>
    <w:rsid w:val="00494505"/>
    <w:rsid w:val="00494931"/>
    <w:rsid w:val="00494A84"/>
    <w:rsid w:val="00494C88"/>
    <w:rsid w:val="004951B6"/>
    <w:rsid w:val="00495625"/>
    <w:rsid w:val="00495744"/>
    <w:rsid w:val="00496068"/>
    <w:rsid w:val="0049629B"/>
    <w:rsid w:val="004963B9"/>
    <w:rsid w:val="00496433"/>
    <w:rsid w:val="00496729"/>
    <w:rsid w:val="004968A2"/>
    <w:rsid w:val="00496C7A"/>
    <w:rsid w:val="004973B7"/>
    <w:rsid w:val="004975F5"/>
    <w:rsid w:val="00497721"/>
    <w:rsid w:val="00497A97"/>
    <w:rsid w:val="00497BD5"/>
    <w:rsid w:val="00497DF4"/>
    <w:rsid w:val="00497EF1"/>
    <w:rsid w:val="00497F23"/>
    <w:rsid w:val="004A0021"/>
    <w:rsid w:val="004A0413"/>
    <w:rsid w:val="004A0419"/>
    <w:rsid w:val="004A06F6"/>
    <w:rsid w:val="004A0B5A"/>
    <w:rsid w:val="004A0EB9"/>
    <w:rsid w:val="004A1066"/>
    <w:rsid w:val="004A1333"/>
    <w:rsid w:val="004A139A"/>
    <w:rsid w:val="004A13CC"/>
    <w:rsid w:val="004A13EF"/>
    <w:rsid w:val="004A14A8"/>
    <w:rsid w:val="004A161F"/>
    <w:rsid w:val="004A1A4B"/>
    <w:rsid w:val="004A1B60"/>
    <w:rsid w:val="004A2069"/>
    <w:rsid w:val="004A247D"/>
    <w:rsid w:val="004A2819"/>
    <w:rsid w:val="004A2846"/>
    <w:rsid w:val="004A28E3"/>
    <w:rsid w:val="004A29DC"/>
    <w:rsid w:val="004A32B5"/>
    <w:rsid w:val="004A338D"/>
    <w:rsid w:val="004A3432"/>
    <w:rsid w:val="004A36D0"/>
    <w:rsid w:val="004A3895"/>
    <w:rsid w:val="004A3AEB"/>
    <w:rsid w:val="004A3AF3"/>
    <w:rsid w:val="004A46C1"/>
    <w:rsid w:val="004A48FE"/>
    <w:rsid w:val="004A4AB4"/>
    <w:rsid w:val="004A4D55"/>
    <w:rsid w:val="004A4EFF"/>
    <w:rsid w:val="004A51B8"/>
    <w:rsid w:val="004A51E9"/>
    <w:rsid w:val="004A5AE5"/>
    <w:rsid w:val="004A5DDE"/>
    <w:rsid w:val="004A6A14"/>
    <w:rsid w:val="004A7832"/>
    <w:rsid w:val="004A790F"/>
    <w:rsid w:val="004A7989"/>
    <w:rsid w:val="004A7A0B"/>
    <w:rsid w:val="004A7FFE"/>
    <w:rsid w:val="004B0283"/>
    <w:rsid w:val="004B02B5"/>
    <w:rsid w:val="004B0308"/>
    <w:rsid w:val="004B0459"/>
    <w:rsid w:val="004B0CEA"/>
    <w:rsid w:val="004B0F4C"/>
    <w:rsid w:val="004B118E"/>
    <w:rsid w:val="004B1318"/>
    <w:rsid w:val="004B1356"/>
    <w:rsid w:val="004B1A3F"/>
    <w:rsid w:val="004B1AE2"/>
    <w:rsid w:val="004B1B98"/>
    <w:rsid w:val="004B1F2E"/>
    <w:rsid w:val="004B22B7"/>
    <w:rsid w:val="004B2310"/>
    <w:rsid w:val="004B2389"/>
    <w:rsid w:val="004B25C6"/>
    <w:rsid w:val="004B28A0"/>
    <w:rsid w:val="004B2AC0"/>
    <w:rsid w:val="004B2C8C"/>
    <w:rsid w:val="004B3197"/>
    <w:rsid w:val="004B3403"/>
    <w:rsid w:val="004B34BB"/>
    <w:rsid w:val="004B37B2"/>
    <w:rsid w:val="004B3AA4"/>
    <w:rsid w:val="004B3E82"/>
    <w:rsid w:val="004B405E"/>
    <w:rsid w:val="004B4068"/>
    <w:rsid w:val="004B4657"/>
    <w:rsid w:val="004B4892"/>
    <w:rsid w:val="004B4A96"/>
    <w:rsid w:val="004B4D23"/>
    <w:rsid w:val="004B4E75"/>
    <w:rsid w:val="004B4F5E"/>
    <w:rsid w:val="004B508F"/>
    <w:rsid w:val="004B5627"/>
    <w:rsid w:val="004B57D2"/>
    <w:rsid w:val="004B58AE"/>
    <w:rsid w:val="004B5BF0"/>
    <w:rsid w:val="004B5DD0"/>
    <w:rsid w:val="004B5DF2"/>
    <w:rsid w:val="004B5F43"/>
    <w:rsid w:val="004B5F66"/>
    <w:rsid w:val="004B6253"/>
    <w:rsid w:val="004B6414"/>
    <w:rsid w:val="004B64F9"/>
    <w:rsid w:val="004B66CF"/>
    <w:rsid w:val="004B7199"/>
    <w:rsid w:val="004B71C1"/>
    <w:rsid w:val="004B753A"/>
    <w:rsid w:val="004B7658"/>
    <w:rsid w:val="004B7752"/>
    <w:rsid w:val="004B7B18"/>
    <w:rsid w:val="004B7B65"/>
    <w:rsid w:val="004B7BDE"/>
    <w:rsid w:val="004B7CD0"/>
    <w:rsid w:val="004B7E9F"/>
    <w:rsid w:val="004C00F5"/>
    <w:rsid w:val="004C0111"/>
    <w:rsid w:val="004C0251"/>
    <w:rsid w:val="004C07BC"/>
    <w:rsid w:val="004C0990"/>
    <w:rsid w:val="004C09DF"/>
    <w:rsid w:val="004C0A2F"/>
    <w:rsid w:val="004C0A6C"/>
    <w:rsid w:val="004C0B0E"/>
    <w:rsid w:val="004C0B71"/>
    <w:rsid w:val="004C0CD8"/>
    <w:rsid w:val="004C12D2"/>
    <w:rsid w:val="004C13C1"/>
    <w:rsid w:val="004C1973"/>
    <w:rsid w:val="004C1AC6"/>
    <w:rsid w:val="004C1AFF"/>
    <w:rsid w:val="004C1B21"/>
    <w:rsid w:val="004C1BF6"/>
    <w:rsid w:val="004C21A8"/>
    <w:rsid w:val="004C21F9"/>
    <w:rsid w:val="004C23CC"/>
    <w:rsid w:val="004C241E"/>
    <w:rsid w:val="004C2556"/>
    <w:rsid w:val="004C27E2"/>
    <w:rsid w:val="004C2DEC"/>
    <w:rsid w:val="004C2E0D"/>
    <w:rsid w:val="004C2EDF"/>
    <w:rsid w:val="004C338B"/>
    <w:rsid w:val="004C3981"/>
    <w:rsid w:val="004C3A24"/>
    <w:rsid w:val="004C47F5"/>
    <w:rsid w:val="004C4B1E"/>
    <w:rsid w:val="004C4B45"/>
    <w:rsid w:val="004C4E09"/>
    <w:rsid w:val="004C55B6"/>
    <w:rsid w:val="004C62B5"/>
    <w:rsid w:val="004C670F"/>
    <w:rsid w:val="004C6742"/>
    <w:rsid w:val="004C6755"/>
    <w:rsid w:val="004C6795"/>
    <w:rsid w:val="004C67B0"/>
    <w:rsid w:val="004C68B2"/>
    <w:rsid w:val="004C68C1"/>
    <w:rsid w:val="004C6B3D"/>
    <w:rsid w:val="004C6CD4"/>
    <w:rsid w:val="004C6E78"/>
    <w:rsid w:val="004C747A"/>
    <w:rsid w:val="004C7BD4"/>
    <w:rsid w:val="004C7C2C"/>
    <w:rsid w:val="004D008D"/>
    <w:rsid w:val="004D00C3"/>
    <w:rsid w:val="004D04D1"/>
    <w:rsid w:val="004D04F7"/>
    <w:rsid w:val="004D05FB"/>
    <w:rsid w:val="004D0A84"/>
    <w:rsid w:val="004D0BA0"/>
    <w:rsid w:val="004D0F18"/>
    <w:rsid w:val="004D1090"/>
    <w:rsid w:val="004D11E5"/>
    <w:rsid w:val="004D12C8"/>
    <w:rsid w:val="004D14BA"/>
    <w:rsid w:val="004D1824"/>
    <w:rsid w:val="004D1835"/>
    <w:rsid w:val="004D1851"/>
    <w:rsid w:val="004D194C"/>
    <w:rsid w:val="004D1A01"/>
    <w:rsid w:val="004D1A6D"/>
    <w:rsid w:val="004D1C53"/>
    <w:rsid w:val="004D1CCD"/>
    <w:rsid w:val="004D20AB"/>
    <w:rsid w:val="004D213F"/>
    <w:rsid w:val="004D22C8"/>
    <w:rsid w:val="004D2582"/>
    <w:rsid w:val="004D28C9"/>
    <w:rsid w:val="004D2A6C"/>
    <w:rsid w:val="004D32A7"/>
    <w:rsid w:val="004D336C"/>
    <w:rsid w:val="004D33BB"/>
    <w:rsid w:val="004D33BC"/>
    <w:rsid w:val="004D4308"/>
    <w:rsid w:val="004D441F"/>
    <w:rsid w:val="004D4488"/>
    <w:rsid w:val="004D44AC"/>
    <w:rsid w:val="004D4505"/>
    <w:rsid w:val="004D469A"/>
    <w:rsid w:val="004D4F0B"/>
    <w:rsid w:val="004D522E"/>
    <w:rsid w:val="004D57F4"/>
    <w:rsid w:val="004D5B96"/>
    <w:rsid w:val="004D5DC2"/>
    <w:rsid w:val="004D5FED"/>
    <w:rsid w:val="004D6202"/>
    <w:rsid w:val="004D68C3"/>
    <w:rsid w:val="004D6AE5"/>
    <w:rsid w:val="004D721D"/>
    <w:rsid w:val="004D793E"/>
    <w:rsid w:val="004D7A53"/>
    <w:rsid w:val="004D7AAE"/>
    <w:rsid w:val="004D7EBF"/>
    <w:rsid w:val="004E0A43"/>
    <w:rsid w:val="004E0FF8"/>
    <w:rsid w:val="004E14A3"/>
    <w:rsid w:val="004E163A"/>
    <w:rsid w:val="004E1A3B"/>
    <w:rsid w:val="004E1C01"/>
    <w:rsid w:val="004E20D0"/>
    <w:rsid w:val="004E2513"/>
    <w:rsid w:val="004E2558"/>
    <w:rsid w:val="004E27DE"/>
    <w:rsid w:val="004E2941"/>
    <w:rsid w:val="004E29E5"/>
    <w:rsid w:val="004E2F90"/>
    <w:rsid w:val="004E33D5"/>
    <w:rsid w:val="004E3580"/>
    <w:rsid w:val="004E362B"/>
    <w:rsid w:val="004E392D"/>
    <w:rsid w:val="004E3983"/>
    <w:rsid w:val="004E3A91"/>
    <w:rsid w:val="004E3B3E"/>
    <w:rsid w:val="004E3F07"/>
    <w:rsid w:val="004E4257"/>
    <w:rsid w:val="004E468D"/>
    <w:rsid w:val="004E4726"/>
    <w:rsid w:val="004E499A"/>
    <w:rsid w:val="004E550C"/>
    <w:rsid w:val="004E55EE"/>
    <w:rsid w:val="004E58EE"/>
    <w:rsid w:val="004E5A7D"/>
    <w:rsid w:val="004E5AA9"/>
    <w:rsid w:val="004E5D6A"/>
    <w:rsid w:val="004E5ECE"/>
    <w:rsid w:val="004E62C6"/>
    <w:rsid w:val="004E6720"/>
    <w:rsid w:val="004E6877"/>
    <w:rsid w:val="004E714C"/>
    <w:rsid w:val="004E722A"/>
    <w:rsid w:val="004E72D8"/>
    <w:rsid w:val="004E7505"/>
    <w:rsid w:val="004E7810"/>
    <w:rsid w:val="004E7BF4"/>
    <w:rsid w:val="004E7D9E"/>
    <w:rsid w:val="004F001A"/>
    <w:rsid w:val="004F039F"/>
    <w:rsid w:val="004F04BB"/>
    <w:rsid w:val="004F068E"/>
    <w:rsid w:val="004F0815"/>
    <w:rsid w:val="004F0AD2"/>
    <w:rsid w:val="004F0E69"/>
    <w:rsid w:val="004F1090"/>
    <w:rsid w:val="004F12D6"/>
    <w:rsid w:val="004F162B"/>
    <w:rsid w:val="004F1846"/>
    <w:rsid w:val="004F1D64"/>
    <w:rsid w:val="004F1FC6"/>
    <w:rsid w:val="004F2186"/>
    <w:rsid w:val="004F2233"/>
    <w:rsid w:val="004F23B0"/>
    <w:rsid w:val="004F2500"/>
    <w:rsid w:val="004F2891"/>
    <w:rsid w:val="004F39A9"/>
    <w:rsid w:val="004F3A2A"/>
    <w:rsid w:val="004F3A54"/>
    <w:rsid w:val="004F44DC"/>
    <w:rsid w:val="004F4913"/>
    <w:rsid w:val="004F4B59"/>
    <w:rsid w:val="004F4BC6"/>
    <w:rsid w:val="004F4C65"/>
    <w:rsid w:val="004F50A8"/>
    <w:rsid w:val="004F5216"/>
    <w:rsid w:val="004F55E4"/>
    <w:rsid w:val="004F5AE5"/>
    <w:rsid w:val="004F5C4F"/>
    <w:rsid w:val="004F5CA4"/>
    <w:rsid w:val="004F5CEE"/>
    <w:rsid w:val="004F6633"/>
    <w:rsid w:val="004F6646"/>
    <w:rsid w:val="004F6BFC"/>
    <w:rsid w:val="004F736C"/>
    <w:rsid w:val="004F756C"/>
    <w:rsid w:val="004F7928"/>
    <w:rsid w:val="004F79BA"/>
    <w:rsid w:val="004F7B5C"/>
    <w:rsid w:val="004F7C94"/>
    <w:rsid w:val="004F7EF9"/>
    <w:rsid w:val="00500247"/>
    <w:rsid w:val="005003A3"/>
    <w:rsid w:val="0050045D"/>
    <w:rsid w:val="005008F9"/>
    <w:rsid w:val="005011E3"/>
    <w:rsid w:val="005013F4"/>
    <w:rsid w:val="005018F6"/>
    <w:rsid w:val="00501D3A"/>
    <w:rsid w:val="00501E23"/>
    <w:rsid w:val="0050202F"/>
    <w:rsid w:val="0050239A"/>
    <w:rsid w:val="005024A5"/>
    <w:rsid w:val="0050293E"/>
    <w:rsid w:val="00502BAC"/>
    <w:rsid w:val="00502CA0"/>
    <w:rsid w:val="005031A1"/>
    <w:rsid w:val="0050327A"/>
    <w:rsid w:val="0050367E"/>
    <w:rsid w:val="00503D30"/>
    <w:rsid w:val="00503F22"/>
    <w:rsid w:val="00504167"/>
    <w:rsid w:val="0050422F"/>
    <w:rsid w:val="00504517"/>
    <w:rsid w:val="0050475B"/>
    <w:rsid w:val="0050490A"/>
    <w:rsid w:val="00505141"/>
    <w:rsid w:val="00505266"/>
    <w:rsid w:val="0050537B"/>
    <w:rsid w:val="005059D9"/>
    <w:rsid w:val="005059ED"/>
    <w:rsid w:val="00505A8F"/>
    <w:rsid w:val="00505B55"/>
    <w:rsid w:val="00506060"/>
    <w:rsid w:val="005060C2"/>
    <w:rsid w:val="005062F4"/>
    <w:rsid w:val="005063D5"/>
    <w:rsid w:val="00506767"/>
    <w:rsid w:val="005067CB"/>
    <w:rsid w:val="00506BB4"/>
    <w:rsid w:val="005071E6"/>
    <w:rsid w:val="00507385"/>
    <w:rsid w:val="005073E7"/>
    <w:rsid w:val="005077BF"/>
    <w:rsid w:val="00507B39"/>
    <w:rsid w:val="00507BD5"/>
    <w:rsid w:val="00507BD9"/>
    <w:rsid w:val="00507D3E"/>
    <w:rsid w:val="005100EB"/>
    <w:rsid w:val="005101BC"/>
    <w:rsid w:val="005104B3"/>
    <w:rsid w:val="0051072B"/>
    <w:rsid w:val="0051131A"/>
    <w:rsid w:val="005113D9"/>
    <w:rsid w:val="00511561"/>
    <w:rsid w:val="005116FF"/>
    <w:rsid w:val="0051183F"/>
    <w:rsid w:val="00511846"/>
    <w:rsid w:val="00511AE1"/>
    <w:rsid w:val="00511C81"/>
    <w:rsid w:val="00511CDF"/>
    <w:rsid w:val="00511D25"/>
    <w:rsid w:val="00511E5C"/>
    <w:rsid w:val="005120BB"/>
    <w:rsid w:val="00512D8D"/>
    <w:rsid w:val="00512F42"/>
    <w:rsid w:val="00512FAD"/>
    <w:rsid w:val="00513228"/>
    <w:rsid w:val="00513A58"/>
    <w:rsid w:val="00513D9E"/>
    <w:rsid w:val="00513DB8"/>
    <w:rsid w:val="00514253"/>
    <w:rsid w:val="00514372"/>
    <w:rsid w:val="005143F3"/>
    <w:rsid w:val="00514699"/>
    <w:rsid w:val="00514B35"/>
    <w:rsid w:val="00514BC5"/>
    <w:rsid w:val="00514C31"/>
    <w:rsid w:val="00514FE1"/>
    <w:rsid w:val="005150DD"/>
    <w:rsid w:val="00515104"/>
    <w:rsid w:val="00515202"/>
    <w:rsid w:val="00515380"/>
    <w:rsid w:val="00515AFE"/>
    <w:rsid w:val="00515E21"/>
    <w:rsid w:val="005161D4"/>
    <w:rsid w:val="005163F0"/>
    <w:rsid w:val="005168AA"/>
    <w:rsid w:val="00516AED"/>
    <w:rsid w:val="00516D4A"/>
    <w:rsid w:val="00516F1D"/>
    <w:rsid w:val="005171FC"/>
    <w:rsid w:val="00517521"/>
    <w:rsid w:val="005175C9"/>
    <w:rsid w:val="005208F2"/>
    <w:rsid w:val="00520BB6"/>
    <w:rsid w:val="00520EA3"/>
    <w:rsid w:val="00520F92"/>
    <w:rsid w:val="005213E6"/>
    <w:rsid w:val="00521517"/>
    <w:rsid w:val="00521575"/>
    <w:rsid w:val="0052164F"/>
    <w:rsid w:val="00521704"/>
    <w:rsid w:val="00521AFA"/>
    <w:rsid w:val="00521F16"/>
    <w:rsid w:val="00522137"/>
    <w:rsid w:val="005222E9"/>
    <w:rsid w:val="005226F7"/>
    <w:rsid w:val="005226FB"/>
    <w:rsid w:val="00522E9A"/>
    <w:rsid w:val="0052310C"/>
    <w:rsid w:val="005231F4"/>
    <w:rsid w:val="0052324C"/>
    <w:rsid w:val="00523423"/>
    <w:rsid w:val="0052393D"/>
    <w:rsid w:val="00523B2A"/>
    <w:rsid w:val="00523E22"/>
    <w:rsid w:val="00524043"/>
    <w:rsid w:val="00524200"/>
    <w:rsid w:val="0052440D"/>
    <w:rsid w:val="00524433"/>
    <w:rsid w:val="00524632"/>
    <w:rsid w:val="0052486E"/>
    <w:rsid w:val="00524D24"/>
    <w:rsid w:val="00525025"/>
    <w:rsid w:val="00525038"/>
    <w:rsid w:val="00525062"/>
    <w:rsid w:val="0052525F"/>
    <w:rsid w:val="005252B6"/>
    <w:rsid w:val="00525405"/>
    <w:rsid w:val="00525780"/>
    <w:rsid w:val="0052590A"/>
    <w:rsid w:val="00525ADD"/>
    <w:rsid w:val="00525DE3"/>
    <w:rsid w:val="0052614B"/>
    <w:rsid w:val="0052647E"/>
    <w:rsid w:val="00526911"/>
    <w:rsid w:val="00527D55"/>
    <w:rsid w:val="00530099"/>
    <w:rsid w:val="005305E7"/>
    <w:rsid w:val="00530717"/>
    <w:rsid w:val="00531478"/>
    <w:rsid w:val="00531671"/>
    <w:rsid w:val="00532276"/>
    <w:rsid w:val="0053271F"/>
    <w:rsid w:val="00532872"/>
    <w:rsid w:val="00532F42"/>
    <w:rsid w:val="005332DD"/>
    <w:rsid w:val="005335B1"/>
    <w:rsid w:val="00533977"/>
    <w:rsid w:val="00533BC7"/>
    <w:rsid w:val="0053412E"/>
    <w:rsid w:val="00534299"/>
    <w:rsid w:val="0053469A"/>
    <w:rsid w:val="00534C56"/>
    <w:rsid w:val="00534D4D"/>
    <w:rsid w:val="00534EC4"/>
    <w:rsid w:val="00535722"/>
    <w:rsid w:val="00535D94"/>
    <w:rsid w:val="00535FB1"/>
    <w:rsid w:val="0053612E"/>
    <w:rsid w:val="005367F4"/>
    <w:rsid w:val="005369FF"/>
    <w:rsid w:val="00536A00"/>
    <w:rsid w:val="00536FAB"/>
    <w:rsid w:val="00537047"/>
    <w:rsid w:val="005370EA"/>
    <w:rsid w:val="00537199"/>
    <w:rsid w:val="005373EF"/>
    <w:rsid w:val="00537A54"/>
    <w:rsid w:val="00537A63"/>
    <w:rsid w:val="005403B8"/>
    <w:rsid w:val="00540491"/>
    <w:rsid w:val="00540620"/>
    <w:rsid w:val="005408F0"/>
    <w:rsid w:val="0054134C"/>
    <w:rsid w:val="005415A4"/>
    <w:rsid w:val="00541753"/>
    <w:rsid w:val="00541BB3"/>
    <w:rsid w:val="00541BE8"/>
    <w:rsid w:val="00541F96"/>
    <w:rsid w:val="00542221"/>
    <w:rsid w:val="0054231B"/>
    <w:rsid w:val="00542FF0"/>
    <w:rsid w:val="005437CE"/>
    <w:rsid w:val="00543B61"/>
    <w:rsid w:val="00543C6F"/>
    <w:rsid w:val="00543D82"/>
    <w:rsid w:val="00543E6A"/>
    <w:rsid w:val="00544063"/>
    <w:rsid w:val="00544228"/>
    <w:rsid w:val="00544C4E"/>
    <w:rsid w:val="00544E42"/>
    <w:rsid w:val="00544E72"/>
    <w:rsid w:val="00544FCA"/>
    <w:rsid w:val="0054517C"/>
    <w:rsid w:val="0054553A"/>
    <w:rsid w:val="00545548"/>
    <w:rsid w:val="005455FC"/>
    <w:rsid w:val="00545818"/>
    <w:rsid w:val="00545926"/>
    <w:rsid w:val="00545E8F"/>
    <w:rsid w:val="005460D9"/>
    <w:rsid w:val="00546A7A"/>
    <w:rsid w:val="00546B01"/>
    <w:rsid w:val="00546E10"/>
    <w:rsid w:val="00546EF2"/>
    <w:rsid w:val="00546FA6"/>
    <w:rsid w:val="0054744A"/>
    <w:rsid w:val="00547497"/>
    <w:rsid w:val="005474BE"/>
    <w:rsid w:val="00547A35"/>
    <w:rsid w:val="00547AC7"/>
    <w:rsid w:val="00550189"/>
    <w:rsid w:val="0055049F"/>
    <w:rsid w:val="005504AB"/>
    <w:rsid w:val="00550637"/>
    <w:rsid w:val="0055097E"/>
    <w:rsid w:val="005509B3"/>
    <w:rsid w:val="0055109D"/>
    <w:rsid w:val="0055119D"/>
    <w:rsid w:val="00551380"/>
    <w:rsid w:val="00551725"/>
    <w:rsid w:val="00551DA8"/>
    <w:rsid w:val="00551F1E"/>
    <w:rsid w:val="00551F35"/>
    <w:rsid w:val="0055286B"/>
    <w:rsid w:val="00552C5E"/>
    <w:rsid w:val="0055300C"/>
    <w:rsid w:val="00553019"/>
    <w:rsid w:val="005530BD"/>
    <w:rsid w:val="005530DF"/>
    <w:rsid w:val="005536D5"/>
    <w:rsid w:val="005539FB"/>
    <w:rsid w:val="00553BAB"/>
    <w:rsid w:val="00553D84"/>
    <w:rsid w:val="00554B23"/>
    <w:rsid w:val="00554D59"/>
    <w:rsid w:val="00554EA8"/>
    <w:rsid w:val="00555278"/>
    <w:rsid w:val="005556AB"/>
    <w:rsid w:val="00555ACA"/>
    <w:rsid w:val="00555B9A"/>
    <w:rsid w:val="00555D17"/>
    <w:rsid w:val="0055665D"/>
    <w:rsid w:val="0055690E"/>
    <w:rsid w:val="005569D2"/>
    <w:rsid w:val="00556C2C"/>
    <w:rsid w:val="00556CBD"/>
    <w:rsid w:val="00556FDB"/>
    <w:rsid w:val="00557194"/>
    <w:rsid w:val="00557257"/>
    <w:rsid w:val="00557399"/>
    <w:rsid w:val="00557530"/>
    <w:rsid w:val="005575C6"/>
    <w:rsid w:val="0055784C"/>
    <w:rsid w:val="00557872"/>
    <w:rsid w:val="00557B04"/>
    <w:rsid w:val="00557F57"/>
    <w:rsid w:val="00560135"/>
    <w:rsid w:val="00560194"/>
    <w:rsid w:val="00560288"/>
    <w:rsid w:val="0056061F"/>
    <w:rsid w:val="00560860"/>
    <w:rsid w:val="005609CB"/>
    <w:rsid w:val="00560AF0"/>
    <w:rsid w:val="00560E43"/>
    <w:rsid w:val="00560E57"/>
    <w:rsid w:val="0056111B"/>
    <w:rsid w:val="00561786"/>
    <w:rsid w:val="005618D9"/>
    <w:rsid w:val="00561928"/>
    <w:rsid w:val="00561B99"/>
    <w:rsid w:val="00561C3A"/>
    <w:rsid w:val="005623DC"/>
    <w:rsid w:val="005626E9"/>
    <w:rsid w:val="00562846"/>
    <w:rsid w:val="005628F0"/>
    <w:rsid w:val="00563193"/>
    <w:rsid w:val="00563928"/>
    <w:rsid w:val="00563A39"/>
    <w:rsid w:val="00563E1C"/>
    <w:rsid w:val="0056409D"/>
    <w:rsid w:val="0056427C"/>
    <w:rsid w:val="00564343"/>
    <w:rsid w:val="0056448A"/>
    <w:rsid w:val="00564D20"/>
    <w:rsid w:val="00564D34"/>
    <w:rsid w:val="00564F21"/>
    <w:rsid w:val="00565260"/>
    <w:rsid w:val="00565B6A"/>
    <w:rsid w:val="00566467"/>
    <w:rsid w:val="00566525"/>
    <w:rsid w:val="0056659C"/>
    <w:rsid w:val="00566BBE"/>
    <w:rsid w:val="00566DDE"/>
    <w:rsid w:val="00567703"/>
    <w:rsid w:val="00567F3C"/>
    <w:rsid w:val="005700CD"/>
    <w:rsid w:val="0057022E"/>
    <w:rsid w:val="005703A0"/>
    <w:rsid w:val="005708F5"/>
    <w:rsid w:val="00570D60"/>
    <w:rsid w:val="0057116E"/>
    <w:rsid w:val="00571192"/>
    <w:rsid w:val="005714B6"/>
    <w:rsid w:val="005716D0"/>
    <w:rsid w:val="00571C7E"/>
    <w:rsid w:val="00571C95"/>
    <w:rsid w:val="005721BC"/>
    <w:rsid w:val="005721DA"/>
    <w:rsid w:val="00572998"/>
    <w:rsid w:val="00572C14"/>
    <w:rsid w:val="00572D6F"/>
    <w:rsid w:val="00573040"/>
    <w:rsid w:val="005730A6"/>
    <w:rsid w:val="0057322B"/>
    <w:rsid w:val="005732E6"/>
    <w:rsid w:val="0057374C"/>
    <w:rsid w:val="00573A02"/>
    <w:rsid w:val="00573AAE"/>
    <w:rsid w:val="00573C97"/>
    <w:rsid w:val="00573D93"/>
    <w:rsid w:val="00574087"/>
    <w:rsid w:val="0057421A"/>
    <w:rsid w:val="00574282"/>
    <w:rsid w:val="00574309"/>
    <w:rsid w:val="0057463F"/>
    <w:rsid w:val="00574B28"/>
    <w:rsid w:val="0057520F"/>
    <w:rsid w:val="005752D8"/>
    <w:rsid w:val="00575670"/>
    <w:rsid w:val="00575860"/>
    <w:rsid w:val="00575972"/>
    <w:rsid w:val="005761D8"/>
    <w:rsid w:val="005767C8"/>
    <w:rsid w:val="00576FF9"/>
    <w:rsid w:val="005777AB"/>
    <w:rsid w:val="005777F5"/>
    <w:rsid w:val="00577866"/>
    <w:rsid w:val="005778C8"/>
    <w:rsid w:val="00577998"/>
    <w:rsid w:val="00577A05"/>
    <w:rsid w:val="00577FCD"/>
    <w:rsid w:val="00580446"/>
    <w:rsid w:val="00580AE7"/>
    <w:rsid w:val="005810D1"/>
    <w:rsid w:val="0058110F"/>
    <w:rsid w:val="005812AB"/>
    <w:rsid w:val="0058138A"/>
    <w:rsid w:val="005814F6"/>
    <w:rsid w:val="00581532"/>
    <w:rsid w:val="0058156E"/>
    <w:rsid w:val="00581705"/>
    <w:rsid w:val="005817C6"/>
    <w:rsid w:val="00581CC5"/>
    <w:rsid w:val="00581F38"/>
    <w:rsid w:val="00581F88"/>
    <w:rsid w:val="00582700"/>
    <w:rsid w:val="00582EA3"/>
    <w:rsid w:val="0058301D"/>
    <w:rsid w:val="00583100"/>
    <w:rsid w:val="00583181"/>
    <w:rsid w:val="00583480"/>
    <w:rsid w:val="00583663"/>
    <w:rsid w:val="005836A7"/>
    <w:rsid w:val="005837AF"/>
    <w:rsid w:val="0058382E"/>
    <w:rsid w:val="005839A8"/>
    <w:rsid w:val="00583C72"/>
    <w:rsid w:val="00583D11"/>
    <w:rsid w:val="00583E1A"/>
    <w:rsid w:val="00583F19"/>
    <w:rsid w:val="005841B9"/>
    <w:rsid w:val="00584793"/>
    <w:rsid w:val="00584976"/>
    <w:rsid w:val="00584BBC"/>
    <w:rsid w:val="00584BD1"/>
    <w:rsid w:val="00584D23"/>
    <w:rsid w:val="00584FF8"/>
    <w:rsid w:val="0058518B"/>
    <w:rsid w:val="0058554A"/>
    <w:rsid w:val="005855FF"/>
    <w:rsid w:val="005857E0"/>
    <w:rsid w:val="0058580D"/>
    <w:rsid w:val="00585FED"/>
    <w:rsid w:val="005862BD"/>
    <w:rsid w:val="00586417"/>
    <w:rsid w:val="00587177"/>
    <w:rsid w:val="0058753A"/>
    <w:rsid w:val="005903FE"/>
    <w:rsid w:val="0059049C"/>
    <w:rsid w:val="00590A2B"/>
    <w:rsid w:val="00590CA1"/>
    <w:rsid w:val="005912B1"/>
    <w:rsid w:val="005915CB"/>
    <w:rsid w:val="005917B1"/>
    <w:rsid w:val="0059193F"/>
    <w:rsid w:val="00591E38"/>
    <w:rsid w:val="00592E0A"/>
    <w:rsid w:val="00592ED8"/>
    <w:rsid w:val="00592EEB"/>
    <w:rsid w:val="0059342A"/>
    <w:rsid w:val="00593A29"/>
    <w:rsid w:val="00593CF2"/>
    <w:rsid w:val="00593F42"/>
    <w:rsid w:val="00593FC5"/>
    <w:rsid w:val="00594125"/>
    <w:rsid w:val="00594917"/>
    <w:rsid w:val="0059496C"/>
    <w:rsid w:val="00594C3E"/>
    <w:rsid w:val="00594CC6"/>
    <w:rsid w:val="0059514E"/>
    <w:rsid w:val="005952B7"/>
    <w:rsid w:val="00595313"/>
    <w:rsid w:val="00595851"/>
    <w:rsid w:val="00595CF7"/>
    <w:rsid w:val="00595D3E"/>
    <w:rsid w:val="005960EE"/>
    <w:rsid w:val="005961DE"/>
    <w:rsid w:val="005961FA"/>
    <w:rsid w:val="00596421"/>
    <w:rsid w:val="005966F4"/>
    <w:rsid w:val="00596A2B"/>
    <w:rsid w:val="00596CC5"/>
    <w:rsid w:val="00596DBF"/>
    <w:rsid w:val="00596F39"/>
    <w:rsid w:val="00597032"/>
    <w:rsid w:val="0059754B"/>
    <w:rsid w:val="00597798"/>
    <w:rsid w:val="005977AE"/>
    <w:rsid w:val="00597959"/>
    <w:rsid w:val="00597C83"/>
    <w:rsid w:val="00597DB5"/>
    <w:rsid w:val="00597FC5"/>
    <w:rsid w:val="005A0428"/>
    <w:rsid w:val="005A07D7"/>
    <w:rsid w:val="005A0ECB"/>
    <w:rsid w:val="005A0EDE"/>
    <w:rsid w:val="005A10D5"/>
    <w:rsid w:val="005A14B0"/>
    <w:rsid w:val="005A1848"/>
    <w:rsid w:val="005A1AF1"/>
    <w:rsid w:val="005A1CEC"/>
    <w:rsid w:val="005A1F1D"/>
    <w:rsid w:val="005A2319"/>
    <w:rsid w:val="005A2C8F"/>
    <w:rsid w:val="005A2D6E"/>
    <w:rsid w:val="005A2E5A"/>
    <w:rsid w:val="005A2E8D"/>
    <w:rsid w:val="005A3140"/>
    <w:rsid w:val="005A3363"/>
    <w:rsid w:val="005A339A"/>
    <w:rsid w:val="005A368C"/>
    <w:rsid w:val="005A3972"/>
    <w:rsid w:val="005A3F58"/>
    <w:rsid w:val="005A42E6"/>
    <w:rsid w:val="005A45B0"/>
    <w:rsid w:val="005A45CD"/>
    <w:rsid w:val="005A481E"/>
    <w:rsid w:val="005A4A68"/>
    <w:rsid w:val="005A4BE2"/>
    <w:rsid w:val="005A4D01"/>
    <w:rsid w:val="005A4D2C"/>
    <w:rsid w:val="005A50B9"/>
    <w:rsid w:val="005A50C4"/>
    <w:rsid w:val="005A50CB"/>
    <w:rsid w:val="005A50F8"/>
    <w:rsid w:val="005A519E"/>
    <w:rsid w:val="005A54B2"/>
    <w:rsid w:val="005A54EA"/>
    <w:rsid w:val="005A5DBC"/>
    <w:rsid w:val="005A619F"/>
    <w:rsid w:val="005A6203"/>
    <w:rsid w:val="005A6630"/>
    <w:rsid w:val="005A6F16"/>
    <w:rsid w:val="005A7386"/>
    <w:rsid w:val="005A7593"/>
    <w:rsid w:val="005A7B0F"/>
    <w:rsid w:val="005A7C76"/>
    <w:rsid w:val="005B03BD"/>
    <w:rsid w:val="005B051A"/>
    <w:rsid w:val="005B0599"/>
    <w:rsid w:val="005B0664"/>
    <w:rsid w:val="005B0837"/>
    <w:rsid w:val="005B095F"/>
    <w:rsid w:val="005B09FA"/>
    <w:rsid w:val="005B0A78"/>
    <w:rsid w:val="005B0BB4"/>
    <w:rsid w:val="005B0CB7"/>
    <w:rsid w:val="005B111D"/>
    <w:rsid w:val="005B11E9"/>
    <w:rsid w:val="005B16D3"/>
    <w:rsid w:val="005B1976"/>
    <w:rsid w:val="005B1A06"/>
    <w:rsid w:val="005B1E21"/>
    <w:rsid w:val="005B25EA"/>
    <w:rsid w:val="005B27E6"/>
    <w:rsid w:val="005B2807"/>
    <w:rsid w:val="005B2BEE"/>
    <w:rsid w:val="005B2BFF"/>
    <w:rsid w:val="005B2CE5"/>
    <w:rsid w:val="005B2E3C"/>
    <w:rsid w:val="005B2EC1"/>
    <w:rsid w:val="005B2FE2"/>
    <w:rsid w:val="005B36A4"/>
    <w:rsid w:val="005B373D"/>
    <w:rsid w:val="005B39D6"/>
    <w:rsid w:val="005B3BB0"/>
    <w:rsid w:val="005B44B7"/>
    <w:rsid w:val="005B48AB"/>
    <w:rsid w:val="005B4A73"/>
    <w:rsid w:val="005B4C9C"/>
    <w:rsid w:val="005B4FB5"/>
    <w:rsid w:val="005B54C3"/>
    <w:rsid w:val="005B57DF"/>
    <w:rsid w:val="005B5EC8"/>
    <w:rsid w:val="005B6007"/>
    <w:rsid w:val="005B639C"/>
    <w:rsid w:val="005B63DC"/>
    <w:rsid w:val="005B64CD"/>
    <w:rsid w:val="005B6AAB"/>
    <w:rsid w:val="005B722E"/>
    <w:rsid w:val="005B73F5"/>
    <w:rsid w:val="005B75EB"/>
    <w:rsid w:val="005B77B0"/>
    <w:rsid w:val="005B7AA0"/>
    <w:rsid w:val="005C012E"/>
    <w:rsid w:val="005C047C"/>
    <w:rsid w:val="005C0A50"/>
    <w:rsid w:val="005C0A99"/>
    <w:rsid w:val="005C0B5D"/>
    <w:rsid w:val="005C115D"/>
    <w:rsid w:val="005C18B3"/>
    <w:rsid w:val="005C1946"/>
    <w:rsid w:val="005C1FC8"/>
    <w:rsid w:val="005C1FF4"/>
    <w:rsid w:val="005C21F9"/>
    <w:rsid w:val="005C2309"/>
    <w:rsid w:val="005C24CE"/>
    <w:rsid w:val="005C25DA"/>
    <w:rsid w:val="005C2F05"/>
    <w:rsid w:val="005C2F25"/>
    <w:rsid w:val="005C3413"/>
    <w:rsid w:val="005C3430"/>
    <w:rsid w:val="005C3443"/>
    <w:rsid w:val="005C3831"/>
    <w:rsid w:val="005C44E2"/>
    <w:rsid w:val="005C4965"/>
    <w:rsid w:val="005C49EE"/>
    <w:rsid w:val="005C4CCC"/>
    <w:rsid w:val="005C4D21"/>
    <w:rsid w:val="005C4DC5"/>
    <w:rsid w:val="005C529C"/>
    <w:rsid w:val="005C52A3"/>
    <w:rsid w:val="005C596F"/>
    <w:rsid w:val="005C5DF6"/>
    <w:rsid w:val="005C5F22"/>
    <w:rsid w:val="005C5F52"/>
    <w:rsid w:val="005C5FF3"/>
    <w:rsid w:val="005C60FF"/>
    <w:rsid w:val="005C649C"/>
    <w:rsid w:val="005C6533"/>
    <w:rsid w:val="005C66A3"/>
    <w:rsid w:val="005C67EC"/>
    <w:rsid w:val="005C681C"/>
    <w:rsid w:val="005C6EE1"/>
    <w:rsid w:val="005C73E0"/>
    <w:rsid w:val="005C73E6"/>
    <w:rsid w:val="005C7531"/>
    <w:rsid w:val="005C7599"/>
    <w:rsid w:val="005D0196"/>
    <w:rsid w:val="005D0449"/>
    <w:rsid w:val="005D059E"/>
    <w:rsid w:val="005D061D"/>
    <w:rsid w:val="005D0635"/>
    <w:rsid w:val="005D0F9A"/>
    <w:rsid w:val="005D16FB"/>
    <w:rsid w:val="005D1AB0"/>
    <w:rsid w:val="005D1EA0"/>
    <w:rsid w:val="005D218D"/>
    <w:rsid w:val="005D23DB"/>
    <w:rsid w:val="005D2969"/>
    <w:rsid w:val="005D2D75"/>
    <w:rsid w:val="005D2F2A"/>
    <w:rsid w:val="005D3B48"/>
    <w:rsid w:val="005D4406"/>
    <w:rsid w:val="005D4661"/>
    <w:rsid w:val="005D5004"/>
    <w:rsid w:val="005D52B7"/>
    <w:rsid w:val="005D5A05"/>
    <w:rsid w:val="005D5B37"/>
    <w:rsid w:val="005D5F25"/>
    <w:rsid w:val="005D5F93"/>
    <w:rsid w:val="005D61A3"/>
    <w:rsid w:val="005D61CA"/>
    <w:rsid w:val="005D6317"/>
    <w:rsid w:val="005D63D6"/>
    <w:rsid w:val="005D6615"/>
    <w:rsid w:val="005D66FB"/>
    <w:rsid w:val="005D6AA9"/>
    <w:rsid w:val="005D73FE"/>
    <w:rsid w:val="005D7912"/>
    <w:rsid w:val="005D7C91"/>
    <w:rsid w:val="005D7CD3"/>
    <w:rsid w:val="005E0080"/>
    <w:rsid w:val="005E0223"/>
    <w:rsid w:val="005E02AC"/>
    <w:rsid w:val="005E02C8"/>
    <w:rsid w:val="005E0332"/>
    <w:rsid w:val="005E04C4"/>
    <w:rsid w:val="005E09C8"/>
    <w:rsid w:val="005E0A63"/>
    <w:rsid w:val="005E135F"/>
    <w:rsid w:val="005E1538"/>
    <w:rsid w:val="005E1770"/>
    <w:rsid w:val="005E18CA"/>
    <w:rsid w:val="005E1C36"/>
    <w:rsid w:val="005E1E2E"/>
    <w:rsid w:val="005E21C7"/>
    <w:rsid w:val="005E283A"/>
    <w:rsid w:val="005E28D8"/>
    <w:rsid w:val="005E3309"/>
    <w:rsid w:val="005E39B2"/>
    <w:rsid w:val="005E3D2E"/>
    <w:rsid w:val="005E3ECA"/>
    <w:rsid w:val="005E40DA"/>
    <w:rsid w:val="005E44E8"/>
    <w:rsid w:val="005E45E6"/>
    <w:rsid w:val="005E4943"/>
    <w:rsid w:val="005E4964"/>
    <w:rsid w:val="005E4A74"/>
    <w:rsid w:val="005E4B27"/>
    <w:rsid w:val="005E4EB4"/>
    <w:rsid w:val="005E4EC6"/>
    <w:rsid w:val="005E4FCD"/>
    <w:rsid w:val="005E5282"/>
    <w:rsid w:val="005E58E1"/>
    <w:rsid w:val="005E5981"/>
    <w:rsid w:val="005E5A53"/>
    <w:rsid w:val="005E5C91"/>
    <w:rsid w:val="005E5EC9"/>
    <w:rsid w:val="005E6043"/>
    <w:rsid w:val="005E6636"/>
    <w:rsid w:val="005E69C5"/>
    <w:rsid w:val="005E6A76"/>
    <w:rsid w:val="005E6BC2"/>
    <w:rsid w:val="005E6EF6"/>
    <w:rsid w:val="005E703F"/>
    <w:rsid w:val="005E7265"/>
    <w:rsid w:val="005E736A"/>
    <w:rsid w:val="005E744D"/>
    <w:rsid w:val="005E747D"/>
    <w:rsid w:val="005E778C"/>
    <w:rsid w:val="005E7856"/>
    <w:rsid w:val="005E78C2"/>
    <w:rsid w:val="005E79A3"/>
    <w:rsid w:val="005E7B14"/>
    <w:rsid w:val="005F0A60"/>
    <w:rsid w:val="005F0C22"/>
    <w:rsid w:val="005F0D48"/>
    <w:rsid w:val="005F0E51"/>
    <w:rsid w:val="005F0E92"/>
    <w:rsid w:val="005F128E"/>
    <w:rsid w:val="005F12AE"/>
    <w:rsid w:val="005F15A8"/>
    <w:rsid w:val="005F1855"/>
    <w:rsid w:val="005F18A9"/>
    <w:rsid w:val="005F1FB6"/>
    <w:rsid w:val="005F2426"/>
    <w:rsid w:val="005F28B2"/>
    <w:rsid w:val="005F29D1"/>
    <w:rsid w:val="005F2EEF"/>
    <w:rsid w:val="005F30F9"/>
    <w:rsid w:val="005F3BA7"/>
    <w:rsid w:val="005F4000"/>
    <w:rsid w:val="005F44FD"/>
    <w:rsid w:val="005F4736"/>
    <w:rsid w:val="005F497A"/>
    <w:rsid w:val="005F4D03"/>
    <w:rsid w:val="005F52B8"/>
    <w:rsid w:val="005F5419"/>
    <w:rsid w:val="005F564A"/>
    <w:rsid w:val="005F58FE"/>
    <w:rsid w:val="005F5BF1"/>
    <w:rsid w:val="005F628D"/>
    <w:rsid w:val="005F642C"/>
    <w:rsid w:val="005F64F6"/>
    <w:rsid w:val="005F6911"/>
    <w:rsid w:val="005F6B47"/>
    <w:rsid w:val="005F6D3D"/>
    <w:rsid w:val="005F79DA"/>
    <w:rsid w:val="005F7EFF"/>
    <w:rsid w:val="00600267"/>
    <w:rsid w:val="00600279"/>
    <w:rsid w:val="0060040D"/>
    <w:rsid w:val="00600E2C"/>
    <w:rsid w:val="00601086"/>
    <w:rsid w:val="006010B9"/>
    <w:rsid w:val="006013A4"/>
    <w:rsid w:val="00601511"/>
    <w:rsid w:val="0060171F"/>
    <w:rsid w:val="00601982"/>
    <w:rsid w:val="006019D1"/>
    <w:rsid w:val="00601E2A"/>
    <w:rsid w:val="00601ED1"/>
    <w:rsid w:val="00602464"/>
    <w:rsid w:val="006027A5"/>
    <w:rsid w:val="00602D97"/>
    <w:rsid w:val="00602FC6"/>
    <w:rsid w:val="006037C2"/>
    <w:rsid w:val="006038E3"/>
    <w:rsid w:val="00603BEE"/>
    <w:rsid w:val="00603DC0"/>
    <w:rsid w:val="00603E38"/>
    <w:rsid w:val="006040B6"/>
    <w:rsid w:val="006041A7"/>
    <w:rsid w:val="0060420B"/>
    <w:rsid w:val="006043AA"/>
    <w:rsid w:val="00604698"/>
    <w:rsid w:val="00604837"/>
    <w:rsid w:val="00604C5D"/>
    <w:rsid w:val="006050E5"/>
    <w:rsid w:val="0060520C"/>
    <w:rsid w:val="006053A6"/>
    <w:rsid w:val="00605BC9"/>
    <w:rsid w:val="00605EF6"/>
    <w:rsid w:val="00606182"/>
    <w:rsid w:val="0060662F"/>
    <w:rsid w:val="00606852"/>
    <w:rsid w:val="00607107"/>
    <w:rsid w:val="00607378"/>
    <w:rsid w:val="00607699"/>
    <w:rsid w:val="006076BA"/>
    <w:rsid w:val="00610609"/>
    <w:rsid w:val="0061077C"/>
    <w:rsid w:val="00610A03"/>
    <w:rsid w:val="00610E64"/>
    <w:rsid w:val="00610F7C"/>
    <w:rsid w:val="00610F93"/>
    <w:rsid w:val="006111C6"/>
    <w:rsid w:val="006116A5"/>
    <w:rsid w:val="006116D0"/>
    <w:rsid w:val="0061173F"/>
    <w:rsid w:val="00611E17"/>
    <w:rsid w:val="00611E72"/>
    <w:rsid w:val="00611F79"/>
    <w:rsid w:val="00612045"/>
    <w:rsid w:val="006121A3"/>
    <w:rsid w:val="0061264B"/>
    <w:rsid w:val="006126B3"/>
    <w:rsid w:val="00612B23"/>
    <w:rsid w:val="00613049"/>
    <w:rsid w:val="00613442"/>
    <w:rsid w:val="006135C2"/>
    <w:rsid w:val="00613670"/>
    <w:rsid w:val="00613826"/>
    <w:rsid w:val="006138F7"/>
    <w:rsid w:val="0061394D"/>
    <w:rsid w:val="00613AFD"/>
    <w:rsid w:val="00613C63"/>
    <w:rsid w:val="00613FFA"/>
    <w:rsid w:val="00614080"/>
    <w:rsid w:val="006140FB"/>
    <w:rsid w:val="006146A5"/>
    <w:rsid w:val="00614C02"/>
    <w:rsid w:val="00614D10"/>
    <w:rsid w:val="0061500A"/>
    <w:rsid w:val="00615712"/>
    <w:rsid w:val="006158F1"/>
    <w:rsid w:val="00615B0D"/>
    <w:rsid w:val="00615E48"/>
    <w:rsid w:val="00615FBB"/>
    <w:rsid w:val="00616303"/>
    <w:rsid w:val="006168C6"/>
    <w:rsid w:val="00616FA1"/>
    <w:rsid w:val="006179D4"/>
    <w:rsid w:val="00620463"/>
    <w:rsid w:val="0062059D"/>
    <w:rsid w:val="00620D75"/>
    <w:rsid w:val="00621446"/>
    <w:rsid w:val="00621AC3"/>
    <w:rsid w:val="00622339"/>
    <w:rsid w:val="0062236F"/>
    <w:rsid w:val="00622A1F"/>
    <w:rsid w:val="00622B8B"/>
    <w:rsid w:val="00622C21"/>
    <w:rsid w:val="00622DC3"/>
    <w:rsid w:val="0062301A"/>
    <w:rsid w:val="0062314E"/>
    <w:rsid w:val="006235F0"/>
    <w:rsid w:val="0062370A"/>
    <w:rsid w:val="006246B3"/>
    <w:rsid w:val="00624932"/>
    <w:rsid w:val="00624CB1"/>
    <w:rsid w:val="00624F8E"/>
    <w:rsid w:val="00625032"/>
    <w:rsid w:val="00625161"/>
    <w:rsid w:val="006252B0"/>
    <w:rsid w:val="00625B5F"/>
    <w:rsid w:val="00625C6F"/>
    <w:rsid w:val="00625EB1"/>
    <w:rsid w:val="00625F95"/>
    <w:rsid w:val="00626088"/>
    <w:rsid w:val="006266D0"/>
    <w:rsid w:val="00626950"/>
    <w:rsid w:val="006269A6"/>
    <w:rsid w:val="00626B35"/>
    <w:rsid w:val="00627019"/>
    <w:rsid w:val="00627184"/>
    <w:rsid w:val="00627550"/>
    <w:rsid w:val="006276B0"/>
    <w:rsid w:val="00627D64"/>
    <w:rsid w:val="00627E16"/>
    <w:rsid w:val="00627FF7"/>
    <w:rsid w:val="00630010"/>
    <w:rsid w:val="006301EE"/>
    <w:rsid w:val="006306B4"/>
    <w:rsid w:val="00630B33"/>
    <w:rsid w:val="00630ECC"/>
    <w:rsid w:val="006312FC"/>
    <w:rsid w:val="0063141F"/>
    <w:rsid w:val="0063179C"/>
    <w:rsid w:val="00631861"/>
    <w:rsid w:val="006320AB"/>
    <w:rsid w:val="0063244F"/>
    <w:rsid w:val="00632645"/>
    <w:rsid w:val="00632818"/>
    <w:rsid w:val="00632D78"/>
    <w:rsid w:val="00633083"/>
    <w:rsid w:val="0063334F"/>
    <w:rsid w:val="006334E1"/>
    <w:rsid w:val="00633744"/>
    <w:rsid w:val="00633A5F"/>
    <w:rsid w:val="00633CB8"/>
    <w:rsid w:val="0063416C"/>
    <w:rsid w:val="006343B8"/>
    <w:rsid w:val="00634A89"/>
    <w:rsid w:val="00634D67"/>
    <w:rsid w:val="00634DB7"/>
    <w:rsid w:val="00634E48"/>
    <w:rsid w:val="00634FF1"/>
    <w:rsid w:val="00634FFE"/>
    <w:rsid w:val="0063509C"/>
    <w:rsid w:val="00635531"/>
    <w:rsid w:val="00635923"/>
    <w:rsid w:val="00635958"/>
    <w:rsid w:val="0063598D"/>
    <w:rsid w:val="006359A2"/>
    <w:rsid w:val="00635CFC"/>
    <w:rsid w:val="00636511"/>
    <w:rsid w:val="0063698E"/>
    <w:rsid w:val="00636BC1"/>
    <w:rsid w:val="00636DE8"/>
    <w:rsid w:val="00636F16"/>
    <w:rsid w:val="00637007"/>
    <w:rsid w:val="006374E8"/>
    <w:rsid w:val="00637780"/>
    <w:rsid w:val="0063789F"/>
    <w:rsid w:val="00637D19"/>
    <w:rsid w:val="00637FB0"/>
    <w:rsid w:val="0064010E"/>
    <w:rsid w:val="006402CC"/>
    <w:rsid w:val="00640569"/>
    <w:rsid w:val="006407AC"/>
    <w:rsid w:val="006409F1"/>
    <w:rsid w:val="00640C2C"/>
    <w:rsid w:val="00640E90"/>
    <w:rsid w:val="00640EBD"/>
    <w:rsid w:val="00641125"/>
    <w:rsid w:val="00641135"/>
    <w:rsid w:val="00641224"/>
    <w:rsid w:val="00641637"/>
    <w:rsid w:val="00641D94"/>
    <w:rsid w:val="00641ED2"/>
    <w:rsid w:val="00641F13"/>
    <w:rsid w:val="00642436"/>
    <w:rsid w:val="006428E1"/>
    <w:rsid w:val="0064293E"/>
    <w:rsid w:val="006429DC"/>
    <w:rsid w:val="00642AA0"/>
    <w:rsid w:val="00642BF3"/>
    <w:rsid w:val="006430B4"/>
    <w:rsid w:val="0064328E"/>
    <w:rsid w:val="006433EB"/>
    <w:rsid w:val="00643576"/>
    <w:rsid w:val="00643938"/>
    <w:rsid w:val="00643F60"/>
    <w:rsid w:val="006443A2"/>
    <w:rsid w:val="006445FB"/>
    <w:rsid w:val="0064475F"/>
    <w:rsid w:val="006447BB"/>
    <w:rsid w:val="006447E1"/>
    <w:rsid w:val="00644A2D"/>
    <w:rsid w:val="00644BA2"/>
    <w:rsid w:val="00644C36"/>
    <w:rsid w:val="00644C6E"/>
    <w:rsid w:val="00644C8B"/>
    <w:rsid w:val="00644CF4"/>
    <w:rsid w:val="00644ECD"/>
    <w:rsid w:val="00645156"/>
    <w:rsid w:val="0064540A"/>
    <w:rsid w:val="00645AA9"/>
    <w:rsid w:val="00645B28"/>
    <w:rsid w:val="00645C28"/>
    <w:rsid w:val="00645D36"/>
    <w:rsid w:val="006460AA"/>
    <w:rsid w:val="006460D6"/>
    <w:rsid w:val="006462B9"/>
    <w:rsid w:val="00646455"/>
    <w:rsid w:val="00646CD0"/>
    <w:rsid w:val="00646EBA"/>
    <w:rsid w:val="00647B83"/>
    <w:rsid w:val="00647D84"/>
    <w:rsid w:val="00647FA7"/>
    <w:rsid w:val="00647FD2"/>
    <w:rsid w:val="00650181"/>
    <w:rsid w:val="006504B3"/>
    <w:rsid w:val="0065077C"/>
    <w:rsid w:val="00650783"/>
    <w:rsid w:val="00650A9B"/>
    <w:rsid w:val="00650E47"/>
    <w:rsid w:val="00650E68"/>
    <w:rsid w:val="00650F80"/>
    <w:rsid w:val="00651685"/>
    <w:rsid w:val="0065171D"/>
    <w:rsid w:val="0065175E"/>
    <w:rsid w:val="00651771"/>
    <w:rsid w:val="00651858"/>
    <w:rsid w:val="006524DA"/>
    <w:rsid w:val="006528C9"/>
    <w:rsid w:val="00652A8F"/>
    <w:rsid w:val="00652C4F"/>
    <w:rsid w:val="00652D89"/>
    <w:rsid w:val="00652F93"/>
    <w:rsid w:val="0065394C"/>
    <w:rsid w:val="00653F5F"/>
    <w:rsid w:val="006544FD"/>
    <w:rsid w:val="006547F5"/>
    <w:rsid w:val="006552DD"/>
    <w:rsid w:val="00655A48"/>
    <w:rsid w:val="00655F9F"/>
    <w:rsid w:val="006560D9"/>
    <w:rsid w:val="00656154"/>
    <w:rsid w:val="006561F0"/>
    <w:rsid w:val="0065645E"/>
    <w:rsid w:val="0065654F"/>
    <w:rsid w:val="00656AE1"/>
    <w:rsid w:val="00656D93"/>
    <w:rsid w:val="00656E6C"/>
    <w:rsid w:val="00657336"/>
    <w:rsid w:val="006574AD"/>
    <w:rsid w:val="006579F7"/>
    <w:rsid w:val="00657FC4"/>
    <w:rsid w:val="006601E3"/>
    <w:rsid w:val="00660472"/>
    <w:rsid w:val="00660684"/>
    <w:rsid w:val="0066069C"/>
    <w:rsid w:val="006613CB"/>
    <w:rsid w:val="00661C31"/>
    <w:rsid w:val="00661D4B"/>
    <w:rsid w:val="00661E85"/>
    <w:rsid w:val="00661EF6"/>
    <w:rsid w:val="0066201D"/>
    <w:rsid w:val="00662043"/>
    <w:rsid w:val="006620E8"/>
    <w:rsid w:val="006622AE"/>
    <w:rsid w:val="006623CC"/>
    <w:rsid w:val="00662423"/>
    <w:rsid w:val="006626D2"/>
    <w:rsid w:val="00662774"/>
    <w:rsid w:val="00662C7C"/>
    <w:rsid w:val="00663841"/>
    <w:rsid w:val="006640F9"/>
    <w:rsid w:val="006641BC"/>
    <w:rsid w:val="00664C2D"/>
    <w:rsid w:val="006650D6"/>
    <w:rsid w:val="006652D0"/>
    <w:rsid w:val="006655C0"/>
    <w:rsid w:val="00665817"/>
    <w:rsid w:val="00665E56"/>
    <w:rsid w:val="006664C5"/>
    <w:rsid w:val="00666537"/>
    <w:rsid w:val="00666578"/>
    <w:rsid w:val="006667F8"/>
    <w:rsid w:val="006668D6"/>
    <w:rsid w:val="006669B4"/>
    <w:rsid w:val="00666CA7"/>
    <w:rsid w:val="006676BA"/>
    <w:rsid w:val="0066795D"/>
    <w:rsid w:val="006679B4"/>
    <w:rsid w:val="00667B0D"/>
    <w:rsid w:val="00667BA7"/>
    <w:rsid w:val="006701A6"/>
    <w:rsid w:val="00670665"/>
    <w:rsid w:val="0067084D"/>
    <w:rsid w:val="006709C7"/>
    <w:rsid w:val="006709CA"/>
    <w:rsid w:val="00670A45"/>
    <w:rsid w:val="00670A9E"/>
    <w:rsid w:val="00670EB0"/>
    <w:rsid w:val="00670F4C"/>
    <w:rsid w:val="00670F8B"/>
    <w:rsid w:val="006710F7"/>
    <w:rsid w:val="006711EA"/>
    <w:rsid w:val="00671748"/>
    <w:rsid w:val="00671951"/>
    <w:rsid w:val="00671A79"/>
    <w:rsid w:val="00671B42"/>
    <w:rsid w:val="00671CD2"/>
    <w:rsid w:val="00671DEB"/>
    <w:rsid w:val="00672420"/>
    <w:rsid w:val="0067251A"/>
    <w:rsid w:val="006726E2"/>
    <w:rsid w:val="00672D3E"/>
    <w:rsid w:val="00673141"/>
    <w:rsid w:val="006732A3"/>
    <w:rsid w:val="00673C50"/>
    <w:rsid w:val="00673F36"/>
    <w:rsid w:val="00674360"/>
    <w:rsid w:val="0067436E"/>
    <w:rsid w:val="00674A8D"/>
    <w:rsid w:val="00674D5B"/>
    <w:rsid w:val="00674E1B"/>
    <w:rsid w:val="0067532C"/>
    <w:rsid w:val="006755AB"/>
    <w:rsid w:val="006758B0"/>
    <w:rsid w:val="00675D6D"/>
    <w:rsid w:val="006761F9"/>
    <w:rsid w:val="006769A7"/>
    <w:rsid w:val="00676AED"/>
    <w:rsid w:val="00676E8F"/>
    <w:rsid w:val="00676EF6"/>
    <w:rsid w:val="00676FCF"/>
    <w:rsid w:val="00676FEC"/>
    <w:rsid w:val="00677112"/>
    <w:rsid w:val="006773CE"/>
    <w:rsid w:val="00677472"/>
    <w:rsid w:val="006777FA"/>
    <w:rsid w:val="00677856"/>
    <w:rsid w:val="00677B3C"/>
    <w:rsid w:val="00677B7C"/>
    <w:rsid w:val="00677C86"/>
    <w:rsid w:val="00677CB9"/>
    <w:rsid w:val="00677E00"/>
    <w:rsid w:val="00677F51"/>
    <w:rsid w:val="006800C3"/>
    <w:rsid w:val="0068012D"/>
    <w:rsid w:val="00680292"/>
    <w:rsid w:val="006805AD"/>
    <w:rsid w:val="00680623"/>
    <w:rsid w:val="0068068C"/>
    <w:rsid w:val="006809F5"/>
    <w:rsid w:val="00680A8A"/>
    <w:rsid w:val="00680B84"/>
    <w:rsid w:val="00680E41"/>
    <w:rsid w:val="006812C0"/>
    <w:rsid w:val="006817C0"/>
    <w:rsid w:val="00681D98"/>
    <w:rsid w:val="006821C2"/>
    <w:rsid w:val="006828F0"/>
    <w:rsid w:val="00682A66"/>
    <w:rsid w:val="00683070"/>
    <w:rsid w:val="006834ED"/>
    <w:rsid w:val="00683570"/>
    <w:rsid w:val="00683607"/>
    <w:rsid w:val="00684A96"/>
    <w:rsid w:val="00684D17"/>
    <w:rsid w:val="006851F8"/>
    <w:rsid w:val="006852F9"/>
    <w:rsid w:val="00685335"/>
    <w:rsid w:val="0068597E"/>
    <w:rsid w:val="00685AF0"/>
    <w:rsid w:val="00685FEA"/>
    <w:rsid w:val="00686145"/>
    <w:rsid w:val="006864E6"/>
    <w:rsid w:val="00686806"/>
    <w:rsid w:val="006869BD"/>
    <w:rsid w:val="00686D1F"/>
    <w:rsid w:val="00686E91"/>
    <w:rsid w:val="00686EC5"/>
    <w:rsid w:val="00687126"/>
    <w:rsid w:val="00687420"/>
    <w:rsid w:val="0068770D"/>
    <w:rsid w:val="00687710"/>
    <w:rsid w:val="0068793B"/>
    <w:rsid w:val="0068799B"/>
    <w:rsid w:val="00687A20"/>
    <w:rsid w:val="00687AC0"/>
    <w:rsid w:val="00687F90"/>
    <w:rsid w:val="006903C0"/>
    <w:rsid w:val="00690AD7"/>
    <w:rsid w:val="00690B0E"/>
    <w:rsid w:val="00690C25"/>
    <w:rsid w:val="006915F7"/>
    <w:rsid w:val="00691C40"/>
    <w:rsid w:val="00692749"/>
    <w:rsid w:val="006929AA"/>
    <w:rsid w:val="00692A62"/>
    <w:rsid w:val="00693775"/>
    <w:rsid w:val="006938CC"/>
    <w:rsid w:val="006939A6"/>
    <w:rsid w:val="00694D40"/>
    <w:rsid w:val="00694DA5"/>
    <w:rsid w:val="00694FB2"/>
    <w:rsid w:val="0069627A"/>
    <w:rsid w:val="0069629C"/>
    <w:rsid w:val="00696662"/>
    <w:rsid w:val="00696A15"/>
    <w:rsid w:val="00697573"/>
    <w:rsid w:val="006976D5"/>
    <w:rsid w:val="006976DB"/>
    <w:rsid w:val="00697728"/>
    <w:rsid w:val="00697737"/>
    <w:rsid w:val="00697740"/>
    <w:rsid w:val="006977F4"/>
    <w:rsid w:val="00697BFC"/>
    <w:rsid w:val="00697DDC"/>
    <w:rsid w:val="006A00CC"/>
    <w:rsid w:val="006A0368"/>
    <w:rsid w:val="006A0B2F"/>
    <w:rsid w:val="006A0C19"/>
    <w:rsid w:val="006A147A"/>
    <w:rsid w:val="006A1489"/>
    <w:rsid w:val="006A1AA7"/>
    <w:rsid w:val="006A1AA8"/>
    <w:rsid w:val="006A1B09"/>
    <w:rsid w:val="006A1DDD"/>
    <w:rsid w:val="006A1F2F"/>
    <w:rsid w:val="006A2141"/>
    <w:rsid w:val="006A2559"/>
    <w:rsid w:val="006A27D7"/>
    <w:rsid w:val="006A2916"/>
    <w:rsid w:val="006A2BC6"/>
    <w:rsid w:val="006A2CEE"/>
    <w:rsid w:val="006A30A4"/>
    <w:rsid w:val="006A3324"/>
    <w:rsid w:val="006A3F55"/>
    <w:rsid w:val="006A43AD"/>
    <w:rsid w:val="006A444D"/>
    <w:rsid w:val="006A4462"/>
    <w:rsid w:val="006A45BA"/>
    <w:rsid w:val="006A45E2"/>
    <w:rsid w:val="006A4763"/>
    <w:rsid w:val="006A48B7"/>
    <w:rsid w:val="006A4A5C"/>
    <w:rsid w:val="006A4C69"/>
    <w:rsid w:val="006A4F37"/>
    <w:rsid w:val="006A503F"/>
    <w:rsid w:val="006A514F"/>
    <w:rsid w:val="006A53DB"/>
    <w:rsid w:val="006A55C9"/>
    <w:rsid w:val="006A5667"/>
    <w:rsid w:val="006A5690"/>
    <w:rsid w:val="006A579D"/>
    <w:rsid w:val="006A581E"/>
    <w:rsid w:val="006A58D5"/>
    <w:rsid w:val="006A5C15"/>
    <w:rsid w:val="006A5D1F"/>
    <w:rsid w:val="006A60C1"/>
    <w:rsid w:val="006A62CE"/>
    <w:rsid w:val="006A658E"/>
    <w:rsid w:val="006A6A93"/>
    <w:rsid w:val="006A6C4D"/>
    <w:rsid w:val="006A6E2B"/>
    <w:rsid w:val="006B0150"/>
    <w:rsid w:val="006B0197"/>
    <w:rsid w:val="006B03E1"/>
    <w:rsid w:val="006B0403"/>
    <w:rsid w:val="006B0BFC"/>
    <w:rsid w:val="006B0D88"/>
    <w:rsid w:val="006B0E00"/>
    <w:rsid w:val="006B11BF"/>
    <w:rsid w:val="006B1323"/>
    <w:rsid w:val="006B13EB"/>
    <w:rsid w:val="006B1605"/>
    <w:rsid w:val="006B16ED"/>
    <w:rsid w:val="006B188D"/>
    <w:rsid w:val="006B1ABC"/>
    <w:rsid w:val="006B1ACA"/>
    <w:rsid w:val="006B1D80"/>
    <w:rsid w:val="006B1F75"/>
    <w:rsid w:val="006B2258"/>
    <w:rsid w:val="006B3101"/>
    <w:rsid w:val="006B34EC"/>
    <w:rsid w:val="006B3978"/>
    <w:rsid w:val="006B3D30"/>
    <w:rsid w:val="006B3D46"/>
    <w:rsid w:val="006B3FA5"/>
    <w:rsid w:val="006B40F4"/>
    <w:rsid w:val="006B4508"/>
    <w:rsid w:val="006B475A"/>
    <w:rsid w:val="006B4A1F"/>
    <w:rsid w:val="006B4A74"/>
    <w:rsid w:val="006B4F00"/>
    <w:rsid w:val="006B5260"/>
    <w:rsid w:val="006B53DC"/>
    <w:rsid w:val="006B55A9"/>
    <w:rsid w:val="006B5720"/>
    <w:rsid w:val="006B5EBC"/>
    <w:rsid w:val="006B631F"/>
    <w:rsid w:val="006B635C"/>
    <w:rsid w:val="006B6605"/>
    <w:rsid w:val="006B6932"/>
    <w:rsid w:val="006B6D3D"/>
    <w:rsid w:val="006B6FF8"/>
    <w:rsid w:val="006B72A2"/>
    <w:rsid w:val="006B767B"/>
    <w:rsid w:val="006B7B1C"/>
    <w:rsid w:val="006B7F9D"/>
    <w:rsid w:val="006C01C4"/>
    <w:rsid w:val="006C0294"/>
    <w:rsid w:val="006C04BD"/>
    <w:rsid w:val="006C0512"/>
    <w:rsid w:val="006C0A49"/>
    <w:rsid w:val="006C0C9B"/>
    <w:rsid w:val="006C0DEE"/>
    <w:rsid w:val="006C0E6F"/>
    <w:rsid w:val="006C0EF2"/>
    <w:rsid w:val="006C1E4E"/>
    <w:rsid w:val="006C1EBF"/>
    <w:rsid w:val="006C2823"/>
    <w:rsid w:val="006C28D9"/>
    <w:rsid w:val="006C2923"/>
    <w:rsid w:val="006C33A9"/>
    <w:rsid w:val="006C358C"/>
    <w:rsid w:val="006C3859"/>
    <w:rsid w:val="006C3ACD"/>
    <w:rsid w:val="006C3D82"/>
    <w:rsid w:val="006C415E"/>
    <w:rsid w:val="006C424D"/>
    <w:rsid w:val="006C43F0"/>
    <w:rsid w:val="006C479A"/>
    <w:rsid w:val="006C4CF0"/>
    <w:rsid w:val="006C4EFB"/>
    <w:rsid w:val="006C4F52"/>
    <w:rsid w:val="006C5E7A"/>
    <w:rsid w:val="006C6129"/>
    <w:rsid w:val="006C6386"/>
    <w:rsid w:val="006C655C"/>
    <w:rsid w:val="006C6902"/>
    <w:rsid w:val="006C6B77"/>
    <w:rsid w:val="006C6C44"/>
    <w:rsid w:val="006C6D8A"/>
    <w:rsid w:val="006C6E18"/>
    <w:rsid w:val="006C6E25"/>
    <w:rsid w:val="006C6E81"/>
    <w:rsid w:val="006C7089"/>
    <w:rsid w:val="006C70F3"/>
    <w:rsid w:val="006C7833"/>
    <w:rsid w:val="006C7EB8"/>
    <w:rsid w:val="006D047D"/>
    <w:rsid w:val="006D06F7"/>
    <w:rsid w:val="006D07BD"/>
    <w:rsid w:val="006D0A1B"/>
    <w:rsid w:val="006D0AD3"/>
    <w:rsid w:val="006D0BB3"/>
    <w:rsid w:val="006D114D"/>
    <w:rsid w:val="006D13B7"/>
    <w:rsid w:val="006D1843"/>
    <w:rsid w:val="006D1A7D"/>
    <w:rsid w:val="006D1D3A"/>
    <w:rsid w:val="006D1D6A"/>
    <w:rsid w:val="006D1D84"/>
    <w:rsid w:val="006D2164"/>
    <w:rsid w:val="006D2419"/>
    <w:rsid w:val="006D243D"/>
    <w:rsid w:val="006D258B"/>
    <w:rsid w:val="006D2875"/>
    <w:rsid w:val="006D2973"/>
    <w:rsid w:val="006D2A53"/>
    <w:rsid w:val="006D323A"/>
    <w:rsid w:val="006D3399"/>
    <w:rsid w:val="006D33E6"/>
    <w:rsid w:val="006D37C1"/>
    <w:rsid w:val="006D3C5E"/>
    <w:rsid w:val="006D3F26"/>
    <w:rsid w:val="006D4305"/>
    <w:rsid w:val="006D448B"/>
    <w:rsid w:val="006D44F2"/>
    <w:rsid w:val="006D4B53"/>
    <w:rsid w:val="006D4DF1"/>
    <w:rsid w:val="006D4E4F"/>
    <w:rsid w:val="006D508C"/>
    <w:rsid w:val="006D517E"/>
    <w:rsid w:val="006D534E"/>
    <w:rsid w:val="006D5623"/>
    <w:rsid w:val="006D63A6"/>
    <w:rsid w:val="006D64C6"/>
    <w:rsid w:val="006D6602"/>
    <w:rsid w:val="006D666E"/>
    <w:rsid w:val="006D6895"/>
    <w:rsid w:val="006D6ADC"/>
    <w:rsid w:val="006D6BD1"/>
    <w:rsid w:val="006D6C4A"/>
    <w:rsid w:val="006D70EE"/>
    <w:rsid w:val="006D72A5"/>
    <w:rsid w:val="006D73B4"/>
    <w:rsid w:val="006D7733"/>
    <w:rsid w:val="006D7CA0"/>
    <w:rsid w:val="006E0868"/>
    <w:rsid w:val="006E0933"/>
    <w:rsid w:val="006E096A"/>
    <w:rsid w:val="006E0DAA"/>
    <w:rsid w:val="006E0E5E"/>
    <w:rsid w:val="006E0FB9"/>
    <w:rsid w:val="006E1055"/>
    <w:rsid w:val="006E1157"/>
    <w:rsid w:val="006E1791"/>
    <w:rsid w:val="006E1834"/>
    <w:rsid w:val="006E186B"/>
    <w:rsid w:val="006E1881"/>
    <w:rsid w:val="006E18CE"/>
    <w:rsid w:val="006E1CB5"/>
    <w:rsid w:val="006E1CCC"/>
    <w:rsid w:val="006E2094"/>
    <w:rsid w:val="006E20F9"/>
    <w:rsid w:val="006E26AE"/>
    <w:rsid w:val="006E272D"/>
    <w:rsid w:val="006E29E0"/>
    <w:rsid w:val="006E2A76"/>
    <w:rsid w:val="006E2EF3"/>
    <w:rsid w:val="006E3178"/>
    <w:rsid w:val="006E3899"/>
    <w:rsid w:val="006E3C67"/>
    <w:rsid w:val="006E3F4A"/>
    <w:rsid w:val="006E4067"/>
    <w:rsid w:val="006E434A"/>
    <w:rsid w:val="006E4361"/>
    <w:rsid w:val="006E466A"/>
    <w:rsid w:val="006E47D2"/>
    <w:rsid w:val="006E48D9"/>
    <w:rsid w:val="006E4F67"/>
    <w:rsid w:val="006E50FE"/>
    <w:rsid w:val="006E567B"/>
    <w:rsid w:val="006E5A94"/>
    <w:rsid w:val="006E5F3A"/>
    <w:rsid w:val="006E6469"/>
    <w:rsid w:val="006E6522"/>
    <w:rsid w:val="006E6732"/>
    <w:rsid w:val="006E688F"/>
    <w:rsid w:val="006E69EF"/>
    <w:rsid w:val="006E6AA7"/>
    <w:rsid w:val="006E6BAC"/>
    <w:rsid w:val="006E6D56"/>
    <w:rsid w:val="006E6E65"/>
    <w:rsid w:val="006E740C"/>
    <w:rsid w:val="006E773E"/>
    <w:rsid w:val="006E77F6"/>
    <w:rsid w:val="006E7ADB"/>
    <w:rsid w:val="006E7ADF"/>
    <w:rsid w:val="006E7C3B"/>
    <w:rsid w:val="006E7D42"/>
    <w:rsid w:val="006F0022"/>
    <w:rsid w:val="006F015B"/>
    <w:rsid w:val="006F0744"/>
    <w:rsid w:val="006F076D"/>
    <w:rsid w:val="006F08F7"/>
    <w:rsid w:val="006F0A88"/>
    <w:rsid w:val="006F0B89"/>
    <w:rsid w:val="006F0E51"/>
    <w:rsid w:val="006F0F05"/>
    <w:rsid w:val="006F117D"/>
    <w:rsid w:val="006F1294"/>
    <w:rsid w:val="006F1341"/>
    <w:rsid w:val="006F150A"/>
    <w:rsid w:val="006F1597"/>
    <w:rsid w:val="006F15ED"/>
    <w:rsid w:val="006F1A29"/>
    <w:rsid w:val="006F1EBC"/>
    <w:rsid w:val="006F221E"/>
    <w:rsid w:val="006F23C3"/>
    <w:rsid w:val="006F2958"/>
    <w:rsid w:val="006F2CCB"/>
    <w:rsid w:val="006F2D7D"/>
    <w:rsid w:val="006F2E89"/>
    <w:rsid w:val="006F301B"/>
    <w:rsid w:val="006F3119"/>
    <w:rsid w:val="006F321B"/>
    <w:rsid w:val="006F34BB"/>
    <w:rsid w:val="006F35CE"/>
    <w:rsid w:val="006F376B"/>
    <w:rsid w:val="006F4857"/>
    <w:rsid w:val="006F4F6C"/>
    <w:rsid w:val="006F4FEE"/>
    <w:rsid w:val="006F5040"/>
    <w:rsid w:val="006F5103"/>
    <w:rsid w:val="006F54D3"/>
    <w:rsid w:val="006F5885"/>
    <w:rsid w:val="006F5A36"/>
    <w:rsid w:val="006F6051"/>
    <w:rsid w:val="006F6100"/>
    <w:rsid w:val="006F613F"/>
    <w:rsid w:val="006F63D1"/>
    <w:rsid w:val="006F64C4"/>
    <w:rsid w:val="006F654E"/>
    <w:rsid w:val="006F66F5"/>
    <w:rsid w:val="006F6807"/>
    <w:rsid w:val="006F682D"/>
    <w:rsid w:val="006F69E9"/>
    <w:rsid w:val="006F6A51"/>
    <w:rsid w:val="006F6C8F"/>
    <w:rsid w:val="006F6EC2"/>
    <w:rsid w:val="006F6F85"/>
    <w:rsid w:val="006F71A9"/>
    <w:rsid w:val="006F72F6"/>
    <w:rsid w:val="006F730C"/>
    <w:rsid w:val="006F74A0"/>
    <w:rsid w:val="006F7996"/>
    <w:rsid w:val="006F7A0C"/>
    <w:rsid w:val="006F7A8C"/>
    <w:rsid w:val="006F7BC8"/>
    <w:rsid w:val="0070069D"/>
    <w:rsid w:val="00700994"/>
    <w:rsid w:val="007009F4"/>
    <w:rsid w:val="00700A68"/>
    <w:rsid w:val="00700D8C"/>
    <w:rsid w:val="00700DAE"/>
    <w:rsid w:val="0070130D"/>
    <w:rsid w:val="007013BF"/>
    <w:rsid w:val="0070141E"/>
    <w:rsid w:val="00701A94"/>
    <w:rsid w:val="00701D35"/>
    <w:rsid w:val="00702307"/>
    <w:rsid w:val="00702865"/>
    <w:rsid w:val="00702EE1"/>
    <w:rsid w:val="00702F5E"/>
    <w:rsid w:val="007036F8"/>
    <w:rsid w:val="00703927"/>
    <w:rsid w:val="00703998"/>
    <w:rsid w:val="00703F92"/>
    <w:rsid w:val="00704181"/>
    <w:rsid w:val="007041A9"/>
    <w:rsid w:val="00704211"/>
    <w:rsid w:val="00704840"/>
    <w:rsid w:val="00704A71"/>
    <w:rsid w:val="00704AD5"/>
    <w:rsid w:val="00704B0D"/>
    <w:rsid w:val="00704D65"/>
    <w:rsid w:val="00705384"/>
    <w:rsid w:val="00705397"/>
    <w:rsid w:val="00705CA8"/>
    <w:rsid w:val="00705D33"/>
    <w:rsid w:val="00705FA3"/>
    <w:rsid w:val="00705FC4"/>
    <w:rsid w:val="007060BF"/>
    <w:rsid w:val="007061E1"/>
    <w:rsid w:val="00706374"/>
    <w:rsid w:val="00706462"/>
    <w:rsid w:val="0070701A"/>
    <w:rsid w:val="00707205"/>
    <w:rsid w:val="0070754B"/>
    <w:rsid w:val="007079C1"/>
    <w:rsid w:val="00707AAE"/>
    <w:rsid w:val="00707BCC"/>
    <w:rsid w:val="00707C19"/>
    <w:rsid w:val="00707E00"/>
    <w:rsid w:val="00707F4F"/>
    <w:rsid w:val="007100EF"/>
    <w:rsid w:val="007101E1"/>
    <w:rsid w:val="00710575"/>
    <w:rsid w:val="00710690"/>
    <w:rsid w:val="00710D18"/>
    <w:rsid w:val="00710DA3"/>
    <w:rsid w:val="00710DD0"/>
    <w:rsid w:val="00711311"/>
    <w:rsid w:val="00711647"/>
    <w:rsid w:val="0071167F"/>
    <w:rsid w:val="00711755"/>
    <w:rsid w:val="007117C5"/>
    <w:rsid w:val="00711839"/>
    <w:rsid w:val="007118A0"/>
    <w:rsid w:val="00711901"/>
    <w:rsid w:val="00711BED"/>
    <w:rsid w:val="00711BFA"/>
    <w:rsid w:val="00711FEF"/>
    <w:rsid w:val="00712464"/>
    <w:rsid w:val="00712769"/>
    <w:rsid w:val="00712839"/>
    <w:rsid w:val="00712898"/>
    <w:rsid w:val="00712A0D"/>
    <w:rsid w:val="00712E09"/>
    <w:rsid w:val="00712F76"/>
    <w:rsid w:val="0071316E"/>
    <w:rsid w:val="0071335A"/>
    <w:rsid w:val="0071380B"/>
    <w:rsid w:val="00713931"/>
    <w:rsid w:val="00713AC2"/>
    <w:rsid w:val="00713D48"/>
    <w:rsid w:val="00713F2D"/>
    <w:rsid w:val="00713FB8"/>
    <w:rsid w:val="00714199"/>
    <w:rsid w:val="007146C1"/>
    <w:rsid w:val="00714713"/>
    <w:rsid w:val="007147AA"/>
    <w:rsid w:val="0071495F"/>
    <w:rsid w:val="00714A0E"/>
    <w:rsid w:val="0071528A"/>
    <w:rsid w:val="007153D8"/>
    <w:rsid w:val="00715677"/>
    <w:rsid w:val="00715843"/>
    <w:rsid w:val="007158E2"/>
    <w:rsid w:val="00715A82"/>
    <w:rsid w:val="00715B70"/>
    <w:rsid w:val="00715D7F"/>
    <w:rsid w:val="00715F5F"/>
    <w:rsid w:val="007164CE"/>
    <w:rsid w:val="00716577"/>
    <w:rsid w:val="0071663E"/>
    <w:rsid w:val="00716742"/>
    <w:rsid w:val="00716CFF"/>
    <w:rsid w:val="00717145"/>
    <w:rsid w:val="00717451"/>
    <w:rsid w:val="0071780B"/>
    <w:rsid w:val="00717E5D"/>
    <w:rsid w:val="007201EF"/>
    <w:rsid w:val="00720544"/>
    <w:rsid w:val="00720A2E"/>
    <w:rsid w:val="00720A77"/>
    <w:rsid w:val="00720CA3"/>
    <w:rsid w:val="007211CA"/>
    <w:rsid w:val="00721242"/>
    <w:rsid w:val="00721591"/>
    <w:rsid w:val="00721CD7"/>
    <w:rsid w:val="00721DAA"/>
    <w:rsid w:val="00721E6D"/>
    <w:rsid w:val="00721F19"/>
    <w:rsid w:val="00722011"/>
    <w:rsid w:val="00722091"/>
    <w:rsid w:val="007225C5"/>
    <w:rsid w:val="0072275A"/>
    <w:rsid w:val="007227A0"/>
    <w:rsid w:val="00722814"/>
    <w:rsid w:val="00722F20"/>
    <w:rsid w:val="00723709"/>
    <w:rsid w:val="00723829"/>
    <w:rsid w:val="007239ED"/>
    <w:rsid w:val="00723D00"/>
    <w:rsid w:val="0072439A"/>
    <w:rsid w:val="0072448C"/>
    <w:rsid w:val="007245BD"/>
    <w:rsid w:val="00724672"/>
    <w:rsid w:val="007246C0"/>
    <w:rsid w:val="00724C33"/>
    <w:rsid w:val="00724EC6"/>
    <w:rsid w:val="00725770"/>
    <w:rsid w:val="00725D7A"/>
    <w:rsid w:val="0072617E"/>
    <w:rsid w:val="00726222"/>
    <w:rsid w:val="00726580"/>
    <w:rsid w:val="0072665C"/>
    <w:rsid w:val="00726EE5"/>
    <w:rsid w:val="0072770A"/>
    <w:rsid w:val="007279CD"/>
    <w:rsid w:val="00727D97"/>
    <w:rsid w:val="00727FAE"/>
    <w:rsid w:val="00727FC7"/>
    <w:rsid w:val="00730649"/>
    <w:rsid w:val="007306A2"/>
    <w:rsid w:val="00730DA2"/>
    <w:rsid w:val="00730FEB"/>
    <w:rsid w:val="0073111E"/>
    <w:rsid w:val="00731241"/>
    <w:rsid w:val="0073127E"/>
    <w:rsid w:val="0073188A"/>
    <w:rsid w:val="00731984"/>
    <w:rsid w:val="00731A0A"/>
    <w:rsid w:val="00731BEB"/>
    <w:rsid w:val="00731D61"/>
    <w:rsid w:val="007320A3"/>
    <w:rsid w:val="007321BC"/>
    <w:rsid w:val="007323B9"/>
    <w:rsid w:val="007325F8"/>
    <w:rsid w:val="00732C75"/>
    <w:rsid w:val="00733170"/>
    <w:rsid w:val="007331FD"/>
    <w:rsid w:val="00733426"/>
    <w:rsid w:val="00733535"/>
    <w:rsid w:val="0073369C"/>
    <w:rsid w:val="007337E9"/>
    <w:rsid w:val="00733BBF"/>
    <w:rsid w:val="00733C0B"/>
    <w:rsid w:val="007341E3"/>
    <w:rsid w:val="0073444B"/>
    <w:rsid w:val="007348D1"/>
    <w:rsid w:val="00734921"/>
    <w:rsid w:val="00734DA8"/>
    <w:rsid w:val="00734EA9"/>
    <w:rsid w:val="00735007"/>
    <w:rsid w:val="00735083"/>
    <w:rsid w:val="007350E7"/>
    <w:rsid w:val="00735FAF"/>
    <w:rsid w:val="00736256"/>
    <w:rsid w:val="00736908"/>
    <w:rsid w:val="00736B7A"/>
    <w:rsid w:val="00736EF4"/>
    <w:rsid w:val="007373D1"/>
    <w:rsid w:val="00737708"/>
    <w:rsid w:val="00737978"/>
    <w:rsid w:val="00737C78"/>
    <w:rsid w:val="00737EAF"/>
    <w:rsid w:val="00740169"/>
    <w:rsid w:val="007403A9"/>
    <w:rsid w:val="00740541"/>
    <w:rsid w:val="007405B7"/>
    <w:rsid w:val="0074078E"/>
    <w:rsid w:val="007407F0"/>
    <w:rsid w:val="00740A27"/>
    <w:rsid w:val="00740CC3"/>
    <w:rsid w:val="0074103D"/>
    <w:rsid w:val="00741526"/>
    <w:rsid w:val="00741581"/>
    <w:rsid w:val="00741763"/>
    <w:rsid w:val="00741FFA"/>
    <w:rsid w:val="00742288"/>
    <w:rsid w:val="00742755"/>
    <w:rsid w:val="00742818"/>
    <w:rsid w:val="00742AAF"/>
    <w:rsid w:val="00742B75"/>
    <w:rsid w:val="00742E19"/>
    <w:rsid w:val="00742F0D"/>
    <w:rsid w:val="0074349D"/>
    <w:rsid w:val="007435C5"/>
    <w:rsid w:val="0074384A"/>
    <w:rsid w:val="0074389E"/>
    <w:rsid w:val="0074399A"/>
    <w:rsid w:val="00743D8E"/>
    <w:rsid w:val="00744212"/>
    <w:rsid w:val="00744283"/>
    <w:rsid w:val="007442EB"/>
    <w:rsid w:val="007445CC"/>
    <w:rsid w:val="007449C7"/>
    <w:rsid w:val="007456A9"/>
    <w:rsid w:val="007457CF"/>
    <w:rsid w:val="0074584E"/>
    <w:rsid w:val="00745B73"/>
    <w:rsid w:val="00745C01"/>
    <w:rsid w:val="00745E30"/>
    <w:rsid w:val="007460B0"/>
    <w:rsid w:val="007460BE"/>
    <w:rsid w:val="007460D9"/>
    <w:rsid w:val="00746296"/>
    <w:rsid w:val="00746320"/>
    <w:rsid w:val="00746619"/>
    <w:rsid w:val="00746EAA"/>
    <w:rsid w:val="00746F44"/>
    <w:rsid w:val="00747180"/>
    <w:rsid w:val="00747246"/>
    <w:rsid w:val="007472AE"/>
    <w:rsid w:val="0074742A"/>
    <w:rsid w:val="0074789B"/>
    <w:rsid w:val="00747912"/>
    <w:rsid w:val="00747950"/>
    <w:rsid w:val="00747AFE"/>
    <w:rsid w:val="00747E77"/>
    <w:rsid w:val="00750818"/>
    <w:rsid w:val="00750C89"/>
    <w:rsid w:val="00750CB3"/>
    <w:rsid w:val="00750F2C"/>
    <w:rsid w:val="00751066"/>
    <w:rsid w:val="00751169"/>
    <w:rsid w:val="00751330"/>
    <w:rsid w:val="007513D9"/>
    <w:rsid w:val="007516D9"/>
    <w:rsid w:val="00751837"/>
    <w:rsid w:val="00751BCA"/>
    <w:rsid w:val="00752591"/>
    <w:rsid w:val="00752A0F"/>
    <w:rsid w:val="00752A5A"/>
    <w:rsid w:val="00752B03"/>
    <w:rsid w:val="00752B98"/>
    <w:rsid w:val="00752C77"/>
    <w:rsid w:val="00752F4D"/>
    <w:rsid w:val="00752F60"/>
    <w:rsid w:val="0075342C"/>
    <w:rsid w:val="007534A1"/>
    <w:rsid w:val="00753626"/>
    <w:rsid w:val="007538D7"/>
    <w:rsid w:val="00753972"/>
    <w:rsid w:val="00753AE1"/>
    <w:rsid w:val="00753AE6"/>
    <w:rsid w:val="007547FC"/>
    <w:rsid w:val="007548A0"/>
    <w:rsid w:val="00754E04"/>
    <w:rsid w:val="00754EBA"/>
    <w:rsid w:val="00755271"/>
    <w:rsid w:val="007552D3"/>
    <w:rsid w:val="00755577"/>
    <w:rsid w:val="00755742"/>
    <w:rsid w:val="00755E61"/>
    <w:rsid w:val="00756179"/>
    <w:rsid w:val="007562C5"/>
    <w:rsid w:val="00756540"/>
    <w:rsid w:val="00756561"/>
    <w:rsid w:val="0075687F"/>
    <w:rsid w:val="00756A23"/>
    <w:rsid w:val="007571C2"/>
    <w:rsid w:val="007575BD"/>
    <w:rsid w:val="00757B9C"/>
    <w:rsid w:val="00757F5E"/>
    <w:rsid w:val="007602E8"/>
    <w:rsid w:val="0076053F"/>
    <w:rsid w:val="007605FF"/>
    <w:rsid w:val="007608DB"/>
    <w:rsid w:val="00760936"/>
    <w:rsid w:val="00760CF8"/>
    <w:rsid w:val="00760E57"/>
    <w:rsid w:val="0076136F"/>
    <w:rsid w:val="00761886"/>
    <w:rsid w:val="007620C3"/>
    <w:rsid w:val="00762238"/>
    <w:rsid w:val="00762439"/>
    <w:rsid w:val="00762792"/>
    <w:rsid w:val="007627E9"/>
    <w:rsid w:val="00762935"/>
    <w:rsid w:val="00762A6A"/>
    <w:rsid w:val="0076313B"/>
    <w:rsid w:val="0076314E"/>
    <w:rsid w:val="007631D1"/>
    <w:rsid w:val="0076325F"/>
    <w:rsid w:val="007635FF"/>
    <w:rsid w:val="007637DF"/>
    <w:rsid w:val="00763819"/>
    <w:rsid w:val="007639D5"/>
    <w:rsid w:val="00763D54"/>
    <w:rsid w:val="00763D61"/>
    <w:rsid w:val="007641DE"/>
    <w:rsid w:val="007642FD"/>
    <w:rsid w:val="007643D0"/>
    <w:rsid w:val="00764559"/>
    <w:rsid w:val="007647A9"/>
    <w:rsid w:val="00764A26"/>
    <w:rsid w:val="00764C5E"/>
    <w:rsid w:val="00764D07"/>
    <w:rsid w:val="007651AA"/>
    <w:rsid w:val="00765E5D"/>
    <w:rsid w:val="00766A37"/>
    <w:rsid w:val="00766EF4"/>
    <w:rsid w:val="0076718C"/>
    <w:rsid w:val="0076753A"/>
    <w:rsid w:val="00767896"/>
    <w:rsid w:val="00767976"/>
    <w:rsid w:val="00767A8F"/>
    <w:rsid w:val="00767B11"/>
    <w:rsid w:val="00767C3A"/>
    <w:rsid w:val="00767F51"/>
    <w:rsid w:val="00767FE2"/>
    <w:rsid w:val="0077016B"/>
    <w:rsid w:val="00770371"/>
    <w:rsid w:val="0077060D"/>
    <w:rsid w:val="0077074A"/>
    <w:rsid w:val="007707D2"/>
    <w:rsid w:val="00770E05"/>
    <w:rsid w:val="007711E5"/>
    <w:rsid w:val="00771584"/>
    <w:rsid w:val="00771833"/>
    <w:rsid w:val="007718E5"/>
    <w:rsid w:val="00771DF4"/>
    <w:rsid w:val="00771F65"/>
    <w:rsid w:val="00771F74"/>
    <w:rsid w:val="00772057"/>
    <w:rsid w:val="00772186"/>
    <w:rsid w:val="007721C8"/>
    <w:rsid w:val="007722E7"/>
    <w:rsid w:val="0077260C"/>
    <w:rsid w:val="00772CBF"/>
    <w:rsid w:val="00772DFD"/>
    <w:rsid w:val="00772E7F"/>
    <w:rsid w:val="00773211"/>
    <w:rsid w:val="007737C0"/>
    <w:rsid w:val="007738EF"/>
    <w:rsid w:val="00773F74"/>
    <w:rsid w:val="00773F77"/>
    <w:rsid w:val="007741A5"/>
    <w:rsid w:val="007741EF"/>
    <w:rsid w:val="00774ADB"/>
    <w:rsid w:val="00774E07"/>
    <w:rsid w:val="00775066"/>
    <w:rsid w:val="0077560E"/>
    <w:rsid w:val="00775B5E"/>
    <w:rsid w:val="00775E5D"/>
    <w:rsid w:val="007760DA"/>
    <w:rsid w:val="00776118"/>
    <w:rsid w:val="007761FC"/>
    <w:rsid w:val="0077621C"/>
    <w:rsid w:val="00776333"/>
    <w:rsid w:val="00776341"/>
    <w:rsid w:val="0077645D"/>
    <w:rsid w:val="0077692E"/>
    <w:rsid w:val="00776B23"/>
    <w:rsid w:val="00776D42"/>
    <w:rsid w:val="007770FC"/>
    <w:rsid w:val="007774A3"/>
    <w:rsid w:val="007779F6"/>
    <w:rsid w:val="00777B9C"/>
    <w:rsid w:val="00777CE2"/>
    <w:rsid w:val="00780746"/>
    <w:rsid w:val="00780764"/>
    <w:rsid w:val="00780870"/>
    <w:rsid w:val="00780A7E"/>
    <w:rsid w:val="00780C76"/>
    <w:rsid w:val="007811C0"/>
    <w:rsid w:val="007814F1"/>
    <w:rsid w:val="00781A45"/>
    <w:rsid w:val="00781AD1"/>
    <w:rsid w:val="007820D4"/>
    <w:rsid w:val="007823DF"/>
    <w:rsid w:val="007825F5"/>
    <w:rsid w:val="007827C1"/>
    <w:rsid w:val="007830A7"/>
    <w:rsid w:val="007831A9"/>
    <w:rsid w:val="007832D7"/>
    <w:rsid w:val="007832DF"/>
    <w:rsid w:val="007834D0"/>
    <w:rsid w:val="007837A9"/>
    <w:rsid w:val="00783CD8"/>
    <w:rsid w:val="00783D25"/>
    <w:rsid w:val="00783D73"/>
    <w:rsid w:val="00783E76"/>
    <w:rsid w:val="00783E7A"/>
    <w:rsid w:val="00783F72"/>
    <w:rsid w:val="00784019"/>
    <w:rsid w:val="00784479"/>
    <w:rsid w:val="0078487E"/>
    <w:rsid w:val="00784981"/>
    <w:rsid w:val="00784A80"/>
    <w:rsid w:val="007853D6"/>
    <w:rsid w:val="007854A3"/>
    <w:rsid w:val="00785533"/>
    <w:rsid w:val="007856C0"/>
    <w:rsid w:val="00785A36"/>
    <w:rsid w:val="00785A3F"/>
    <w:rsid w:val="00785B01"/>
    <w:rsid w:val="00785C29"/>
    <w:rsid w:val="00785CF2"/>
    <w:rsid w:val="00785E81"/>
    <w:rsid w:val="0078626A"/>
    <w:rsid w:val="0078696A"/>
    <w:rsid w:val="00786A17"/>
    <w:rsid w:val="00786BFE"/>
    <w:rsid w:val="00787085"/>
    <w:rsid w:val="00787173"/>
    <w:rsid w:val="0078729F"/>
    <w:rsid w:val="007873D9"/>
    <w:rsid w:val="007874B9"/>
    <w:rsid w:val="00787580"/>
    <w:rsid w:val="007875A1"/>
    <w:rsid w:val="007876A1"/>
    <w:rsid w:val="007876CC"/>
    <w:rsid w:val="007878BA"/>
    <w:rsid w:val="0078790A"/>
    <w:rsid w:val="00787D03"/>
    <w:rsid w:val="00787F67"/>
    <w:rsid w:val="00790060"/>
    <w:rsid w:val="0079044D"/>
    <w:rsid w:val="007914D3"/>
    <w:rsid w:val="00791634"/>
    <w:rsid w:val="00791DC2"/>
    <w:rsid w:val="007920F3"/>
    <w:rsid w:val="007921C1"/>
    <w:rsid w:val="00792DCB"/>
    <w:rsid w:val="00792F41"/>
    <w:rsid w:val="007932C2"/>
    <w:rsid w:val="0079336A"/>
    <w:rsid w:val="0079341B"/>
    <w:rsid w:val="0079365A"/>
    <w:rsid w:val="007937AF"/>
    <w:rsid w:val="00793B39"/>
    <w:rsid w:val="00793FA5"/>
    <w:rsid w:val="0079417F"/>
    <w:rsid w:val="007947C6"/>
    <w:rsid w:val="00794D9E"/>
    <w:rsid w:val="00794FBF"/>
    <w:rsid w:val="00795987"/>
    <w:rsid w:val="00795F80"/>
    <w:rsid w:val="0079601B"/>
    <w:rsid w:val="00796997"/>
    <w:rsid w:val="007969AD"/>
    <w:rsid w:val="00796AC2"/>
    <w:rsid w:val="00796CB0"/>
    <w:rsid w:val="00796CEF"/>
    <w:rsid w:val="00797001"/>
    <w:rsid w:val="00797179"/>
    <w:rsid w:val="0079722F"/>
    <w:rsid w:val="00797A68"/>
    <w:rsid w:val="00797EA5"/>
    <w:rsid w:val="00797F4B"/>
    <w:rsid w:val="007A0144"/>
    <w:rsid w:val="007A0884"/>
    <w:rsid w:val="007A10D7"/>
    <w:rsid w:val="007A1313"/>
    <w:rsid w:val="007A169D"/>
    <w:rsid w:val="007A1BF8"/>
    <w:rsid w:val="007A2286"/>
    <w:rsid w:val="007A2317"/>
    <w:rsid w:val="007A2358"/>
    <w:rsid w:val="007A2485"/>
    <w:rsid w:val="007A24AC"/>
    <w:rsid w:val="007A24EC"/>
    <w:rsid w:val="007A26E5"/>
    <w:rsid w:val="007A2D46"/>
    <w:rsid w:val="007A2E7E"/>
    <w:rsid w:val="007A2F07"/>
    <w:rsid w:val="007A31C7"/>
    <w:rsid w:val="007A3380"/>
    <w:rsid w:val="007A385D"/>
    <w:rsid w:val="007A38D6"/>
    <w:rsid w:val="007A3950"/>
    <w:rsid w:val="007A3A03"/>
    <w:rsid w:val="007A3A81"/>
    <w:rsid w:val="007A3BC0"/>
    <w:rsid w:val="007A3C76"/>
    <w:rsid w:val="007A3D24"/>
    <w:rsid w:val="007A41E5"/>
    <w:rsid w:val="007A4278"/>
    <w:rsid w:val="007A4537"/>
    <w:rsid w:val="007A46AD"/>
    <w:rsid w:val="007A471D"/>
    <w:rsid w:val="007A4EFF"/>
    <w:rsid w:val="007A51A7"/>
    <w:rsid w:val="007A541B"/>
    <w:rsid w:val="007A54FC"/>
    <w:rsid w:val="007A577C"/>
    <w:rsid w:val="007A5E84"/>
    <w:rsid w:val="007A5FAB"/>
    <w:rsid w:val="007A6229"/>
    <w:rsid w:val="007A628C"/>
    <w:rsid w:val="007A6656"/>
    <w:rsid w:val="007A66F0"/>
    <w:rsid w:val="007A687B"/>
    <w:rsid w:val="007A69F8"/>
    <w:rsid w:val="007A6EA8"/>
    <w:rsid w:val="007A771F"/>
    <w:rsid w:val="007A789C"/>
    <w:rsid w:val="007A7955"/>
    <w:rsid w:val="007A7DB2"/>
    <w:rsid w:val="007A7F0E"/>
    <w:rsid w:val="007A7F1E"/>
    <w:rsid w:val="007B0027"/>
    <w:rsid w:val="007B00D1"/>
    <w:rsid w:val="007B0870"/>
    <w:rsid w:val="007B08E5"/>
    <w:rsid w:val="007B0B93"/>
    <w:rsid w:val="007B101A"/>
    <w:rsid w:val="007B11DA"/>
    <w:rsid w:val="007B12E4"/>
    <w:rsid w:val="007B13D8"/>
    <w:rsid w:val="007B14AA"/>
    <w:rsid w:val="007B174B"/>
    <w:rsid w:val="007B1922"/>
    <w:rsid w:val="007B1F17"/>
    <w:rsid w:val="007B205C"/>
    <w:rsid w:val="007B223B"/>
    <w:rsid w:val="007B2B6F"/>
    <w:rsid w:val="007B2DA8"/>
    <w:rsid w:val="007B30BA"/>
    <w:rsid w:val="007B314A"/>
    <w:rsid w:val="007B361A"/>
    <w:rsid w:val="007B36C1"/>
    <w:rsid w:val="007B3A62"/>
    <w:rsid w:val="007B3A81"/>
    <w:rsid w:val="007B3B0A"/>
    <w:rsid w:val="007B41EC"/>
    <w:rsid w:val="007B4358"/>
    <w:rsid w:val="007B45F2"/>
    <w:rsid w:val="007B4832"/>
    <w:rsid w:val="007B4953"/>
    <w:rsid w:val="007B4A08"/>
    <w:rsid w:val="007B4AB3"/>
    <w:rsid w:val="007B4B90"/>
    <w:rsid w:val="007B4B9E"/>
    <w:rsid w:val="007B4CB5"/>
    <w:rsid w:val="007B521B"/>
    <w:rsid w:val="007B5426"/>
    <w:rsid w:val="007B599A"/>
    <w:rsid w:val="007B5BDF"/>
    <w:rsid w:val="007B5D90"/>
    <w:rsid w:val="007B5DE8"/>
    <w:rsid w:val="007B5DFF"/>
    <w:rsid w:val="007B5F44"/>
    <w:rsid w:val="007B6334"/>
    <w:rsid w:val="007B6E5C"/>
    <w:rsid w:val="007B70D5"/>
    <w:rsid w:val="007B772A"/>
    <w:rsid w:val="007B78BF"/>
    <w:rsid w:val="007B7BCA"/>
    <w:rsid w:val="007C0347"/>
    <w:rsid w:val="007C0952"/>
    <w:rsid w:val="007C0BB6"/>
    <w:rsid w:val="007C0BE9"/>
    <w:rsid w:val="007C0E68"/>
    <w:rsid w:val="007C0ED2"/>
    <w:rsid w:val="007C0F48"/>
    <w:rsid w:val="007C1107"/>
    <w:rsid w:val="007C1426"/>
    <w:rsid w:val="007C15F1"/>
    <w:rsid w:val="007C171B"/>
    <w:rsid w:val="007C1A62"/>
    <w:rsid w:val="007C1A7E"/>
    <w:rsid w:val="007C1CA0"/>
    <w:rsid w:val="007C1D06"/>
    <w:rsid w:val="007C20A5"/>
    <w:rsid w:val="007C227F"/>
    <w:rsid w:val="007C29EA"/>
    <w:rsid w:val="007C2D59"/>
    <w:rsid w:val="007C3316"/>
    <w:rsid w:val="007C39DB"/>
    <w:rsid w:val="007C3BF2"/>
    <w:rsid w:val="007C3C71"/>
    <w:rsid w:val="007C3EA8"/>
    <w:rsid w:val="007C3EF7"/>
    <w:rsid w:val="007C3EFB"/>
    <w:rsid w:val="007C3F60"/>
    <w:rsid w:val="007C41B7"/>
    <w:rsid w:val="007C43D9"/>
    <w:rsid w:val="007C445C"/>
    <w:rsid w:val="007C45A0"/>
    <w:rsid w:val="007C4E0C"/>
    <w:rsid w:val="007C53F8"/>
    <w:rsid w:val="007C559D"/>
    <w:rsid w:val="007C586C"/>
    <w:rsid w:val="007C5A2E"/>
    <w:rsid w:val="007C5B27"/>
    <w:rsid w:val="007C5B65"/>
    <w:rsid w:val="007C5E6D"/>
    <w:rsid w:val="007C5F92"/>
    <w:rsid w:val="007C6164"/>
    <w:rsid w:val="007C6748"/>
    <w:rsid w:val="007C6E9B"/>
    <w:rsid w:val="007C6FA8"/>
    <w:rsid w:val="007C70DA"/>
    <w:rsid w:val="007C712F"/>
    <w:rsid w:val="007C7233"/>
    <w:rsid w:val="007C7304"/>
    <w:rsid w:val="007C765C"/>
    <w:rsid w:val="007C7AD6"/>
    <w:rsid w:val="007C7D9C"/>
    <w:rsid w:val="007C7E24"/>
    <w:rsid w:val="007D00AC"/>
    <w:rsid w:val="007D03FE"/>
    <w:rsid w:val="007D057D"/>
    <w:rsid w:val="007D07D5"/>
    <w:rsid w:val="007D082D"/>
    <w:rsid w:val="007D0897"/>
    <w:rsid w:val="007D091C"/>
    <w:rsid w:val="007D0B38"/>
    <w:rsid w:val="007D0C67"/>
    <w:rsid w:val="007D0C9F"/>
    <w:rsid w:val="007D0CF8"/>
    <w:rsid w:val="007D1236"/>
    <w:rsid w:val="007D144C"/>
    <w:rsid w:val="007D16D4"/>
    <w:rsid w:val="007D18C5"/>
    <w:rsid w:val="007D1D4B"/>
    <w:rsid w:val="007D1DA3"/>
    <w:rsid w:val="007D1E88"/>
    <w:rsid w:val="007D1FEB"/>
    <w:rsid w:val="007D2003"/>
    <w:rsid w:val="007D205C"/>
    <w:rsid w:val="007D22E1"/>
    <w:rsid w:val="007D22FF"/>
    <w:rsid w:val="007D2930"/>
    <w:rsid w:val="007D2AB8"/>
    <w:rsid w:val="007D2C5E"/>
    <w:rsid w:val="007D3140"/>
    <w:rsid w:val="007D3313"/>
    <w:rsid w:val="007D3483"/>
    <w:rsid w:val="007D356D"/>
    <w:rsid w:val="007D35A6"/>
    <w:rsid w:val="007D35F4"/>
    <w:rsid w:val="007D37AF"/>
    <w:rsid w:val="007D3ADB"/>
    <w:rsid w:val="007D3BA1"/>
    <w:rsid w:val="007D3FED"/>
    <w:rsid w:val="007D4568"/>
    <w:rsid w:val="007D48BA"/>
    <w:rsid w:val="007D4E14"/>
    <w:rsid w:val="007D4E6C"/>
    <w:rsid w:val="007D5165"/>
    <w:rsid w:val="007D51D1"/>
    <w:rsid w:val="007D5DBF"/>
    <w:rsid w:val="007D5F4A"/>
    <w:rsid w:val="007D60F2"/>
    <w:rsid w:val="007D676B"/>
    <w:rsid w:val="007D69A9"/>
    <w:rsid w:val="007D6D35"/>
    <w:rsid w:val="007D6DEC"/>
    <w:rsid w:val="007D71F1"/>
    <w:rsid w:val="007D77C6"/>
    <w:rsid w:val="007D7D9A"/>
    <w:rsid w:val="007E0148"/>
    <w:rsid w:val="007E06DD"/>
    <w:rsid w:val="007E080D"/>
    <w:rsid w:val="007E0A3E"/>
    <w:rsid w:val="007E0F82"/>
    <w:rsid w:val="007E1660"/>
    <w:rsid w:val="007E19BB"/>
    <w:rsid w:val="007E202F"/>
    <w:rsid w:val="007E2578"/>
    <w:rsid w:val="007E25CD"/>
    <w:rsid w:val="007E28D2"/>
    <w:rsid w:val="007E29E1"/>
    <w:rsid w:val="007E2B1F"/>
    <w:rsid w:val="007E2CB6"/>
    <w:rsid w:val="007E2CFD"/>
    <w:rsid w:val="007E354E"/>
    <w:rsid w:val="007E3575"/>
    <w:rsid w:val="007E38F4"/>
    <w:rsid w:val="007E397D"/>
    <w:rsid w:val="007E431C"/>
    <w:rsid w:val="007E466E"/>
    <w:rsid w:val="007E4771"/>
    <w:rsid w:val="007E4B8A"/>
    <w:rsid w:val="007E4BAD"/>
    <w:rsid w:val="007E4CA8"/>
    <w:rsid w:val="007E4CC3"/>
    <w:rsid w:val="007E5A5D"/>
    <w:rsid w:val="007E5C3C"/>
    <w:rsid w:val="007E5EDA"/>
    <w:rsid w:val="007E5F6A"/>
    <w:rsid w:val="007E609A"/>
    <w:rsid w:val="007E6592"/>
    <w:rsid w:val="007E6B8B"/>
    <w:rsid w:val="007E6F4E"/>
    <w:rsid w:val="007E74B5"/>
    <w:rsid w:val="007E77C5"/>
    <w:rsid w:val="007E78BF"/>
    <w:rsid w:val="007E7B0B"/>
    <w:rsid w:val="007E7BAC"/>
    <w:rsid w:val="007E7C43"/>
    <w:rsid w:val="007F010C"/>
    <w:rsid w:val="007F084F"/>
    <w:rsid w:val="007F0874"/>
    <w:rsid w:val="007F1196"/>
    <w:rsid w:val="007F126F"/>
    <w:rsid w:val="007F1307"/>
    <w:rsid w:val="007F1587"/>
    <w:rsid w:val="007F17F3"/>
    <w:rsid w:val="007F189A"/>
    <w:rsid w:val="007F198A"/>
    <w:rsid w:val="007F1A04"/>
    <w:rsid w:val="007F1A41"/>
    <w:rsid w:val="007F211A"/>
    <w:rsid w:val="007F2293"/>
    <w:rsid w:val="007F2B90"/>
    <w:rsid w:val="007F2D0F"/>
    <w:rsid w:val="007F3714"/>
    <w:rsid w:val="007F3AC2"/>
    <w:rsid w:val="007F3C97"/>
    <w:rsid w:val="007F3CBB"/>
    <w:rsid w:val="007F3EA0"/>
    <w:rsid w:val="007F4485"/>
    <w:rsid w:val="007F4611"/>
    <w:rsid w:val="007F46BB"/>
    <w:rsid w:val="007F46FF"/>
    <w:rsid w:val="007F4A65"/>
    <w:rsid w:val="007F4C3A"/>
    <w:rsid w:val="007F4EA8"/>
    <w:rsid w:val="007F4F51"/>
    <w:rsid w:val="007F50CA"/>
    <w:rsid w:val="007F5271"/>
    <w:rsid w:val="007F5343"/>
    <w:rsid w:val="007F56ED"/>
    <w:rsid w:val="007F5826"/>
    <w:rsid w:val="007F5A97"/>
    <w:rsid w:val="007F5D2B"/>
    <w:rsid w:val="007F650D"/>
    <w:rsid w:val="007F6EC9"/>
    <w:rsid w:val="007F7451"/>
    <w:rsid w:val="007F77ED"/>
    <w:rsid w:val="007F79EE"/>
    <w:rsid w:val="007F7FDA"/>
    <w:rsid w:val="0080014C"/>
    <w:rsid w:val="008003E8"/>
    <w:rsid w:val="00800482"/>
    <w:rsid w:val="00800A7C"/>
    <w:rsid w:val="0080143C"/>
    <w:rsid w:val="00801808"/>
    <w:rsid w:val="008018A3"/>
    <w:rsid w:val="008026A5"/>
    <w:rsid w:val="00802910"/>
    <w:rsid w:val="00802D1A"/>
    <w:rsid w:val="00802D51"/>
    <w:rsid w:val="00803CBB"/>
    <w:rsid w:val="00803D3E"/>
    <w:rsid w:val="00803D82"/>
    <w:rsid w:val="00803DEE"/>
    <w:rsid w:val="00803E63"/>
    <w:rsid w:val="00804148"/>
    <w:rsid w:val="00804C58"/>
    <w:rsid w:val="00804D0A"/>
    <w:rsid w:val="00804E2B"/>
    <w:rsid w:val="00805800"/>
    <w:rsid w:val="008059B7"/>
    <w:rsid w:val="00805B16"/>
    <w:rsid w:val="00805BD5"/>
    <w:rsid w:val="00805CAE"/>
    <w:rsid w:val="00805CF1"/>
    <w:rsid w:val="00805DC5"/>
    <w:rsid w:val="00805DF5"/>
    <w:rsid w:val="00805E2D"/>
    <w:rsid w:val="0080601A"/>
    <w:rsid w:val="008060F3"/>
    <w:rsid w:val="008065B0"/>
    <w:rsid w:val="008065BD"/>
    <w:rsid w:val="0080684C"/>
    <w:rsid w:val="008068D2"/>
    <w:rsid w:val="008068E7"/>
    <w:rsid w:val="008068F7"/>
    <w:rsid w:val="008069DF"/>
    <w:rsid w:val="0080703C"/>
    <w:rsid w:val="00807121"/>
    <w:rsid w:val="008074AA"/>
    <w:rsid w:val="00807654"/>
    <w:rsid w:val="00807AE9"/>
    <w:rsid w:val="00807B21"/>
    <w:rsid w:val="00807D51"/>
    <w:rsid w:val="00807DAB"/>
    <w:rsid w:val="00807ECA"/>
    <w:rsid w:val="00810223"/>
    <w:rsid w:val="00810366"/>
    <w:rsid w:val="00810B10"/>
    <w:rsid w:val="00810BC5"/>
    <w:rsid w:val="00810C14"/>
    <w:rsid w:val="00810D5B"/>
    <w:rsid w:val="008110C9"/>
    <w:rsid w:val="0081172B"/>
    <w:rsid w:val="00811802"/>
    <w:rsid w:val="0081196B"/>
    <w:rsid w:val="00811E56"/>
    <w:rsid w:val="008120C2"/>
    <w:rsid w:val="008121A2"/>
    <w:rsid w:val="00812387"/>
    <w:rsid w:val="008127A3"/>
    <w:rsid w:val="00812A32"/>
    <w:rsid w:val="00812D5C"/>
    <w:rsid w:val="00813242"/>
    <w:rsid w:val="008133AF"/>
    <w:rsid w:val="008133B1"/>
    <w:rsid w:val="008135B0"/>
    <w:rsid w:val="0081383F"/>
    <w:rsid w:val="00813CDA"/>
    <w:rsid w:val="00813CF0"/>
    <w:rsid w:val="00813F8B"/>
    <w:rsid w:val="008140A5"/>
    <w:rsid w:val="00814470"/>
    <w:rsid w:val="00814879"/>
    <w:rsid w:val="00814BC3"/>
    <w:rsid w:val="00814E3F"/>
    <w:rsid w:val="00814E4A"/>
    <w:rsid w:val="00814EA5"/>
    <w:rsid w:val="00815150"/>
    <w:rsid w:val="008154ED"/>
    <w:rsid w:val="00815938"/>
    <w:rsid w:val="0081599B"/>
    <w:rsid w:val="008159F2"/>
    <w:rsid w:val="00815A03"/>
    <w:rsid w:val="00815DF3"/>
    <w:rsid w:val="0081627A"/>
    <w:rsid w:val="008164EF"/>
    <w:rsid w:val="00816645"/>
    <w:rsid w:val="0081680F"/>
    <w:rsid w:val="008169B1"/>
    <w:rsid w:val="00816C62"/>
    <w:rsid w:val="00816CB7"/>
    <w:rsid w:val="0081701D"/>
    <w:rsid w:val="00817045"/>
    <w:rsid w:val="0081714B"/>
    <w:rsid w:val="00817156"/>
    <w:rsid w:val="0081721E"/>
    <w:rsid w:val="00817451"/>
    <w:rsid w:val="00817494"/>
    <w:rsid w:val="0081785A"/>
    <w:rsid w:val="00817C30"/>
    <w:rsid w:val="00817CBB"/>
    <w:rsid w:val="00817D83"/>
    <w:rsid w:val="00817D85"/>
    <w:rsid w:val="0082005F"/>
    <w:rsid w:val="00820904"/>
    <w:rsid w:val="00820A13"/>
    <w:rsid w:val="00820AEE"/>
    <w:rsid w:val="00820B8A"/>
    <w:rsid w:val="00821061"/>
    <w:rsid w:val="008218B7"/>
    <w:rsid w:val="0082193F"/>
    <w:rsid w:val="00821A7B"/>
    <w:rsid w:val="00821AE5"/>
    <w:rsid w:val="00821C17"/>
    <w:rsid w:val="00821D02"/>
    <w:rsid w:val="00821E6D"/>
    <w:rsid w:val="00821FCC"/>
    <w:rsid w:val="008221C6"/>
    <w:rsid w:val="00822342"/>
    <w:rsid w:val="00822631"/>
    <w:rsid w:val="0082281D"/>
    <w:rsid w:val="00822B6A"/>
    <w:rsid w:val="00823080"/>
    <w:rsid w:val="00823128"/>
    <w:rsid w:val="00823485"/>
    <w:rsid w:val="00823886"/>
    <w:rsid w:val="008239B2"/>
    <w:rsid w:val="00823C84"/>
    <w:rsid w:val="00823CF6"/>
    <w:rsid w:val="00823EB2"/>
    <w:rsid w:val="00824184"/>
    <w:rsid w:val="00824390"/>
    <w:rsid w:val="008244FF"/>
    <w:rsid w:val="00824970"/>
    <w:rsid w:val="008249A5"/>
    <w:rsid w:val="008249F0"/>
    <w:rsid w:val="00824A4F"/>
    <w:rsid w:val="00824A7E"/>
    <w:rsid w:val="0082545B"/>
    <w:rsid w:val="008259B2"/>
    <w:rsid w:val="00825A31"/>
    <w:rsid w:val="00825D50"/>
    <w:rsid w:val="00825D63"/>
    <w:rsid w:val="00826038"/>
    <w:rsid w:val="008260E7"/>
    <w:rsid w:val="0082620B"/>
    <w:rsid w:val="00826400"/>
    <w:rsid w:val="008265AE"/>
    <w:rsid w:val="00826A99"/>
    <w:rsid w:val="00826ACB"/>
    <w:rsid w:val="00826E43"/>
    <w:rsid w:val="00827E1B"/>
    <w:rsid w:val="0083039F"/>
    <w:rsid w:val="00830AD7"/>
    <w:rsid w:val="00830BC6"/>
    <w:rsid w:val="008314ED"/>
    <w:rsid w:val="00831C10"/>
    <w:rsid w:val="00832027"/>
    <w:rsid w:val="0083202D"/>
    <w:rsid w:val="008324B2"/>
    <w:rsid w:val="0083253F"/>
    <w:rsid w:val="008325A4"/>
    <w:rsid w:val="008326B7"/>
    <w:rsid w:val="008329D1"/>
    <w:rsid w:val="00832D3D"/>
    <w:rsid w:val="008331BF"/>
    <w:rsid w:val="00833275"/>
    <w:rsid w:val="00833431"/>
    <w:rsid w:val="0083392F"/>
    <w:rsid w:val="00833C2E"/>
    <w:rsid w:val="0083480D"/>
    <w:rsid w:val="00834951"/>
    <w:rsid w:val="00834953"/>
    <w:rsid w:val="00834B9E"/>
    <w:rsid w:val="00834E45"/>
    <w:rsid w:val="00835298"/>
    <w:rsid w:val="008352BD"/>
    <w:rsid w:val="008355F0"/>
    <w:rsid w:val="008357A5"/>
    <w:rsid w:val="00835970"/>
    <w:rsid w:val="00835978"/>
    <w:rsid w:val="00835EC1"/>
    <w:rsid w:val="00836A66"/>
    <w:rsid w:val="00836F3E"/>
    <w:rsid w:val="00837741"/>
    <w:rsid w:val="0083788B"/>
    <w:rsid w:val="00837EA0"/>
    <w:rsid w:val="0084002F"/>
    <w:rsid w:val="008402F7"/>
    <w:rsid w:val="008404DE"/>
    <w:rsid w:val="00840DBE"/>
    <w:rsid w:val="0084125B"/>
    <w:rsid w:val="00841B6E"/>
    <w:rsid w:val="00841BA7"/>
    <w:rsid w:val="00841BF1"/>
    <w:rsid w:val="00841D5D"/>
    <w:rsid w:val="00841F61"/>
    <w:rsid w:val="008421D1"/>
    <w:rsid w:val="00842447"/>
    <w:rsid w:val="008424C8"/>
    <w:rsid w:val="008425ED"/>
    <w:rsid w:val="00842DBA"/>
    <w:rsid w:val="008433A1"/>
    <w:rsid w:val="00843814"/>
    <w:rsid w:val="0084381E"/>
    <w:rsid w:val="008439B8"/>
    <w:rsid w:val="00843AE8"/>
    <w:rsid w:val="00843F3F"/>
    <w:rsid w:val="00844194"/>
    <w:rsid w:val="008444E9"/>
    <w:rsid w:val="00844ABE"/>
    <w:rsid w:val="00844BC1"/>
    <w:rsid w:val="00844E0E"/>
    <w:rsid w:val="00844F3D"/>
    <w:rsid w:val="008450ED"/>
    <w:rsid w:val="0084511B"/>
    <w:rsid w:val="0084515E"/>
    <w:rsid w:val="00845298"/>
    <w:rsid w:val="008455AD"/>
    <w:rsid w:val="00845B85"/>
    <w:rsid w:val="00845DED"/>
    <w:rsid w:val="00845E51"/>
    <w:rsid w:val="00846162"/>
    <w:rsid w:val="00846371"/>
    <w:rsid w:val="00846BF2"/>
    <w:rsid w:val="00846CAC"/>
    <w:rsid w:val="00847022"/>
    <w:rsid w:val="00847327"/>
    <w:rsid w:val="0084774A"/>
    <w:rsid w:val="00847F16"/>
    <w:rsid w:val="008500FE"/>
    <w:rsid w:val="008502B1"/>
    <w:rsid w:val="0085037D"/>
    <w:rsid w:val="0085038C"/>
    <w:rsid w:val="008504AC"/>
    <w:rsid w:val="008509FB"/>
    <w:rsid w:val="00850C0C"/>
    <w:rsid w:val="00850FB7"/>
    <w:rsid w:val="00850FE0"/>
    <w:rsid w:val="00851197"/>
    <w:rsid w:val="0085122F"/>
    <w:rsid w:val="00851236"/>
    <w:rsid w:val="008513ED"/>
    <w:rsid w:val="008515B6"/>
    <w:rsid w:val="00851716"/>
    <w:rsid w:val="00851B8A"/>
    <w:rsid w:val="00851CA9"/>
    <w:rsid w:val="00851E76"/>
    <w:rsid w:val="00851E80"/>
    <w:rsid w:val="00851E9D"/>
    <w:rsid w:val="00851EC0"/>
    <w:rsid w:val="0085210E"/>
    <w:rsid w:val="0085221C"/>
    <w:rsid w:val="00852393"/>
    <w:rsid w:val="00852415"/>
    <w:rsid w:val="008524E2"/>
    <w:rsid w:val="008527E8"/>
    <w:rsid w:val="00852A21"/>
    <w:rsid w:val="00852B37"/>
    <w:rsid w:val="00852C05"/>
    <w:rsid w:val="00852D47"/>
    <w:rsid w:val="00852E2A"/>
    <w:rsid w:val="00853287"/>
    <w:rsid w:val="008533C4"/>
    <w:rsid w:val="00853404"/>
    <w:rsid w:val="00853499"/>
    <w:rsid w:val="0085380D"/>
    <w:rsid w:val="00853D24"/>
    <w:rsid w:val="00853E60"/>
    <w:rsid w:val="0085428B"/>
    <w:rsid w:val="008542F1"/>
    <w:rsid w:val="008547D2"/>
    <w:rsid w:val="00854AD5"/>
    <w:rsid w:val="00854BD2"/>
    <w:rsid w:val="00855764"/>
    <w:rsid w:val="00855B1C"/>
    <w:rsid w:val="00855C8E"/>
    <w:rsid w:val="00855D8D"/>
    <w:rsid w:val="00856121"/>
    <w:rsid w:val="00856BAD"/>
    <w:rsid w:val="00856D6F"/>
    <w:rsid w:val="00856F02"/>
    <w:rsid w:val="00856FB8"/>
    <w:rsid w:val="00857361"/>
    <w:rsid w:val="0085756A"/>
    <w:rsid w:val="00857AB1"/>
    <w:rsid w:val="00857D95"/>
    <w:rsid w:val="00857D99"/>
    <w:rsid w:val="0086006C"/>
    <w:rsid w:val="0086021F"/>
    <w:rsid w:val="008602E9"/>
    <w:rsid w:val="00860366"/>
    <w:rsid w:val="00860813"/>
    <w:rsid w:val="00860BB3"/>
    <w:rsid w:val="00860D51"/>
    <w:rsid w:val="0086118B"/>
    <w:rsid w:val="00861277"/>
    <w:rsid w:val="00861345"/>
    <w:rsid w:val="00861482"/>
    <w:rsid w:val="00861674"/>
    <w:rsid w:val="008616F6"/>
    <w:rsid w:val="00861958"/>
    <w:rsid w:val="00861A4B"/>
    <w:rsid w:val="00861BE8"/>
    <w:rsid w:val="00862082"/>
    <w:rsid w:val="008621E2"/>
    <w:rsid w:val="008626A1"/>
    <w:rsid w:val="00862BE1"/>
    <w:rsid w:val="00863162"/>
    <w:rsid w:val="008631C0"/>
    <w:rsid w:val="00863510"/>
    <w:rsid w:val="008635E8"/>
    <w:rsid w:val="00863C90"/>
    <w:rsid w:val="00863CAF"/>
    <w:rsid w:val="00863DFD"/>
    <w:rsid w:val="008643AB"/>
    <w:rsid w:val="00864510"/>
    <w:rsid w:val="008646A7"/>
    <w:rsid w:val="0086477A"/>
    <w:rsid w:val="0086490C"/>
    <w:rsid w:val="00864997"/>
    <w:rsid w:val="00864DF6"/>
    <w:rsid w:val="0086508E"/>
    <w:rsid w:val="0086537B"/>
    <w:rsid w:val="008653C3"/>
    <w:rsid w:val="0086557D"/>
    <w:rsid w:val="00865DA3"/>
    <w:rsid w:val="008660A9"/>
    <w:rsid w:val="00866819"/>
    <w:rsid w:val="00866CC7"/>
    <w:rsid w:val="00866D1E"/>
    <w:rsid w:val="00866FC5"/>
    <w:rsid w:val="00867070"/>
    <w:rsid w:val="008672E3"/>
    <w:rsid w:val="008676E7"/>
    <w:rsid w:val="0086775D"/>
    <w:rsid w:val="00867EF6"/>
    <w:rsid w:val="00870130"/>
    <w:rsid w:val="00870192"/>
    <w:rsid w:val="00870605"/>
    <w:rsid w:val="00870616"/>
    <w:rsid w:val="00870EA5"/>
    <w:rsid w:val="00870EC4"/>
    <w:rsid w:val="00870FDF"/>
    <w:rsid w:val="008715D6"/>
    <w:rsid w:val="00871B37"/>
    <w:rsid w:val="00871C21"/>
    <w:rsid w:val="00871CF9"/>
    <w:rsid w:val="00871D34"/>
    <w:rsid w:val="0087207C"/>
    <w:rsid w:val="0087213D"/>
    <w:rsid w:val="008727E0"/>
    <w:rsid w:val="008728DA"/>
    <w:rsid w:val="00872ABC"/>
    <w:rsid w:val="00872B0A"/>
    <w:rsid w:val="008730A9"/>
    <w:rsid w:val="00873735"/>
    <w:rsid w:val="00873743"/>
    <w:rsid w:val="008737D0"/>
    <w:rsid w:val="008737ED"/>
    <w:rsid w:val="00873B28"/>
    <w:rsid w:val="00873FFA"/>
    <w:rsid w:val="00874236"/>
    <w:rsid w:val="00874721"/>
    <w:rsid w:val="008749E7"/>
    <w:rsid w:val="0087565E"/>
    <w:rsid w:val="00875A0C"/>
    <w:rsid w:val="00875DDB"/>
    <w:rsid w:val="00876147"/>
    <w:rsid w:val="00876634"/>
    <w:rsid w:val="008766C5"/>
    <w:rsid w:val="00876714"/>
    <w:rsid w:val="00876AB4"/>
    <w:rsid w:val="00876AFB"/>
    <w:rsid w:val="00876C78"/>
    <w:rsid w:val="008771AD"/>
    <w:rsid w:val="00877470"/>
    <w:rsid w:val="008774A0"/>
    <w:rsid w:val="00877551"/>
    <w:rsid w:val="00877575"/>
    <w:rsid w:val="00877864"/>
    <w:rsid w:val="00877BBA"/>
    <w:rsid w:val="00877C68"/>
    <w:rsid w:val="00877D59"/>
    <w:rsid w:val="00877E54"/>
    <w:rsid w:val="00880024"/>
    <w:rsid w:val="0088070B"/>
    <w:rsid w:val="008808A3"/>
    <w:rsid w:val="00880D78"/>
    <w:rsid w:val="00880ED5"/>
    <w:rsid w:val="0088114B"/>
    <w:rsid w:val="008815F0"/>
    <w:rsid w:val="008817E9"/>
    <w:rsid w:val="00881E2E"/>
    <w:rsid w:val="008821A2"/>
    <w:rsid w:val="00882B85"/>
    <w:rsid w:val="00882E2B"/>
    <w:rsid w:val="00882FAF"/>
    <w:rsid w:val="00883190"/>
    <w:rsid w:val="0088379D"/>
    <w:rsid w:val="00883BEC"/>
    <w:rsid w:val="00884102"/>
    <w:rsid w:val="008841D9"/>
    <w:rsid w:val="00884601"/>
    <w:rsid w:val="00884763"/>
    <w:rsid w:val="0088482C"/>
    <w:rsid w:val="00884A0C"/>
    <w:rsid w:val="008855AB"/>
    <w:rsid w:val="00885908"/>
    <w:rsid w:val="00885AC4"/>
    <w:rsid w:val="00885AF5"/>
    <w:rsid w:val="00885F36"/>
    <w:rsid w:val="00886021"/>
    <w:rsid w:val="00886BE1"/>
    <w:rsid w:val="00886CE1"/>
    <w:rsid w:val="00886CFF"/>
    <w:rsid w:val="00886E19"/>
    <w:rsid w:val="00887661"/>
    <w:rsid w:val="008876EC"/>
    <w:rsid w:val="00887867"/>
    <w:rsid w:val="0089004B"/>
    <w:rsid w:val="00890200"/>
    <w:rsid w:val="008902C8"/>
    <w:rsid w:val="0089056B"/>
    <w:rsid w:val="008905CB"/>
    <w:rsid w:val="00890723"/>
    <w:rsid w:val="00890815"/>
    <w:rsid w:val="008908E2"/>
    <w:rsid w:val="00891782"/>
    <w:rsid w:val="00891835"/>
    <w:rsid w:val="00891AF0"/>
    <w:rsid w:val="00891DFA"/>
    <w:rsid w:val="00891E80"/>
    <w:rsid w:val="0089217E"/>
    <w:rsid w:val="00892302"/>
    <w:rsid w:val="0089249F"/>
    <w:rsid w:val="0089274A"/>
    <w:rsid w:val="008929A4"/>
    <w:rsid w:val="00892A9D"/>
    <w:rsid w:val="00892B3B"/>
    <w:rsid w:val="00892F03"/>
    <w:rsid w:val="00892FBC"/>
    <w:rsid w:val="0089324E"/>
    <w:rsid w:val="00893271"/>
    <w:rsid w:val="008934FA"/>
    <w:rsid w:val="00893847"/>
    <w:rsid w:val="00893BED"/>
    <w:rsid w:val="00893D09"/>
    <w:rsid w:val="00893E16"/>
    <w:rsid w:val="008940A0"/>
    <w:rsid w:val="00894696"/>
    <w:rsid w:val="00894740"/>
    <w:rsid w:val="0089535E"/>
    <w:rsid w:val="008955FC"/>
    <w:rsid w:val="00895D15"/>
    <w:rsid w:val="00895F71"/>
    <w:rsid w:val="00896385"/>
    <w:rsid w:val="00896708"/>
    <w:rsid w:val="0089678A"/>
    <w:rsid w:val="00896DB0"/>
    <w:rsid w:val="00896E1E"/>
    <w:rsid w:val="00897860"/>
    <w:rsid w:val="00897972"/>
    <w:rsid w:val="00897ECF"/>
    <w:rsid w:val="008A0D81"/>
    <w:rsid w:val="008A104D"/>
    <w:rsid w:val="008A11B4"/>
    <w:rsid w:val="008A11C2"/>
    <w:rsid w:val="008A14AC"/>
    <w:rsid w:val="008A17F6"/>
    <w:rsid w:val="008A19C1"/>
    <w:rsid w:val="008A1B86"/>
    <w:rsid w:val="008A1C94"/>
    <w:rsid w:val="008A1F62"/>
    <w:rsid w:val="008A1F66"/>
    <w:rsid w:val="008A2515"/>
    <w:rsid w:val="008A2674"/>
    <w:rsid w:val="008A2735"/>
    <w:rsid w:val="008A2878"/>
    <w:rsid w:val="008A28A6"/>
    <w:rsid w:val="008A28B4"/>
    <w:rsid w:val="008A2971"/>
    <w:rsid w:val="008A2C9F"/>
    <w:rsid w:val="008A2DE6"/>
    <w:rsid w:val="008A31E2"/>
    <w:rsid w:val="008A327B"/>
    <w:rsid w:val="008A3668"/>
    <w:rsid w:val="008A3BA7"/>
    <w:rsid w:val="008A3BCB"/>
    <w:rsid w:val="008A3DC1"/>
    <w:rsid w:val="008A40BF"/>
    <w:rsid w:val="008A4119"/>
    <w:rsid w:val="008A422D"/>
    <w:rsid w:val="008A45FB"/>
    <w:rsid w:val="008A466B"/>
    <w:rsid w:val="008A4927"/>
    <w:rsid w:val="008A4B28"/>
    <w:rsid w:val="008A4C0C"/>
    <w:rsid w:val="008A4D15"/>
    <w:rsid w:val="008A4D84"/>
    <w:rsid w:val="008A4E46"/>
    <w:rsid w:val="008A53C9"/>
    <w:rsid w:val="008A5A37"/>
    <w:rsid w:val="008A5E0E"/>
    <w:rsid w:val="008A695F"/>
    <w:rsid w:val="008A6A72"/>
    <w:rsid w:val="008A6A93"/>
    <w:rsid w:val="008A6B71"/>
    <w:rsid w:val="008A6F39"/>
    <w:rsid w:val="008A6FA9"/>
    <w:rsid w:val="008A7009"/>
    <w:rsid w:val="008A756E"/>
    <w:rsid w:val="008A7782"/>
    <w:rsid w:val="008A784F"/>
    <w:rsid w:val="008A7E94"/>
    <w:rsid w:val="008B0342"/>
    <w:rsid w:val="008B048D"/>
    <w:rsid w:val="008B056E"/>
    <w:rsid w:val="008B0604"/>
    <w:rsid w:val="008B0C50"/>
    <w:rsid w:val="008B0D5B"/>
    <w:rsid w:val="008B14B5"/>
    <w:rsid w:val="008B1631"/>
    <w:rsid w:val="008B1823"/>
    <w:rsid w:val="008B1E4C"/>
    <w:rsid w:val="008B1ED5"/>
    <w:rsid w:val="008B2968"/>
    <w:rsid w:val="008B31C0"/>
    <w:rsid w:val="008B352F"/>
    <w:rsid w:val="008B35BC"/>
    <w:rsid w:val="008B371F"/>
    <w:rsid w:val="008B3960"/>
    <w:rsid w:val="008B3B5B"/>
    <w:rsid w:val="008B3F28"/>
    <w:rsid w:val="008B421C"/>
    <w:rsid w:val="008B44E6"/>
    <w:rsid w:val="008B4564"/>
    <w:rsid w:val="008B482B"/>
    <w:rsid w:val="008B4AB4"/>
    <w:rsid w:val="008B4B6C"/>
    <w:rsid w:val="008B4B8D"/>
    <w:rsid w:val="008B50A4"/>
    <w:rsid w:val="008B51A5"/>
    <w:rsid w:val="008B563A"/>
    <w:rsid w:val="008B56FA"/>
    <w:rsid w:val="008B59A7"/>
    <w:rsid w:val="008B5EA1"/>
    <w:rsid w:val="008B5FC7"/>
    <w:rsid w:val="008B628A"/>
    <w:rsid w:val="008B62AE"/>
    <w:rsid w:val="008B639A"/>
    <w:rsid w:val="008B6A93"/>
    <w:rsid w:val="008B6B6B"/>
    <w:rsid w:val="008B6D0D"/>
    <w:rsid w:val="008B7106"/>
    <w:rsid w:val="008B71EF"/>
    <w:rsid w:val="008B7586"/>
    <w:rsid w:val="008B79A7"/>
    <w:rsid w:val="008B7B85"/>
    <w:rsid w:val="008B7F4B"/>
    <w:rsid w:val="008C0357"/>
    <w:rsid w:val="008C05D7"/>
    <w:rsid w:val="008C1484"/>
    <w:rsid w:val="008C1560"/>
    <w:rsid w:val="008C191D"/>
    <w:rsid w:val="008C1A68"/>
    <w:rsid w:val="008C1E1B"/>
    <w:rsid w:val="008C2454"/>
    <w:rsid w:val="008C2C4E"/>
    <w:rsid w:val="008C30AB"/>
    <w:rsid w:val="008C3257"/>
    <w:rsid w:val="008C3AC7"/>
    <w:rsid w:val="008C3C1A"/>
    <w:rsid w:val="008C4AE9"/>
    <w:rsid w:val="008C4B1C"/>
    <w:rsid w:val="008C4B53"/>
    <w:rsid w:val="008C4B5E"/>
    <w:rsid w:val="008C52CE"/>
    <w:rsid w:val="008C5871"/>
    <w:rsid w:val="008C5A2B"/>
    <w:rsid w:val="008C5A67"/>
    <w:rsid w:val="008C5C45"/>
    <w:rsid w:val="008C5F10"/>
    <w:rsid w:val="008C60AF"/>
    <w:rsid w:val="008C632F"/>
    <w:rsid w:val="008C6B44"/>
    <w:rsid w:val="008C6D7B"/>
    <w:rsid w:val="008C7022"/>
    <w:rsid w:val="008C7418"/>
    <w:rsid w:val="008C75C4"/>
    <w:rsid w:val="008C7B09"/>
    <w:rsid w:val="008C7CF1"/>
    <w:rsid w:val="008C7D6F"/>
    <w:rsid w:val="008D04FF"/>
    <w:rsid w:val="008D05E3"/>
    <w:rsid w:val="008D071D"/>
    <w:rsid w:val="008D0B9C"/>
    <w:rsid w:val="008D0D28"/>
    <w:rsid w:val="008D0E76"/>
    <w:rsid w:val="008D1001"/>
    <w:rsid w:val="008D1577"/>
    <w:rsid w:val="008D1608"/>
    <w:rsid w:val="008D1AF2"/>
    <w:rsid w:val="008D1D5E"/>
    <w:rsid w:val="008D1E84"/>
    <w:rsid w:val="008D244F"/>
    <w:rsid w:val="008D2721"/>
    <w:rsid w:val="008D2C62"/>
    <w:rsid w:val="008D3063"/>
    <w:rsid w:val="008D34D0"/>
    <w:rsid w:val="008D3561"/>
    <w:rsid w:val="008D39F8"/>
    <w:rsid w:val="008D3B01"/>
    <w:rsid w:val="008D41BA"/>
    <w:rsid w:val="008D43A7"/>
    <w:rsid w:val="008D473E"/>
    <w:rsid w:val="008D4798"/>
    <w:rsid w:val="008D4BA1"/>
    <w:rsid w:val="008D4FAA"/>
    <w:rsid w:val="008D503B"/>
    <w:rsid w:val="008D52A3"/>
    <w:rsid w:val="008D532A"/>
    <w:rsid w:val="008D55D8"/>
    <w:rsid w:val="008D5684"/>
    <w:rsid w:val="008D5A88"/>
    <w:rsid w:val="008D5B72"/>
    <w:rsid w:val="008D5C3A"/>
    <w:rsid w:val="008D6176"/>
    <w:rsid w:val="008D624B"/>
    <w:rsid w:val="008D677B"/>
    <w:rsid w:val="008D67AC"/>
    <w:rsid w:val="008D6923"/>
    <w:rsid w:val="008D69DB"/>
    <w:rsid w:val="008D6C22"/>
    <w:rsid w:val="008D6D28"/>
    <w:rsid w:val="008D6D83"/>
    <w:rsid w:val="008D6F3B"/>
    <w:rsid w:val="008D78FE"/>
    <w:rsid w:val="008D7C5E"/>
    <w:rsid w:val="008E03A4"/>
    <w:rsid w:val="008E084C"/>
    <w:rsid w:val="008E0963"/>
    <w:rsid w:val="008E0D1D"/>
    <w:rsid w:val="008E11CE"/>
    <w:rsid w:val="008E12CC"/>
    <w:rsid w:val="008E1591"/>
    <w:rsid w:val="008E15D4"/>
    <w:rsid w:val="008E1CF3"/>
    <w:rsid w:val="008E1E34"/>
    <w:rsid w:val="008E233A"/>
    <w:rsid w:val="008E243C"/>
    <w:rsid w:val="008E276A"/>
    <w:rsid w:val="008E2977"/>
    <w:rsid w:val="008E2AD6"/>
    <w:rsid w:val="008E2C86"/>
    <w:rsid w:val="008E2EE4"/>
    <w:rsid w:val="008E30F6"/>
    <w:rsid w:val="008E343A"/>
    <w:rsid w:val="008E3609"/>
    <w:rsid w:val="008E39B5"/>
    <w:rsid w:val="008E4286"/>
    <w:rsid w:val="008E4487"/>
    <w:rsid w:val="008E4D9B"/>
    <w:rsid w:val="008E4DF6"/>
    <w:rsid w:val="008E4EE4"/>
    <w:rsid w:val="008E531E"/>
    <w:rsid w:val="008E5884"/>
    <w:rsid w:val="008E62F9"/>
    <w:rsid w:val="008E64D7"/>
    <w:rsid w:val="008E6A99"/>
    <w:rsid w:val="008E6AAA"/>
    <w:rsid w:val="008E7644"/>
    <w:rsid w:val="008E766D"/>
    <w:rsid w:val="008E77BE"/>
    <w:rsid w:val="008E7F56"/>
    <w:rsid w:val="008E7FED"/>
    <w:rsid w:val="008F00E5"/>
    <w:rsid w:val="008F05BA"/>
    <w:rsid w:val="008F0653"/>
    <w:rsid w:val="008F08F7"/>
    <w:rsid w:val="008F0988"/>
    <w:rsid w:val="008F0A42"/>
    <w:rsid w:val="008F0CD3"/>
    <w:rsid w:val="008F0CE9"/>
    <w:rsid w:val="008F0D89"/>
    <w:rsid w:val="008F0E5F"/>
    <w:rsid w:val="008F0E8E"/>
    <w:rsid w:val="008F0FF8"/>
    <w:rsid w:val="008F10D0"/>
    <w:rsid w:val="008F11AB"/>
    <w:rsid w:val="008F13EE"/>
    <w:rsid w:val="008F1865"/>
    <w:rsid w:val="008F1B9F"/>
    <w:rsid w:val="008F23C7"/>
    <w:rsid w:val="008F282B"/>
    <w:rsid w:val="008F32C6"/>
    <w:rsid w:val="008F376B"/>
    <w:rsid w:val="008F3900"/>
    <w:rsid w:val="008F3DF8"/>
    <w:rsid w:val="008F3EA7"/>
    <w:rsid w:val="008F41AB"/>
    <w:rsid w:val="008F445A"/>
    <w:rsid w:val="008F4516"/>
    <w:rsid w:val="008F4D7D"/>
    <w:rsid w:val="008F5219"/>
    <w:rsid w:val="008F59AD"/>
    <w:rsid w:val="008F5D4F"/>
    <w:rsid w:val="008F6338"/>
    <w:rsid w:val="008F661E"/>
    <w:rsid w:val="008F6758"/>
    <w:rsid w:val="008F6778"/>
    <w:rsid w:val="008F745C"/>
    <w:rsid w:val="008F79B9"/>
    <w:rsid w:val="008F79CE"/>
    <w:rsid w:val="008F7A7A"/>
    <w:rsid w:val="008F7EAE"/>
    <w:rsid w:val="008F7FB8"/>
    <w:rsid w:val="00900551"/>
    <w:rsid w:val="00900B49"/>
    <w:rsid w:val="00900C2E"/>
    <w:rsid w:val="00900CF2"/>
    <w:rsid w:val="00900D70"/>
    <w:rsid w:val="00900EE2"/>
    <w:rsid w:val="00900FF7"/>
    <w:rsid w:val="0090129C"/>
    <w:rsid w:val="00901347"/>
    <w:rsid w:val="00901C26"/>
    <w:rsid w:val="00901F4C"/>
    <w:rsid w:val="009029DC"/>
    <w:rsid w:val="00902A6D"/>
    <w:rsid w:val="00902D9C"/>
    <w:rsid w:val="0090341F"/>
    <w:rsid w:val="00903A30"/>
    <w:rsid w:val="009042C4"/>
    <w:rsid w:val="00904374"/>
    <w:rsid w:val="00904658"/>
    <w:rsid w:val="0090472E"/>
    <w:rsid w:val="0090490C"/>
    <w:rsid w:val="00904CBA"/>
    <w:rsid w:val="00904D40"/>
    <w:rsid w:val="00905727"/>
    <w:rsid w:val="0090583E"/>
    <w:rsid w:val="009058EC"/>
    <w:rsid w:val="00905F1A"/>
    <w:rsid w:val="00906242"/>
    <w:rsid w:val="009064BE"/>
    <w:rsid w:val="00906690"/>
    <w:rsid w:val="0090712A"/>
    <w:rsid w:val="009074CA"/>
    <w:rsid w:val="009078A0"/>
    <w:rsid w:val="009078C1"/>
    <w:rsid w:val="00910433"/>
    <w:rsid w:val="0091056C"/>
    <w:rsid w:val="00910616"/>
    <w:rsid w:val="009109EA"/>
    <w:rsid w:val="00910CD7"/>
    <w:rsid w:val="00911102"/>
    <w:rsid w:val="009111D8"/>
    <w:rsid w:val="0091147D"/>
    <w:rsid w:val="009114E2"/>
    <w:rsid w:val="00911885"/>
    <w:rsid w:val="00911A0D"/>
    <w:rsid w:val="00911B21"/>
    <w:rsid w:val="00911C9B"/>
    <w:rsid w:val="00912132"/>
    <w:rsid w:val="00912160"/>
    <w:rsid w:val="0091236C"/>
    <w:rsid w:val="009126EF"/>
    <w:rsid w:val="009127CB"/>
    <w:rsid w:val="00912A27"/>
    <w:rsid w:val="00912A2B"/>
    <w:rsid w:val="00912A69"/>
    <w:rsid w:val="00912B98"/>
    <w:rsid w:val="00912B99"/>
    <w:rsid w:val="00912BB1"/>
    <w:rsid w:val="00912FD6"/>
    <w:rsid w:val="009132A8"/>
    <w:rsid w:val="00913400"/>
    <w:rsid w:val="0091343B"/>
    <w:rsid w:val="00913697"/>
    <w:rsid w:val="00913DB2"/>
    <w:rsid w:val="009143E4"/>
    <w:rsid w:val="0091448E"/>
    <w:rsid w:val="0091478A"/>
    <w:rsid w:val="00914860"/>
    <w:rsid w:val="009153BF"/>
    <w:rsid w:val="009157DF"/>
    <w:rsid w:val="0091585E"/>
    <w:rsid w:val="00915DF4"/>
    <w:rsid w:val="00915E28"/>
    <w:rsid w:val="00915E57"/>
    <w:rsid w:val="0091601C"/>
    <w:rsid w:val="00916215"/>
    <w:rsid w:val="009162E7"/>
    <w:rsid w:val="00916DD4"/>
    <w:rsid w:val="00917431"/>
    <w:rsid w:val="0091769A"/>
    <w:rsid w:val="00917814"/>
    <w:rsid w:val="00917D61"/>
    <w:rsid w:val="00917DA9"/>
    <w:rsid w:val="00920466"/>
    <w:rsid w:val="009205A0"/>
    <w:rsid w:val="00920624"/>
    <w:rsid w:val="0092086E"/>
    <w:rsid w:val="00920C30"/>
    <w:rsid w:val="00920C72"/>
    <w:rsid w:val="00920C73"/>
    <w:rsid w:val="00920C9F"/>
    <w:rsid w:val="0092117B"/>
    <w:rsid w:val="009212EE"/>
    <w:rsid w:val="00921434"/>
    <w:rsid w:val="00921623"/>
    <w:rsid w:val="00921816"/>
    <w:rsid w:val="009219DC"/>
    <w:rsid w:val="00921BEC"/>
    <w:rsid w:val="00921D04"/>
    <w:rsid w:val="00921DCD"/>
    <w:rsid w:val="009221A1"/>
    <w:rsid w:val="00922254"/>
    <w:rsid w:val="009223CB"/>
    <w:rsid w:val="0092287D"/>
    <w:rsid w:val="00922A79"/>
    <w:rsid w:val="00922E58"/>
    <w:rsid w:val="00922F3E"/>
    <w:rsid w:val="0092369A"/>
    <w:rsid w:val="00923AF5"/>
    <w:rsid w:val="009240ED"/>
    <w:rsid w:val="009241BB"/>
    <w:rsid w:val="00924383"/>
    <w:rsid w:val="00924733"/>
    <w:rsid w:val="009247F6"/>
    <w:rsid w:val="00924935"/>
    <w:rsid w:val="00924C3C"/>
    <w:rsid w:val="00924E06"/>
    <w:rsid w:val="00925378"/>
    <w:rsid w:val="00925560"/>
    <w:rsid w:val="0092575F"/>
    <w:rsid w:val="00925964"/>
    <w:rsid w:val="00925D81"/>
    <w:rsid w:val="00925EB0"/>
    <w:rsid w:val="00926027"/>
    <w:rsid w:val="00926141"/>
    <w:rsid w:val="00926401"/>
    <w:rsid w:val="009265BA"/>
    <w:rsid w:val="00926643"/>
    <w:rsid w:val="0092667A"/>
    <w:rsid w:val="009267D1"/>
    <w:rsid w:val="009278E1"/>
    <w:rsid w:val="00927F84"/>
    <w:rsid w:val="00927FF1"/>
    <w:rsid w:val="0093028A"/>
    <w:rsid w:val="0093059D"/>
    <w:rsid w:val="0093061D"/>
    <w:rsid w:val="00930C7C"/>
    <w:rsid w:val="00930CEB"/>
    <w:rsid w:val="00930E09"/>
    <w:rsid w:val="00930FD4"/>
    <w:rsid w:val="00931266"/>
    <w:rsid w:val="009317F2"/>
    <w:rsid w:val="00931F67"/>
    <w:rsid w:val="009322E6"/>
    <w:rsid w:val="009326A2"/>
    <w:rsid w:val="009329DF"/>
    <w:rsid w:val="00932AC4"/>
    <w:rsid w:val="00932C61"/>
    <w:rsid w:val="00932D34"/>
    <w:rsid w:val="00933407"/>
    <w:rsid w:val="009337F1"/>
    <w:rsid w:val="0093386E"/>
    <w:rsid w:val="00933871"/>
    <w:rsid w:val="00933E55"/>
    <w:rsid w:val="009343DB"/>
    <w:rsid w:val="009343F6"/>
    <w:rsid w:val="009347F2"/>
    <w:rsid w:val="00934AD6"/>
    <w:rsid w:val="00934B0A"/>
    <w:rsid w:val="00934F78"/>
    <w:rsid w:val="009355AB"/>
    <w:rsid w:val="0093574E"/>
    <w:rsid w:val="009365D4"/>
    <w:rsid w:val="00936653"/>
    <w:rsid w:val="009367D2"/>
    <w:rsid w:val="00936C84"/>
    <w:rsid w:val="00937095"/>
    <w:rsid w:val="0093712D"/>
    <w:rsid w:val="0093730F"/>
    <w:rsid w:val="009373DB"/>
    <w:rsid w:val="00937475"/>
    <w:rsid w:val="0093752D"/>
    <w:rsid w:val="009375A0"/>
    <w:rsid w:val="00937C5E"/>
    <w:rsid w:val="00937F20"/>
    <w:rsid w:val="0094035B"/>
    <w:rsid w:val="0094098E"/>
    <w:rsid w:val="009409A2"/>
    <w:rsid w:val="00940ABC"/>
    <w:rsid w:val="00940AD3"/>
    <w:rsid w:val="00940B62"/>
    <w:rsid w:val="00940D0B"/>
    <w:rsid w:val="00940DDE"/>
    <w:rsid w:val="00940EE5"/>
    <w:rsid w:val="00941092"/>
    <w:rsid w:val="009410B5"/>
    <w:rsid w:val="0094110A"/>
    <w:rsid w:val="00941293"/>
    <w:rsid w:val="009415A7"/>
    <w:rsid w:val="009415C8"/>
    <w:rsid w:val="00941A18"/>
    <w:rsid w:val="00941BF6"/>
    <w:rsid w:val="00941FAE"/>
    <w:rsid w:val="0094220B"/>
    <w:rsid w:val="0094221E"/>
    <w:rsid w:val="00942AF8"/>
    <w:rsid w:val="00942F36"/>
    <w:rsid w:val="00942FF5"/>
    <w:rsid w:val="00943065"/>
    <w:rsid w:val="00943173"/>
    <w:rsid w:val="00943DBE"/>
    <w:rsid w:val="0094412D"/>
    <w:rsid w:val="00944384"/>
    <w:rsid w:val="00944427"/>
    <w:rsid w:val="009446C7"/>
    <w:rsid w:val="009446F2"/>
    <w:rsid w:val="009447DC"/>
    <w:rsid w:val="00944B9B"/>
    <w:rsid w:val="00944C5D"/>
    <w:rsid w:val="00944D00"/>
    <w:rsid w:val="00944D04"/>
    <w:rsid w:val="00944FF8"/>
    <w:rsid w:val="0094522E"/>
    <w:rsid w:val="00945423"/>
    <w:rsid w:val="00945762"/>
    <w:rsid w:val="0094585F"/>
    <w:rsid w:val="00945AC5"/>
    <w:rsid w:val="00945C2A"/>
    <w:rsid w:val="00945C77"/>
    <w:rsid w:val="00945E30"/>
    <w:rsid w:val="009467CB"/>
    <w:rsid w:val="00946B7D"/>
    <w:rsid w:val="00946DED"/>
    <w:rsid w:val="00946FBA"/>
    <w:rsid w:val="00947038"/>
    <w:rsid w:val="009472A8"/>
    <w:rsid w:val="009472F3"/>
    <w:rsid w:val="0094732C"/>
    <w:rsid w:val="00947AC1"/>
    <w:rsid w:val="00947C67"/>
    <w:rsid w:val="00947C86"/>
    <w:rsid w:val="009502A0"/>
    <w:rsid w:val="00950697"/>
    <w:rsid w:val="00950881"/>
    <w:rsid w:val="00950992"/>
    <w:rsid w:val="00950AA4"/>
    <w:rsid w:val="00950C92"/>
    <w:rsid w:val="00950E62"/>
    <w:rsid w:val="009513BA"/>
    <w:rsid w:val="00951512"/>
    <w:rsid w:val="00951613"/>
    <w:rsid w:val="009516CC"/>
    <w:rsid w:val="00951C41"/>
    <w:rsid w:val="00951E13"/>
    <w:rsid w:val="009521C1"/>
    <w:rsid w:val="00952292"/>
    <w:rsid w:val="00952483"/>
    <w:rsid w:val="00952674"/>
    <w:rsid w:val="009527FB"/>
    <w:rsid w:val="00952BF5"/>
    <w:rsid w:val="009533D5"/>
    <w:rsid w:val="009536CC"/>
    <w:rsid w:val="0095375A"/>
    <w:rsid w:val="00953887"/>
    <w:rsid w:val="00953CC5"/>
    <w:rsid w:val="00953FC5"/>
    <w:rsid w:val="009548B6"/>
    <w:rsid w:val="0095495F"/>
    <w:rsid w:val="00954E23"/>
    <w:rsid w:val="00954F09"/>
    <w:rsid w:val="0095541C"/>
    <w:rsid w:val="0095591D"/>
    <w:rsid w:val="00955DD3"/>
    <w:rsid w:val="00955F49"/>
    <w:rsid w:val="009565B3"/>
    <w:rsid w:val="00956A8A"/>
    <w:rsid w:val="00957698"/>
    <w:rsid w:val="00957775"/>
    <w:rsid w:val="00957A6E"/>
    <w:rsid w:val="00957CAB"/>
    <w:rsid w:val="00960029"/>
    <w:rsid w:val="009600FD"/>
    <w:rsid w:val="0096031C"/>
    <w:rsid w:val="00960810"/>
    <w:rsid w:val="00960826"/>
    <w:rsid w:val="00960D3B"/>
    <w:rsid w:val="0096129D"/>
    <w:rsid w:val="009619A5"/>
    <w:rsid w:val="00961ABF"/>
    <w:rsid w:val="009620A9"/>
    <w:rsid w:val="0096227A"/>
    <w:rsid w:val="00962314"/>
    <w:rsid w:val="00962351"/>
    <w:rsid w:val="009624D5"/>
    <w:rsid w:val="0096302F"/>
    <w:rsid w:val="00963111"/>
    <w:rsid w:val="00963258"/>
    <w:rsid w:val="009632A3"/>
    <w:rsid w:val="0096331A"/>
    <w:rsid w:val="009637D6"/>
    <w:rsid w:val="00963975"/>
    <w:rsid w:val="00963C1E"/>
    <w:rsid w:val="00963F31"/>
    <w:rsid w:val="00964201"/>
    <w:rsid w:val="00964487"/>
    <w:rsid w:val="0096478A"/>
    <w:rsid w:val="00964A70"/>
    <w:rsid w:val="00964D72"/>
    <w:rsid w:val="009650C2"/>
    <w:rsid w:val="009650F1"/>
    <w:rsid w:val="00965166"/>
    <w:rsid w:val="0096531B"/>
    <w:rsid w:val="0096550E"/>
    <w:rsid w:val="00965D88"/>
    <w:rsid w:val="00966496"/>
    <w:rsid w:val="00966CA6"/>
    <w:rsid w:val="00966E07"/>
    <w:rsid w:val="00966E45"/>
    <w:rsid w:val="00966F5B"/>
    <w:rsid w:val="0096701C"/>
    <w:rsid w:val="009671DA"/>
    <w:rsid w:val="009675C2"/>
    <w:rsid w:val="009678BC"/>
    <w:rsid w:val="009678C7"/>
    <w:rsid w:val="0096799B"/>
    <w:rsid w:val="00967C1D"/>
    <w:rsid w:val="00967E50"/>
    <w:rsid w:val="009704C4"/>
    <w:rsid w:val="00970620"/>
    <w:rsid w:val="009707A2"/>
    <w:rsid w:val="009709ED"/>
    <w:rsid w:val="00970A33"/>
    <w:rsid w:val="00970AD4"/>
    <w:rsid w:val="00970BF6"/>
    <w:rsid w:val="00970EB3"/>
    <w:rsid w:val="00970F69"/>
    <w:rsid w:val="00971306"/>
    <w:rsid w:val="00971315"/>
    <w:rsid w:val="0097178D"/>
    <w:rsid w:val="009718CA"/>
    <w:rsid w:val="00971A98"/>
    <w:rsid w:val="00971C87"/>
    <w:rsid w:val="009720C1"/>
    <w:rsid w:val="00972135"/>
    <w:rsid w:val="0097221F"/>
    <w:rsid w:val="00972411"/>
    <w:rsid w:val="00972B06"/>
    <w:rsid w:val="00972B44"/>
    <w:rsid w:val="00973023"/>
    <w:rsid w:val="0097303A"/>
    <w:rsid w:val="00973445"/>
    <w:rsid w:val="00973486"/>
    <w:rsid w:val="00973531"/>
    <w:rsid w:val="00973678"/>
    <w:rsid w:val="00973712"/>
    <w:rsid w:val="00973827"/>
    <w:rsid w:val="00973A40"/>
    <w:rsid w:val="00973C25"/>
    <w:rsid w:val="00973E43"/>
    <w:rsid w:val="00973F24"/>
    <w:rsid w:val="0097424F"/>
    <w:rsid w:val="00974270"/>
    <w:rsid w:val="00974721"/>
    <w:rsid w:val="00974C39"/>
    <w:rsid w:val="00975660"/>
    <w:rsid w:val="00975688"/>
    <w:rsid w:val="009757D0"/>
    <w:rsid w:val="00975F0E"/>
    <w:rsid w:val="00975F5A"/>
    <w:rsid w:val="0097611D"/>
    <w:rsid w:val="009764B1"/>
    <w:rsid w:val="00976B96"/>
    <w:rsid w:val="00976F3D"/>
    <w:rsid w:val="00977020"/>
    <w:rsid w:val="00977091"/>
    <w:rsid w:val="0097737A"/>
    <w:rsid w:val="00977451"/>
    <w:rsid w:val="00977BF7"/>
    <w:rsid w:val="00977C1E"/>
    <w:rsid w:val="00977FE7"/>
    <w:rsid w:val="009801A9"/>
    <w:rsid w:val="009805CF"/>
    <w:rsid w:val="00980708"/>
    <w:rsid w:val="009809FD"/>
    <w:rsid w:val="00980A5A"/>
    <w:rsid w:val="00980BB0"/>
    <w:rsid w:val="00980C4A"/>
    <w:rsid w:val="00980D35"/>
    <w:rsid w:val="00980D9B"/>
    <w:rsid w:val="0098130D"/>
    <w:rsid w:val="0098153B"/>
    <w:rsid w:val="009819CC"/>
    <w:rsid w:val="00981B08"/>
    <w:rsid w:val="00981CEF"/>
    <w:rsid w:val="00981E58"/>
    <w:rsid w:val="0098236B"/>
    <w:rsid w:val="00982452"/>
    <w:rsid w:val="0098274F"/>
    <w:rsid w:val="00982A8E"/>
    <w:rsid w:val="00982D44"/>
    <w:rsid w:val="00982FF8"/>
    <w:rsid w:val="0098306B"/>
    <w:rsid w:val="0098336E"/>
    <w:rsid w:val="0098362C"/>
    <w:rsid w:val="00983643"/>
    <w:rsid w:val="0098367F"/>
    <w:rsid w:val="009837B6"/>
    <w:rsid w:val="0098397D"/>
    <w:rsid w:val="00983DBC"/>
    <w:rsid w:val="00983DD3"/>
    <w:rsid w:val="00984025"/>
    <w:rsid w:val="00984294"/>
    <w:rsid w:val="00984841"/>
    <w:rsid w:val="00984B6E"/>
    <w:rsid w:val="00984E81"/>
    <w:rsid w:val="009852D1"/>
    <w:rsid w:val="00985389"/>
    <w:rsid w:val="009858EB"/>
    <w:rsid w:val="00985999"/>
    <w:rsid w:val="00985AF3"/>
    <w:rsid w:val="009860FA"/>
    <w:rsid w:val="00986CC0"/>
    <w:rsid w:val="00986D83"/>
    <w:rsid w:val="00986DBD"/>
    <w:rsid w:val="00987002"/>
    <w:rsid w:val="0098713C"/>
    <w:rsid w:val="009878C5"/>
    <w:rsid w:val="00990517"/>
    <w:rsid w:val="00990976"/>
    <w:rsid w:val="009909D8"/>
    <w:rsid w:val="00990E27"/>
    <w:rsid w:val="0099108F"/>
    <w:rsid w:val="009916B9"/>
    <w:rsid w:val="009918D7"/>
    <w:rsid w:val="00991932"/>
    <w:rsid w:val="00991CE0"/>
    <w:rsid w:val="0099293E"/>
    <w:rsid w:val="00992A47"/>
    <w:rsid w:val="00992A7D"/>
    <w:rsid w:val="00992F3D"/>
    <w:rsid w:val="00992FCE"/>
    <w:rsid w:val="009931FA"/>
    <w:rsid w:val="009932CA"/>
    <w:rsid w:val="00993795"/>
    <w:rsid w:val="00993A39"/>
    <w:rsid w:val="00993CFC"/>
    <w:rsid w:val="00993DD6"/>
    <w:rsid w:val="009943D3"/>
    <w:rsid w:val="00994644"/>
    <w:rsid w:val="00994796"/>
    <w:rsid w:val="00994A51"/>
    <w:rsid w:val="00995217"/>
    <w:rsid w:val="00995335"/>
    <w:rsid w:val="009954F9"/>
    <w:rsid w:val="009956A0"/>
    <w:rsid w:val="00995754"/>
    <w:rsid w:val="009957CE"/>
    <w:rsid w:val="009959E1"/>
    <w:rsid w:val="00995A46"/>
    <w:rsid w:val="00996244"/>
    <w:rsid w:val="00996302"/>
    <w:rsid w:val="00996337"/>
    <w:rsid w:val="00996BE2"/>
    <w:rsid w:val="009971CB"/>
    <w:rsid w:val="00997291"/>
    <w:rsid w:val="00997631"/>
    <w:rsid w:val="009979E2"/>
    <w:rsid w:val="00997BCE"/>
    <w:rsid w:val="00997BCF"/>
    <w:rsid w:val="00997C69"/>
    <w:rsid w:val="00997E15"/>
    <w:rsid w:val="009A0048"/>
    <w:rsid w:val="009A0361"/>
    <w:rsid w:val="009A08B9"/>
    <w:rsid w:val="009A0DD8"/>
    <w:rsid w:val="009A0F95"/>
    <w:rsid w:val="009A1293"/>
    <w:rsid w:val="009A162E"/>
    <w:rsid w:val="009A1DF2"/>
    <w:rsid w:val="009A1E31"/>
    <w:rsid w:val="009A1EC9"/>
    <w:rsid w:val="009A2247"/>
    <w:rsid w:val="009A2A81"/>
    <w:rsid w:val="009A2B78"/>
    <w:rsid w:val="009A2C34"/>
    <w:rsid w:val="009A2C76"/>
    <w:rsid w:val="009A2D8F"/>
    <w:rsid w:val="009A31C9"/>
    <w:rsid w:val="009A350A"/>
    <w:rsid w:val="009A3883"/>
    <w:rsid w:val="009A394C"/>
    <w:rsid w:val="009A3A50"/>
    <w:rsid w:val="009A3E9A"/>
    <w:rsid w:val="009A401C"/>
    <w:rsid w:val="009A41F4"/>
    <w:rsid w:val="009A4627"/>
    <w:rsid w:val="009A47DD"/>
    <w:rsid w:val="009A4838"/>
    <w:rsid w:val="009A5294"/>
    <w:rsid w:val="009A5571"/>
    <w:rsid w:val="009A56CB"/>
    <w:rsid w:val="009A56E0"/>
    <w:rsid w:val="009A5D00"/>
    <w:rsid w:val="009A5F91"/>
    <w:rsid w:val="009A63DA"/>
    <w:rsid w:val="009A6C95"/>
    <w:rsid w:val="009A7355"/>
    <w:rsid w:val="009A7471"/>
    <w:rsid w:val="009A76EC"/>
    <w:rsid w:val="009A7A5A"/>
    <w:rsid w:val="009A7CE8"/>
    <w:rsid w:val="009A7EE9"/>
    <w:rsid w:val="009A7F9F"/>
    <w:rsid w:val="009B0540"/>
    <w:rsid w:val="009B061B"/>
    <w:rsid w:val="009B0995"/>
    <w:rsid w:val="009B0C75"/>
    <w:rsid w:val="009B111A"/>
    <w:rsid w:val="009B1371"/>
    <w:rsid w:val="009B15D4"/>
    <w:rsid w:val="009B1678"/>
    <w:rsid w:val="009B169F"/>
    <w:rsid w:val="009B1899"/>
    <w:rsid w:val="009B1C5B"/>
    <w:rsid w:val="009B27DD"/>
    <w:rsid w:val="009B2839"/>
    <w:rsid w:val="009B2876"/>
    <w:rsid w:val="009B2CAA"/>
    <w:rsid w:val="009B30C1"/>
    <w:rsid w:val="009B33C3"/>
    <w:rsid w:val="009B33CF"/>
    <w:rsid w:val="009B3611"/>
    <w:rsid w:val="009B36BF"/>
    <w:rsid w:val="009B3791"/>
    <w:rsid w:val="009B3C52"/>
    <w:rsid w:val="009B3EBA"/>
    <w:rsid w:val="009B401A"/>
    <w:rsid w:val="009B4593"/>
    <w:rsid w:val="009B45A1"/>
    <w:rsid w:val="009B46DE"/>
    <w:rsid w:val="009B46DF"/>
    <w:rsid w:val="009B46F0"/>
    <w:rsid w:val="009B47AA"/>
    <w:rsid w:val="009B4D9C"/>
    <w:rsid w:val="009B4DC7"/>
    <w:rsid w:val="009B4EA6"/>
    <w:rsid w:val="009B5166"/>
    <w:rsid w:val="009B5ACE"/>
    <w:rsid w:val="009B5AE6"/>
    <w:rsid w:val="009B5C56"/>
    <w:rsid w:val="009B5CFD"/>
    <w:rsid w:val="009B6494"/>
    <w:rsid w:val="009B6676"/>
    <w:rsid w:val="009B6767"/>
    <w:rsid w:val="009B6890"/>
    <w:rsid w:val="009B6F36"/>
    <w:rsid w:val="009B7127"/>
    <w:rsid w:val="009B71EE"/>
    <w:rsid w:val="009B7353"/>
    <w:rsid w:val="009B736C"/>
    <w:rsid w:val="009B7625"/>
    <w:rsid w:val="009B7CDA"/>
    <w:rsid w:val="009B7E9C"/>
    <w:rsid w:val="009C03A2"/>
    <w:rsid w:val="009C0508"/>
    <w:rsid w:val="009C05F6"/>
    <w:rsid w:val="009C064B"/>
    <w:rsid w:val="009C08CA"/>
    <w:rsid w:val="009C08F9"/>
    <w:rsid w:val="009C0A63"/>
    <w:rsid w:val="009C0F19"/>
    <w:rsid w:val="009C0FBE"/>
    <w:rsid w:val="009C121D"/>
    <w:rsid w:val="009C1350"/>
    <w:rsid w:val="009C1862"/>
    <w:rsid w:val="009C1A88"/>
    <w:rsid w:val="009C1DC7"/>
    <w:rsid w:val="009C2249"/>
    <w:rsid w:val="009C2257"/>
    <w:rsid w:val="009C237B"/>
    <w:rsid w:val="009C2396"/>
    <w:rsid w:val="009C2906"/>
    <w:rsid w:val="009C2BBB"/>
    <w:rsid w:val="009C2D3D"/>
    <w:rsid w:val="009C2F53"/>
    <w:rsid w:val="009C314C"/>
    <w:rsid w:val="009C31EF"/>
    <w:rsid w:val="009C337B"/>
    <w:rsid w:val="009C3592"/>
    <w:rsid w:val="009C39AB"/>
    <w:rsid w:val="009C3B11"/>
    <w:rsid w:val="009C3B87"/>
    <w:rsid w:val="009C42C0"/>
    <w:rsid w:val="009C43B6"/>
    <w:rsid w:val="009C4435"/>
    <w:rsid w:val="009C4AE8"/>
    <w:rsid w:val="009C4BF9"/>
    <w:rsid w:val="009C4E51"/>
    <w:rsid w:val="009C50DE"/>
    <w:rsid w:val="009C58CF"/>
    <w:rsid w:val="009C5AFF"/>
    <w:rsid w:val="009C5FF3"/>
    <w:rsid w:val="009C62EE"/>
    <w:rsid w:val="009C671E"/>
    <w:rsid w:val="009C6832"/>
    <w:rsid w:val="009C6845"/>
    <w:rsid w:val="009C6A1C"/>
    <w:rsid w:val="009C72B6"/>
    <w:rsid w:val="009C731A"/>
    <w:rsid w:val="009C7399"/>
    <w:rsid w:val="009C756C"/>
    <w:rsid w:val="009C763E"/>
    <w:rsid w:val="009C76FB"/>
    <w:rsid w:val="009C78B7"/>
    <w:rsid w:val="009C7C75"/>
    <w:rsid w:val="009C7F3B"/>
    <w:rsid w:val="009D016C"/>
    <w:rsid w:val="009D0461"/>
    <w:rsid w:val="009D0BE3"/>
    <w:rsid w:val="009D1048"/>
    <w:rsid w:val="009D1087"/>
    <w:rsid w:val="009D16C6"/>
    <w:rsid w:val="009D20D7"/>
    <w:rsid w:val="009D2311"/>
    <w:rsid w:val="009D253C"/>
    <w:rsid w:val="009D25DE"/>
    <w:rsid w:val="009D26EF"/>
    <w:rsid w:val="009D290F"/>
    <w:rsid w:val="009D2CEF"/>
    <w:rsid w:val="009D2E30"/>
    <w:rsid w:val="009D315A"/>
    <w:rsid w:val="009D33A0"/>
    <w:rsid w:val="009D34EF"/>
    <w:rsid w:val="009D35F0"/>
    <w:rsid w:val="009D3B60"/>
    <w:rsid w:val="009D3DB3"/>
    <w:rsid w:val="009D3F1B"/>
    <w:rsid w:val="009D40EB"/>
    <w:rsid w:val="009D413C"/>
    <w:rsid w:val="009D41D5"/>
    <w:rsid w:val="009D4A63"/>
    <w:rsid w:val="009D521C"/>
    <w:rsid w:val="009D55A3"/>
    <w:rsid w:val="009D58BD"/>
    <w:rsid w:val="009D5AC6"/>
    <w:rsid w:val="009D64A7"/>
    <w:rsid w:val="009D662B"/>
    <w:rsid w:val="009D666F"/>
    <w:rsid w:val="009D6810"/>
    <w:rsid w:val="009D6897"/>
    <w:rsid w:val="009D6923"/>
    <w:rsid w:val="009D759E"/>
    <w:rsid w:val="009D7665"/>
    <w:rsid w:val="009D7775"/>
    <w:rsid w:val="009D7889"/>
    <w:rsid w:val="009D7949"/>
    <w:rsid w:val="009E01B7"/>
    <w:rsid w:val="009E03B6"/>
    <w:rsid w:val="009E08E7"/>
    <w:rsid w:val="009E0FB1"/>
    <w:rsid w:val="009E1258"/>
    <w:rsid w:val="009E1AF0"/>
    <w:rsid w:val="009E1BCB"/>
    <w:rsid w:val="009E24C9"/>
    <w:rsid w:val="009E2576"/>
    <w:rsid w:val="009E25D4"/>
    <w:rsid w:val="009E2878"/>
    <w:rsid w:val="009E2E2E"/>
    <w:rsid w:val="009E33AF"/>
    <w:rsid w:val="009E381B"/>
    <w:rsid w:val="009E394B"/>
    <w:rsid w:val="009E399C"/>
    <w:rsid w:val="009E39F6"/>
    <w:rsid w:val="009E3B83"/>
    <w:rsid w:val="009E3C9A"/>
    <w:rsid w:val="009E3DA7"/>
    <w:rsid w:val="009E4098"/>
    <w:rsid w:val="009E4361"/>
    <w:rsid w:val="009E4483"/>
    <w:rsid w:val="009E44A2"/>
    <w:rsid w:val="009E44FF"/>
    <w:rsid w:val="009E4528"/>
    <w:rsid w:val="009E457D"/>
    <w:rsid w:val="009E49A5"/>
    <w:rsid w:val="009E4B27"/>
    <w:rsid w:val="009E4F6E"/>
    <w:rsid w:val="009E4FDC"/>
    <w:rsid w:val="009E5490"/>
    <w:rsid w:val="009E5AD1"/>
    <w:rsid w:val="009E6B41"/>
    <w:rsid w:val="009E6B61"/>
    <w:rsid w:val="009E713D"/>
    <w:rsid w:val="009E72B7"/>
    <w:rsid w:val="009E74BA"/>
    <w:rsid w:val="009E7552"/>
    <w:rsid w:val="009E7AA1"/>
    <w:rsid w:val="009E7B81"/>
    <w:rsid w:val="009E7CBE"/>
    <w:rsid w:val="009E7DD8"/>
    <w:rsid w:val="009F00FD"/>
    <w:rsid w:val="009F01B1"/>
    <w:rsid w:val="009F03D8"/>
    <w:rsid w:val="009F0A48"/>
    <w:rsid w:val="009F14FD"/>
    <w:rsid w:val="009F15C6"/>
    <w:rsid w:val="009F1845"/>
    <w:rsid w:val="009F1B75"/>
    <w:rsid w:val="009F1C4B"/>
    <w:rsid w:val="009F1F5A"/>
    <w:rsid w:val="009F1FB0"/>
    <w:rsid w:val="009F2026"/>
    <w:rsid w:val="009F2029"/>
    <w:rsid w:val="009F207C"/>
    <w:rsid w:val="009F2129"/>
    <w:rsid w:val="009F2406"/>
    <w:rsid w:val="009F24C1"/>
    <w:rsid w:val="009F29B7"/>
    <w:rsid w:val="009F2DD0"/>
    <w:rsid w:val="009F3008"/>
    <w:rsid w:val="009F3752"/>
    <w:rsid w:val="009F3B1E"/>
    <w:rsid w:val="009F4250"/>
    <w:rsid w:val="009F43C4"/>
    <w:rsid w:val="009F43E4"/>
    <w:rsid w:val="009F46CD"/>
    <w:rsid w:val="009F4746"/>
    <w:rsid w:val="009F5369"/>
    <w:rsid w:val="009F5620"/>
    <w:rsid w:val="009F5911"/>
    <w:rsid w:val="009F5B7D"/>
    <w:rsid w:val="009F5EEA"/>
    <w:rsid w:val="009F60EB"/>
    <w:rsid w:val="009F6176"/>
    <w:rsid w:val="009F61BF"/>
    <w:rsid w:val="009F67FC"/>
    <w:rsid w:val="009F70E1"/>
    <w:rsid w:val="009F72BC"/>
    <w:rsid w:val="009F76FD"/>
    <w:rsid w:val="009F7799"/>
    <w:rsid w:val="009F793F"/>
    <w:rsid w:val="009F7DC4"/>
    <w:rsid w:val="00A00274"/>
    <w:rsid w:val="00A002FF"/>
    <w:rsid w:val="00A00590"/>
    <w:rsid w:val="00A00B17"/>
    <w:rsid w:val="00A00BA8"/>
    <w:rsid w:val="00A01103"/>
    <w:rsid w:val="00A01881"/>
    <w:rsid w:val="00A019D8"/>
    <w:rsid w:val="00A01E93"/>
    <w:rsid w:val="00A0201E"/>
    <w:rsid w:val="00A02059"/>
    <w:rsid w:val="00A0219D"/>
    <w:rsid w:val="00A0224F"/>
    <w:rsid w:val="00A022D1"/>
    <w:rsid w:val="00A02CEE"/>
    <w:rsid w:val="00A03377"/>
    <w:rsid w:val="00A03534"/>
    <w:rsid w:val="00A038AB"/>
    <w:rsid w:val="00A03C53"/>
    <w:rsid w:val="00A03EF7"/>
    <w:rsid w:val="00A049BB"/>
    <w:rsid w:val="00A051F9"/>
    <w:rsid w:val="00A05495"/>
    <w:rsid w:val="00A054AD"/>
    <w:rsid w:val="00A05536"/>
    <w:rsid w:val="00A0564C"/>
    <w:rsid w:val="00A05721"/>
    <w:rsid w:val="00A05871"/>
    <w:rsid w:val="00A05A2D"/>
    <w:rsid w:val="00A05A96"/>
    <w:rsid w:val="00A05BD6"/>
    <w:rsid w:val="00A05E7D"/>
    <w:rsid w:val="00A05F86"/>
    <w:rsid w:val="00A06B98"/>
    <w:rsid w:val="00A06BF8"/>
    <w:rsid w:val="00A06C5A"/>
    <w:rsid w:val="00A06DD8"/>
    <w:rsid w:val="00A06EFD"/>
    <w:rsid w:val="00A070B5"/>
    <w:rsid w:val="00A07350"/>
    <w:rsid w:val="00A073CD"/>
    <w:rsid w:val="00A07A25"/>
    <w:rsid w:val="00A07BDB"/>
    <w:rsid w:val="00A07C30"/>
    <w:rsid w:val="00A1006A"/>
    <w:rsid w:val="00A10208"/>
    <w:rsid w:val="00A1048C"/>
    <w:rsid w:val="00A1058E"/>
    <w:rsid w:val="00A1076F"/>
    <w:rsid w:val="00A1089D"/>
    <w:rsid w:val="00A108B1"/>
    <w:rsid w:val="00A10EEF"/>
    <w:rsid w:val="00A112A6"/>
    <w:rsid w:val="00A1167F"/>
    <w:rsid w:val="00A116BD"/>
    <w:rsid w:val="00A1191E"/>
    <w:rsid w:val="00A119EB"/>
    <w:rsid w:val="00A11A56"/>
    <w:rsid w:val="00A11C0D"/>
    <w:rsid w:val="00A12374"/>
    <w:rsid w:val="00A12768"/>
    <w:rsid w:val="00A12D56"/>
    <w:rsid w:val="00A13990"/>
    <w:rsid w:val="00A13AE5"/>
    <w:rsid w:val="00A15321"/>
    <w:rsid w:val="00A154DD"/>
    <w:rsid w:val="00A155DE"/>
    <w:rsid w:val="00A156DA"/>
    <w:rsid w:val="00A15A7F"/>
    <w:rsid w:val="00A15D7D"/>
    <w:rsid w:val="00A15E57"/>
    <w:rsid w:val="00A15F00"/>
    <w:rsid w:val="00A16299"/>
    <w:rsid w:val="00A16356"/>
    <w:rsid w:val="00A1641C"/>
    <w:rsid w:val="00A16B50"/>
    <w:rsid w:val="00A16D00"/>
    <w:rsid w:val="00A16FC5"/>
    <w:rsid w:val="00A1721B"/>
    <w:rsid w:val="00A1727D"/>
    <w:rsid w:val="00A173C0"/>
    <w:rsid w:val="00A1757C"/>
    <w:rsid w:val="00A17A1C"/>
    <w:rsid w:val="00A17AC5"/>
    <w:rsid w:val="00A17B27"/>
    <w:rsid w:val="00A17D24"/>
    <w:rsid w:val="00A20020"/>
    <w:rsid w:val="00A2029D"/>
    <w:rsid w:val="00A20564"/>
    <w:rsid w:val="00A205A6"/>
    <w:rsid w:val="00A207EE"/>
    <w:rsid w:val="00A20A14"/>
    <w:rsid w:val="00A20C34"/>
    <w:rsid w:val="00A20DCC"/>
    <w:rsid w:val="00A21339"/>
    <w:rsid w:val="00A21AB8"/>
    <w:rsid w:val="00A220AB"/>
    <w:rsid w:val="00A220EC"/>
    <w:rsid w:val="00A222FA"/>
    <w:rsid w:val="00A22546"/>
    <w:rsid w:val="00A22678"/>
    <w:rsid w:val="00A227E9"/>
    <w:rsid w:val="00A22C05"/>
    <w:rsid w:val="00A22C67"/>
    <w:rsid w:val="00A22DB2"/>
    <w:rsid w:val="00A230F9"/>
    <w:rsid w:val="00A2333F"/>
    <w:rsid w:val="00A2383D"/>
    <w:rsid w:val="00A23C66"/>
    <w:rsid w:val="00A23CA5"/>
    <w:rsid w:val="00A25518"/>
    <w:rsid w:val="00A25804"/>
    <w:rsid w:val="00A259DD"/>
    <w:rsid w:val="00A25B8B"/>
    <w:rsid w:val="00A26248"/>
    <w:rsid w:val="00A26E37"/>
    <w:rsid w:val="00A27117"/>
    <w:rsid w:val="00A271FD"/>
    <w:rsid w:val="00A27659"/>
    <w:rsid w:val="00A27ADF"/>
    <w:rsid w:val="00A27B00"/>
    <w:rsid w:val="00A27BED"/>
    <w:rsid w:val="00A27FE3"/>
    <w:rsid w:val="00A302C4"/>
    <w:rsid w:val="00A30411"/>
    <w:rsid w:val="00A3046D"/>
    <w:rsid w:val="00A3095D"/>
    <w:rsid w:val="00A30A57"/>
    <w:rsid w:val="00A30A89"/>
    <w:rsid w:val="00A30CE2"/>
    <w:rsid w:val="00A30EC9"/>
    <w:rsid w:val="00A3128C"/>
    <w:rsid w:val="00A312FD"/>
    <w:rsid w:val="00A31485"/>
    <w:rsid w:val="00A3148C"/>
    <w:rsid w:val="00A3149C"/>
    <w:rsid w:val="00A314D2"/>
    <w:rsid w:val="00A315B2"/>
    <w:rsid w:val="00A31AC1"/>
    <w:rsid w:val="00A31EDE"/>
    <w:rsid w:val="00A3266A"/>
    <w:rsid w:val="00A32916"/>
    <w:rsid w:val="00A32F32"/>
    <w:rsid w:val="00A32F4C"/>
    <w:rsid w:val="00A32FF5"/>
    <w:rsid w:val="00A33171"/>
    <w:rsid w:val="00A3371B"/>
    <w:rsid w:val="00A33A0B"/>
    <w:rsid w:val="00A33E81"/>
    <w:rsid w:val="00A341F3"/>
    <w:rsid w:val="00A3482A"/>
    <w:rsid w:val="00A34864"/>
    <w:rsid w:val="00A34C8E"/>
    <w:rsid w:val="00A34D0B"/>
    <w:rsid w:val="00A352DB"/>
    <w:rsid w:val="00A3537D"/>
    <w:rsid w:val="00A353E9"/>
    <w:rsid w:val="00A3540F"/>
    <w:rsid w:val="00A35EA4"/>
    <w:rsid w:val="00A35F12"/>
    <w:rsid w:val="00A35F83"/>
    <w:rsid w:val="00A36245"/>
    <w:rsid w:val="00A368DF"/>
    <w:rsid w:val="00A36B58"/>
    <w:rsid w:val="00A37859"/>
    <w:rsid w:val="00A378C9"/>
    <w:rsid w:val="00A379AA"/>
    <w:rsid w:val="00A37A2D"/>
    <w:rsid w:val="00A37C22"/>
    <w:rsid w:val="00A37D84"/>
    <w:rsid w:val="00A40D53"/>
    <w:rsid w:val="00A4117F"/>
    <w:rsid w:val="00A4124D"/>
    <w:rsid w:val="00A414FC"/>
    <w:rsid w:val="00A41753"/>
    <w:rsid w:val="00A41DB6"/>
    <w:rsid w:val="00A421A1"/>
    <w:rsid w:val="00A421B3"/>
    <w:rsid w:val="00A42222"/>
    <w:rsid w:val="00A42429"/>
    <w:rsid w:val="00A424CA"/>
    <w:rsid w:val="00A424E0"/>
    <w:rsid w:val="00A42676"/>
    <w:rsid w:val="00A4282A"/>
    <w:rsid w:val="00A42B38"/>
    <w:rsid w:val="00A42F7F"/>
    <w:rsid w:val="00A430A1"/>
    <w:rsid w:val="00A433C6"/>
    <w:rsid w:val="00A44105"/>
    <w:rsid w:val="00A444AD"/>
    <w:rsid w:val="00A446C0"/>
    <w:rsid w:val="00A449C8"/>
    <w:rsid w:val="00A450DC"/>
    <w:rsid w:val="00A45732"/>
    <w:rsid w:val="00A45AED"/>
    <w:rsid w:val="00A45B63"/>
    <w:rsid w:val="00A45ECC"/>
    <w:rsid w:val="00A4610A"/>
    <w:rsid w:val="00A4628A"/>
    <w:rsid w:val="00A464D0"/>
    <w:rsid w:val="00A46572"/>
    <w:rsid w:val="00A474C3"/>
    <w:rsid w:val="00A47641"/>
    <w:rsid w:val="00A47654"/>
    <w:rsid w:val="00A4766E"/>
    <w:rsid w:val="00A47704"/>
    <w:rsid w:val="00A4790D"/>
    <w:rsid w:val="00A4797F"/>
    <w:rsid w:val="00A47AE9"/>
    <w:rsid w:val="00A47EED"/>
    <w:rsid w:val="00A47EFD"/>
    <w:rsid w:val="00A5005C"/>
    <w:rsid w:val="00A50554"/>
    <w:rsid w:val="00A508AF"/>
    <w:rsid w:val="00A50A57"/>
    <w:rsid w:val="00A50BC5"/>
    <w:rsid w:val="00A50C3E"/>
    <w:rsid w:val="00A50E27"/>
    <w:rsid w:val="00A50E8E"/>
    <w:rsid w:val="00A50EC5"/>
    <w:rsid w:val="00A5131B"/>
    <w:rsid w:val="00A516AB"/>
    <w:rsid w:val="00A519A0"/>
    <w:rsid w:val="00A51ADC"/>
    <w:rsid w:val="00A51D0A"/>
    <w:rsid w:val="00A51E40"/>
    <w:rsid w:val="00A5206C"/>
    <w:rsid w:val="00A524FB"/>
    <w:rsid w:val="00A52872"/>
    <w:rsid w:val="00A52C19"/>
    <w:rsid w:val="00A53158"/>
    <w:rsid w:val="00A53451"/>
    <w:rsid w:val="00A5441C"/>
    <w:rsid w:val="00A54768"/>
    <w:rsid w:val="00A549A9"/>
    <w:rsid w:val="00A54D60"/>
    <w:rsid w:val="00A54F07"/>
    <w:rsid w:val="00A54F2A"/>
    <w:rsid w:val="00A55A3B"/>
    <w:rsid w:val="00A55B5E"/>
    <w:rsid w:val="00A55C25"/>
    <w:rsid w:val="00A56184"/>
    <w:rsid w:val="00A5647D"/>
    <w:rsid w:val="00A57635"/>
    <w:rsid w:val="00A57AF1"/>
    <w:rsid w:val="00A57CF9"/>
    <w:rsid w:val="00A605EE"/>
    <w:rsid w:val="00A60893"/>
    <w:rsid w:val="00A608DC"/>
    <w:rsid w:val="00A60BF8"/>
    <w:rsid w:val="00A60D62"/>
    <w:rsid w:val="00A60E3E"/>
    <w:rsid w:val="00A60E92"/>
    <w:rsid w:val="00A60FD5"/>
    <w:rsid w:val="00A61222"/>
    <w:rsid w:val="00A6136D"/>
    <w:rsid w:val="00A6156C"/>
    <w:rsid w:val="00A615C9"/>
    <w:rsid w:val="00A61775"/>
    <w:rsid w:val="00A61A8C"/>
    <w:rsid w:val="00A61BF1"/>
    <w:rsid w:val="00A61F8B"/>
    <w:rsid w:val="00A62307"/>
    <w:rsid w:val="00A623BC"/>
    <w:rsid w:val="00A628DC"/>
    <w:rsid w:val="00A6294B"/>
    <w:rsid w:val="00A62A0F"/>
    <w:rsid w:val="00A62A17"/>
    <w:rsid w:val="00A62BC2"/>
    <w:rsid w:val="00A62DFA"/>
    <w:rsid w:val="00A6326F"/>
    <w:rsid w:val="00A6386A"/>
    <w:rsid w:val="00A63C01"/>
    <w:rsid w:val="00A63CF0"/>
    <w:rsid w:val="00A63E3F"/>
    <w:rsid w:val="00A64A7F"/>
    <w:rsid w:val="00A65116"/>
    <w:rsid w:val="00A65167"/>
    <w:rsid w:val="00A65381"/>
    <w:rsid w:val="00A653FF"/>
    <w:rsid w:val="00A654CE"/>
    <w:rsid w:val="00A65502"/>
    <w:rsid w:val="00A6583A"/>
    <w:rsid w:val="00A65857"/>
    <w:rsid w:val="00A65B6D"/>
    <w:rsid w:val="00A65CCB"/>
    <w:rsid w:val="00A65F21"/>
    <w:rsid w:val="00A66081"/>
    <w:rsid w:val="00A66238"/>
    <w:rsid w:val="00A6623E"/>
    <w:rsid w:val="00A6628A"/>
    <w:rsid w:val="00A662CB"/>
    <w:rsid w:val="00A66355"/>
    <w:rsid w:val="00A666EB"/>
    <w:rsid w:val="00A66797"/>
    <w:rsid w:val="00A668CD"/>
    <w:rsid w:val="00A66AF9"/>
    <w:rsid w:val="00A66C0A"/>
    <w:rsid w:val="00A67333"/>
    <w:rsid w:val="00A6739C"/>
    <w:rsid w:val="00A674AA"/>
    <w:rsid w:val="00A675A1"/>
    <w:rsid w:val="00A677A7"/>
    <w:rsid w:val="00A6788E"/>
    <w:rsid w:val="00A67B1C"/>
    <w:rsid w:val="00A67D0D"/>
    <w:rsid w:val="00A704ED"/>
    <w:rsid w:val="00A7076B"/>
    <w:rsid w:val="00A70801"/>
    <w:rsid w:val="00A7082A"/>
    <w:rsid w:val="00A7086C"/>
    <w:rsid w:val="00A70BF5"/>
    <w:rsid w:val="00A70D5F"/>
    <w:rsid w:val="00A70DD1"/>
    <w:rsid w:val="00A70EE9"/>
    <w:rsid w:val="00A70EF3"/>
    <w:rsid w:val="00A70FDE"/>
    <w:rsid w:val="00A70FEA"/>
    <w:rsid w:val="00A7109B"/>
    <w:rsid w:val="00A714DB"/>
    <w:rsid w:val="00A716D9"/>
    <w:rsid w:val="00A718D5"/>
    <w:rsid w:val="00A71D82"/>
    <w:rsid w:val="00A725C5"/>
    <w:rsid w:val="00A72800"/>
    <w:rsid w:val="00A728E0"/>
    <w:rsid w:val="00A72B10"/>
    <w:rsid w:val="00A73361"/>
    <w:rsid w:val="00A733B7"/>
    <w:rsid w:val="00A733C2"/>
    <w:rsid w:val="00A7376A"/>
    <w:rsid w:val="00A73B2E"/>
    <w:rsid w:val="00A7417B"/>
    <w:rsid w:val="00A74551"/>
    <w:rsid w:val="00A7457C"/>
    <w:rsid w:val="00A74A99"/>
    <w:rsid w:val="00A74BB8"/>
    <w:rsid w:val="00A74D11"/>
    <w:rsid w:val="00A74E62"/>
    <w:rsid w:val="00A75669"/>
    <w:rsid w:val="00A75825"/>
    <w:rsid w:val="00A758B0"/>
    <w:rsid w:val="00A75C6D"/>
    <w:rsid w:val="00A761A9"/>
    <w:rsid w:val="00A76456"/>
    <w:rsid w:val="00A765FC"/>
    <w:rsid w:val="00A76841"/>
    <w:rsid w:val="00A76E0F"/>
    <w:rsid w:val="00A775B3"/>
    <w:rsid w:val="00A77A28"/>
    <w:rsid w:val="00A77F6F"/>
    <w:rsid w:val="00A77FA3"/>
    <w:rsid w:val="00A807BC"/>
    <w:rsid w:val="00A808EB"/>
    <w:rsid w:val="00A81510"/>
    <w:rsid w:val="00A8164F"/>
    <w:rsid w:val="00A818A4"/>
    <w:rsid w:val="00A8196A"/>
    <w:rsid w:val="00A8198A"/>
    <w:rsid w:val="00A81CB8"/>
    <w:rsid w:val="00A82039"/>
    <w:rsid w:val="00A82594"/>
    <w:rsid w:val="00A8303F"/>
    <w:rsid w:val="00A83291"/>
    <w:rsid w:val="00A8357C"/>
    <w:rsid w:val="00A83829"/>
    <w:rsid w:val="00A83B53"/>
    <w:rsid w:val="00A83D39"/>
    <w:rsid w:val="00A83D5A"/>
    <w:rsid w:val="00A83DC7"/>
    <w:rsid w:val="00A83E80"/>
    <w:rsid w:val="00A8423A"/>
    <w:rsid w:val="00A84340"/>
    <w:rsid w:val="00A84626"/>
    <w:rsid w:val="00A8475A"/>
    <w:rsid w:val="00A84872"/>
    <w:rsid w:val="00A84888"/>
    <w:rsid w:val="00A84A03"/>
    <w:rsid w:val="00A84BB3"/>
    <w:rsid w:val="00A84C20"/>
    <w:rsid w:val="00A85DF0"/>
    <w:rsid w:val="00A85E64"/>
    <w:rsid w:val="00A86111"/>
    <w:rsid w:val="00A86221"/>
    <w:rsid w:val="00A8630E"/>
    <w:rsid w:val="00A8648A"/>
    <w:rsid w:val="00A86CE1"/>
    <w:rsid w:val="00A86DCB"/>
    <w:rsid w:val="00A87803"/>
    <w:rsid w:val="00A878CB"/>
    <w:rsid w:val="00A87B03"/>
    <w:rsid w:val="00A87BC7"/>
    <w:rsid w:val="00A87C4F"/>
    <w:rsid w:val="00A87ED2"/>
    <w:rsid w:val="00A90449"/>
    <w:rsid w:val="00A90AE7"/>
    <w:rsid w:val="00A90AFC"/>
    <w:rsid w:val="00A90CD8"/>
    <w:rsid w:val="00A90F68"/>
    <w:rsid w:val="00A91496"/>
    <w:rsid w:val="00A91794"/>
    <w:rsid w:val="00A91AC2"/>
    <w:rsid w:val="00A91CEE"/>
    <w:rsid w:val="00A91F6D"/>
    <w:rsid w:val="00A92436"/>
    <w:rsid w:val="00A92456"/>
    <w:rsid w:val="00A92838"/>
    <w:rsid w:val="00A9283C"/>
    <w:rsid w:val="00A92946"/>
    <w:rsid w:val="00A92C8F"/>
    <w:rsid w:val="00A92D97"/>
    <w:rsid w:val="00A9381A"/>
    <w:rsid w:val="00A93865"/>
    <w:rsid w:val="00A938C7"/>
    <w:rsid w:val="00A93BCB"/>
    <w:rsid w:val="00A93C0C"/>
    <w:rsid w:val="00A93E3B"/>
    <w:rsid w:val="00A9401B"/>
    <w:rsid w:val="00A9427D"/>
    <w:rsid w:val="00A942D7"/>
    <w:rsid w:val="00A9434C"/>
    <w:rsid w:val="00A943D0"/>
    <w:rsid w:val="00A9485C"/>
    <w:rsid w:val="00A94BD2"/>
    <w:rsid w:val="00A954FE"/>
    <w:rsid w:val="00A95794"/>
    <w:rsid w:val="00A95861"/>
    <w:rsid w:val="00A95992"/>
    <w:rsid w:val="00A95A3D"/>
    <w:rsid w:val="00A95BB1"/>
    <w:rsid w:val="00A95D34"/>
    <w:rsid w:val="00A967C0"/>
    <w:rsid w:val="00A96AD1"/>
    <w:rsid w:val="00A96BBC"/>
    <w:rsid w:val="00A96C11"/>
    <w:rsid w:val="00A96D8D"/>
    <w:rsid w:val="00A97632"/>
    <w:rsid w:val="00A97803"/>
    <w:rsid w:val="00A97902"/>
    <w:rsid w:val="00A97B44"/>
    <w:rsid w:val="00AA005F"/>
    <w:rsid w:val="00AA01A6"/>
    <w:rsid w:val="00AA04B4"/>
    <w:rsid w:val="00AA0718"/>
    <w:rsid w:val="00AA0799"/>
    <w:rsid w:val="00AA0BF4"/>
    <w:rsid w:val="00AA0DE9"/>
    <w:rsid w:val="00AA1254"/>
    <w:rsid w:val="00AA1576"/>
    <w:rsid w:val="00AA159C"/>
    <w:rsid w:val="00AA1807"/>
    <w:rsid w:val="00AA18A6"/>
    <w:rsid w:val="00AA19EC"/>
    <w:rsid w:val="00AA1DBA"/>
    <w:rsid w:val="00AA1DD0"/>
    <w:rsid w:val="00AA21E4"/>
    <w:rsid w:val="00AA22DB"/>
    <w:rsid w:val="00AA243B"/>
    <w:rsid w:val="00AA281C"/>
    <w:rsid w:val="00AA285F"/>
    <w:rsid w:val="00AA28B3"/>
    <w:rsid w:val="00AA2B8E"/>
    <w:rsid w:val="00AA2D5C"/>
    <w:rsid w:val="00AA31A5"/>
    <w:rsid w:val="00AA32EC"/>
    <w:rsid w:val="00AA3884"/>
    <w:rsid w:val="00AA3918"/>
    <w:rsid w:val="00AA3953"/>
    <w:rsid w:val="00AA3A7F"/>
    <w:rsid w:val="00AA3C3E"/>
    <w:rsid w:val="00AA3E54"/>
    <w:rsid w:val="00AA42A3"/>
    <w:rsid w:val="00AA486C"/>
    <w:rsid w:val="00AA4E31"/>
    <w:rsid w:val="00AA4F93"/>
    <w:rsid w:val="00AA51E0"/>
    <w:rsid w:val="00AA5278"/>
    <w:rsid w:val="00AA58DE"/>
    <w:rsid w:val="00AA5D86"/>
    <w:rsid w:val="00AA5EB8"/>
    <w:rsid w:val="00AA5FC7"/>
    <w:rsid w:val="00AA608B"/>
    <w:rsid w:val="00AA6324"/>
    <w:rsid w:val="00AA65A3"/>
    <w:rsid w:val="00AA661C"/>
    <w:rsid w:val="00AA6791"/>
    <w:rsid w:val="00AA6989"/>
    <w:rsid w:val="00AA6AF1"/>
    <w:rsid w:val="00AA735A"/>
    <w:rsid w:val="00AA74A9"/>
    <w:rsid w:val="00AA76F8"/>
    <w:rsid w:val="00AA7FE8"/>
    <w:rsid w:val="00AB016B"/>
    <w:rsid w:val="00AB01BF"/>
    <w:rsid w:val="00AB0668"/>
    <w:rsid w:val="00AB06AE"/>
    <w:rsid w:val="00AB0B8F"/>
    <w:rsid w:val="00AB0C90"/>
    <w:rsid w:val="00AB0D6A"/>
    <w:rsid w:val="00AB0ECF"/>
    <w:rsid w:val="00AB107A"/>
    <w:rsid w:val="00AB1088"/>
    <w:rsid w:val="00AB111E"/>
    <w:rsid w:val="00AB1127"/>
    <w:rsid w:val="00AB1175"/>
    <w:rsid w:val="00AB159C"/>
    <w:rsid w:val="00AB15BF"/>
    <w:rsid w:val="00AB1813"/>
    <w:rsid w:val="00AB1A71"/>
    <w:rsid w:val="00AB1D3A"/>
    <w:rsid w:val="00AB1F16"/>
    <w:rsid w:val="00AB205B"/>
    <w:rsid w:val="00AB2139"/>
    <w:rsid w:val="00AB2D74"/>
    <w:rsid w:val="00AB356B"/>
    <w:rsid w:val="00AB358D"/>
    <w:rsid w:val="00AB3651"/>
    <w:rsid w:val="00AB369D"/>
    <w:rsid w:val="00AB3798"/>
    <w:rsid w:val="00AB3ADA"/>
    <w:rsid w:val="00AB3C99"/>
    <w:rsid w:val="00AB3ED3"/>
    <w:rsid w:val="00AB4304"/>
    <w:rsid w:val="00AB43B7"/>
    <w:rsid w:val="00AB4757"/>
    <w:rsid w:val="00AB49A9"/>
    <w:rsid w:val="00AB4A28"/>
    <w:rsid w:val="00AB4F1A"/>
    <w:rsid w:val="00AB4F29"/>
    <w:rsid w:val="00AB5104"/>
    <w:rsid w:val="00AB51BA"/>
    <w:rsid w:val="00AB58B7"/>
    <w:rsid w:val="00AB603E"/>
    <w:rsid w:val="00AB60FF"/>
    <w:rsid w:val="00AB62F6"/>
    <w:rsid w:val="00AB6562"/>
    <w:rsid w:val="00AB6677"/>
    <w:rsid w:val="00AB6E25"/>
    <w:rsid w:val="00AB6EE3"/>
    <w:rsid w:val="00AB6F58"/>
    <w:rsid w:val="00AB7064"/>
    <w:rsid w:val="00AB7401"/>
    <w:rsid w:val="00AB75A2"/>
    <w:rsid w:val="00AB774A"/>
    <w:rsid w:val="00AB7818"/>
    <w:rsid w:val="00AB782F"/>
    <w:rsid w:val="00AB7907"/>
    <w:rsid w:val="00AB7AC0"/>
    <w:rsid w:val="00AB7E42"/>
    <w:rsid w:val="00AC03CD"/>
    <w:rsid w:val="00AC04FE"/>
    <w:rsid w:val="00AC05F0"/>
    <w:rsid w:val="00AC066F"/>
    <w:rsid w:val="00AC06A0"/>
    <w:rsid w:val="00AC0AC7"/>
    <w:rsid w:val="00AC0F54"/>
    <w:rsid w:val="00AC183D"/>
    <w:rsid w:val="00AC202E"/>
    <w:rsid w:val="00AC215E"/>
    <w:rsid w:val="00AC2532"/>
    <w:rsid w:val="00AC2933"/>
    <w:rsid w:val="00AC2CF4"/>
    <w:rsid w:val="00AC2D28"/>
    <w:rsid w:val="00AC2ECB"/>
    <w:rsid w:val="00AC300D"/>
    <w:rsid w:val="00AC31C1"/>
    <w:rsid w:val="00AC3616"/>
    <w:rsid w:val="00AC391E"/>
    <w:rsid w:val="00AC399E"/>
    <w:rsid w:val="00AC3B03"/>
    <w:rsid w:val="00AC3B93"/>
    <w:rsid w:val="00AC3C68"/>
    <w:rsid w:val="00AC4057"/>
    <w:rsid w:val="00AC407D"/>
    <w:rsid w:val="00AC414A"/>
    <w:rsid w:val="00AC42E6"/>
    <w:rsid w:val="00AC4621"/>
    <w:rsid w:val="00AC46CE"/>
    <w:rsid w:val="00AC4870"/>
    <w:rsid w:val="00AC4A7B"/>
    <w:rsid w:val="00AC5028"/>
    <w:rsid w:val="00AC561A"/>
    <w:rsid w:val="00AC5639"/>
    <w:rsid w:val="00AC5684"/>
    <w:rsid w:val="00AC575E"/>
    <w:rsid w:val="00AC5BD7"/>
    <w:rsid w:val="00AC5CB7"/>
    <w:rsid w:val="00AC5D2E"/>
    <w:rsid w:val="00AC5E11"/>
    <w:rsid w:val="00AC5FCA"/>
    <w:rsid w:val="00AC5FEE"/>
    <w:rsid w:val="00AC6384"/>
    <w:rsid w:val="00AC64A6"/>
    <w:rsid w:val="00AC6B63"/>
    <w:rsid w:val="00AC6C11"/>
    <w:rsid w:val="00AC6CE5"/>
    <w:rsid w:val="00AC6D6E"/>
    <w:rsid w:val="00AC6F43"/>
    <w:rsid w:val="00AC6F68"/>
    <w:rsid w:val="00AC6F99"/>
    <w:rsid w:val="00AC7415"/>
    <w:rsid w:val="00AC750E"/>
    <w:rsid w:val="00AC78E4"/>
    <w:rsid w:val="00AC7A21"/>
    <w:rsid w:val="00AC7A2A"/>
    <w:rsid w:val="00AC7A3E"/>
    <w:rsid w:val="00AC7C2F"/>
    <w:rsid w:val="00AC7E47"/>
    <w:rsid w:val="00AD009F"/>
    <w:rsid w:val="00AD0109"/>
    <w:rsid w:val="00AD01F0"/>
    <w:rsid w:val="00AD05D9"/>
    <w:rsid w:val="00AD07C2"/>
    <w:rsid w:val="00AD081E"/>
    <w:rsid w:val="00AD0C96"/>
    <w:rsid w:val="00AD10E0"/>
    <w:rsid w:val="00AD1394"/>
    <w:rsid w:val="00AD1479"/>
    <w:rsid w:val="00AD14B2"/>
    <w:rsid w:val="00AD14C6"/>
    <w:rsid w:val="00AD1A49"/>
    <w:rsid w:val="00AD1FAC"/>
    <w:rsid w:val="00AD235D"/>
    <w:rsid w:val="00AD283E"/>
    <w:rsid w:val="00AD2AE3"/>
    <w:rsid w:val="00AD2DCF"/>
    <w:rsid w:val="00AD2DE8"/>
    <w:rsid w:val="00AD37A9"/>
    <w:rsid w:val="00AD39F3"/>
    <w:rsid w:val="00AD3A8C"/>
    <w:rsid w:val="00AD3AA6"/>
    <w:rsid w:val="00AD3BF6"/>
    <w:rsid w:val="00AD4181"/>
    <w:rsid w:val="00AD41FD"/>
    <w:rsid w:val="00AD47EA"/>
    <w:rsid w:val="00AD4AB4"/>
    <w:rsid w:val="00AD4DD3"/>
    <w:rsid w:val="00AD4E96"/>
    <w:rsid w:val="00AD5447"/>
    <w:rsid w:val="00AD54C9"/>
    <w:rsid w:val="00AD5693"/>
    <w:rsid w:val="00AD5965"/>
    <w:rsid w:val="00AD5E92"/>
    <w:rsid w:val="00AD62A5"/>
    <w:rsid w:val="00AD64D4"/>
    <w:rsid w:val="00AD6728"/>
    <w:rsid w:val="00AD687D"/>
    <w:rsid w:val="00AD6884"/>
    <w:rsid w:val="00AD6903"/>
    <w:rsid w:val="00AD6A0A"/>
    <w:rsid w:val="00AD6D2E"/>
    <w:rsid w:val="00AD6D8F"/>
    <w:rsid w:val="00AD71B8"/>
    <w:rsid w:val="00AD72A3"/>
    <w:rsid w:val="00AD77E0"/>
    <w:rsid w:val="00AD784D"/>
    <w:rsid w:val="00AD7AB6"/>
    <w:rsid w:val="00AD7C05"/>
    <w:rsid w:val="00AD7C6B"/>
    <w:rsid w:val="00AD7D57"/>
    <w:rsid w:val="00AE0331"/>
    <w:rsid w:val="00AE065E"/>
    <w:rsid w:val="00AE077C"/>
    <w:rsid w:val="00AE0B0E"/>
    <w:rsid w:val="00AE0D60"/>
    <w:rsid w:val="00AE114B"/>
    <w:rsid w:val="00AE11FE"/>
    <w:rsid w:val="00AE1310"/>
    <w:rsid w:val="00AE139C"/>
    <w:rsid w:val="00AE1641"/>
    <w:rsid w:val="00AE1729"/>
    <w:rsid w:val="00AE1C68"/>
    <w:rsid w:val="00AE2049"/>
    <w:rsid w:val="00AE245E"/>
    <w:rsid w:val="00AE246A"/>
    <w:rsid w:val="00AE2533"/>
    <w:rsid w:val="00AE269E"/>
    <w:rsid w:val="00AE27CD"/>
    <w:rsid w:val="00AE2C8D"/>
    <w:rsid w:val="00AE2D4E"/>
    <w:rsid w:val="00AE2D88"/>
    <w:rsid w:val="00AE2DF3"/>
    <w:rsid w:val="00AE2FCD"/>
    <w:rsid w:val="00AE32FC"/>
    <w:rsid w:val="00AE3709"/>
    <w:rsid w:val="00AE371B"/>
    <w:rsid w:val="00AE3B2F"/>
    <w:rsid w:val="00AE3E6F"/>
    <w:rsid w:val="00AE3EF9"/>
    <w:rsid w:val="00AE4103"/>
    <w:rsid w:val="00AE42DF"/>
    <w:rsid w:val="00AE4559"/>
    <w:rsid w:val="00AE496B"/>
    <w:rsid w:val="00AE4B88"/>
    <w:rsid w:val="00AE4C2D"/>
    <w:rsid w:val="00AE5071"/>
    <w:rsid w:val="00AE518A"/>
    <w:rsid w:val="00AE59C4"/>
    <w:rsid w:val="00AE5FA4"/>
    <w:rsid w:val="00AE60F4"/>
    <w:rsid w:val="00AE6157"/>
    <w:rsid w:val="00AE615B"/>
    <w:rsid w:val="00AE6266"/>
    <w:rsid w:val="00AE6537"/>
    <w:rsid w:val="00AE6D21"/>
    <w:rsid w:val="00AE737F"/>
    <w:rsid w:val="00AE781B"/>
    <w:rsid w:val="00AE7916"/>
    <w:rsid w:val="00AF06B7"/>
    <w:rsid w:val="00AF06EB"/>
    <w:rsid w:val="00AF1073"/>
    <w:rsid w:val="00AF11F7"/>
    <w:rsid w:val="00AF1709"/>
    <w:rsid w:val="00AF1919"/>
    <w:rsid w:val="00AF1FAE"/>
    <w:rsid w:val="00AF2553"/>
    <w:rsid w:val="00AF2B47"/>
    <w:rsid w:val="00AF306A"/>
    <w:rsid w:val="00AF318C"/>
    <w:rsid w:val="00AF3327"/>
    <w:rsid w:val="00AF3481"/>
    <w:rsid w:val="00AF349E"/>
    <w:rsid w:val="00AF34CF"/>
    <w:rsid w:val="00AF34D2"/>
    <w:rsid w:val="00AF3581"/>
    <w:rsid w:val="00AF3867"/>
    <w:rsid w:val="00AF3A28"/>
    <w:rsid w:val="00AF3AB0"/>
    <w:rsid w:val="00AF3AD4"/>
    <w:rsid w:val="00AF3B64"/>
    <w:rsid w:val="00AF3F03"/>
    <w:rsid w:val="00AF45DE"/>
    <w:rsid w:val="00AF4A0F"/>
    <w:rsid w:val="00AF4CA5"/>
    <w:rsid w:val="00AF4E4D"/>
    <w:rsid w:val="00AF5278"/>
    <w:rsid w:val="00AF5395"/>
    <w:rsid w:val="00AF55E7"/>
    <w:rsid w:val="00AF5877"/>
    <w:rsid w:val="00AF6463"/>
    <w:rsid w:val="00AF67E5"/>
    <w:rsid w:val="00AF690B"/>
    <w:rsid w:val="00AF7455"/>
    <w:rsid w:val="00AF76CF"/>
    <w:rsid w:val="00AF7AFD"/>
    <w:rsid w:val="00AF7B8B"/>
    <w:rsid w:val="00AF7C55"/>
    <w:rsid w:val="00AF7ED0"/>
    <w:rsid w:val="00B001A6"/>
    <w:rsid w:val="00B003F3"/>
    <w:rsid w:val="00B00D83"/>
    <w:rsid w:val="00B00E52"/>
    <w:rsid w:val="00B00F22"/>
    <w:rsid w:val="00B0107C"/>
    <w:rsid w:val="00B01389"/>
    <w:rsid w:val="00B01590"/>
    <w:rsid w:val="00B01620"/>
    <w:rsid w:val="00B0227B"/>
    <w:rsid w:val="00B0233E"/>
    <w:rsid w:val="00B0259C"/>
    <w:rsid w:val="00B0260E"/>
    <w:rsid w:val="00B02629"/>
    <w:rsid w:val="00B02664"/>
    <w:rsid w:val="00B0291F"/>
    <w:rsid w:val="00B02F72"/>
    <w:rsid w:val="00B02F90"/>
    <w:rsid w:val="00B03053"/>
    <w:rsid w:val="00B03071"/>
    <w:rsid w:val="00B03090"/>
    <w:rsid w:val="00B031C0"/>
    <w:rsid w:val="00B03614"/>
    <w:rsid w:val="00B0386A"/>
    <w:rsid w:val="00B03997"/>
    <w:rsid w:val="00B039D2"/>
    <w:rsid w:val="00B03C81"/>
    <w:rsid w:val="00B040A7"/>
    <w:rsid w:val="00B0410A"/>
    <w:rsid w:val="00B04446"/>
    <w:rsid w:val="00B0534D"/>
    <w:rsid w:val="00B05553"/>
    <w:rsid w:val="00B05594"/>
    <w:rsid w:val="00B05BCE"/>
    <w:rsid w:val="00B06137"/>
    <w:rsid w:val="00B063C7"/>
    <w:rsid w:val="00B065B3"/>
    <w:rsid w:val="00B066C6"/>
    <w:rsid w:val="00B067C5"/>
    <w:rsid w:val="00B06F8C"/>
    <w:rsid w:val="00B07056"/>
    <w:rsid w:val="00B072D6"/>
    <w:rsid w:val="00B07925"/>
    <w:rsid w:val="00B07B82"/>
    <w:rsid w:val="00B07E4F"/>
    <w:rsid w:val="00B07EE9"/>
    <w:rsid w:val="00B10096"/>
    <w:rsid w:val="00B10129"/>
    <w:rsid w:val="00B10174"/>
    <w:rsid w:val="00B104F0"/>
    <w:rsid w:val="00B1074C"/>
    <w:rsid w:val="00B10A7D"/>
    <w:rsid w:val="00B10C7C"/>
    <w:rsid w:val="00B10C8C"/>
    <w:rsid w:val="00B10CB6"/>
    <w:rsid w:val="00B10DCE"/>
    <w:rsid w:val="00B10EA8"/>
    <w:rsid w:val="00B11385"/>
    <w:rsid w:val="00B11457"/>
    <w:rsid w:val="00B115F8"/>
    <w:rsid w:val="00B11881"/>
    <w:rsid w:val="00B11E17"/>
    <w:rsid w:val="00B120EB"/>
    <w:rsid w:val="00B121EB"/>
    <w:rsid w:val="00B12278"/>
    <w:rsid w:val="00B12511"/>
    <w:rsid w:val="00B125C2"/>
    <w:rsid w:val="00B125FE"/>
    <w:rsid w:val="00B131C0"/>
    <w:rsid w:val="00B133AD"/>
    <w:rsid w:val="00B133B9"/>
    <w:rsid w:val="00B13C28"/>
    <w:rsid w:val="00B14161"/>
    <w:rsid w:val="00B142EC"/>
    <w:rsid w:val="00B14575"/>
    <w:rsid w:val="00B14631"/>
    <w:rsid w:val="00B146C4"/>
    <w:rsid w:val="00B146D8"/>
    <w:rsid w:val="00B14952"/>
    <w:rsid w:val="00B149DE"/>
    <w:rsid w:val="00B14A47"/>
    <w:rsid w:val="00B14A99"/>
    <w:rsid w:val="00B14C39"/>
    <w:rsid w:val="00B15348"/>
    <w:rsid w:val="00B15776"/>
    <w:rsid w:val="00B158E3"/>
    <w:rsid w:val="00B16245"/>
    <w:rsid w:val="00B16453"/>
    <w:rsid w:val="00B16E51"/>
    <w:rsid w:val="00B16EB0"/>
    <w:rsid w:val="00B16FA7"/>
    <w:rsid w:val="00B17463"/>
    <w:rsid w:val="00B17767"/>
    <w:rsid w:val="00B178C9"/>
    <w:rsid w:val="00B17971"/>
    <w:rsid w:val="00B17C12"/>
    <w:rsid w:val="00B2010D"/>
    <w:rsid w:val="00B20255"/>
    <w:rsid w:val="00B204E7"/>
    <w:rsid w:val="00B20514"/>
    <w:rsid w:val="00B20616"/>
    <w:rsid w:val="00B20829"/>
    <w:rsid w:val="00B2098B"/>
    <w:rsid w:val="00B2099B"/>
    <w:rsid w:val="00B20A71"/>
    <w:rsid w:val="00B20CE7"/>
    <w:rsid w:val="00B20D3F"/>
    <w:rsid w:val="00B20E44"/>
    <w:rsid w:val="00B211D9"/>
    <w:rsid w:val="00B214D6"/>
    <w:rsid w:val="00B217AD"/>
    <w:rsid w:val="00B21A46"/>
    <w:rsid w:val="00B21C7B"/>
    <w:rsid w:val="00B223AB"/>
    <w:rsid w:val="00B22A4E"/>
    <w:rsid w:val="00B22BD7"/>
    <w:rsid w:val="00B22F66"/>
    <w:rsid w:val="00B23543"/>
    <w:rsid w:val="00B237B9"/>
    <w:rsid w:val="00B239FF"/>
    <w:rsid w:val="00B23B38"/>
    <w:rsid w:val="00B23D45"/>
    <w:rsid w:val="00B23E4C"/>
    <w:rsid w:val="00B240A6"/>
    <w:rsid w:val="00B2492B"/>
    <w:rsid w:val="00B24997"/>
    <w:rsid w:val="00B24BCE"/>
    <w:rsid w:val="00B25342"/>
    <w:rsid w:val="00B2539A"/>
    <w:rsid w:val="00B254CF"/>
    <w:rsid w:val="00B25B06"/>
    <w:rsid w:val="00B25C35"/>
    <w:rsid w:val="00B25FD3"/>
    <w:rsid w:val="00B26835"/>
    <w:rsid w:val="00B26909"/>
    <w:rsid w:val="00B26A10"/>
    <w:rsid w:val="00B26A48"/>
    <w:rsid w:val="00B26AD1"/>
    <w:rsid w:val="00B26C9D"/>
    <w:rsid w:val="00B26F08"/>
    <w:rsid w:val="00B27252"/>
    <w:rsid w:val="00B275E0"/>
    <w:rsid w:val="00B27631"/>
    <w:rsid w:val="00B278A1"/>
    <w:rsid w:val="00B27A5A"/>
    <w:rsid w:val="00B27BB3"/>
    <w:rsid w:val="00B27C62"/>
    <w:rsid w:val="00B27DF1"/>
    <w:rsid w:val="00B27F63"/>
    <w:rsid w:val="00B27FE5"/>
    <w:rsid w:val="00B30F10"/>
    <w:rsid w:val="00B31398"/>
    <w:rsid w:val="00B313B6"/>
    <w:rsid w:val="00B3149C"/>
    <w:rsid w:val="00B319A0"/>
    <w:rsid w:val="00B31A1E"/>
    <w:rsid w:val="00B31C73"/>
    <w:rsid w:val="00B31D9B"/>
    <w:rsid w:val="00B31E23"/>
    <w:rsid w:val="00B31EDB"/>
    <w:rsid w:val="00B322F1"/>
    <w:rsid w:val="00B3275A"/>
    <w:rsid w:val="00B32EDE"/>
    <w:rsid w:val="00B3304B"/>
    <w:rsid w:val="00B33193"/>
    <w:rsid w:val="00B33373"/>
    <w:rsid w:val="00B3368F"/>
    <w:rsid w:val="00B33BFF"/>
    <w:rsid w:val="00B33C2B"/>
    <w:rsid w:val="00B33F0B"/>
    <w:rsid w:val="00B340CF"/>
    <w:rsid w:val="00B3417E"/>
    <w:rsid w:val="00B3423B"/>
    <w:rsid w:val="00B344E4"/>
    <w:rsid w:val="00B3489B"/>
    <w:rsid w:val="00B34EBA"/>
    <w:rsid w:val="00B3506A"/>
    <w:rsid w:val="00B350C7"/>
    <w:rsid w:val="00B35557"/>
    <w:rsid w:val="00B355FA"/>
    <w:rsid w:val="00B35610"/>
    <w:rsid w:val="00B35756"/>
    <w:rsid w:val="00B35C09"/>
    <w:rsid w:val="00B35E71"/>
    <w:rsid w:val="00B36639"/>
    <w:rsid w:val="00B36BC4"/>
    <w:rsid w:val="00B36BDC"/>
    <w:rsid w:val="00B36DD6"/>
    <w:rsid w:val="00B36DE8"/>
    <w:rsid w:val="00B36EF5"/>
    <w:rsid w:val="00B37183"/>
    <w:rsid w:val="00B37554"/>
    <w:rsid w:val="00B378C2"/>
    <w:rsid w:val="00B37A3F"/>
    <w:rsid w:val="00B37B7C"/>
    <w:rsid w:val="00B37C2E"/>
    <w:rsid w:val="00B4062D"/>
    <w:rsid w:val="00B406BB"/>
    <w:rsid w:val="00B409D9"/>
    <w:rsid w:val="00B40B9A"/>
    <w:rsid w:val="00B40F2E"/>
    <w:rsid w:val="00B4149F"/>
    <w:rsid w:val="00B4164E"/>
    <w:rsid w:val="00B4183E"/>
    <w:rsid w:val="00B41B83"/>
    <w:rsid w:val="00B41B9E"/>
    <w:rsid w:val="00B41F0F"/>
    <w:rsid w:val="00B41F1A"/>
    <w:rsid w:val="00B41F92"/>
    <w:rsid w:val="00B42265"/>
    <w:rsid w:val="00B42A85"/>
    <w:rsid w:val="00B42C74"/>
    <w:rsid w:val="00B430F6"/>
    <w:rsid w:val="00B4354E"/>
    <w:rsid w:val="00B43BFF"/>
    <w:rsid w:val="00B43CB5"/>
    <w:rsid w:val="00B43CDF"/>
    <w:rsid w:val="00B43F27"/>
    <w:rsid w:val="00B441C7"/>
    <w:rsid w:val="00B44CD2"/>
    <w:rsid w:val="00B44E86"/>
    <w:rsid w:val="00B4533A"/>
    <w:rsid w:val="00B4537C"/>
    <w:rsid w:val="00B454C6"/>
    <w:rsid w:val="00B454EC"/>
    <w:rsid w:val="00B456C6"/>
    <w:rsid w:val="00B45973"/>
    <w:rsid w:val="00B46494"/>
    <w:rsid w:val="00B46834"/>
    <w:rsid w:val="00B4689A"/>
    <w:rsid w:val="00B46991"/>
    <w:rsid w:val="00B471A3"/>
    <w:rsid w:val="00B474D1"/>
    <w:rsid w:val="00B5005A"/>
    <w:rsid w:val="00B502E1"/>
    <w:rsid w:val="00B5040A"/>
    <w:rsid w:val="00B50413"/>
    <w:rsid w:val="00B5054D"/>
    <w:rsid w:val="00B505AB"/>
    <w:rsid w:val="00B50BBF"/>
    <w:rsid w:val="00B50F73"/>
    <w:rsid w:val="00B51084"/>
    <w:rsid w:val="00B5137A"/>
    <w:rsid w:val="00B513EB"/>
    <w:rsid w:val="00B519DC"/>
    <w:rsid w:val="00B51A37"/>
    <w:rsid w:val="00B51A69"/>
    <w:rsid w:val="00B51ABB"/>
    <w:rsid w:val="00B51CE6"/>
    <w:rsid w:val="00B52382"/>
    <w:rsid w:val="00B523CE"/>
    <w:rsid w:val="00B5249C"/>
    <w:rsid w:val="00B52517"/>
    <w:rsid w:val="00B525AA"/>
    <w:rsid w:val="00B52602"/>
    <w:rsid w:val="00B52663"/>
    <w:rsid w:val="00B526D7"/>
    <w:rsid w:val="00B527A3"/>
    <w:rsid w:val="00B52838"/>
    <w:rsid w:val="00B5290B"/>
    <w:rsid w:val="00B529A1"/>
    <w:rsid w:val="00B52A63"/>
    <w:rsid w:val="00B52F64"/>
    <w:rsid w:val="00B52FB1"/>
    <w:rsid w:val="00B533A6"/>
    <w:rsid w:val="00B53405"/>
    <w:rsid w:val="00B53644"/>
    <w:rsid w:val="00B536B4"/>
    <w:rsid w:val="00B53D60"/>
    <w:rsid w:val="00B540ED"/>
    <w:rsid w:val="00B54127"/>
    <w:rsid w:val="00B5422C"/>
    <w:rsid w:val="00B545C0"/>
    <w:rsid w:val="00B54630"/>
    <w:rsid w:val="00B54BB7"/>
    <w:rsid w:val="00B54CFE"/>
    <w:rsid w:val="00B54F95"/>
    <w:rsid w:val="00B5523C"/>
    <w:rsid w:val="00B552E9"/>
    <w:rsid w:val="00B55523"/>
    <w:rsid w:val="00B55763"/>
    <w:rsid w:val="00B559BA"/>
    <w:rsid w:val="00B55B67"/>
    <w:rsid w:val="00B55F01"/>
    <w:rsid w:val="00B55F80"/>
    <w:rsid w:val="00B55F82"/>
    <w:rsid w:val="00B561ED"/>
    <w:rsid w:val="00B5664A"/>
    <w:rsid w:val="00B566FC"/>
    <w:rsid w:val="00B567D2"/>
    <w:rsid w:val="00B5719F"/>
    <w:rsid w:val="00B5791F"/>
    <w:rsid w:val="00B57968"/>
    <w:rsid w:val="00B57B4C"/>
    <w:rsid w:val="00B57D41"/>
    <w:rsid w:val="00B600E1"/>
    <w:rsid w:val="00B6028E"/>
    <w:rsid w:val="00B6051C"/>
    <w:rsid w:val="00B6058E"/>
    <w:rsid w:val="00B605EA"/>
    <w:rsid w:val="00B60DD2"/>
    <w:rsid w:val="00B612BC"/>
    <w:rsid w:val="00B61EAE"/>
    <w:rsid w:val="00B61ED9"/>
    <w:rsid w:val="00B624DC"/>
    <w:rsid w:val="00B62901"/>
    <w:rsid w:val="00B62DB5"/>
    <w:rsid w:val="00B62EE5"/>
    <w:rsid w:val="00B63837"/>
    <w:rsid w:val="00B639F7"/>
    <w:rsid w:val="00B63C5C"/>
    <w:rsid w:val="00B63E5D"/>
    <w:rsid w:val="00B63EA7"/>
    <w:rsid w:val="00B63EC0"/>
    <w:rsid w:val="00B64238"/>
    <w:rsid w:val="00B64769"/>
    <w:rsid w:val="00B647CE"/>
    <w:rsid w:val="00B64A76"/>
    <w:rsid w:val="00B64AD3"/>
    <w:rsid w:val="00B64AF1"/>
    <w:rsid w:val="00B64B13"/>
    <w:rsid w:val="00B64C26"/>
    <w:rsid w:val="00B65130"/>
    <w:rsid w:val="00B658BB"/>
    <w:rsid w:val="00B65997"/>
    <w:rsid w:val="00B65A1D"/>
    <w:rsid w:val="00B660A6"/>
    <w:rsid w:val="00B661B0"/>
    <w:rsid w:val="00B66659"/>
    <w:rsid w:val="00B66D30"/>
    <w:rsid w:val="00B66F85"/>
    <w:rsid w:val="00B66FEA"/>
    <w:rsid w:val="00B67291"/>
    <w:rsid w:val="00B67386"/>
    <w:rsid w:val="00B675A8"/>
    <w:rsid w:val="00B6786A"/>
    <w:rsid w:val="00B67988"/>
    <w:rsid w:val="00B67C82"/>
    <w:rsid w:val="00B67D86"/>
    <w:rsid w:val="00B67FB7"/>
    <w:rsid w:val="00B7034D"/>
    <w:rsid w:val="00B70C9C"/>
    <w:rsid w:val="00B7112C"/>
    <w:rsid w:val="00B711D2"/>
    <w:rsid w:val="00B7154D"/>
    <w:rsid w:val="00B715A6"/>
    <w:rsid w:val="00B71883"/>
    <w:rsid w:val="00B71B5A"/>
    <w:rsid w:val="00B71D14"/>
    <w:rsid w:val="00B71D9F"/>
    <w:rsid w:val="00B71EFE"/>
    <w:rsid w:val="00B723AB"/>
    <w:rsid w:val="00B723E3"/>
    <w:rsid w:val="00B72590"/>
    <w:rsid w:val="00B72615"/>
    <w:rsid w:val="00B728B5"/>
    <w:rsid w:val="00B729AD"/>
    <w:rsid w:val="00B72C4D"/>
    <w:rsid w:val="00B72C68"/>
    <w:rsid w:val="00B72FD9"/>
    <w:rsid w:val="00B73215"/>
    <w:rsid w:val="00B73611"/>
    <w:rsid w:val="00B736C3"/>
    <w:rsid w:val="00B737A8"/>
    <w:rsid w:val="00B738EE"/>
    <w:rsid w:val="00B739A6"/>
    <w:rsid w:val="00B73D85"/>
    <w:rsid w:val="00B73F30"/>
    <w:rsid w:val="00B73F79"/>
    <w:rsid w:val="00B7409A"/>
    <w:rsid w:val="00B7474C"/>
    <w:rsid w:val="00B74A3A"/>
    <w:rsid w:val="00B74B7A"/>
    <w:rsid w:val="00B74C34"/>
    <w:rsid w:val="00B75388"/>
    <w:rsid w:val="00B75DAA"/>
    <w:rsid w:val="00B760BA"/>
    <w:rsid w:val="00B7646A"/>
    <w:rsid w:val="00B764F7"/>
    <w:rsid w:val="00B7652C"/>
    <w:rsid w:val="00B767ED"/>
    <w:rsid w:val="00B7682A"/>
    <w:rsid w:val="00B76941"/>
    <w:rsid w:val="00B7716F"/>
    <w:rsid w:val="00B774CF"/>
    <w:rsid w:val="00B77825"/>
    <w:rsid w:val="00B77CA2"/>
    <w:rsid w:val="00B802C2"/>
    <w:rsid w:val="00B806EA"/>
    <w:rsid w:val="00B80C4E"/>
    <w:rsid w:val="00B81147"/>
    <w:rsid w:val="00B81618"/>
    <w:rsid w:val="00B81915"/>
    <w:rsid w:val="00B81BC9"/>
    <w:rsid w:val="00B81F8A"/>
    <w:rsid w:val="00B821E3"/>
    <w:rsid w:val="00B825FE"/>
    <w:rsid w:val="00B8279D"/>
    <w:rsid w:val="00B8294F"/>
    <w:rsid w:val="00B82B09"/>
    <w:rsid w:val="00B82DAD"/>
    <w:rsid w:val="00B82F9C"/>
    <w:rsid w:val="00B831A3"/>
    <w:rsid w:val="00B834CC"/>
    <w:rsid w:val="00B837B0"/>
    <w:rsid w:val="00B837D5"/>
    <w:rsid w:val="00B838BF"/>
    <w:rsid w:val="00B83924"/>
    <w:rsid w:val="00B83A79"/>
    <w:rsid w:val="00B83AD6"/>
    <w:rsid w:val="00B83C54"/>
    <w:rsid w:val="00B83F8F"/>
    <w:rsid w:val="00B84059"/>
    <w:rsid w:val="00B84094"/>
    <w:rsid w:val="00B84381"/>
    <w:rsid w:val="00B84CBC"/>
    <w:rsid w:val="00B84DCA"/>
    <w:rsid w:val="00B84E37"/>
    <w:rsid w:val="00B84E62"/>
    <w:rsid w:val="00B851C4"/>
    <w:rsid w:val="00B852C6"/>
    <w:rsid w:val="00B8542F"/>
    <w:rsid w:val="00B854E3"/>
    <w:rsid w:val="00B8570C"/>
    <w:rsid w:val="00B85E0A"/>
    <w:rsid w:val="00B86304"/>
    <w:rsid w:val="00B86422"/>
    <w:rsid w:val="00B86499"/>
    <w:rsid w:val="00B864CE"/>
    <w:rsid w:val="00B865F5"/>
    <w:rsid w:val="00B86980"/>
    <w:rsid w:val="00B86AEF"/>
    <w:rsid w:val="00B86B8E"/>
    <w:rsid w:val="00B86E78"/>
    <w:rsid w:val="00B86F01"/>
    <w:rsid w:val="00B8709A"/>
    <w:rsid w:val="00B87119"/>
    <w:rsid w:val="00B87148"/>
    <w:rsid w:val="00B872F3"/>
    <w:rsid w:val="00B8738E"/>
    <w:rsid w:val="00B878FB"/>
    <w:rsid w:val="00B87A51"/>
    <w:rsid w:val="00B87A63"/>
    <w:rsid w:val="00B87C3E"/>
    <w:rsid w:val="00B87E4C"/>
    <w:rsid w:val="00B905FC"/>
    <w:rsid w:val="00B906A4"/>
    <w:rsid w:val="00B90756"/>
    <w:rsid w:val="00B907F6"/>
    <w:rsid w:val="00B9080A"/>
    <w:rsid w:val="00B90D4D"/>
    <w:rsid w:val="00B91229"/>
    <w:rsid w:val="00B9146A"/>
    <w:rsid w:val="00B9156D"/>
    <w:rsid w:val="00B91597"/>
    <w:rsid w:val="00B916C5"/>
    <w:rsid w:val="00B9196A"/>
    <w:rsid w:val="00B91CAD"/>
    <w:rsid w:val="00B91F60"/>
    <w:rsid w:val="00B923FA"/>
    <w:rsid w:val="00B9244D"/>
    <w:rsid w:val="00B92625"/>
    <w:rsid w:val="00B927E7"/>
    <w:rsid w:val="00B928CE"/>
    <w:rsid w:val="00B92A7A"/>
    <w:rsid w:val="00B92D6B"/>
    <w:rsid w:val="00B92EB8"/>
    <w:rsid w:val="00B93200"/>
    <w:rsid w:val="00B93400"/>
    <w:rsid w:val="00B93530"/>
    <w:rsid w:val="00B935CF"/>
    <w:rsid w:val="00B93B67"/>
    <w:rsid w:val="00B93BD7"/>
    <w:rsid w:val="00B93D07"/>
    <w:rsid w:val="00B93EBD"/>
    <w:rsid w:val="00B94289"/>
    <w:rsid w:val="00B945C3"/>
    <w:rsid w:val="00B948E7"/>
    <w:rsid w:val="00B949F1"/>
    <w:rsid w:val="00B94B2A"/>
    <w:rsid w:val="00B94B48"/>
    <w:rsid w:val="00B94CCF"/>
    <w:rsid w:val="00B94CF9"/>
    <w:rsid w:val="00B95775"/>
    <w:rsid w:val="00B95912"/>
    <w:rsid w:val="00B9593D"/>
    <w:rsid w:val="00B95AD4"/>
    <w:rsid w:val="00B95E03"/>
    <w:rsid w:val="00B9626B"/>
    <w:rsid w:val="00B9631D"/>
    <w:rsid w:val="00B96B58"/>
    <w:rsid w:val="00B975F0"/>
    <w:rsid w:val="00B97B26"/>
    <w:rsid w:val="00B97E54"/>
    <w:rsid w:val="00BA0405"/>
    <w:rsid w:val="00BA080E"/>
    <w:rsid w:val="00BA0A17"/>
    <w:rsid w:val="00BA0C47"/>
    <w:rsid w:val="00BA0EFA"/>
    <w:rsid w:val="00BA0FA9"/>
    <w:rsid w:val="00BA13E8"/>
    <w:rsid w:val="00BA14A0"/>
    <w:rsid w:val="00BA14FF"/>
    <w:rsid w:val="00BA1516"/>
    <w:rsid w:val="00BA1571"/>
    <w:rsid w:val="00BA1854"/>
    <w:rsid w:val="00BA189C"/>
    <w:rsid w:val="00BA192A"/>
    <w:rsid w:val="00BA1C66"/>
    <w:rsid w:val="00BA1D0B"/>
    <w:rsid w:val="00BA1E67"/>
    <w:rsid w:val="00BA22AC"/>
    <w:rsid w:val="00BA28F1"/>
    <w:rsid w:val="00BA3304"/>
    <w:rsid w:val="00BA339D"/>
    <w:rsid w:val="00BA37EA"/>
    <w:rsid w:val="00BA3F1F"/>
    <w:rsid w:val="00BA48DF"/>
    <w:rsid w:val="00BA4E44"/>
    <w:rsid w:val="00BA5242"/>
    <w:rsid w:val="00BA52AD"/>
    <w:rsid w:val="00BA5450"/>
    <w:rsid w:val="00BA5498"/>
    <w:rsid w:val="00BA5504"/>
    <w:rsid w:val="00BA586C"/>
    <w:rsid w:val="00BA5998"/>
    <w:rsid w:val="00BA59F1"/>
    <w:rsid w:val="00BA5B05"/>
    <w:rsid w:val="00BA5D0A"/>
    <w:rsid w:val="00BA5E33"/>
    <w:rsid w:val="00BA60F3"/>
    <w:rsid w:val="00BA6137"/>
    <w:rsid w:val="00BA6318"/>
    <w:rsid w:val="00BA67B2"/>
    <w:rsid w:val="00BA6841"/>
    <w:rsid w:val="00BA6B7F"/>
    <w:rsid w:val="00BA6C47"/>
    <w:rsid w:val="00BA6D38"/>
    <w:rsid w:val="00BA6DC2"/>
    <w:rsid w:val="00BA6EA1"/>
    <w:rsid w:val="00BA6F69"/>
    <w:rsid w:val="00BA7241"/>
    <w:rsid w:val="00BA788B"/>
    <w:rsid w:val="00BB058C"/>
    <w:rsid w:val="00BB0699"/>
    <w:rsid w:val="00BB0C9E"/>
    <w:rsid w:val="00BB0E69"/>
    <w:rsid w:val="00BB11BB"/>
    <w:rsid w:val="00BB1369"/>
    <w:rsid w:val="00BB13EA"/>
    <w:rsid w:val="00BB148C"/>
    <w:rsid w:val="00BB165E"/>
    <w:rsid w:val="00BB179B"/>
    <w:rsid w:val="00BB1978"/>
    <w:rsid w:val="00BB1ADA"/>
    <w:rsid w:val="00BB1B41"/>
    <w:rsid w:val="00BB1B78"/>
    <w:rsid w:val="00BB1D20"/>
    <w:rsid w:val="00BB1EAF"/>
    <w:rsid w:val="00BB2BE6"/>
    <w:rsid w:val="00BB2EA9"/>
    <w:rsid w:val="00BB315C"/>
    <w:rsid w:val="00BB3272"/>
    <w:rsid w:val="00BB3516"/>
    <w:rsid w:val="00BB354D"/>
    <w:rsid w:val="00BB3934"/>
    <w:rsid w:val="00BB3983"/>
    <w:rsid w:val="00BB3A7F"/>
    <w:rsid w:val="00BB3DB7"/>
    <w:rsid w:val="00BB4080"/>
    <w:rsid w:val="00BB43CD"/>
    <w:rsid w:val="00BB4538"/>
    <w:rsid w:val="00BB49BF"/>
    <w:rsid w:val="00BB4B07"/>
    <w:rsid w:val="00BB501B"/>
    <w:rsid w:val="00BB51E1"/>
    <w:rsid w:val="00BB58CC"/>
    <w:rsid w:val="00BB5A42"/>
    <w:rsid w:val="00BB5C4F"/>
    <w:rsid w:val="00BB5C5D"/>
    <w:rsid w:val="00BB5C69"/>
    <w:rsid w:val="00BB5D41"/>
    <w:rsid w:val="00BB5D45"/>
    <w:rsid w:val="00BB5E42"/>
    <w:rsid w:val="00BB6147"/>
    <w:rsid w:val="00BB63AE"/>
    <w:rsid w:val="00BB7210"/>
    <w:rsid w:val="00BB75C8"/>
    <w:rsid w:val="00BB763C"/>
    <w:rsid w:val="00BB79C3"/>
    <w:rsid w:val="00BB7C62"/>
    <w:rsid w:val="00BC0167"/>
    <w:rsid w:val="00BC0596"/>
    <w:rsid w:val="00BC05AE"/>
    <w:rsid w:val="00BC0CD3"/>
    <w:rsid w:val="00BC0D00"/>
    <w:rsid w:val="00BC0DDE"/>
    <w:rsid w:val="00BC1585"/>
    <w:rsid w:val="00BC168A"/>
    <w:rsid w:val="00BC16FD"/>
    <w:rsid w:val="00BC181D"/>
    <w:rsid w:val="00BC18FA"/>
    <w:rsid w:val="00BC2081"/>
    <w:rsid w:val="00BC239C"/>
    <w:rsid w:val="00BC27BA"/>
    <w:rsid w:val="00BC2C3A"/>
    <w:rsid w:val="00BC2D11"/>
    <w:rsid w:val="00BC2F8C"/>
    <w:rsid w:val="00BC338A"/>
    <w:rsid w:val="00BC355B"/>
    <w:rsid w:val="00BC3710"/>
    <w:rsid w:val="00BC3AD5"/>
    <w:rsid w:val="00BC408E"/>
    <w:rsid w:val="00BC40DF"/>
    <w:rsid w:val="00BC41FD"/>
    <w:rsid w:val="00BC4462"/>
    <w:rsid w:val="00BC4A07"/>
    <w:rsid w:val="00BC4A86"/>
    <w:rsid w:val="00BC4CB2"/>
    <w:rsid w:val="00BC54C1"/>
    <w:rsid w:val="00BC5CA7"/>
    <w:rsid w:val="00BC5DCB"/>
    <w:rsid w:val="00BC5DDB"/>
    <w:rsid w:val="00BC61B7"/>
    <w:rsid w:val="00BC69A2"/>
    <w:rsid w:val="00BC6B56"/>
    <w:rsid w:val="00BC6D56"/>
    <w:rsid w:val="00BC7028"/>
    <w:rsid w:val="00BC709B"/>
    <w:rsid w:val="00BC7220"/>
    <w:rsid w:val="00BC7490"/>
    <w:rsid w:val="00BC75DA"/>
    <w:rsid w:val="00BC765B"/>
    <w:rsid w:val="00BC79CB"/>
    <w:rsid w:val="00BC7BCC"/>
    <w:rsid w:val="00BC7C48"/>
    <w:rsid w:val="00BC7CF8"/>
    <w:rsid w:val="00BD0A73"/>
    <w:rsid w:val="00BD0CFF"/>
    <w:rsid w:val="00BD0F5D"/>
    <w:rsid w:val="00BD10E7"/>
    <w:rsid w:val="00BD12D5"/>
    <w:rsid w:val="00BD137F"/>
    <w:rsid w:val="00BD1AD6"/>
    <w:rsid w:val="00BD1E2E"/>
    <w:rsid w:val="00BD1F3E"/>
    <w:rsid w:val="00BD1F8D"/>
    <w:rsid w:val="00BD200E"/>
    <w:rsid w:val="00BD24E0"/>
    <w:rsid w:val="00BD2B27"/>
    <w:rsid w:val="00BD2B43"/>
    <w:rsid w:val="00BD2C42"/>
    <w:rsid w:val="00BD31D4"/>
    <w:rsid w:val="00BD35A5"/>
    <w:rsid w:val="00BD3771"/>
    <w:rsid w:val="00BD3C60"/>
    <w:rsid w:val="00BD3D30"/>
    <w:rsid w:val="00BD3E84"/>
    <w:rsid w:val="00BD424C"/>
    <w:rsid w:val="00BD4B2D"/>
    <w:rsid w:val="00BD4E82"/>
    <w:rsid w:val="00BD5130"/>
    <w:rsid w:val="00BD5501"/>
    <w:rsid w:val="00BD57FA"/>
    <w:rsid w:val="00BD599D"/>
    <w:rsid w:val="00BD5ABF"/>
    <w:rsid w:val="00BD5B4A"/>
    <w:rsid w:val="00BD5EC4"/>
    <w:rsid w:val="00BD61C1"/>
    <w:rsid w:val="00BD65BA"/>
    <w:rsid w:val="00BD6BA0"/>
    <w:rsid w:val="00BD6BFF"/>
    <w:rsid w:val="00BD6F6B"/>
    <w:rsid w:val="00BD7334"/>
    <w:rsid w:val="00BD7346"/>
    <w:rsid w:val="00BD7D87"/>
    <w:rsid w:val="00BE000D"/>
    <w:rsid w:val="00BE0070"/>
    <w:rsid w:val="00BE02F8"/>
    <w:rsid w:val="00BE0496"/>
    <w:rsid w:val="00BE05AC"/>
    <w:rsid w:val="00BE05F4"/>
    <w:rsid w:val="00BE08D0"/>
    <w:rsid w:val="00BE093D"/>
    <w:rsid w:val="00BE0945"/>
    <w:rsid w:val="00BE0CA7"/>
    <w:rsid w:val="00BE10D4"/>
    <w:rsid w:val="00BE12E3"/>
    <w:rsid w:val="00BE1581"/>
    <w:rsid w:val="00BE1738"/>
    <w:rsid w:val="00BE1864"/>
    <w:rsid w:val="00BE2075"/>
    <w:rsid w:val="00BE23A3"/>
    <w:rsid w:val="00BE2579"/>
    <w:rsid w:val="00BE26E3"/>
    <w:rsid w:val="00BE27FA"/>
    <w:rsid w:val="00BE27FC"/>
    <w:rsid w:val="00BE2845"/>
    <w:rsid w:val="00BE2C94"/>
    <w:rsid w:val="00BE2FAF"/>
    <w:rsid w:val="00BE313F"/>
    <w:rsid w:val="00BE32AA"/>
    <w:rsid w:val="00BE33E8"/>
    <w:rsid w:val="00BE357B"/>
    <w:rsid w:val="00BE3621"/>
    <w:rsid w:val="00BE36DC"/>
    <w:rsid w:val="00BE3CA3"/>
    <w:rsid w:val="00BE3DC8"/>
    <w:rsid w:val="00BE416D"/>
    <w:rsid w:val="00BE4446"/>
    <w:rsid w:val="00BE4588"/>
    <w:rsid w:val="00BE46A3"/>
    <w:rsid w:val="00BE4A7B"/>
    <w:rsid w:val="00BE4B4E"/>
    <w:rsid w:val="00BE4CA2"/>
    <w:rsid w:val="00BE4D30"/>
    <w:rsid w:val="00BE4DB1"/>
    <w:rsid w:val="00BE4F83"/>
    <w:rsid w:val="00BE4FC3"/>
    <w:rsid w:val="00BE504B"/>
    <w:rsid w:val="00BE5068"/>
    <w:rsid w:val="00BE58C4"/>
    <w:rsid w:val="00BE5B26"/>
    <w:rsid w:val="00BE6165"/>
    <w:rsid w:val="00BE62F2"/>
    <w:rsid w:val="00BE6579"/>
    <w:rsid w:val="00BE6590"/>
    <w:rsid w:val="00BE65E4"/>
    <w:rsid w:val="00BE66FA"/>
    <w:rsid w:val="00BE6A2B"/>
    <w:rsid w:val="00BE6AB3"/>
    <w:rsid w:val="00BE76B2"/>
    <w:rsid w:val="00BE78DB"/>
    <w:rsid w:val="00BE7A27"/>
    <w:rsid w:val="00BE7A42"/>
    <w:rsid w:val="00BE7F78"/>
    <w:rsid w:val="00BF0044"/>
    <w:rsid w:val="00BF057B"/>
    <w:rsid w:val="00BF09C2"/>
    <w:rsid w:val="00BF0ACA"/>
    <w:rsid w:val="00BF1247"/>
    <w:rsid w:val="00BF14CE"/>
    <w:rsid w:val="00BF14FE"/>
    <w:rsid w:val="00BF1562"/>
    <w:rsid w:val="00BF15C6"/>
    <w:rsid w:val="00BF1880"/>
    <w:rsid w:val="00BF1B2D"/>
    <w:rsid w:val="00BF1BFF"/>
    <w:rsid w:val="00BF1CF3"/>
    <w:rsid w:val="00BF1D34"/>
    <w:rsid w:val="00BF1DFF"/>
    <w:rsid w:val="00BF1F8D"/>
    <w:rsid w:val="00BF21DB"/>
    <w:rsid w:val="00BF2418"/>
    <w:rsid w:val="00BF26E7"/>
    <w:rsid w:val="00BF2807"/>
    <w:rsid w:val="00BF2D88"/>
    <w:rsid w:val="00BF314D"/>
    <w:rsid w:val="00BF350C"/>
    <w:rsid w:val="00BF3AD1"/>
    <w:rsid w:val="00BF408E"/>
    <w:rsid w:val="00BF41B4"/>
    <w:rsid w:val="00BF429E"/>
    <w:rsid w:val="00BF45D3"/>
    <w:rsid w:val="00BF4C26"/>
    <w:rsid w:val="00BF507D"/>
    <w:rsid w:val="00BF543E"/>
    <w:rsid w:val="00BF5850"/>
    <w:rsid w:val="00BF599C"/>
    <w:rsid w:val="00BF59C5"/>
    <w:rsid w:val="00BF59ED"/>
    <w:rsid w:val="00BF5ECB"/>
    <w:rsid w:val="00BF5F3E"/>
    <w:rsid w:val="00BF6287"/>
    <w:rsid w:val="00BF62D9"/>
    <w:rsid w:val="00BF6702"/>
    <w:rsid w:val="00BF6843"/>
    <w:rsid w:val="00BF7022"/>
    <w:rsid w:val="00BF7124"/>
    <w:rsid w:val="00BF781E"/>
    <w:rsid w:val="00BF7945"/>
    <w:rsid w:val="00BF79CB"/>
    <w:rsid w:val="00BF7A6B"/>
    <w:rsid w:val="00BF7C5C"/>
    <w:rsid w:val="00BF7F6D"/>
    <w:rsid w:val="00C0003D"/>
    <w:rsid w:val="00C0017B"/>
    <w:rsid w:val="00C00390"/>
    <w:rsid w:val="00C00425"/>
    <w:rsid w:val="00C005F8"/>
    <w:rsid w:val="00C00B59"/>
    <w:rsid w:val="00C00DD3"/>
    <w:rsid w:val="00C00F5A"/>
    <w:rsid w:val="00C0146C"/>
    <w:rsid w:val="00C017D8"/>
    <w:rsid w:val="00C017EF"/>
    <w:rsid w:val="00C01945"/>
    <w:rsid w:val="00C01967"/>
    <w:rsid w:val="00C01C26"/>
    <w:rsid w:val="00C01C9D"/>
    <w:rsid w:val="00C01CD5"/>
    <w:rsid w:val="00C01D7A"/>
    <w:rsid w:val="00C0201D"/>
    <w:rsid w:val="00C020F2"/>
    <w:rsid w:val="00C02401"/>
    <w:rsid w:val="00C02481"/>
    <w:rsid w:val="00C025F3"/>
    <w:rsid w:val="00C03143"/>
    <w:rsid w:val="00C031C6"/>
    <w:rsid w:val="00C03408"/>
    <w:rsid w:val="00C03487"/>
    <w:rsid w:val="00C035D6"/>
    <w:rsid w:val="00C0386E"/>
    <w:rsid w:val="00C03A86"/>
    <w:rsid w:val="00C03A8B"/>
    <w:rsid w:val="00C03AA8"/>
    <w:rsid w:val="00C03ABB"/>
    <w:rsid w:val="00C03B3A"/>
    <w:rsid w:val="00C03CC7"/>
    <w:rsid w:val="00C03E3B"/>
    <w:rsid w:val="00C042C3"/>
    <w:rsid w:val="00C04444"/>
    <w:rsid w:val="00C04BEF"/>
    <w:rsid w:val="00C04F22"/>
    <w:rsid w:val="00C04F5D"/>
    <w:rsid w:val="00C05D88"/>
    <w:rsid w:val="00C0632D"/>
    <w:rsid w:val="00C06580"/>
    <w:rsid w:val="00C06708"/>
    <w:rsid w:val="00C06781"/>
    <w:rsid w:val="00C067A8"/>
    <w:rsid w:val="00C06C48"/>
    <w:rsid w:val="00C0706E"/>
    <w:rsid w:val="00C07805"/>
    <w:rsid w:val="00C07FBD"/>
    <w:rsid w:val="00C07FFE"/>
    <w:rsid w:val="00C10C7A"/>
    <w:rsid w:val="00C10DE0"/>
    <w:rsid w:val="00C10E25"/>
    <w:rsid w:val="00C10EE4"/>
    <w:rsid w:val="00C10FB5"/>
    <w:rsid w:val="00C110C3"/>
    <w:rsid w:val="00C1173C"/>
    <w:rsid w:val="00C1185F"/>
    <w:rsid w:val="00C11E0B"/>
    <w:rsid w:val="00C1208C"/>
    <w:rsid w:val="00C121D7"/>
    <w:rsid w:val="00C12409"/>
    <w:rsid w:val="00C1260A"/>
    <w:rsid w:val="00C12871"/>
    <w:rsid w:val="00C12A67"/>
    <w:rsid w:val="00C1308D"/>
    <w:rsid w:val="00C133D9"/>
    <w:rsid w:val="00C13D41"/>
    <w:rsid w:val="00C1434E"/>
    <w:rsid w:val="00C14783"/>
    <w:rsid w:val="00C1488F"/>
    <w:rsid w:val="00C149B7"/>
    <w:rsid w:val="00C14FB7"/>
    <w:rsid w:val="00C152C8"/>
    <w:rsid w:val="00C15413"/>
    <w:rsid w:val="00C15CFD"/>
    <w:rsid w:val="00C1600A"/>
    <w:rsid w:val="00C16066"/>
    <w:rsid w:val="00C166DA"/>
    <w:rsid w:val="00C16748"/>
    <w:rsid w:val="00C167A7"/>
    <w:rsid w:val="00C16827"/>
    <w:rsid w:val="00C1686A"/>
    <w:rsid w:val="00C16C2B"/>
    <w:rsid w:val="00C16C47"/>
    <w:rsid w:val="00C171F7"/>
    <w:rsid w:val="00C17B63"/>
    <w:rsid w:val="00C17DBC"/>
    <w:rsid w:val="00C17F8E"/>
    <w:rsid w:val="00C203D4"/>
    <w:rsid w:val="00C2066C"/>
    <w:rsid w:val="00C209E0"/>
    <w:rsid w:val="00C20A8D"/>
    <w:rsid w:val="00C20D1A"/>
    <w:rsid w:val="00C20D55"/>
    <w:rsid w:val="00C20DC8"/>
    <w:rsid w:val="00C21271"/>
    <w:rsid w:val="00C21299"/>
    <w:rsid w:val="00C21344"/>
    <w:rsid w:val="00C217C1"/>
    <w:rsid w:val="00C21A39"/>
    <w:rsid w:val="00C21B4C"/>
    <w:rsid w:val="00C22004"/>
    <w:rsid w:val="00C22CC1"/>
    <w:rsid w:val="00C22D93"/>
    <w:rsid w:val="00C22FE1"/>
    <w:rsid w:val="00C236D7"/>
    <w:rsid w:val="00C239DE"/>
    <w:rsid w:val="00C23DB7"/>
    <w:rsid w:val="00C23DF6"/>
    <w:rsid w:val="00C24847"/>
    <w:rsid w:val="00C249FC"/>
    <w:rsid w:val="00C24A5F"/>
    <w:rsid w:val="00C24B02"/>
    <w:rsid w:val="00C24BDE"/>
    <w:rsid w:val="00C24C04"/>
    <w:rsid w:val="00C24C50"/>
    <w:rsid w:val="00C24F40"/>
    <w:rsid w:val="00C24F70"/>
    <w:rsid w:val="00C25117"/>
    <w:rsid w:val="00C25299"/>
    <w:rsid w:val="00C25526"/>
    <w:rsid w:val="00C25632"/>
    <w:rsid w:val="00C2573D"/>
    <w:rsid w:val="00C257B5"/>
    <w:rsid w:val="00C257EB"/>
    <w:rsid w:val="00C25A33"/>
    <w:rsid w:val="00C25FC9"/>
    <w:rsid w:val="00C263CB"/>
    <w:rsid w:val="00C2660B"/>
    <w:rsid w:val="00C26612"/>
    <w:rsid w:val="00C269A9"/>
    <w:rsid w:val="00C26BF6"/>
    <w:rsid w:val="00C26C78"/>
    <w:rsid w:val="00C2730E"/>
    <w:rsid w:val="00C274AF"/>
    <w:rsid w:val="00C27B69"/>
    <w:rsid w:val="00C3059D"/>
    <w:rsid w:val="00C3080D"/>
    <w:rsid w:val="00C308B0"/>
    <w:rsid w:val="00C30DA1"/>
    <w:rsid w:val="00C31096"/>
    <w:rsid w:val="00C31393"/>
    <w:rsid w:val="00C32F54"/>
    <w:rsid w:val="00C33168"/>
    <w:rsid w:val="00C3338B"/>
    <w:rsid w:val="00C340A2"/>
    <w:rsid w:val="00C34654"/>
    <w:rsid w:val="00C3471F"/>
    <w:rsid w:val="00C34742"/>
    <w:rsid w:val="00C3494B"/>
    <w:rsid w:val="00C34C85"/>
    <w:rsid w:val="00C34E6E"/>
    <w:rsid w:val="00C34F84"/>
    <w:rsid w:val="00C351B0"/>
    <w:rsid w:val="00C35202"/>
    <w:rsid w:val="00C3531C"/>
    <w:rsid w:val="00C35379"/>
    <w:rsid w:val="00C355D4"/>
    <w:rsid w:val="00C3569E"/>
    <w:rsid w:val="00C357A9"/>
    <w:rsid w:val="00C35C5E"/>
    <w:rsid w:val="00C35F43"/>
    <w:rsid w:val="00C36022"/>
    <w:rsid w:val="00C363DD"/>
    <w:rsid w:val="00C36497"/>
    <w:rsid w:val="00C3669E"/>
    <w:rsid w:val="00C367CD"/>
    <w:rsid w:val="00C36A22"/>
    <w:rsid w:val="00C36EA7"/>
    <w:rsid w:val="00C370A4"/>
    <w:rsid w:val="00C3774A"/>
    <w:rsid w:val="00C3791C"/>
    <w:rsid w:val="00C37DCA"/>
    <w:rsid w:val="00C37FE6"/>
    <w:rsid w:val="00C40047"/>
    <w:rsid w:val="00C408EE"/>
    <w:rsid w:val="00C40921"/>
    <w:rsid w:val="00C409DA"/>
    <w:rsid w:val="00C40CF3"/>
    <w:rsid w:val="00C411B4"/>
    <w:rsid w:val="00C411DC"/>
    <w:rsid w:val="00C417B0"/>
    <w:rsid w:val="00C41DDA"/>
    <w:rsid w:val="00C41E9B"/>
    <w:rsid w:val="00C41F76"/>
    <w:rsid w:val="00C420C0"/>
    <w:rsid w:val="00C420D2"/>
    <w:rsid w:val="00C426B7"/>
    <w:rsid w:val="00C426C3"/>
    <w:rsid w:val="00C42728"/>
    <w:rsid w:val="00C42B78"/>
    <w:rsid w:val="00C43339"/>
    <w:rsid w:val="00C44024"/>
    <w:rsid w:val="00C44132"/>
    <w:rsid w:val="00C44692"/>
    <w:rsid w:val="00C4470D"/>
    <w:rsid w:val="00C44753"/>
    <w:rsid w:val="00C44772"/>
    <w:rsid w:val="00C44D37"/>
    <w:rsid w:val="00C451DA"/>
    <w:rsid w:val="00C4559B"/>
    <w:rsid w:val="00C45615"/>
    <w:rsid w:val="00C45643"/>
    <w:rsid w:val="00C456B4"/>
    <w:rsid w:val="00C457FA"/>
    <w:rsid w:val="00C4601B"/>
    <w:rsid w:val="00C4606C"/>
    <w:rsid w:val="00C461CA"/>
    <w:rsid w:val="00C464AF"/>
    <w:rsid w:val="00C46653"/>
    <w:rsid w:val="00C46894"/>
    <w:rsid w:val="00C46952"/>
    <w:rsid w:val="00C46DED"/>
    <w:rsid w:val="00C47108"/>
    <w:rsid w:val="00C4747C"/>
    <w:rsid w:val="00C4790A"/>
    <w:rsid w:val="00C47EC3"/>
    <w:rsid w:val="00C47EF2"/>
    <w:rsid w:val="00C501A9"/>
    <w:rsid w:val="00C5048F"/>
    <w:rsid w:val="00C508D2"/>
    <w:rsid w:val="00C50AEA"/>
    <w:rsid w:val="00C50C0A"/>
    <w:rsid w:val="00C5105A"/>
    <w:rsid w:val="00C51287"/>
    <w:rsid w:val="00C5175C"/>
    <w:rsid w:val="00C519D4"/>
    <w:rsid w:val="00C519E7"/>
    <w:rsid w:val="00C51A17"/>
    <w:rsid w:val="00C52DD8"/>
    <w:rsid w:val="00C53276"/>
    <w:rsid w:val="00C5378A"/>
    <w:rsid w:val="00C537A2"/>
    <w:rsid w:val="00C5450A"/>
    <w:rsid w:val="00C54CCB"/>
    <w:rsid w:val="00C54E19"/>
    <w:rsid w:val="00C55233"/>
    <w:rsid w:val="00C5537D"/>
    <w:rsid w:val="00C55E65"/>
    <w:rsid w:val="00C56029"/>
    <w:rsid w:val="00C562FA"/>
    <w:rsid w:val="00C563C1"/>
    <w:rsid w:val="00C56F59"/>
    <w:rsid w:val="00C572AE"/>
    <w:rsid w:val="00C5734E"/>
    <w:rsid w:val="00C573CF"/>
    <w:rsid w:val="00C57AC9"/>
    <w:rsid w:val="00C57C9B"/>
    <w:rsid w:val="00C60183"/>
    <w:rsid w:val="00C60256"/>
    <w:rsid w:val="00C602C3"/>
    <w:rsid w:val="00C6036F"/>
    <w:rsid w:val="00C607A3"/>
    <w:rsid w:val="00C60DFC"/>
    <w:rsid w:val="00C60FBF"/>
    <w:rsid w:val="00C6148C"/>
    <w:rsid w:val="00C61739"/>
    <w:rsid w:val="00C618AD"/>
    <w:rsid w:val="00C618DD"/>
    <w:rsid w:val="00C61F77"/>
    <w:rsid w:val="00C6219D"/>
    <w:rsid w:val="00C62229"/>
    <w:rsid w:val="00C62477"/>
    <w:rsid w:val="00C625AD"/>
    <w:rsid w:val="00C625B2"/>
    <w:rsid w:val="00C626CA"/>
    <w:rsid w:val="00C62B88"/>
    <w:rsid w:val="00C62CE8"/>
    <w:rsid w:val="00C62D62"/>
    <w:rsid w:val="00C63513"/>
    <w:rsid w:val="00C63753"/>
    <w:rsid w:val="00C637E7"/>
    <w:rsid w:val="00C63A24"/>
    <w:rsid w:val="00C63B06"/>
    <w:rsid w:val="00C63C9B"/>
    <w:rsid w:val="00C640B8"/>
    <w:rsid w:val="00C64102"/>
    <w:rsid w:val="00C64160"/>
    <w:rsid w:val="00C641D3"/>
    <w:rsid w:val="00C641EA"/>
    <w:rsid w:val="00C6475C"/>
    <w:rsid w:val="00C6477E"/>
    <w:rsid w:val="00C64A9F"/>
    <w:rsid w:val="00C64B85"/>
    <w:rsid w:val="00C65017"/>
    <w:rsid w:val="00C6508E"/>
    <w:rsid w:val="00C65283"/>
    <w:rsid w:val="00C659DD"/>
    <w:rsid w:val="00C65A48"/>
    <w:rsid w:val="00C65A74"/>
    <w:rsid w:val="00C65DD7"/>
    <w:rsid w:val="00C6603A"/>
    <w:rsid w:val="00C66047"/>
    <w:rsid w:val="00C66050"/>
    <w:rsid w:val="00C663E8"/>
    <w:rsid w:val="00C66989"/>
    <w:rsid w:val="00C669B9"/>
    <w:rsid w:val="00C66AC3"/>
    <w:rsid w:val="00C66BE1"/>
    <w:rsid w:val="00C6709C"/>
    <w:rsid w:val="00C67142"/>
    <w:rsid w:val="00C6742A"/>
    <w:rsid w:val="00C67885"/>
    <w:rsid w:val="00C67963"/>
    <w:rsid w:val="00C6798F"/>
    <w:rsid w:val="00C67B8C"/>
    <w:rsid w:val="00C67D0A"/>
    <w:rsid w:val="00C67E06"/>
    <w:rsid w:val="00C67E68"/>
    <w:rsid w:val="00C707F3"/>
    <w:rsid w:val="00C70AC5"/>
    <w:rsid w:val="00C70D1C"/>
    <w:rsid w:val="00C71599"/>
    <w:rsid w:val="00C71650"/>
    <w:rsid w:val="00C71699"/>
    <w:rsid w:val="00C716E3"/>
    <w:rsid w:val="00C718BB"/>
    <w:rsid w:val="00C71B95"/>
    <w:rsid w:val="00C71C5A"/>
    <w:rsid w:val="00C72100"/>
    <w:rsid w:val="00C7249F"/>
    <w:rsid w:val="00C72605"/>
    <w:rsid w:val="00C726CC"/>
    <w:rsid w:val="00C72976"/>
    <w:rsid w:val="00C72D42"/>
    <w:rsid w:val="00C72E99"/>
    <w:rsid w:val="00C72F75"/>
    <w:rsid w:val="00C730B8"/>
    <w:rsid w:val="00C731A6"/>
    <w:rsid w:val="00C7350F"/>
    <w:rsid w:val="00C7362A"/>
    <w:rsid w:val="00C73640"/>
    <w:rsid w:val="00C7383F"/>
    <w:rsid w:val="00C73E13"/>
    <w:rsid w:val="00C73E7F"/>
    <w:rsid w:val="00C741BC"/>
    <w:rsid w:val="00C74338"/>
    <w:rsid w:val="00C746A1"/>
    <w:rsid w:val="00C747E7"/>
    <w:rsid w:val="00C74969"/>
    <w:rsid w:val="00C74A0D"/>
    <w:rsid w:val="00C74BF3"/>
    <w:rsid w:val="00C75070"/>
    <w:rsid w:val="00C755CE"/>
    <w:rsid w:val="00C7572F"/>
    <w:rsid w:val="00C75A4D"/>
    <w:rsid w:val="00C75A6B"/>
    <w:rsid w:val="00C75AB8"/>
    <w:rsid w:val="00C761C9"/>
    <w:rsid w:val="00C762DC"/>
    <w:rsid w:val="00C7640E"/>
    <w:rsid w:val="00C764C0"/>
    <w:rsid w:val="00C76676"/>
    <w:rsid w:val="00C767F3"/>
    <w:rsid w:val="00C7695D"/>
    <w:rsid w:val="00C76FE3"/>
    <w:rsid w:val="00C77072"/>
    <w:rsid w:val="00C7731B"/>
    <w:rsid w:val="00C7737C"/>
    <w:rsid w:val="00C77431"/>
    <w:rsid w:val="00C77BDA"/>
    <w:rsid w:val="00C77DEF"/>
    <w:rsid w:val="00C77E20"/>
    <w:rsid w:val="00C801C2"/>
    <w:rsid w:val="00C804EF"/>
    <w:rsid w:val="00C80574"/>
    <w:rsid w:val="00C806A1"/>
    <w:rsid w:val="00C8077A"/>
    <w:rsid w:val="00C812CE"/>
    <w:rsid w:val="00C81315"/>
    <w:rsid w:val="00C815D0"/>
    <w:rsid w:val="00C81A7D"/>
    <w:rsid w:val="00C81B53"/>
    <w:rsid w:val="00C81D78"/>
    <w:rsid w:val="00C82427"/>
    <w:rsid w:val="00C826E6"/>
    <w:rsid w:val="00C8292B"/>
    <w:rsid w:val="00C829A3"/>
    <w:rsid w:val="00C82B70"/>
    <w:rsid w:val="00C82FA5"/>
    <w:rsid w:val="00C8315D"/>
    <w:rsid w:val="00C834BD"/>
    <w:rsid w:val="00C83629"/>
    <w:rsid w:val="00C836D3"/>
    <w:rsid w:val="00C83D2D"/>
    <w:rsid w:val="00C84135"/>
    <w:rsid w:val="00C84150"/>
    <w:rsid w:val="00C84615"/>
    <w:rsid w:val="00C8481C"/>
    <w:rsid w:val="00C84DE0"/>
    <w:rsid w:val="00C85260"/>
    <w:rsid w:val="00C85983"/>
    <w:rsid w:val="00C85A29"/>
    <w:rsid w:val="00C862E0"/>
    <w:rsid w:val="00C86A72"/>
    <w:rsid w:val="00C86D1D"/>
    <w:rsid w:val="00C86FAA"/>
    <w:rsid w:val="00C87449"/>
    <w:rsid w:val="00C87481"/>
    <w:rsid w:val="00C874D8"/>
    <w:rsid w:val="00C87569"/>
    <w:rsid w:val="00C8790C"/>
    <w:rsid w:val="00C87AA7"/>
    <w:rsid w:val="00C9024A"/>
    <w:rsid w:val="00C90590"/>
    <w:rsid w:val="00C90C1E"/>
    <w:rsid w:val="00C91189"/>
    <w:rsid w:val="00C914D1"/>
    <w:rsid w:val="00C916A5"/>
    <w:rsid w:val="00C91B02"/>
    <w:rsid w:val="00C91CDC"/>
    <w:rsid w:val="00C920E8"/>
    <w:rsid w:val="00C92190"/>
    <w:rsid w:val="00C9221E"/>
    <w:rsid w:val="00C92746"/>
    <w:rsid w:val="00C928E6"/>
    <w:rsid w:val="00C929C7"/>
    <w:rsid w:val="00C92B52"/>
    <w:rsid w:val="00C934EE"/>
    <w:rsid w:val="00C936EB"/>
    <w:rsid w:val="00C93A18"/>
    <w:rsid w:val="00C93D92"/>
    <w:rsid w:val="00C946B3"/>
    <w:rsid w:val="00C94793"/>
    <w:rsid w:val="00C94A8A"/>
    <w:rsid w:val="00C951BA"/>
    <w:rsid w:val="00C951FB"/>
    <w:rsid w:val="00C9524D"/>
    <w:rsid w:val="00C953BB"/>
    <w:rsid w:val="00C9575D"/>
    <w:rsid w:val="00C95925"/>
    <w:rsid w:val="00C95D1F"/>
    <w:rsid w:val="00C95EF1"/>
    <w:rsid w:val="00C96716"/>
    <w:rsid w:val="00C96FCA"/>
    <w:rsid w:val="00C971A5"/>
    <w:rsid w:val="00C97494"/>
    <w:rsid w:val="00C9770A"/>
    <w:rsid w:val="00C97731"/>
    <w:rsid w:val="00C97BF8"/>
    <w:rsid w:val="00C97CA8"/>
    <w:rsid w:val="00CA00D6"/>
    <w:rsid w:val="00CA0332"/>
    <w:rsid w:val="00CA0388"/>
    <w:rsid w:val="00CA03A6"/>
    <w:rsid w:val="00CA0758"/>
    <w:rsid w:val="00CA07B1"/>
    <w:rsid w:val="00CA087A"/>
    <w:rsid w:val="00CA107E"/>
    <w:rsid w:val="00CA14D2"/>
    <w:rsid w:val="00CA1AB5"/>
    <w:rsid w:val="00CA1D0B"/>
    <w:rsid w:val="00CA207C"/>
    <w:rsid w:val="00CA2214"/>
    <w:rsid w:val="00CA2352"/>
    <w:rsid w:val="00CA2997"/>
    <w:rsid w:val="00CA2C72"/>
    <w:rsid w:val="00CA2CCE"/>
    <w:rsid w:val="00CA2D85"/>
    <w:rsid w:val="00CA2D97"/>
    <w:rsid w:val="00CA3123"/>
    <w:rsid w:val="00CA322D"/>
    <w:rsid w:val="00CA3372"/>
    <w:rsid w:val="00CA3546"/>
    <w:rsid w:val="00CA3768"/>
    <w:rsid w:val="00CA38A6"/>
    <w:rsid w:val="00CA3D86"/>
    <w:rsid w:val="00CA3F9E"/>
    <w:rsid w:val="00CA401A"/>
    <w:rsid w:val="00CA42CF"/>
    <w:rsid w:val="00CA4321"/>
    <w:rsid w:val="00CA44F5"/>
    <w:rsid w:val="00CA4853"/>
    <w:rsid w:val="00CA4B12"/>
    <w:rsid w:val="00CA522D"/>
    <w:rsid w:val="00CA540B"/>
    <w:rsid w:val="00CA55C4"/>
    <w:rsid w:val="00CA5874"/>
    <w:rsid w:val="00CA59F7"/>
    <w:rsid w:val="00CA5F77"/>
    <w:rsid w:val="00CA62A1"/>
    <w:rsid w:val="00CA666D"/>
    <w:rsid w:val="00CA6B15"/>
    <w:rsid w:val="00CA6BC8"/>
    <w:rsid w:val="00CA70C5"/>
    <w:rsid w:val="00CA741C"/>
    <w:rsid w:val="00CA76C3"/>
    <w:rsid w:val="00CA7B57"/>
    <w:rsid w:val="00CA7CEA"/>
    <w:rsid w:val="00CA7D2F"/>
    <w:rsid w:val="00CA7DBF"/>
    <w:rsid w:val="00CA7FDE"/>
    <w:rsid w:val="00CB07C9"/>
    <w:rsid w:val="00CB09BD"/>
    <w:rsid w:val="00CB0B02"/>
    <w:rsid w:val="00CB14FB"/>
    <w:rsid w:val="00CB15B0"/>
    <w:rsid w:val="00CB1883"/>
    <w:rsid w:val="00CB23F0"/>
    <w:rsid w:val="00CB2AF6"/>
    <w:rsid w:val="00CB2B11"/>
    <w:rsid w:val="00CB2B88"/>
    <w:rsid w:val="00CB31C1"/>
    <w:rsid w:val="00CB3288"/>
    <w:rsid w:val="00CB32BB"/>
    <w:rsid w:val="00CB3B0B"/>
    <w:rsid w:val="00CB4427"/>
    <w:rsid w:val="00CB4568"/>
    <w:rsid w:val="00CB460E"/>
    <w:rsid w:val="00CB4EE4"/>
    <w:rsid w:val="00CB4F15"/>
    <w:rsid w:val="00CB5977"/>
    <w:rsid w:val="00CB5DAD"/>
    <w:rsid w:val="00CB608C"/>
    <w:rsid w:val="00CB6334"/>
    <w:rsid w:val="00CB64A1"/>
    <w:rsid w:val="00CB66A5"/>
    <w:rsid w:val="00CB6946"/>
    <w:rsid w:val="00CB694E"/>
    <w:rsid w:val="00CB6983"/>
    <w:rsid w:val="00CB6ABA"/>
    <w:rsid w:val="00CB6B3C"/>
    <w:rsid w:val="00CB6BF5"/>
    <w:rsid w:val="00CB7449"/>
    <w:rsid w:val="00CB75E4"/>
    <w:rsid w:val="00CB7910"/>
    <w:rsid w:val="00CB7A65"/>
    <w:rsid w:val="00CB7ABA"/>
    <w:rsid w:val="00CB7B02"/>
    <w:rsid w:val="00CB7E11"/>
    <w:rsid w:val="00CC0103"/>
    <w:rsid w:val="00CC0283"/>
    <w:rsid w:val="00CC05FE"/>
    <w:rsid w:val="00CC0848"/>
    <w:rsid w:val="00CC09F5"/>
    <w:rsid w:val="00CC0C6A"/>
    <w:rsid w:val="00CC0DEA"/>
    <w:rsid w:val="00CC0EA7"/>
    <w:rsid w:val="00CC0EF2"/>
    <w:rsid w:val="00CC10D9"/>
    <w:rsid w:val="00CC1794"/>
    <w:rsid w:val="00CC2177"/>
    <w:rsid w:val="00CC22D2"/>
    <w:rsid w:val="00CC246F"/>
    <w:rsid w:val="00CC2A28"/>
    <w:rsid w:val="00CC2C34"/>
    <w:rsid w:val="00CC2FE1"/>
    <w:rsid w:val="00CC3100"/>
    <w:rsid w:val="00CC34D0"/>
    <w:rsid w:val="00CC37EC"/>
    <w:rsid w:val="00CC3A54"/>
    <w:rsid w:val="00CC4583"/>
    <w:rsid w:val="00CC480B"/>
    <w:rsid w:val="00CC501F"/>
    <w:rsid w:val="00CC5040"/>
    <w:rsid w:val="00CC5258"/>
    <w:rsid w:val="00CC52F1"/>
    <w:rsid w:val="00CC5587"/>
    <w:rsid w:val="00CC59DE"/>
    <w:rsid w:val="00CC5A9C"/>
    <w:rsid w:val="00CC5D17"/>
    <w:rsid w:val="00CC60B9"/>
    <w:rsid w:val="00CC61DC"/>
    <w:rsid w:val="00CC643D"/>
    <w:rsid w:val="00CC6984"/>
    <w:rsid w:val="00CC6A18"/>
    <w:rsid w:val="00CC6A47"/>
    <w:rsid w:val="00CC6AAC"/>
    <w:rsid w:val="00CC6CFF"/>
    <w:rsid w:val="00CC6E72"/>
    <w:rsid w:val="00CC7494"/>
    <w:rsid w:val="00CC7636"/>
    <w:rsid w:val="00CC7D2C"/>
    <w:rsid w:val="00CD0228"/>
    <w:rsid w:val="00CD02AA"/>
    <w:rsid w:val="00CD02D7"/>
    <w:rsid w:val="00CD044A"/>
    <w:rsid w:val="00CD0580"/>
    <w:rsid w:val="00CD0CE9"/>
    <w:rsid w:val="00CD14C1"/>
    <w:rsid w:val="00CD1E99"/>
    <w:rsid w:val="00CD1F94"/>
    <w:rsid w:val="00CD200C"/>
    <w:rsid w:val="00CD20E1"/>
    <w:rsid w:val="00CD2382"/>
    <w:rsid w:val="00CD27B4"/>
    <w:rsid w:val="00CD27F2"/>
    <w:rsid w:val="00CD29F8"/>
    <w:rsid w:val="00CD2B51"/>
    <w:rsid w:val="00CD2B9F"/>
    <w:rsid w:val="00CD2DAC"/>
    <w:rsid w:val="00CD2FCE"/>
    <w:rsid w:val="00CD39A7"/>
    <w:rsid w:val="00CD4214"/>
    <w:rsid w:val="00CD42E7"/>
    <w:rsid w:val="00CD4305"/>
    <w:rsid w:val="00CD4446"/>
    <w:rsid w:val="00CD454F"/>
    <w:rsid w:val="00CD4755"/>
    <w:rsid w:val="00CD4ADF"/>
    <w:rsid w:val="00CD5212"/>
    <w:rsid w:val="00CD5421"/>
    <w:rsid w:val="00CD551C"/>
    <w:rsid w:val="00CD5A63"/>
    <w:rsid w:val="00CD60D8"/>
    <w:rsid w:val="00CD6460"/>
    <w:rsid w:val="00CD68A6"/>
    <w:rsid w:val="00CD68BE"/>
    <w:rsid w:val="00CD6D3E"/>
    <w:rsid w:val="00CD710A"/>
    <w:rsid w:val="00CD74AA"/>
    <w:rsid w:val="00CD7918"/>
    <w:rsid w:val="00CE0213"/>
    <w:rsid w:val="00CE0718"/>
    <w:rsid w:val="00CE0842"/>
    <w:rsid w:val="00CE0D7F"/>
    <w:rsid w:val="00CE16E3"/>
    <w:rsid w:val="00CE1BFA"/>
    <w:rsid w:val="00CE1E74"/>
    <w:rsid w:val="00CE22AD"/>
    <w:rsid w:val="00CE2423"/>
    <w:rsid w:val="00CE2706"/>
    <w:rsid w:val="00CE2835"/>
    <w:rsid w:val="00CE2D00"/>
    <w:rsid w:val="00CE3007"/>
    <w:rsid w:val="00CE365D"/>
    <w:rsid w:val="00CE36C8"/>
    <w:rsid w:val="00CE3BAE"/>
    <w:rsid w:val="00CE3C66"/>
    <w:rsid w:val="00CE45B0"/>
    <w:rsid w:val="00CE4F45"/>
    <w:rsid w:val="00CE4FD3"/>
    <w:rsid w:val="00CE5402"/>
    <w:rsid w:val="00CE58AD"/>
    <w:rsid w:val="00CE5A80"/>
    <w:rsid w:val="00CE5B51"/>
    <w:rsid w:val="00CE5D98"/>
    <w:rsid w:val="00CE6059"/>
    <w:rsid w:val="00CE621A"/>
    <w:rsid w:val="00CE6590"/>
    <w:rsid w:val="00CE679A"/>
    <w:rsid w:val="00CE6AB8"/>
    <w:rsid w:val="00CE6B9E"/>
    <w:rsid w:val="00CE6C77"/>
    <w:rsid w:val="00CE6F9B"/>
    <w:rsid w:val="00CE78A7"/>
    <w:rsid w:val="00CE7967"/>
    <w:rsid w:val="00CE7BC6"/>
    <w:rsid w:val="00CE7E01"/>
    <w:rsid w:val="00CF0381"/>
    <w:rsid w:val="00CF0786"/>
    <w:rsid w:val="00CF08DC"/>
    <w:rsid w:val="00CF0A3B"/>
    <w:rsid w:val="00CF0C6E"/>
    <w:rsid w:val="00CF0D69"/>
    <w:rsid w:val="00CF0D6C"/>
    <w:rsid w:val="00CF148E"/>
    <w:rsid w:val="00CF1503"/>
    <w:rsid w:val="00CF151D"/>
    <w:rsid w:val="00CF19DC"/>
    <w:rsid w:val="00CF1BCB"/>
    <w:rsid w:val="00CF1DE5"/>
    <w:rsid w:val="00CF1FAA"/>
    <w:rsid w:val="00CF20F7"/>
    <w:rsid w:val="00CF21E5"/>
    <w:rsid w:val="00CF21F9"/>
    <w:rsid w:val="00CF3359"/>
    <w:rsid w:val="00CF3377"/>
    <w:rsid w:val="00CF3631"/>
    <w:rsid w:val="00CF385B"/>
    <w:rsid w:val="00CF3DCC"/>
    <w:rsid w:val="00CF3FE8"/>
    <w:rsid w:val="00CF40BE"/>
    <w:rsid w:val="00CF4909"/>
    <w:rsid w:val="00CF4B04"/>
    <w:rsid w:val="00CF4B32"/>
    <w:rsid w:val="00CF4D86"/>
    <w:rsid w:val="00CF508C"/>
    <w:rsid w:val="00CF535B"/>
    <w:rsid w:val="00CF5CA3"/>
    <w:rsid w:val="00CF68F6"/>
    <w:rsid w:val="00CF6E44"/>
    <w:rsid w:val="00CF724A"/>
    <w:rsid w:val="00CF77DF"/>
    <w:rsid w:val="00CF789A"/>
    <w:rsid w:val="00CF78B3"/>
    <w:rsid w:val="00CF7970"/>
    <w:rsid w:val="00CF799B"/>
    <w:rsid w:val="00CF79BD"/>
    <w:rsid w:val="00CF7B87"/>
    <w:rsid w:val="00D00445"/>
    <w:rsid w:val="00D0087B"/>
    <w:rsid w:val="00D009BB"/>
    <w:rsid w:val="00D00A8A"/>
    <w:rsid w:val="00D00AFB"/>
    <w:rsid w:val="00D00C94"/>
    <w:rsid w:val="00D00F1B"/>
    <w:rsid w:val="00D01021"/>
    <w:rsid w:val="00D01187"/>
    <w:rsid w:val="00D017A0"/>
    <w:rsid w:val="00D01954"/>
    <w:rsid w:val="00D0198A"/>
    <w:rsid w:val="00D019A3"/>
    <w:rsid w:val="00D02242"/>
    <w:rsid w:val="00D025CB"/>
    <w:rsid w:val="00D02AA3"/>
    <w:rsid w:val="00D02AE8"/>
    <w:rsid w:val="00D02B59"/>
    <w:rsid w:val="00D02EC1"/>
    <w:rsid w:val="00D02F54"/>
    <w:rsid w:val="00D03044"/>
    <w:rsid w:val="00D03625"/>
    <w:rsid w:val="00D03998"/>
    <w:rsid w:val="00D03A27"/>
    <w:rsid w:val="00D03FD3"/>
    <w:rsid w:val="00D040E1"/>
    <w:rsid w:val="00D048EF"/>
    <w:rsid w:val="00D04D3B"/>
    <w:rsid w:val="00D054C6"/>
    <w:rsid w:val="00D05908"/>
    <w:rsid w:val="00D059E6"/>
    <w:rsid w:val="00D05E7C"/>
    <w:rsid w:val="00D05F3F"/>
    <w:rsid w:val="00D06489"/>
    <w:rsid w:val="00D0668E"/>
    <w:rsid w:val="00D06827"/>
    <w:rsid w:val="00D06A07"/>
    <w:rsid w:val="00D06A35"/>
    <w:rsid w:val="00D06AF7"/>
    <w:rsid w:val="00D06FA2"/>
    <w:rsid w:val="00D07369"/>
    <w:rsid w:val="00D07629"/>
    <w:rsid w:val="00D078CC"/>
    <w:rsid w:val="00D07BC2"/>
    <w:rsid w:val="00D07EB0"/>
    <w:rsid w:val="00D102F9"/>
    <w:rsid w:val="00D10420"/>
    <w:rsid w:val="00D10508"/>
    <w:rsid w:val="00D10731"/>
    <w:rsid w:val="00D10A55"/>
    <w:rsid w:val="00D1110C"/>
    <w:rsid w:val="00D11266"/>
    <w:rsid w:val="00D11B3F"/>
    <w:rsid w:val="00D12018"/>
    <w:rsid w:val="00D1226F"/>
    <w:rsid w:val="00D12AC1"/>
    <w:rsid w:val="00D12DF5"/>
    <w:rsid w:val="00D12FA1"/>
    <w:rsid w:val="00D1372E"/>
    <w:rsid w:val="00D13A64"/>
    <w:rsid w:val="00D13C6E"/>
    <w:rsid w:val="00D14392"/>
    <w:rsid w:val="00D143AE"/>
    <w:rsid w:val="00D14530"/>
    <w:rsid w:val="00D147C7"/>
    <w:rsid w:val="00D14CCD"/>
    <w:rsid w:val="00D15177"/>
    <w:rsid w:val="00D1524D"/>
    <w:rsid w:val="00D1531D"/>
    <w:rsid w:val="00D15370"/>
    <w:rsid w:val="00D1581C"/>
    <w:rsid w:val="00D15B45"/>
    <w:rsid w:val="00D16779"/>
    <w:rsid w:val="00D16C4A"/>
    <w:rsid w:val="00D17189"/>
    <w:rsid w:val="00D1731E"/>
    <w:rsid w:val="00D178E6"/>
    <w:rsid w:val="00D17BCB"/>
    <w:rsid w:val="00D17C49"/>
    <w:rsid w:val="00D17F45"/>
    <w:rsid w:val="00D20214"/>
    <w:rsid w:val="00D2033F"/>
    <w:rsid w:val="00D20AA1"/>
    <w:rsid w:val="00D21193"/>
    <w:rsid w:val="00D2138B"/>
    <w:rsid w:val="00D213EE"/>
    <w:rsid w:val="00D21CAF"/>
    <w:rsid w:val="00D21D65"/>
    <w:rsid w:val="00D21F1F"/>
    <w:rsid w:val="00D2209D"/>
    <w:rsid w:val="00D2212F"/>
    <w:rsid w:val="00D22755"/>
    <w:rsid w:val="00D22B3D"/>
    <w:rsid w:val="00D22F30"/>
    <w:rsid w:val="00D22F88"/>
    <w:rsid w:val="00D23240"/>
    <w:rsid w:val="00D2359B"/>
    <w:rsid w:val="00D23610"/>
    <w:rsid w:val="00D23676"/>
    <w:rsid w:val="00D23842"/>
    <w:rsid w:val="00D23AC8"/>
    <w:rsid w:val="00D23BBA"/>
    <w:rsid w:val="00D23D10"/>
    <w:rsid w:val="00D24034"/>
    <w:rsid w:val="00D242BB"/>
    <w:rsid w:val="00D24810"/>
    <w:rsid w:val="00D24D18"/>
    <w:rsid w:val="00D24D92"/>
    <w:rsid w:val="00D2500E"/>
    <w:rsid w:val="00D25231"/>
    <w:rsid w:val="00D25A51"/>
    <w:rsid w:val="00D25BD0"/>
    <w:rsid w:val="00D26A20"/>
    <w:rsid w:val="00D26AA5"/>
    <w:rsid w:val="00D26D39"/>
    <w:rsid w:val="00D271AA"/>
    <w:rsid w:val="00D272FA"/>
    <w:rsid w:val="00D278C6"/>
    <w:rsid w:val="00D3055E"/>
    <w:rsid w:val="00D305BA"/>
    <w:rsid w:val="00D306FF"/>
    <w:rsid w:val="00D31426"/>
    <w:rsid w:val="00D316B5"/>
    <w:rsid w:val="00D31767"/>
    <w:rsid w:val="00D3187E"/>
    <w:rsid w:val="00D31C75"/>
    <w:rsid w:val="00D31CE2"/>
    <w:rsid w:val="00D31F14"/>
    <w:rsid w:val="00D31F15"/>
    <w:rsid w:val="00D31F1F"/>
    <w:rsid w:val="00D3201A"/>
    <w:rsid w:val="00D32DF6"/>
    <w:rsid w:val="00D3360C"/>
    <w:rsid w:val="00D3386D"/>
    <w:rsid w:val="00D3396F"/>
    <w:rsid w:val="00D33F94"/>
    <w:rsid w:val="00D344D3"/>
    <w:rsid w:val="00D34C22"/>
    <w:rsid w:val="00D34ECB"/>
    <w:rsid w:val="00D35021"/>
    <w:rsid w:val="00D35178"/>
    <w:rsid w:val="00D351B0"/>
    <w:rsid w:val="00D3527E"/>
    <w:rsid w:val="00D354B8"/>
    <w:rsid w:val="00D358B2"/>
    <w:rsid w:val="00D36059"/>
    <w:rsid w:val="00D360A6"/>
    <w:rsid w:val="00D360F3"/>
    <w:rsid w:val="00D3632D"/>
    <w:rsid w:val="00D36744"/>
    <w:rsid w:val="00D36CD9"/>
    <w:rsid w:val="00D37616"/>
    <w:rsid w:val="00D37651"/>
    <w:rsid w:val="00D376DE"/>
    <w:rsid w:val="00D377A9"/>
    <w:rsid w:val="00D37B78"/>
    <w:rsid w:val="00D37CE3"/>
    <w:rsid w:val="00D4001E"/>
    <w:rsid w:val="00D4028D"/>
    <w:rsid w:val="00D40539"/>
    <w:rsid w:val="00D406E2"/>
    <w:rsid w:val="00D40D9E"/>
    <w:rsid w:val="00D414AB"/>
    <w:rsid w:val="00D4170D"/>
    <w:rsid w:val="00D41767"/>
    <w:rsid w:val="00D417A5"/>
    <w:rsid w:val="00D41BFC"/>
    <w:rsid w:val="00D41CF1"/>
    <w:rsid w:val="00D41F86"/>
    <w:rsid w:val="00D4258B"/>
    <w:rsid w:val="00D42AA5"/>
    <w:rsid w:val="00D42CC1"/>
    <w:rsid w:val="00D432A6"/>
    <w:rsid w:val="00D432B4"/>
    <w:rsid w:val="00D43667"/>
    <w:rsid w:val="00D43986"/>
    <w:rsid w:val="00D43C5A"/>
    <w:rsid w:val="00D43F3D"/>
    <w:rsid w:val="00D44386"/>
    <w:rsid w:val="00D44805"/>
    <w:rsid w:val="00D448BE"/>
    <w:rsid w:val="00D448FE"/>
    <w:rsid w:val="00D44DE0"/>
    <w:rsid w:val="00D455CB"/>
    <w:rsid w:val="00D45D7A"/>
    <w:rsid w:val="00D45FDC"/>
    <w:rsid w:val="00D46057"/>
    <w:rsid w:val="00D463D7"/>
    <w:rsid w:val="00D4644B"/>
    <w:rsid w:val="00D475C8"/>
    <w:rsid w:val="00D4764F"/>
    <w:rsid w:val="00D47DDB"/>
    <w:rsid w:val="00D501A6"/>
    <w:rsid w:val="00D501C0"/>
    <w:rsid w:val="00D506DA"/>
    <w:rsid w:val="00D50B97"/>
    <w:rsid w:val="00D50C59"/>
    <w:rsid w:val="00D50DC8"/>
    <w:rsid w:val="00D50E30"/>
    <w:rsid w:val="00D513D2"/>
    <w:rsid w:val="00D515F1"/>
    <w:rsid w:val="00D51ECF"/>
    <w:rsid w:val="00D51FA4"/>
    <w:rsid w:val="00D5209E"/>
    <w:rsid w:val="00D52580"/>
    <w:rsid w:val="00D526C5"/>
    <w:rsid w:val="00D52A96"/>
    <w:rsid w:val="00D52C01"/>
    <w:rsid w:val="00D52D81"/>
    <w:rsid w:val="00D53096"/>
    <w:rsid w:val="00D5324A"/>
    <w:rsid w:val="00D532D5"/>
    <w:rsid w:val="00D53487"/>
    <w:rsid w:val="00D537A9"/>
    <w:rsid w:val="00D53E3F"/>
    <w:rsid w:val="00D53EBA"/>
    <w:rsid w:val="00D54037"/>
    <w:rsid w:val="00D54231"/>
    <w:rsid w:val="00D544DD"/>
    <w:rsid w:val="00D54611"/>
    <w:rsid w:val="00D54614"/>
    <w:rsid w:val="00D547C0"/>
    <w:rsid w:val="00D54A03"/>
    <w:rsid w:val="00D54A0D"/>
    <w:rsid w:val="00D54BC6"/>
    <w:rsid w:val="00D54F5A"/>
    <w:rsid w:val="00D551B6"/>
    <w:rsid w:val="00D55271"/>
    <w:rsid w:val="00D55C56"/>
    <w:rsid w:val="00D55E1E"/>
    <w:rsid w:val="00D56160"/>
    <w:rsid w:val="00D5618B"/>
    <w:rsid w:val="00D56258"/>
    <w:rsid w:val="00D56288"/>
    <w:rsid w:val="00D56389"/>
    <w:rsid w:val="00D56584"/>
    <w:rsid w:val="00D565BF"/>
    <w:rsid w:val="00D5689C"/>
    <w:rsid w:val="00D568E9"/>
    <w:rsid w:val="00D56A07"/>
    <w:rsid w:val="00D56BFB"/>
    <w:rsid w:val="00D56D7E"/>
    <w:rsid w:val="00D57088"/>
    <w:rsid w:val="00D572AA"/>
    <w:rsid w:val="00D574B3"/>
    <w:rsid w:val="00D575E4"/>
    <w:rsid w:val="00D57892"/>
    <w:rsid w:val="00D57AB7"/>
    <w:rsid w:val="00D57CCF"/>
    <w:rsid w:val="00D57E49"/>
    <w:rsid w:val="00D60106"/>
    <w:rsid w:val="00D60132"/>
    <w:rsid w:val="00D60258"/>
    <w:rsid w:val="00D606C2"/>
    <w:rsid w:val="00D60A14"/>
    <w:rsid w:val="00D60CC6"/>
    <w:rsid w:val="00D60FAD"/>
    <w:rsid w:val="00D61445"/>
    <w:rsid w:val="00D615DD"/>
    <w:rsid w:val="00D61653"/>
    <w:rsid w:val="00D616CC"/>
    <w:rsid w:val="00D618CA"/>
    <w:rsid w:val="00D61913"/>
    <w:rsid w:val="00D61CB0"/>
    <w:rsid w:val="00D61F44"/>
    <w:rsid w:val="00D624B3"/>
    <w:rsid w:val="00D6272B"/>
    <w:rsid w:val="00D6299D"/>
    <w:rsid w:val="00D62B16"/>
    <w:rsid w:val="00D62BD1"/>
    <w:rsid w:val="00D62C45"/>
    <w:rsid w:val="00D62C81"/>
    <w:rsid w:val="00D632BE"/>
    <w:rsid w:val="00D63A0A"/>
    <w:rsid w:val="00D63A1A"/>
    <w:rsid w:val="00D63D30"/>
    <w:rsid w:val="00D642A5"/>
    <w:rsid w:val="00D6462E"/>
    <w:rsid w:val="00D647F3"/>
    <w:rsid w:val="00D64B2D"/>
    <w:rsid w:val="00D6517C"/>
    <w:rsid w:val="00D6530E"/>
    <w:rsid w:val="00D65656"/>
    <w:rsid w:val="00D65DBE"/>
    <w:rsid w:val="00D65E22"/>
    <w:rsid w:val="00D65F29"/>
    <w:rsid w:val="00D662C1"/>
    <w:rsid w:val="00D66818"/>
    <w:rsid w:val="00D66C46"/>
    <w:rsid w:val="00D66CBC"/>
    <w:rsid w:val="00D672E4"/>
    <w:rsid w:val="00D67573"/>
    <w:rsid w:val="00D67C6A"/>
    <w:rsid w:val="00D67CEA"/>
    <w:rsid w:val="00D67DC0"/>
    <w:rsid w:val="00D67F06"/>
    <w:rsid w:val="00D70122"/>
    <w:rsid w:val="00D70A09"/>
    <w:rsid w:val="00D70A8B"/>
    <w:rsid w:val="00D70C8E"/>
    <w:rsid w:val="00D70FDA"/>
    <w:rsid w:val="00D7153C"/>
    <w:rsid w:val="00D718A3"/>
    <w:rsid w:val="00D71C8F"/>
    <w:rsid w:val="00D71F13"/>
    <w:rsid w:val="00D723FB"/>
    <w:rsid w:val="00D7243D"/>
    <w:rsid w:val="00D7261F"/>
    <w:rsid w:val="00D7276C"/>
    <w:rsid w:val="00D7294D"/>
    <w:rsid w:val="00D72DAF"/>
    <w:rsid w:val="00D730B9"/>
    <w:rsid w:val="00D731CB"/>
    <w:rsid w:val="00D73497"/>
    <w:rsid w:val="00D738C1"/>
    <w:rsid w:val="00D739E9"/>
    <w:rsid w:val="00D739F4"/>
    <w:rsid w:val="00D73AD4"/>
    <w:rsid w:val="00D74101"/>
    <w:rsid w:val="00D748F2"/>
    <w:rsid w:val="00D749AA"/>
    <w:rsid w:val="00D74A98"/>
    <w:rsid w:val="00D74E51"/>
    <w:rsid w:val="00D74F7D"/>
    <w:rsid w:val="00D75057"/>
    <w:rsid w:val="00D754B9"/>
    <w:rsid w:val="00D765A5"/>
    <w:rsid w:val="00D768FE"/>
    <w:rsid w:val="00D76980"/>
    <w:rsid w:val="00D76B59"/>
    <w:rsid w:val="00D7750F"/>
    <w:rsid w:val="00D7754D"/>
    <w:rsid w:val="00D7787E"/>
    <w:rsid w:val="00D778CB"/>
    <w:rsid w:val="00D77A57"/>
    <w:rsid w:val="00D77E7B"/>
    <w:rsid w:val="00D77ECC"/>
    <w:rsid w:val="00D802D3"/>
    <w:rsid w:val="00D80646"/>
    <w:rsid w:val="00D81562"/>
    <w:rsid w:val="00D81567"/>
    <w:rsid w:val="00D817D5"/>
    <w:rsid w:val="00D81AF9"/>
    <w:rsid w:val="00D81EBA"/>
    <w:rsid w:val="00D82026"/>
    <w:rsid w:val="00D8206E"/>
    <w:rsid w:val="00D823E4"/>
    <w:rsid w:val="00D8247D"/>
    <w:rsid w:val="00D82C66"/>
    <w:rsid w:val="00D830D3"/>
    <w:rsid w:val="00D835F5"/>
    <w:rsid w:val="00D839A8"/>
    <w:rsid w:val="00D83B34"/>
    <w:rsid w:val="00D83B7C"/>
    <w:rsid w:val="00D83C03"/>
    <w:rsid w:val="00D842BB"/>
    <w:rsid w:val="00D842DE"/>
    <w:rsid w:val="00D843E2"/>
    <w:rsid w:val="00D847F4"/>
    <w:rsid w:val="00D84ED9"/>
    <w:rsid w:val="00D85150"/>
    <w:rsid w:val="00D852F2"/>
    <w:rsid w:val="00D857B3"/>
    <w:rsid w:val="00D85E17"/>
    <w:rsid w:val="00D85FE3"/>
    <w:rsid w:val="00D861DB"/>
    <w:rsid w:val="00D865E3"/>
    <w:rsid w:val="00D86730"/>
    <w:rsid w:val="00D867FA"/>
    <w:rsid w:val="00D86C06"/>
    <w:rsid w:val="00D86C2B"/>
    <w:rsid w:val="00D86C59"/>
    <w:rsid w:val="00D86D67"/>
    <w:rsid w:val="00D86FEC"/>
    <w:rsid w:val="00D8714F"/>
    <w:rsid w:val="00D8764B"/>
    <w:rsid w:val="00D87744"/>
    <w:rsid w:val="00D87DC8"/>
    <w:rsid w:val="00D90B09"/>
    <w:rsid w:val="00D90E25"/>
    <w:rsid w:val="00D90F7F"/>
    <w:rsid w:val="00D91370"/>
    <w:rsid w:val="00D91676"/>
    <w:rsid w:val="00D91802"/>
    <w:rsid w:val="00D91AB6"/>
    <w:rsid w:val="00D91D52"/>
    <w:rsid w:val="00D91D93"/>
    <w:rsid w:val="00D921A7"/>
    <w:rsid w:val="00D921CA"/>
    <w:rsid w:val="00D928B5"/>
    <w:rsid w:val="00D92C6F"/>
    <w:rsid w:val="00D92C92"/>
    <w:rsid w:val="00D93044"/>
    <w:rsid w:val="00D9317E"/>
    <w:rsid w:val="00D931F2"/>
    <w:rsid w:val="00D937B5"/>
    <w:rsid w:val="00D937E0"/>
    <w:rsid w:val="00D938B7"/>
    <w:rsid w:val="00D93A2B"/>
    <w:rsid w:val="00D93A76"/>
    <w:rsid w:val="00D93CA8"/>
    <w:rsid w:val="00D93D2D"/>
    <w:rsid w:val="00D940C0"/>
    <w:rsid w:val="00D9412B"/>
    <w:rsid w:val="00D94760"/>
    <w:rsid w:val="00D94E3C"/>
    <w:rsid w:val="00D95473"/>
    <w:rsid w:val="00D95A38"/>
    <w:rsid w:val="00D95F00"/>
    <w:rsid w:val="00D95F82"/>
    <w:rsid w:val="00D96709"/>
    <w:rsid w:val="00D967AF"/>
    <w:rsid w:val="00D9689E"/>
    <w:rsid w:val="00D9752A"/>
    <w:rsid w:val="00D97700"/>
    <w:rsid w:val="00D979B6"/>
    <w:rsid w:val="00D97AE5"/>
    <w:rsid w:val="00D97CA7"/>
    <w:rsid w:val="00DA00E8"/>
    <w:rsid w:val="00DA0B38"/>
    <w:rsid w:val="00DA0CBD"/>
    <w:rsid w:val="00DA1379"/>
    <w:rsid w:val="00DA14A4"/>
    <w:rsid w:val="00DA18E9"/>
    <w:rsid w:val="00DA19B5"/>
    <w:rsid w:val="00DA1BDC"/>
    <w:rsid w:val="00DA1C56"/>
    <w:rsid w:val="00DA209D"/>
    <w:rsid w:val="00DA2642"/>
    <w:rsid w:val="00DA26CF"/>
    <w:rsid w:val="00DA2BC1"/>
    <w:rsid w:val="00DA2CB0"/>
    <w:rsid w:val="00DA2DC1"/>
    <w:rsid w:val="00DA2F16"/>
    <w:rsid w:val="00DA311C"/>
    <w:rsid w:val="00DA3225"/>
    <w:rsid w:val="00DA3480"/>
    <w:rsid w:val="00DA363E"/>
    <w:rsid w:val="00DA375F"/>
    <w:rsid w:val="00DA3CE4"/>
    <w:rsid w:val="00DA42EF"/>
    <w:rsid w:val="00DA43F8"/>
    <w:rsid w:val="00DA44BA"/>
    <w:rsid w:val="00DA4610"/>
    <w:rsid w:val="00DA4836"/>
    <w:rsid w:val="00DA4CB2"/>
    <w:rsid w:val="00DA4EB7"/>
    <w:rsid w:val="00DA5357"/>
    <w:rsid w:val="00DA53B1"/>
    <w:rsid w:val="00DA5A68"/>
    <w:rsid w:val="00DA5A82"/>
    <w:rsid w:val="00DA5DDA"/>
    <w:rsid w:val="00DA5E74"/>
    <w:rsid w:val="00DA6263"/>
    <w:rsid w:val="00DA6B81"/>
    <w:rsid w:val="00DA6BE0"/>
    <w:rsid w:val="00DA6C54"/>
    <w:rsid w:val="00DA7C8F"/>
    <w:rsid w:val="00DB050B"/>
    <w:rsid w:val="00DB06D1"/>
    <w:rsid w:val="00DB07AB"/>
    <w:rsid w:val="00DB086D"/>
    <w:rsid w:val="00DB0981"/>
    <w:rsid w:val="00DB0B4D"/>
    <w:rsid w:val="00DB0B8F"/>
    <w:rsid w:val="00DB0D8D"/>
    <w:rsid w:val="00DB1062"/>
    <w:rsid w:val="00DB106A"/>
    <w:rsid w:val="00DB117A"/>
    <w:rsid w:val="00DB1270"/>
    <w:rsid w:val="00DB163E"/>
    <w:rsid w:val="00DB1718"/>
    <w:rsid w:val="00DB1BC4"/>
    <w:rsid w:val="00DB1CA7"/>
    <w:rsid w:val="00DB1F1B"/>
    <w:rsid w:val="00DB225F"/>
    <w:rsid w:val="00DB2556"/>
    <w:rsid w:val="00DB276C"/>
    <w:rsid w:val="00DB28A8"/>
    <w:rsid w:val="00DB2AD7"/>
    <w:rsid w:val="00DB2FD2"/>
    <w:rsid w:val="00DB3353"/>
    <w:rsid w:val="00DB3C1C"/>
    <w:rsid w:val="00DB3E72"/>
    <w:rsid w:val="00DB403B"/>
    <w:rsid w:val="00DB43EA"/>
    <w:rsid w:val="00DB4451"/>
    <w:rsid w:val="00DB450A"/>
    <w:rsid w:val="00DB47AC"/>
    <w:rsid w:val="00DB481D"/>
    <w:rsid w:val="00DB4B23"/>
    <w:rsid w:val="00DB4FF7"/>
    <w:rsid w:val="00DB5018"/>
    <w:rsid w:val="00DB50B9"/>
    <w:rsid w:val="00DB5333"/>
    <w:rsid w:val="00DB534F"/>
    <w:rsid w:val="00DB5355"/>
    <w:rsid w:val="00DB541B"/>
    <w:rsid w:val="00DB554B"/>
    <w:rsid w:val="00DB56D9"/>
    <w:rsid w:val="00DB5955"/>
    <w:rsid w:val="00DB5ABB"/>
    <w:rsid w:val="00DB5AD2"/>
    <w:rsid w:val="00DB63C9"/>
    <w:rsid w:val="00DB6405"/>
    <w:rsid w:val="00DB6532"/>
    <w:rsid w:val="00DB6594"/>
    <w:rsid w:val="00DB66F6"/>
    <w:rsid w:val="00DB6705"/>
    <w:rsid w:val="00DB678B"/>
    <w:rsid w:val="00DB6C5C"/>
    <w:rsid w:val="00DB6D63"/>
    <w:rsid w:val="00DB7103"/>
    <w:rsid w:val="00DB7185"/>
    <w:rsid w:val="00DB7474"/>
    <w:rsid w:val="00DB75FB"/>
    <w:rsid w:val="00DB788F"/>
    <w:rsid w:val="00DB7FAC"/>
    <w:rsid w:val="00DC00A1"/>
    <w:rsid w:val="00DC01B5"/>
    <w:rsid w:val="00DC073C"/>
    <w:rsid w:val="00DC0D8C"/>
    <w:rsid w:val="00DC0FD2"/>
    <w:rsid w:val="00DC12D5"/>
    <w:rsid w:val="00DC14B5"/>
    <w:rsid w:val="00DC15CA"/>
    <w:rsid w:val="00DC1CE9"/>
    <w:rsid w:val="00DC1D23"/>
    <w:rsid w:val="00DC26FF"/>
    <w:rsid w:val="00DC2CD2"/>
    <w:rsid w:val="00DC3289"/>
    <w:rsid w:val="00DC355F"/>
    <w:rsid w:val="00DC3B8A"/>
    <w:rsid w:val="00DC3F46"/>
    <w:rsid w:val="00DC4149"/>
    <w:rsid w:val="00DC43D5"/>
    <w:rsid w:val="00DC440A"/>
    <w:rsid w:val="00DC470A"/>
    <w:rsid w:val="00DC4C89"/>
    <w:rsid w:val="00DC4FD3"/>
    <w:rsid w:val="00DC509E"/>
    <w:rsid w:val="00DC53F2"/>
    <w:rsid w:val="00DC5492"/>
    <w:rsid w:val="00DC560F"/>
    <w:rsid w:val="00DC5A59"/>
    <w:rsid w:val="00DC6316"/>
    <w:rsid w:val="00DC6462"/>
    <w:rsid w:val="00DC668D"/>
    <w:rsid w:val="00DC69AE"/>
    <w:rsid w:val="00DC6A4E"/>
    <w:rsid w:val="00DC6F5A"/>
    <w:rsid w:val="00DC7206"/>
    <w:rsid w:val="00DC7F7D"/>
    <w:rsid w:val="00DD0053"/>
    <w:rsid w:val="00DD00F7"/>
    <w:rsid w:val="00DD0196"/>
    <w:rsid w:val="00DD028C"/>
    <w:rsid w:val="00DD02CF"/>
    <w:rsid w:val="00DD06F9"/>
    <w:rsid w:val="00DD072E"/>
    <w:rsid w:val="00DD07E1"/>
    <w:rsid w:val="00DD0D61"/>
    <w:rsid w:val="00DD0F40"/>
    <w:rsid w:val="00DD0F7C"/>
    <w:rsid w:val="00DD0FBA"/>
    <w:rsid w:val="00DD10AA"/>
    <w:rsid w:val="00DD10E4"/>
    <w:rsid w:val="00DD1277"/>
    <w:rsid w:val="00DD162D"/>
    <w:rsid w:val="00DD182D"/>
    <w:rsid w:val="00DD1870"/>
    <w:rsid w:val="00DD1892"/>
    <w:rsid w:val="00DD220A"/>
    <w:rsid w:val="00DD2251"/>
    <w:rsid w:val="00DD22FF"/>
    <w:rsid w:val="00DD275C"/>
    <w:rsid w:val="00DD27AD"/>
    <w:rsid w:val="00DD294E"/>
    <w:rsid w:val="00DD2BBB"/>
    <w:rsid w:val="00DD2CC2"/>
    <w:rsid w:val="00DD2DA0"/>
    <w:rsid w:val="00DD2E3A"/>
    <w:rsid w:val="00DD2F60"/>
    <w:rsid w:val="00DD3056"/>
    <w:rsid w:val="00DD306C"/>
    <w:rsid w:val="00DD32ED"/>
    <w:rsid w:val="00DD3CDB"/>
    <w:rsid w:val="00DD3CE2"/>
    <w:rsid w:val="00DD3F37"/>
    <w:rsid w:val="00DD41B1"/>
    <w:rsid w:val="00DD4505"/>
    <w:rsid w:val="00DD4867"/>
    <w:rsid w:val="00DD4A70"/>
    <w:rsid w:val="00DD4B0B"/>
    <w:rsid w:val="00DD4F1E"/>
    <w:rsid w:val="00DD5085"/>
    <w:rsid w:val="00DD50DF"/>
    <w:rsid w:val="00DD5131"/>
    <w:rsid w:val="00DD5434"/>
    <w:rsid w:val="00DD5486"/>
    <w:rsid w:val="00DD588F"/>
    <w:rsid w:val="00DD5A18"/>
    <w:rsid w:val="00DD6160"/>
    <w:rsid w:val="00DD648B"/>
    <w:rsid w:val="00DD650F"/>
    <w:rsid w:val="00DD696F"/>
    <w:rsid w:val="00DD6C25"/>
    <w:rsid w:val="00DD7208"/>
    <w:rsid w:val="00DD72BC"/>
    <w:rsid w:val="00DD7509"/>
    <w:rsid w:val="00DD7650"/>
    <w:rsid w:val="00DD7A8C"/>
    <w:rsid w:val="00DD7B1E"/>
    <w:rsid w:val="00DE045D"/>
    <w:rsid w:val="00DE047C"/>
    <w:rsid w:val="00DE099C"/>
    <w:rsid w:val="00DE0D85"/>
    <w:rsid w:val="00DE0E61"/>
    <w:rsid w:val="00DE0F82"/>
    <w:rsid w:val="00DE143D"/>
    <w:rsid w:val="00DE1498"/>
    <w:rsid w:val="00DE1DB1"/>
    <w:rsid w:val="00DE24AD"/>
    <w:rsid w:val="00DE28AA"/>
    <w:rsid w:val="00DE2901"/>
    <w:rsid w:val="00DE3233"/>
    <w:rsid w:val="00DE3241"/>
    <w:rsid w:val="00DE3378"/>
    <w:rsid w:val="00DE3380"/>
    <w:rsid w:val="00DE3638"/>
    <w:rsid w:val="00DE3645"/>
    <w:rsid w:val="00DE377B"/>
    <w:rsid w:val="00DE3852"/>
    <w:rsid w:val="00DE3CE7"/>
    <w:rsid w:val="00DE3F75"/>
    <w:rsid w:val="00DE4062"/>
    <w:rsid w:val="00DE411A"/>
    <w:rsid w:val="00DE4166"/>
    <w:rsid w:val="00DE4202"/>
    <w:rsid w:val="00DE4478"/>
    <w:rsid w:val="00DE4660"/>
    <w:rsid w:val="00DE49B5"/>
    <w:rsid w:val="00DE4A11"/>
    <w:rsid w:val="00DE534F"/>
    <w:rsid w:val="00DE553D"/>
    <w:rsid w:val="00DE55A7"/>
    <w:rsid w:val="00DE5C92"/>
    <w:rsid w:val="00DE5CAF"/>
    <w:rsid w:val="00DE6167"/>
    <w:rsid w:val="00DE6201"/>
    <w:rsid w:val="00DE6433"/>
    <w:rsid w:val="00DE6833"/>
    <w:rsid w:val="00DE68D9"/>
    <w:rsid w:val="00DE69C1"/>
    <w:rsid w:val="00DE6CF8"/>
    <w:rsid w:val="00DE6F47"/>
    <w:rsid w:val="00DE73F0"/>
    <w:rsid w:val="00DE7937"/>
    <w:rsid w:val="00DE7A3A"/>
    <w:rsid w:val="00DF0187"/>
    <w:rsid w:val="00DF0635"/>
    <w:rsid w:val="00DF07CF"/>
    <w:rsid w:val="00DF09AD"/>
    <w:rsid w:val="00DF0A93"/>
    <w:rsid w:val="00DF0A97"/>
    <w:rsid w:val="00DF0D9D"/>
    <w:rsid w:val="00DF0F76"/>
    <w:rsid w:val="00DF1298"/>
    <w:rsid w:val="00DF1477"/>
    <w:rsid w:val="00DF19FE"/>
    <w:rsid w:val="00DF24CD"/>
    <w:rsid w:val="00DF2A85"/>
    <w:rsid w:val="00DF2BCA"/>
    <w:rsid w:val="00DF2C0D"/>
    <w:rsid w:val="00DF2EFA"/>
    <w:rsid w:val="00DF3484"/>
    <w:rsid w:val="00DF34BF"/>
    <w:rsid w:val="00DF35E8"/>
    <w:rsid w:val="00DF37B4"/>
    <w:rsid w:val="00DF386C"/>
    <w:rsid w:val="00DF38EC"/>
    <w:rsid w:val="00DF3955"/>
    <w:rsid w:val="00DF3CD8"/>
    <w:rsid w:val="00DF3DD0"/>
    <w:rsid w:val="00DF40D6"/>
    <w:rsid w:val="00DF45DD"/>
    <w:rsid w:val="00DF4A1C"/>
    <w:rsid w:val="00DF4AE4"/>
    <w:rsid w:val="00DF4B08"/>
    <w:rsid w:val="00DF527D"/>
    <w:rsid w:val="00DF545A"/>
    <w:rsid w:val="00DF5A6D"/>
    <w:rsid w:val="00DF5B6B"/>
    <w:rsid w:val="00DF5B86"/>
    <w:rsid w:val="00DF64A3"/>
    <w:rsid w:val="00DF7037"/>
    <w:rsid w:val="00DF72C9"/>
    <w:rsid w:val="00DF73C8"/>
    <w:rsid w:val="00DF7456"/>
    <w:rsid w:val="00DF77B0"/>
    <w:rsid w:val="00DF7B34"/>
    <w:rsid w:val="00DF7C4E"/>
    <w:rsid w:val="00DF7DF2"/>
    <w:rsid w:val="00DF7F26"/>
    <w:rsid w:val="00E001C2"/>
    <w:rsid w:val="00E001CE"/>
    <w:rsid w:val="00E005C6"/>
    <w:rsid w:val="00E005CC"/>
    <w:rsid w:val="00E00606"/>
    <w:rsid w:val="00E0060E"/>
    <w:rsid w:val="00E00B76"/>
    <w:rsid w:val="00E00C9D"/>
    <w:rsid w:val="00E00F68"/>
    <w:rsid w:val="00E00FD3"/>
    <w:rsid w:val="00E01211"/>
    <w:rsid w:val="00E0123A"/>
    <w:rsid w:val="00E01ACB"/>
    <w:rsid w:val="00E01D73"/>
    <w:rsid w:val="00E020FD"/>
    <w:rsid w:val="00E0213F"/>
    <w:rsid w:val="00E021EC"/>
    <w:rsid w:val="00E0239E"/>
    <w:rsid w:val="00E02AA4"/>
    <w:rsid w:val="00E02AC7"/>
    <w:rsid w:val="00E02F58"/>
    <w:rsid w:val="00E031C1"/>
    <w:rsid w:val="00E03A14"/>
    <w:rsid w:val="00E03BF8"/>
    <w:rsid w:val="00E04432"/>
    <w:rsid w:val="00E04658"/>
    <w:rsid w:val="00E046A3"/>
    <w:rsid w:val="00E0479D"/>
    <w:rsid w:val="00E048F2"/>
    <w:rsid w:val="00E04995"/>
    <w:rsid w:val="00E04A31"/>
    <w:rsid w:val="00E04DD3"/>
    <w:rsid w:val="00E04FA7"/>
    <w:rsid w:val="00E05217"/>
    <w:rsid w:val="00E059D6"/>
    <w:rsid w:val="00E05BB4"/>
    <w:rsid w:val="00E05CD3"/>
    <w:rsid w:val="00E05DB7"/>
    <w:rsid w:val="00E05E38"/>
    <w:rsid w:val="00E06505"/>
    <w:rsid w:val="00E06648"/>
    <w:rsid w:val="00E066D6"/>
    <w:rsid w:val="00E06A70"/>
    <w:rsid w:val="00E06D89"/>
    <w:rsid w:val="00E06F3C"/>
    <w:rsid w:val="00E073A2"/>
    <w:rsid w:val="00E07679"/>
    <w:rsid w:val="00E078F5"/>
    <w:rsid w:val="00E079D9"/>
    <w:rsid w:val="00E07B67"/>
    <w:rsid w:val="00E07EA6"/>
    <w:rsid w:val="00E07EFE"/>
    <w:rsid w:val="00E102FE"/>
    <w:rsid w:val="00E10A2B"/>
    <w:rsid w:val="00E10E77"/>
    <w:rsid w:val="00E11278"/>
    <w:rsid w:val="00E11285"/>
    <w:rsid w:val="00E11353"/>
    <w:rsid w:val="00E1145E"/>
    <w:rsid w:val="00E114DE"/>
    <w:rsid w:val="00E1183A"/>
    <w:rsid w:val="00E11E98"/>
    <w:rsid w:val="00E122AC"/>
    <w:rsid w:val="00E123FF"/>
    <w:rsid w:val="00E124AD"/>
    <w:rsid w:val="00E12572"/>
    <w:rsid w:val="00E12624"/>
    <w:rsid w:val="00E1263B"/>
    <w:rsid w:val="00E12BDD"/>
    <w:rsid w:val="00E12C04"/>
    <w:rsid w:val="00E12D35"/>
    <w:rsid w:val="00E13225"/>
    <w:rsid w:val="00E133E0"/>
    <w:rsid w:val="00E135EF"/>
    <w:rsid w:val="00E138E5"/>
    <w:rsid w:val="00E13911"/>
    <w:rsid w:val="00E13915"/>
    <w:rsid w:val="00E1406E"/>
    <w:rsid w:val="00E14093"/>
    <w:rsid w:val="00E14B4B"/>
    <w:rsid w:val="00E14C3F"/>
    <w:rsid w:val="00E14CB9"/>
    <w:rsid w:val="00E15285"/>
    <w:rsid w:val="00E152C3"/>
    <w:rsid w:val="00E1556E"/>
    <w:rsid w:val="00E15588"/>
    <w:rsid w:val="00E15598"/>
    <w:rsid w:val="00E1599A"/>
    <w:rsid w:val="00E15E59"/>
    <w:rsid w:val="00E16143"/>
    <w:rsid w:val="00E16B61"/>
    <w:rsid w:val="00E16C6A"/>
    <w:rsid w:val="00E170AF"/>
    <w:rsid w:val="00E1715D"/>
    <w:rsid w:val="00E172F9"/>
    <w:rsid w:val="00E1739C"/>
    <w:rsid w:val="00E1739F"/>
    <w:rsid w:val="00E17613"/>
    <w:rsid w:val="00E1789C"/>
    <w:rsid w:val="00E203B9"/>
    <w:rsid w:val="00E204D5"/>
    <w:rsid w:val="00E2058B"/>
    <w:rsid w:val="00E20822"/>
    <w:rsid w:val="00E20CA4"/>
    <w:rsid w:val="00E2125F"/>
    <w:rsid w:val="00E21452"/>
    <w:rsid w:val="00E214F4"/>
    <w:rsid w:val="00E218FA"/>
    <w:rsid w:val="00E21C30"/>
    <w:rsid w:val="00E21E01"/>
    <w:rsid w:val="00E21F02"/>
    <w:rsid w:val="00E221F7"/>
    <w:rsid w:val="00E22AB7"/>
    <w:rsid w:val="00E22BCE"/>
    <w:rsid w:val="00E22F89"/>
    <w:rsid w:val="00E22F9D"/>
    <w:rsid w:val="00E22FE1"/>
    <w:rsid w:val="00E23049"/>
    <w:rsid w:val="00E23C1C"/>
    <w:rsid w:val="00E23CE8"/>
    <w:rsid w:val="00E23E8D"/>
    <w:rsid w:val="00E24000"/>
    <w:rsid w:val="00E2400B"/>
    <w:rsid w:val="00E24209"/>
    <w:rsid w:val="00E246EF"/>
    <w:rsid w:val="00E249C2"/>
    <w:rsid w:val="00E249E4"/>
    <w:rsid w:val="00E249F8"/>
    <w:rsid w:val="00E24AE2"/>
    <w:rsid w:val="00E24B56"/>
    <w:rsid w:val="00E24C5B"/>
    <w:rsid w:val="00E24E1E"/>
    <w:rsid w:val="00E25194"/>
    <w:rsid w:val="00E25210"/>
    <w:rsid w:val="00E25462"/>
    <w:rsid w:val="00E2567D"/>
    <w:rsid w:val="00E25A57"/>
    <w:rsid w:val="00E25D01"/>
    <w:rsid w:val="00E25F48"/>
    <w:rsid w:val="00E2606C"/>
    <w:rsid w:val="00E265D7"/>
    <w:rsid w:val="00E2678B"/>
    <w:rsid w:val="00E269F1"/>
    <w:rsid w:val="00E2751F"/>
    <w:rsid w:val="00E275B3"/>
    <w:rsid w:val="00E27F25"/>
    <w:rsid w:val="00E306AA"/>
    <w:rsid w:val="00E30C1A"/>
    <w:rsid w:val="00E30E79"/>
    <w:rsid w:val="00E30EB6"/>
    <w:rsid w:val="00E30F66"/>
    <w:rsid w:val="00E30F8E"/>
    <w:rsid w:val="00E311EA"/>
    <w:rsid w:val="00E31974"/>
    <w:rsid w:val="00E31BB9"/>
    <w:rsid w:val="00E31EFE"/>
    <w:rsid w:val="00E320B0"/>
    <w:rsid w:val="00E320C3"/>
    <w:rsid w:val="00E3220B"/>
    <w:rsid w:val="00E3222A"/>
    <w:rsid w:val="00E323F4"/>
    <w:rsid w:val="00E324B8"/>
    <w:rsid w:val="00E32796"/>
    <w:rsid w:val="00E328F5"/>
    <w:rsid w:val="00E32C56"/>
    <w:rsid w:val="00E32CA5"/>
    <w:rsid w:val="00E330C7"/>
    <w:rsid w:val="00E33147"/>
    <w:rsid w:val="00E33151"/>
    <w:rsid w:val="00E336C6"/>
    <w:rsid w:val="00E33AC3"/>
    <w:rsid w:val="00E3403E"/>
    <w:rsid w:val="00E34240"/>
    <w:rsid w:val="00E34901"/>
    <w:rsid w:val="00E349D5"/>
    <w:rsid w:val="00E35005"/>
    <w:rsid w:val="00E3597A"/>
    <w:rsid w:val="00E35990"/>
    <w:rsid w:val="00E35B45"/>
    <w:rsid w:val="00E35F11"/>
    <w:rsid w:val="00E361B1"/>
    <w:rsid w:val="00E364F3"/>
    <w:rsid w:val="00E3681B"/>
    <w:rsid w:val="00E36FEC"/>
    <w:rsid w:val="00E37708"/>
    <w:rsid w:val="00E377B3"/>
    <w:rsid w:val="00E37A2A"/>
    <w:rsid w:val="00E37B43"/>
    <w:rsid w:val="00E37ECE"/>
    <w:rsid w:val="00E37F47"/>
    <w:rsid w:val="00E37FAA"/>
    <w:rsid w:val="00E40293"/>
    <w:rsid w:val="00E403F9"/>
    <w:rsid w:val="00E4076B"/>
    <w:rsid w:val="00E408FC"/>
    <w:rsid w:val="00E40A49"/>
    <w:rsid w:val="00E40D3B"/>
    <w:rsid w:val="00E4123F"/>
    <w:rsid w:val="00E41251"/>
    <w:rsid w:val="00E415A4"/>
    <w:rsid w:val="00E41875"/>
    <w:rsid w:val="00E418FA"/>
    <w:rsid w:val="00E41C38"/>
    <w:rsid w:val="00E41E77"/>
    <w:rsid w:val="00E42972"/>
    <w:rsid w:val="00E42D0E"/>
    <w:rsid w:val="00E42EC3"/>
    <w:rsid w:val="00E43006"/>
    <w:rsid w:val="00E43136"/>
    <w:rsid w:val="00E43150"/>
    <w:rsid w:val="00E4357D"/>
    <w:rsid w:val="00E438AB"/>
    <w:rsid w:val="00E43A41"/>
    <w:rsid w:val="00E43AEC"/>
    <w:rsid w:val="00E43D98"/>
    <w:rsid w:val="00E43ED6"/>
    <w:rsid w:val="00E44215"/>
    <w:rsid w:val="00E44304"/>
    <w:rsid w:val="00E444D3"/>
    <w:rsid w:val="00E44502"/>
    <w:rsid w:val="00E450F0"/>
    <w:rsid w:val="00E45155"/>
    <w:rsid w:val="00E4517D"/>
    <w:rsid w:val="00E453DE"/>
    <w:rsid w:val="00E4541D"/>
    <w:rsid w:val="00E45492"/>
    <w:rsid w:val="00E45714"/>
    <w:rsid w:val="00E457ED"/>
    <w:rsid w:val="00E45965"/>
    <w:rsid w:val="00E45C8E"/>
    <w:rsid w:val="00E45D07"/>
    <w:rsid w:val="00E45DF1"/>
    <w:rsid w:val="00E45EF6"/>
    <w:rsid w:val="00E46159"/>
    <w:rsid w:val="00E467BF"/>
    <w:rsid w:val="00E46996"/>
    <w:rsid w:val="00E46E8E"/>
    <w:rsid w:val="00E470DE"/>
    <w:rsid w:val="00E47542"/>
    <w:rsid w:val="00E47A36"/>
    <w:rsid w:val="00E5070B"/>
    <w:rsid w:val="00E50BBC"/>
    <w:rsid w:val="00E51138"/>
    <w:rsid w:val="00E5118C"/>
    <w:rsid w:val="00E5135D"/>
    <w:rsid w:val="00E518C9"/>
    <w:rsid w:val="00E51BBC"/>
    <w:rsid w:val="00E51C16"/>
    <w:rsid w:val="00E522A6"/>
    <w:rsid w:val="00E52875"/>
    <w:rsid w:val="00E5288B"/>
    <w:rsid w:val="00E52A05"/>
    <w:rsid w:val="00E52A50"/>
    <w:rsid w:val="00E52F40"/>
    <w:rsid w:val="00E5347D"/>
    <w:rsid w:val="00E5355C"/>
    <w:rsid w:val="00E5359F"/>
    <w:rsid w:val="00E536B3"/>
    <w:rsid w:val="00E53801"/>
    <w:rsid w:val="00E53822"/>
    <w:rsid w:val="00E538BB"/>
    <w:rsid w:val="00E53976"/>
    <w:rsid w:val="00E53BD3"/>
    <w:rsid w:val="00E54AFE"/>
    <w:rsid w:val="00E54F6D"/>
    <w:rsid w:val="00E5503D"/>
    <w:rsid w:val="00E55097"/>
    <w:rsid w:val="00E55662"/>
    <w:rsid w:val="00E55B8E"/>
    <w:rsid w:val="00E56C1D"/>
    <w:rsid w:val="00E56D62"/>
    <w:rsid w:val="00E57647"/>
    <w:rsid w:val="00E5774D"/>
    <w:rsid w:val="00E57F67"/>
    <w:rsid w:val="00E57FE4"/>
    <w:rsid w:val="00E60389"/>
    <w:rsid w:val="00E60A88"/>
    <w:rsid w:val="00E61084"/>
    <w:rsid w:val="00E616B6"/>
    <w:rsid w:val="00E61E94"/>
    <w:rsid w:val="00E61ED4"/>
    <w:rsid w:val="00E61F77"/>
    <w:rsid w:val="00E61FFB"/>
    <w:rsid w:val="00E62123"/>
    <w:rsid w:val="00E62129"/>
    <w:rsid w:val="00E62170"/>
    <w:rsid w:val="00E6265C"/>
    <w:rsid w:val="00E62AEE"/>
    <w:rsid w:val="00E62B54"/>
    <w:rsid w:val="00E62CDC"/>
    <w:rsid w:val="00E633BD"/>
    <w:rsid w:val="00E634C6"/>
    <w:rsid w:val="00E634DD"/>
    <w:rsid w:val="00E6390F"/>
    <w:rsid w:val="00E63948"/>
    <w:rsid w:val="00E640BC"/>
    <w:rsid w:val="00E6431C"/>
    <w:rsid w:val="00E644FD"/>
    <w:rsid w:val="00E64618"/>
    <w:rsid w:val="00E646A1"/>
    <w:rsid w:val="00E646EA"/>
    <w:rsid w:val="00E64F14"/>
    <w:rsid w:val="00E6535A"/>
    <w:rsid w:val="00E65AF8"/>
    <w:rsid w:val="00E65D6D"/>
    <w:rsid w:val="00E66330"/>
    <w:rsid w:val="00E66537"/>
    <w:rsid w:val="00E66778"/>
    <w:rsid w:val="00E66A86"/>
    <w:rsid w:val="00E66AB4"/>
    <w:rsid w:val="00E66BFD"/>
    <w:rsid w:val="00E66EC4"/>
    <w:rsid w:val="00E67136"/>
    <w:rsid w:val="00E673AE"/>
    <w:rsid w:val="00E6757D"/>
    <w:rsid w:val="00E67710"/>
    <w:rsid w:val="00E679FE"/>
    <w:rsid w:val="00E67A51"/>
    <w:rsid w:val="00E67D50"/>
    <w:rsid w:val="00E700C8"/>
    <w:rsid w:val="00E7024D"/>
    <w:rsid w:val="00E70667"/>
    <w:rsid w:val="00E70BF3"/>
    <w:rsid w:val="00E70F58"/>
    <w:rsid w:val="00E7107D"/>
    <w:rsid w:val="00E71293"/>
    <w:rsid w:val="00E71441"/>
    <w:rsid w:val="00E714DF"/>
    <w:rsid w:val="00E7188C"/>
    <w:rsid w:val="00E71977"/>
    <w:rsid w:val="00E71DC8"/>
    <w:rsid w:val="00E71E22"/>
    <w:rsid w:val="00E724E4"/>
    <w:rsid w:val="00E727F5"/>
    <w:rsid w:val="00E729F4"/>
    <w:rsid w:val="00E72A86"/>
    <w:rsid w:val="00E72BEE"/>
    <w:rsid w:val="00E7345D"/>
    <w:rsid w:val="00E7359C"/>
    <w:rsid w:val="00E735F7"/>
    <w:rsid w:val="00E73802"/>
    <w:rsid w:val="00E73833"/>
    <w:rsid w:val="00E738BE"/>
    <w:rsid w:val="00E7390B"/>
    <w:rsid w:val="00E73A62"/>
    <w:rsid w:val="00E73C57"/>
    <w:rsid w:val="00E7410F"/>
    <w:rsid w:val="00E746FA"/>
    <w:rsid w:val="00E749DD"/>
    <w:rsid w:val="00E74A76"/>
    <w:rsid w:val="00E74BDC"/>
    <w:rsid w:val="00E74D69"/>
    <w:rsid w:val="00E74DC6"/>
    <w:rsid w:val="00E74EFE"/>
    <w:rsid w:val="00E74F5C"/>
    <w:rsid w:val="00E753E7"/>
    <w:rsid w:val="00E7592E"/>
    <w:rsid w:val="00E75A0F"/>
    <w:rsid w:val="00E75C37"/>
    <w:rsid w:val="00E75D11"/>
    <w:rsid w:val="00E763CE"/>
    <w:rsid w:val="00E76518"/>
    <w:rsid w:val="00E76601"/>
    <w:rsid w:val="00E76968"/>
    <w:rsid w:val="00E769CD"/>
    <w:rsid w:val="00E769D7"/>
    <w:rsid w:val="00E76DA1"/>
    <w:rsid w:val="00E76F82"/>
    <w:rsid w:val="00E77817"/>
    <w:rsid w:val="00E77D4A"/>
    <w:rsid w:val="00E8011C"/>
    <w:rsid w:val="00E80732"/>
    <w:rsid w:val="00E81277"/>
    <w:rsid w:val="00E819DE"/>
    <w:rsid w:val="00E81B90"/>
    <w:rsid w:val="00E81DC7"/>
    <w:rsid w:val="00E81E02"/>
    <w:rsid w:val="00E82C19"/>
    <w:rsid w:val="00E83308"/>
    <w:rsid w:val="00E83700"/>
    <w:rsid w:val="00E8386D"/>
    <w:rsid w:val="00E83A75"/>
    <w:rsid w:val="00E8407E"/>
    <w:rsid w:val="00E84226"/>
    <w:rsid w:val="00E84721"/>
    <w:rsid w:val="00E84C2A"/>
    <w:rsid w:val="00E84C33"/>
    <w:rsid w:val="00E84C86"/>
    <w:rsid w:val="00E84E1E"/>
    <w:rsid w:val="00E85095"/>
    <w:rsid w:val="00E853E8"/>
    <w:rsid w:val="00E85568"/>
    <w:rsid w:val="00E859F2"/>
    <w:rsid w:val="00E85B2D"/>
    <w:rsid w:val="00E85B73"/>
    <w:rsid w:val="00E85D3A"/>
    <w:rsid w:val="00E85DB3"/>
    <w:rsid w:val="00E85EE6"/>
    <w:rsid w:val="00E8612B"/>
    <w:rsid w:val="00E86530"/>
    <w:rsid w:val="00E869F3"/>
    <w:rsid w:val="00E86A88"/>
    <w:rsid w:val="00E8707E"/>
    <w:rsid w:val="00E87149"/>
    <w:rsid w:val="00E877E0"/>
    <w:rsid w:val="00E87AE9"/>
    <w:rsid w:val="00E87F94"/>
    <w:rsid w:val="00E87FD9"/>
    <w:rsid w:val="00E900E4"/>
    <w:rsid w:val="00E90998"/>
    <w:rsid w:val="00E90A02"/>
    <w:rsid w:val="00E9173A"/>
    <w:rsid w:val="00E91ADD"/>
    <w:rsid w:val="00E91C5F"/>
    <w:rsid w:val="00E91CAC"/>
    <w:rsid w:val="00E91D94"/>
    <w:rsid w:val="00E92536"/>
    <w:rsid w:val="00E92A5B"/>
    <w:rsid w:val="00E92A98"/>
    <w:rsid w:val="00E92ADB"/>
    <w:rsid w:val="00E92B19"/>
    <w:rsid w:val="00E93005"/>
    <w:rsid w:val="00E932DA"/>
    <w:rsid w:val="00E937B8"/>
    <w:rsid w:val="00E93B8D"/>
    <w:rsid w:val="00E940C1"/>
    <w:rsid w:val="00E94219"/>
    <w:rsid w:val="00E9441F"/>
    <w:rsid w:val="00E9466B"/>
    <w:rsid w:val="00E947E3"/>
    <w:rsid w:val="00E95053"/>
    <w:rsid w:val="00E95161"/>
    <w:rsid w:val="00E95258"/>
    <w:rsid w:val="00E95299"/>
    <w:rsid w:val="00E952E2"/>
    <w:rsid w:val="00E9557F"/>
    <w:rsid w:val="00E95928"/>
    <w:rsid w:val="00E9594E"/>
    <w:rsid w:val="00E9598E"/>
    <w:rsid w:val="00E95C45"/>
    <w:rsid w:val="00E967C4"/>
    <w:rsid w:val="00E96A0E"/>
    <w:rsid w:val="00E96AEB"/>
    <w:rsid w:val="00E97362"/>
    <w:rsid w:val="00E97872"/>
    <w:rsid w:val="00E9792A"/>
    <w:rsid w:val="00E97AC6"/>
    <w:rsid w:val="00E97C1E"/>
    <w:rsid w:val="00E97C87"/>
    <w:rsid w:val="00EA01A4"/>
    <w:rsid w:val="00EA05E6"/>
    <w:rsid w:val="00EA0A78"/>
    <w:rsid w:val="00EA0C5E"/>
    <w:rsid w:val="00EA0CC2"/>
    <w:rsid w:val="00EA0F7B"/>
    <w:rsid w:val="00EA13EF"/>
    <w:rsid w:val="00EA1507"/>
    <w:rsid w:val="00EA24CF"/>
    <w:rsid w:val="00EA2541"/>
    <w:rsid w:val="00EA2574"/>
    <w:rsid w:val="00EA2665"/>
    <w:rsid w:val="00EA2A8A"/>
    <w:rsid w:val="00EA2DD7"/>
    <w:rsid w:val="00EA2E61"/>
    <w:rsid w:val="00EA347D"/>
    <w:rsid w:val="00EA3875"/>
    <w:rsid w:val="00EA38A3"/>
    <w:rsid w:val="00EA3D45"/>
    <w:rsid w:val="00EA3F03"/>
    <w:rsid w:val="00EA4095"/>
    <w:rsid w:val="00EA40D2"/>
    <w:rsid w:val="00EA42BA"/>
    <w:rsid w:val="00EA433D"/>
    <w:rsid w:val="00EA4541"/>
    <w:rsid w:val="00EA4612"/>
    <w:rsid w:val="00EA4A0E"/>
    <w:rsid w:val="00EA4AA9"/>
    <w:rsid w:val="00EA4D24"/>
    <w:rsid w:val="00EA5032"/>
    <w:rsid w:val="00EA5141"/>
    <w:rsid w:val="00EA51B2"/>
    <w:rsid w:val="00EA5352"/>
    <w:rsid w:val="00EA53AE"/>
    <w:rsid w:val="00EA54B6"/>
    <w:rsid w:val="00EA56D3"/>
    <w:rsid w:val="00EA5954"/>
    <w:rsid w:val="00EA5E83"/>
    <w:rsid w:val="00EA6304"/>
    <w:rsid w:val="00EA6540"/>
    <w:rsid w:val="00EA6B7C"/>
    <w:rsid w:val="00EA6C88"/>
    <w:rsid w:val="00EA7022"/>
    <w:rsid w:val="00EA782B"/>
    <w:rsid w:val="00EA7900"/>
    <w:rsid w:val="00EA7A35"/>
    <w:rsid w:val="00EA7AF3"/>
    <w:rsid w:val="00EA7B8D"/>
    <w:rsid w:val="00EA7C84"/>
    <w:rsid w:val="00EB0165"/>
    <w:rsid w:val="00EB0416"/>
    <w:rsid w:val="00EB0496"/>
    <w:rsid w:val="00EB09DA"/>
    <w:rsid w:val="00EB0F97"/>
    <w:rsid w:val="00EB1087"/>
    <w:rsid w:val="00EB12F5"/>
    <w:rsid w:val="00EB1AED"/>
    <w:rsid w:val="00EB1D23"/>
    <w:rsid w:val="00EB1EE2"/>
    <w:rsid w:val="00EB1F80"/>
    <w:rsid w:val="00EB21CD"/>
    <w:rsid w:val="00EB223E"/>
    <w:rsid w:val="00EB241A"/>
    <w:rsid w:val="00EB2A15"/>
    <w:rsid w:val="00EB2FBF"/>
    <w:rsid w:val="00EB30EF"/>
    <w:rsid w:val="00EB31E9"/>
    <w:rsid w:val="00EB35C8"/>
    <w:rsid w:val="00EB36A7"/>
    <w:rsid w:val="00EB3845"/>
    <w:rsid w:val="00EB3D06"/>
    <w:rsid w:val="00EB44F2"/>
    <w:rsid w:val="00EB46F3"/>
    <w:rsid w:val="00EB492C"/>
    <w:rsid w:val="00EB4DED"/>
    <w:rsid w:val="00EB4E3D"/>
    <w:rsid w:val="00EB52B9"/>
    <w:rsid w:val="00EB5424"/>
    <w:rsid w:val="00EB5851"/>
    <w:rsid w:val="00EB5DDD"/>
    <w:rsid w:val="00EB637B"/>
    <w:rsid w:val="00EB6825"/>
    <w:rsid w:val="00EB689E"/>
    <w:rsid w:val="00EB697A"/>
    <w:rsid w:val="00EB6D37"/>
    <w:rsid w:val="00EB6F3B"/>
    <w:rsid w:val="00EB6FF2"/>
    <w:rsid w:val="00EB704D"/>
    <w:rsid w:val="00EB7BDB"/>
    <w:rsid w:val="00EB7C34"/>
    <w:rsid w:val="00EB7ED0"/>
    <w:rsid w:val="00EC00ED"/>
    <w:rsid w:val="00EC027C"/>
    <w:rsid w:val="00EC03EB"/>
    <w:rsid w:val="00EC05C9"/>
    <w:rsid w:val="00EC0627"/>
    <w:rsid w:val="00EC0696"/>
    <w:rsid w:val="00EC07E9"/>
    <w:rsid w:val="00EC0A60"/>
    <w:rsid w:val="00EC0B1D"/>
    <w:rsid w:val="00EC0B4E"/>
    <w:rsid w:val="00EC0C4F"/>
    <w:rsid w:val="00EC0E00"/>
    <w:rsid w:val="00EC1184"/>
    <w:rsid w:val="00EC1B63"/>
    <w:rsid w:val="00EC2041"/>
    <w:rsid w:val="00EC2058"/>
    <w:rsid w:val="00EC222F"/>
    <w:rsid w:val="00EC2400"/>
    <w:rsid w:val="00EC247B"/>
    <w:rsid w:val="00EC2A14"/>
    <w:rsid w:val="00EC31B5"/>
    <w:rsid w:val="00EC32BC"/>
    <w:rsid w:val="00EC396F"/>
    <w:rsid w:val="00EC3991"/>
    <w:rsid w:val="00EC3C7E"/>
    <w:rsid w:val="00EC40CF"/>
    <w:rsid w:val="00EC445F"/>
    <w:rsid w:val="00EC4511"/>
    <w:rsid w:val="00EC466D"/>
    <w:rsid w:val="00EC48DC"/>
    <w:rsid w:val="00EC4CF4"/>
    <w:rsid w:val="00EC4D03"/>
    <w:rsid w:val="00EC4E23"/>
    <w:rsid w:val="00EC4F93"/>
    <w:rsid w:val="00EC5252"/>
    <w:rsid w:val="00EC548E"/>
    <w:rsid w:val="00EC574A"/>
    <w:rsid w:val="00EC5970"/>
    <w:rsid w:val="00EC5988"/>
    <w:rsid w:val="00EC5CFF"/>
    <w:rsid w:val="00EC5E80"/>
    <w:rsid w:val="00EC676E"/>
    <w:rsid w:val="00EC685B"/>
    <w:rsid w:val="00EC7217"/>
    <w:rsid w:val="00EC7752"/>
    <w:rsid w:val="00EC7CCE"/>
    <w:rsid w:val="00EC7FB1"/>
    <w:rsid w:val="00ED010C"/>
    <w:rsid w:val="00ED0C07"/>
    <w:rsid w:val="00ED0E7F"/>
    <w:rsid w:val="00ED0EA7"/>
    <w:rsid w:val="00ED1112"/>
    <w:rsid w:val="00ED14A8"/>
    <w:rsid w:val="00ED1BAA"/>
    <w:rsid w:val="00ED249F"/>
    <w:rsid w:val="00ED2DA7"/>
    <w:rsid w:val="00ED2DCB"/>
    <w:rsid w:val="00ED3117"/>
    <w:rsid w:val="00ED32E3"/>
    <w:rsid w:val="00ED3427"/>
    <w:rsid w:val="00ED39CD"/>
    <w:rsid w:val="00ED3B17"/>
    <w:rsid w:val="00ED3B42"/>
    <w:rsid w:val="00ED4146"/>
    <w:rsid w:val="00ED4325"/>
    <w:rsid w:val="00ED4504"/>
    <w:rsid w:val="00ED4765"/>
    <w:rsid w:val="00ED47D0"/>
    <w:rsid w:val="00ED48FE"/>
    <w:rsid w:val="00ED4C9A"/>
    <w:rsid w:val="00ED4DE9"/>
    <w:rsid w:val="00ED562C"/>
    <w:rsid w:val="00ED5685"/>
    <w:rsid w:val="00ED56B2"/>
    <w:rsid w:val="00ED56CA"/>
    <w:rsid w:val="00ED5F6E"/>
    <w:rsid w:val="00ED7667"/>
    <w:rsid w:val="00EE044E"/>
    <w:rsid w:val="00EE04F0"/>
    <w:rsid w:val="00EE0A56"/>
    <w:rsid w:val="00EE0A98"/>
    <w:rsid w:val="00EE0AE4"/>
    <w:rsid w:val="00EE0B84"/>
    <w:rsid w:val="00EE10DF"/>
    <w:rsid w:val="00EE12A3"/>
    <w:rsid w:val="00EE15B2"/>
    <w:rsid w:val="00EE170D"/>
    <w:rsid w:val="00EE172D"/>
    <w:rsid w:val="00EE1837"/>
    <w:rsid w:val="00EE19B0"/>
    <w:rsid w:val="00EE1E45"/>
    <w:rsid w:val="00EE1E48"/>
    <w:rsid w:val="00EE1FAF"/>
    <w:rsid w:val="00EE24C6"/>
    <w:rsid w:val="00EE293D"/>
    <w:rsid w:val="00EE2DC5"/>
    <w:rsid w:val="00EE2E6D"/>
    <w:rsid w:val="00EE32A2"/>
    <w:rsid w:val="00EE33CC"/>
    <w:rsid w:val="00EE352D"/>
    <w:rsid w:val="00EE38FF"/>
    <w:rsid w:val="00EE39B1"/>
    <w:rsid w:val="00EE3C1A"/>
    <w:rsid w:val="00EE3D3B"/>
    <w:rsid w:val="00EE4549"/>
    <w:rsid w:val="00EE4AA2"/>
    <w:rsid w:val="00EE4BCE"/>
    <w:rsid w:val="00EE4ED7"/>
    <w:rsid w:val="00EE51A8"/>
    <w:rsid w:val="00EE51ED"/>
    <w:rsid w:val="00EE544D"/>
    <w:rsid w:val="00EE57C6"/>
    <w:rsid w:val="00EE5939"/>
    <w:rsid w:val="00EE5B91"/>
    <w:rsid w:val="00EE5CD5"/>
    <w:rsid w:val="00EE5EF8"/>
    <w:rsid w:val="00EE621B"/>
    <w:rsid w:val="00EE65C0"/>
    <w:rsid w:val="00EE66EC"/>
    <w:rsid w:val="00EE68AA"/>
    <w:rsid w:val="00EE734C"/>
    <w:rsid w:val="00EE73F9"/>
    <w:rsid w:val="00EE7A5E"/>
    <w:rsid w:val="00EE7C38"/>
    <w:rsid w:val="00EF002A"/>
    <w:rsid w:val="00EF0050"/>
    <w:rsid w:val="00EF0780"/>
    <w:rsid w:val="00EF07D7"/>
    <w:rsid w:val="00EF08B1"/>
    <w:rsid w:val="00EF094E"/>
    <w:rsid w:val="00EF0B8F"/>
    <w:rsid w:val="00EF1751"/>
    <w:rsid w:val="00EF234F"/>
    <w:rsid w:val="00EF270D"/>
    <w:rsid w:val="00EF2A2F"/>
    <w:rsid w:val="00EF2AA0"/>
    <w:rsid w:val="00EF2B43"/>
    <w:rsid w:val="00EF3866"/>
    <w:rsid w:val="00EF3D52"/>
    <w:rsid w:val="00EF44D7"/>
    <w:rsid w:val="00EF47E8"/>
    <w:rsid w:val="00EF490F"/>
    <w:rsid w:val="00EF4B9A"/>
    <w:rsid w:val="00EF4BB5"/>
    <w:rsid w:val="00EF4BC9"/>
    <w:rsid w:val="00EF4F0F"/>
    <w:rsid w:val="00EF50D1"/>
    <w:rsid w:val="00EF6200"/>
    <w:rsid w:val="00EF6DF1"/>
    <w:rsid w:val="00EF6F29"/>
    <w:rsid w:val="00EF70C8"/>
    <w:rsid w:val="00EF716D"/>
    <w:rsid w:val="00EF71AC"/>
    <w:rsid w:val="00EF728C"/>
    <w:rsid w:val="00EF750A"/>
    <w:rsid w:val="00EF7857"/>
    <w:rsid w:val="00EF7B73"/>
    <w:rsid w:val="00EF7D98"/>
    <w:rsid w:val="00EF7FDB"/>
    <w:rsid w:val="00F00072"/>
    <w:rsid w:val="00F000AB"/>
    <w:rsid w:val="00F000C8"/>
    <w:rsid w:val="00F003C4"/>
    <w:rsid w:val="00F008BB"/>
    <w:rsid w:val="00F00E2A"/>
    <w:rsid w:val="00F01581"/>
    <w:rsid w:val="00F01881"/>
    <w:rsid w:val="00F01A85"/>
    <w:rsid w:val="00F01C77"/>
    <w:rsid w:val="00F02228"/>
    <w:rsid w:val="00F024EF"/>
    <w:rsid w:val="00F02591"/>
    <w:rsid w:val="00F025F9"/>
    <w:rsid w:val="00F02A68"/>
    <w:rsid w:val="00F02B0B"/>
    <w:rsid w:val="00F02BCC"/>
    <w:rsid w:val="00F02C7E"/>
    <w:rsid w:val="00F02E6C"/>
    <w:rsid w:val="00F02EB2"/>
    <w:rsid w:val="00F03053"/>
    <w:rsid w:val="00F03207"/>
    <w:rsid w:val="00F034FF"/>
    <w:rsid w:val="00F03A3F"/>
    <w:rsid w:val="00F03D1F"/>
    <w:rsid w:val="00F0406F"/>
    <w:rsid w:val="00F041C1"/>
    <w:rsid w:val="00F042EC"/>
    <w:rsid w:val="00F044C7"/>
    <w:rsid w:val="00F045B8"/>
    <w:rsid w:val="00F04EFF"/>
    <w:rsid w:val="00F05610"/>
    <w:rsid w:val="00F05920"/>
    <w:rsid w:val="00F05B4A"/>
    <w:rsid w:val="00F05C3A"/>
    <w:rsid w:val="00F05C49"/>
    <w:rsid w:val="00F06389"/>
    <w:rsid w:val="00F063B3"/>
    <w:rsid w:val="00F063D9"/>
    <w:rsid w:val="00F066D6"/>
    <w:rsid w:val="00F0674B"/>
    <w:rsid w:val="00F06BB4"/>
    <w:rsid w:val="00F06E52"/>
    <w:rsid w:val="00F06F54"/>
    <w:rsid w:val="00F07086"/>
    <w:rsid w:val="00F071C0"/>
    <w:rsid w:val="00F07574"/>
    <w:rsid w:val="00F07782"/>
    <w:rsid w:val="00F07A98"/>
    <w:rsid w:val="00F07CD7"/>
    <w:rsid w:val="00F07E99"/>
    <w:rsid w:val="00F10AA5"/>
    <w:rsid w:val="00F10CD1"/>
    <w:rsid w:val="00F11299"/>
    <w:rsid w:val="00F1134E"/>
    <w:rsid w:val="00F11860"/>
    <w:rsid w:val="00F119F2"/>
    <w:rsid w:val="00F12273"/>
    <w:rsid w:val="00F125E9"/>
    <w:rsid w:val="00F127BC"/>
    <w:rsid w:val="00F12DA0"/>
    <w:rsid w:val="00F12FB6"/>
    <w:rsid w:val="00F1303A"/>
    <w:rsid w:val="00F13068"/>
    <w:rsid w:val="00F131C3"/>
    <w:rsid w:val="00F1355B"/>
    <w:rsid w:val="00F1372B"/>
    <w:rsid w:val="00F13741"/>
    <w:rsid w:val="00F13C72"/>
    <w:rsid w:val="00F13D2E"/>
    <w:rsid w:val="00F13E68"/>
    <w:rsid w:val="00F13FBE"/>
    <w:rsid w:val="00F144F9"/>
    <w:rsid w:val="00F146DB"/>
    <w:rsid w:val="00F14FB2"/>
    <w:rsid w:val="00F151D2"/>
    <w:rsid w:val="00F1567B"/>
    <w:rsid w:val="00F1572E"/>
    <w:rsid w:val="00F158F0"/>
    <w:rsid w:val="00F15AB5"/>
    <w:rsid w:val="00F15C9B"/>
    <w:rsid w:val="00F15DAD"/>
    <w:rsid w:val="00F160B9"/>
    <w:rsid w:val="00F162F1"/>
    <w:rsid w:val="00F1641D"/>
    <w:rsid w:val="00F167AD"/>
    <w:rsid w:val="00F168A7"/>
    <w:rsid w:val="00F1702B"/>
    <w:rsid w:val="00F1721F"/>
    <w:rsid w:val="00F17FF5"/>
    <w:rsid w:val="00F2011A"/>
    <w:rsid w:val="00F201F0"/>
    <w:rsid w:val="00F201F6"/>
    <w:rsid w:val="00F20C95"/>
    <w:rsid w:val="00F20E43"/>
    <w:rsid w:val="00F20EE3"/>
    <w:rsid w:val="00F212CE"/>
    <w:rsid w:val="00F2159E"/>
    <w:rsid w:val="00F216DD"/>
    <w:rsid w:val="00F2190D"/>
    <w:rsid w:val="00F21E38"/>
    <w:rsid w:val="00F21EF4"/>
    <w:rsid w:val="00F21FB2"/>
    <w:rsid w:val="00F2201B"/>
    <w:rsid w:val="00F22328"/>
    <w:rsid w:val="00F225FC"/>
    <w:rsid w:val="00F22903"/>
    <w:rsid w:val="00F22934"/>
    <w:rsid w:val="00F22975"/>
    <w:rsid w:val="00F22A68"/>
    <w:rsid w:val="00F2316D"/>
    <w:rsid w:val="00F23248"/>
    <w:rsid w:val="00F23606"/>
    <w:rsid w:val="00F236A4"/>
    <w:rsid w:val="00F23A9D"/>
    <w:rsid w:val="00F23C2B"/>
    <w:rsid w:val="00F242E0"/>
    <w:rsid w:val="00F2479C"/>
    <w:rsid w:val="00F247AF"/>
    <w:rsid w:val="00F24D29"/>
    <w:rsid w:val="00F24E3C"/>
    <w:rsid w:val="00F24FBE"/>
    <w:rsid w:val="00F2521D"/>
    <w:rsid w:val="00F254A3"/>
    <w:rsid w:val="00F2589C"/>
    <w:rsid w:val="00F25BFB"/>
    <w:rsid w:val="00F25C7B"/>
    <w:rsid w:val="00F2624A"/>
    <w:rsid w:val="00F268B8"/>
    <w:rsid w:val="00F26AA8"/>
    <w:rsid w:val="00F26BA2"/>
    <w:rsid w:val="00F27092"/>
    <w:rsid w:val="00F270D0"/>
    <w:rsid w:val="00F27107"/>
    <w:rsid w:val="00F273D1"/>
    <w:rsid w:val="00F2742B"/>
    <w:rsid w:val="00F274FB"/>
    <w:rsid w:val="00F275AE"/>
    <w:rsid w:val="00F277AD"/>
    <w:rsid w:val="00F277C3"/>
    <w:rsid w:val="00F27978"/>
    <w:rsid w:val="00F27B69"/>
    <w:rsid w:val="00F305D1"/>
    <w:rsid w:val="00F30962"/>
    <w:rsid w:val="00F3198E"/>
    <w:rsid w:val="00F31A1B"/>
    <w:rsid w:val="00F31D82"/>
    <w:rsid w:val="00F31EE4"/>
    <w:rsid w:val="00F3224D"/>
    <w:rsid w:val="00F32913"/>
    <w:rsid w:val="00F33087"/>
    <w:rsid w:val="00F3308F"/>
    <w:rsid w:val="00F33299"/>
    <w:rsid w:val="00F33363"/>
    <w:rsid w:val="00F335B5"/>
    <w:rsid w:val="00F33621"/>
    <w:rsid w:val="00F3369E"/>
    <w:rsid w:val="00F3380A"/>
    <w:rsid w:val="00F3450E"/>
    <w:rsid w:val="00F347BA"/>
    <w:rsid w:val="00F3485C"/>
    <w:rsid w:val="00F348C7"/>
    <w:rsid w:val="00F34FE2"/>
    <w:rsid w:val="00F356A6"/>
    <w:rsid w:val="00F3586D"/>
    <w:rsid w:val="00F35DE1"/>
    <w:rsid w:val="00F35DF2"/>
    <w:rsid w:val="00F35E81"/>
    <w:rsid w:val="00F35F6D"/>
    <w:rsid w:val="00F35FC3"/>
    <w:rsid w:val="00F36043"/>
    <w:rsid w:val="00F3615B"/>
    <w:rsid w:val="00F36215"/>
    <w:rsid w:val="00F36403"/>
    <w:rsid w:val="00F36882"/>
    <w:rsid w:val="00F3690D"/>
    <w:rsid w:val="00F3730E"/>
    <w:rsid w:val="00F3794F"/>
    <w:rsid w:val="00F37BE2"/>
    <w:rsid w:val="00F40B51"/>
    <w:rsid w:val="00F40D4F"/>
    <w:rsid w:val="00F40DA0"/>
    <w:rsid w:val="00F40EF4"/>
    <w:rsid w:val="00F41401"/>
    <w:rsid w:val="00F41532"/>
    <w:rsid w:val="00F4153A"/>
    <w:rsid w:val="00F415E4"/>
    <w:rsid w:val="00F41C35"/>
    <w:rsid w:val="00F41DCB"/>
    <w:rsid w:val="00F42626"/>
    <w:rsid w:val="00F4263D"/>
    <w:rsid w:val="00F428FA"/>
    <w:rsid w:val="00F42CC2"/>
    <w:rsid w:val="00F42F23"/>
    <w:rsid w:val="00F42FDD"/>
    <w:rsid w:val="00F43089"/>
    <w:rsid w:val="00F431F7"/>
    <w:rsid w:val="00F43617"/>
    <w:rsid w:val="00F43935"/>
    <w:rsid w:val="00F43BE5"/>
    <w:rsid w:val="00F43DD0"/>
    <w:rsid w:val="00F43F7A"/>
    <w:rsid w:val="00F440D4"/>
    <w:rsid w:val="00F44100"/>
    <w:rsid w:val="00F44287"/>
    <w:rsid w:val="00F444AA"/>
    <w:rsid w:val="00F44624"/>
    <w:rsid w:val="00F44768"/>
    <w:rsid w:val="00F448A1"/>
    <w:rsid w:val="00F44B82"/>
    <w:rsid w:val="00F44E92"/>
    <w:rsid w:val="00F450EC"/>
    <w:rsid w:val="00F45161"/>
    <w:rsid w:val="00F45570"/>
    <w:rsid w:val="00F45C7A"/>
    <w:rsid w:val="00F46058"/>
    <w:rsid w:val="00F46709"/>
    <w:rsid w:val="00F46C54"/>
    <w:rsid w:val="00F46F4D"/>
    <w:rsid w:val="00F471B3"/>
    <w:rsid w:val="00F477C4"/>
    <w:rsid w:val="00F479B3"/>
    <w:rsid w:val="00F47E24"/>
    <w:rsid w:val="00F500FA"/>
    <w:rsid w:val="00F506E8"/>
    <w:rsid w:val="00F5072D"/>
    <w:rsid w:val="00F50EC6"/>
    <w:rsid w:val="00F50F8B"/>
    <w:rsid w:val="00F5154A"/>
    <w:rsid w:val="00F5178A"/>
    <w:rsid w:val="00F517AF"/>
    <w:rsid w:val="00F51842"/>
    <w:rsid w:val="00F51CFE"/>
    <w:rsid w:val="00F524DA"/>
    <w:rsid w:val="00F52911"/>
    <w:rsid w:val="00F52A49"/>
    <w:rsid w:val="00F52BEF"/>
    <w:rsid w:val="00F52EB6"/>
    <w:rsid w:val="00F5333A"/>
    <w:rsid w:val="00F53475"/>
    <w:rsid w:val="00F535EE"/>
    <w:rsid w:val="00F5360B"/>
    <w:rsid w:val="00F536D4"/>
    <w:rsid w:val="00F537B8"/>
    <w:rsid w:val="00F5387E"/>
    <w:rsid w:val="00F53E62"/>
    <w:rsid w:val="00F54091"/>
    <w:rsid w:val="00F5431F"/>
    <w:rsid w:val="00F543CD"/>
    <w:rsid w:val="00F54523"/>
    <w:rsid w:val="00F54A2B"/>
    <w:rsid w:val="00F54D9E"/>
    <w:rsid w:val="00F54ED6"/>
    <w:rsid w:val="00F54F56"/>
    <w:rsid w:val="00F5508D"/>
    <w:rsid w:val="00F550DC"/>
    <w:rsid w:val="00F55352"/>
    <w:rsid w:val="00F558C4"/>
    <w:rsid w:val="00F55B4A"/>
    <w:rsid w:val="00F56078"/>
    <w:rsid w:val="00F56436"/>
    <w:rsid w:val="00F566FB"/>
    <w:rsid w:val="00F56959"/>
    <w:rsid w:val="00F56C78"/>
    <w:rsid w:val="00F56FC6"/>
    <w:rsid w:val="00F5707C"/>
    <w:rsid w:val="00F603D2"/>
    <w:rsid w:val="00F6058D"/>
    <w:rsid w:val="00F607AF"/>
    <w:rsid w:val="00F60C7E"/>
    <w:rsid w:val="00F6136A"/>
    <w:rsid w:val="00F6155A"/>
    <w:rsid w:val="00F618AD"/>
    <w:rsid w:val="00F61ABF"/>
    <w:rsid w:val="00F61BDB"/>
    <w:rsid w:val="00F6247E"/>
    <w:rsid w:val="00F62622"/>
    <w:rsid w:val="00F629B9"/>
    <w:rsid w:val="00F62B86"/>
    <w:rsid w:val="00F62C26"/>
    <w:rsid w:val="00F62C52"/>
    <w:rsid w:val="00F62F21"/>
    <w:rsid w:val="00F6356E"/>
    <w:rsid w:val="00F63A67"/>
    <w:rsid w:val="00F63A7A"/>
    <w:rsid w:val="00F63AE4"/>
    <w:rsid w:val="00F63B77"/>
    <w:rsid w:val="00F640E1"/>
    <w:rsid w:val="00F6411A"/>
    <w:rsid w:val="00F6414F"/>
    <w:rsid w:val="00F646BC"/>
    <w:rsid w:val="00F646DD"/>
    <w:rsid w:val="00F64CA8"/>
    <w:rsid w:val="00F64D81"/>
    <w:rsid w:val="00F65040"/>
    <w:rsid w:val="00F650BF"/>
    <w:rsid w:val="00F658B3"/>
    <w:rsid w:val="00F66417"/>
    <w:rsid w:val="00F66420"/>
    <w:rsid w:val="00F66465"/>
    <w:rsid w:val="00F66C79"/>
    <w:rsid w:val="00F66C9A"/>
    <w:rsid w:val="00F66F70"/>
    <w:rsid w:val="00F67072"/>
    <w:rsid w:val="00F67353"/>
    <w:rsid w:val="00F673AA"/>
    <w:rsid w:val="00F6785B"/>
    <w:rsid w:val="00F7031F"/>
    <w:rsid w:val="00F704FC"/>
    <w:rsid w:val="00F70861"/>
    <w:rsid w:val="00F70865"/>
    <w:rsid w:val="00F70BB3"/>
    <w:rsid w:val="00F70D00"/>
    <w:rsid w:val="00F716AE"/>
    <w:rsid w:val="00F71A67"/>
    <w:rsid w:val="00F720D9"/>
    <w:rsid w:val="00F7214D"/>
    <w:rsid w:val="00F723C6"/>
    <w:rsid w:val="00F72665"/>
    <w:rsid w:val="00F72A02"/>
    <w:rsid w:val="00F72AD2"/>
    <w:rsid w:val="00F72D70"/>
    <w:rsid w:val="00F72D79"/>
    <w:rsid w:val="00F72FA0"/>
    <w:rsid w:val="00F732F6"/>
    <w:rsid w:val="00F73383"/>
    <w:rsid w:val="00F73988"/>
    <w:rsid w:val="00F739E8"/>
    <w:rsid w:val="00F73AD2"/>
    <w:rsid w:val="00F73F2D"/>
    <w:rsid w:val="00F73F8C"/>
    <w:rsid w:val="00F74477"/>
    <w:rsid w:val="00F74FDB"/>
    <w:rsid w:val="00F753B9"/>
    <w:rsid w:val="00F756FB"/>
    <w:rsid w:val="00F758B2"/>
    <w:rsid w:val="00F75A7A"/>
    <w:rsid w:val="00F75D7A"/>
    <w:rsid w:val="00F76356"/>
    <w:rsid w:val="00F76488"/>
    <w:rsid w:val="00F765A1"/>
    <w:rsid w:val="00F76D53"/>
    <w:rsid w:val="00F76E8E"/>
    <w:rsid w:val="00F772E7"/>
    <w:rsid w:val="00F774EC"/>
    <w:rsid w:val="00F77604"/>
    <w:rsid w:val="00F7779B"/>
    <w:rsid w:val="00F777A7"/>
    <w:rsid w:val="00F77D96"/>
    <w:rsid w:val="00F77EE3"/>
    <w:rsid w:val="00F80043"/>
    <w:rsid w:val="00F8009B"/>
    <w:rsid w:val="00F803F1"/>
    <w:rsid w:val="00F80428"/>
    <w:rsid w:val="00F80462"/>
    <w:rsid w:val="00F807D6"/>
    <w:rsid w:val="00F80A3C"/>
    <w:rsid w:val="00F80F23"/>
    <w:rsid w:val="00F80F2E"/>
    <w:rsid w:val="00F80F50"/>
    <w:rsid w:val="00F8100E"/>
    <w:rsid w:val="00F8141B"/>
    <w:rsid w:val="00F815BD"/>
    <w:rsid w:val="00F815CF"/>
    <w:rsid w:val="00F827ED"/>
    <w:rsid w:val="00F82849"/>
    <w:rsid w:val="00F829D3"/>
    <w:rsid w:val="00F82C9F"/>
    <w:rsid w:val="00F82D94"/>
    <w:rsid w:val="00F83017"/>
    <w:rsid w:val="00F8306D"/>
    <w:rsid w:val="00F83137"/>
    <w:rsid w:val="00F832C4"/>
    <w:rsid w:val="00F832EF"/>
    <w:rsid w:val="00F8345F"/>
    <w:rsid w:val="00F836B2"/>
    <w:rsid w:val="00F83865"/>
    <w:rsid w:val="00F83C6D"/>
    <w:rsid w:val="00F83D69"/>
    <w:rsid w:val="00F841F3"/>
    <w:rsid w:val="00F850DE"/>
    <w:rsid w:val="00F85225"/>
    <w:rsid w:val="00F852E2"/>
    <w:rsid w:val="00F85458"/>
    <w:rsid w:val="00F85475"/>
    <w:rsid w:val="00F8561F"/>
    <w:rsid w:val="00F857B2"/>
    <w:rsid w:val="00F8593F"/>
    <w:rsid w:val="00F85BC5"/>
    <w:rsid w:val="00F8618F"/>
    <w:rsid w:val="00F8679F"/>
    <w:rsid w:val="00F867C2"/>
    <w:rsid w:val="00F86805"/>
    <w:rsid w:val="00F8688A"/>
    <w:rsid w:val="00F86986"/>
    <w:rsid w:val="00F86BE0"/>
    <w:rsid w:val="00F86E23"/>
    <w:rsid w:val="00F86FD7"/>
    <w:rsid w:val="00F87352"/>
    <w:rsid w:val="00F8760D"/>
    <w:rsid w:val="00F87832"/>
    <w:rsid w:val="00F87F38"/>
    <w:rsid w:val="00F909C2"/>
    <w:rsid w:val="00F90A5C"/>
    <w:rsid w:val="00F9108D"/>
    <w:rsid w:val="00F915EA"/>
    <w:rsid w:val="00F91817"/>
    <w:rsid w:val="00F92164"/>
    <w:rsid w:val="00F92182"/>
    <w:rsid w:val="00F9237E"/>
    <w:rsid w:val="00F925AC"/>
    <w:rsid w:val="00F92A49"/>
    <w:rsid w:val="00F92B97"/>
    <w:rsid w:val="00F92D18"/>
    <w:rsid w:val="00F93122"/>
    <w:rsid w:val="00F937DC"/>
    <w:rsid w:val="00F93AD5"/>
    <w:rsid w:val="00F93DDC"/>
    <w:rsid w:val="00F9418A"/>
    <w:rsid w:val="00F941F9"/>
    <w:rsid w:val="00F94284"/>
    <w:rsid w:val="00F94DC3"/>
    <w:rsid w:val="00F94F3A"/>
    <w:rsid w:val="00F959EB"/>
    <w:rsid w:val="00F95BBB"/>
    <w:rsid w:val="00F95BE6"/>
    <w:rsid w:val="00F95C1A"/>
    <w:rsid w:val="00F95D93"/>
    <w:rsid w:val="00F95F85"/>
    <w:rsid w:val="00F96156"/>
    <w:rsid w:val="00F9641A"/>
    <w:rsid w:val="00F96688"/>
    <w:rsid w:val="00F967ED"/>
    <w:rsid w:val="00F968E6"/>
    <w:rsid w:val="00F969B9"/>
    <w:rsid w:val="00F9751D"/>
    <w:rsid w:val="00F975A0"/>
    <w:rsid w:val="00F97627"/>
    <w:rsid w:val="00F979A7"/>
    <w:rsid w:val="00F97CA2"/>
    <w:rsid w:val="00F97E57"/>
    <w:rsid w:val="00FA0033"/>
    <w:rsid w:val="00FA0132"/>
    <w:rsid w:val="00FA0463"/>
    <w:rsid w:val="00FA05E2"/>
    <w:rsid w:val="00FA0F17"/>
    <w:rsid w:val="00FA1087"/>
    <w:rsid w:val="00FA1598"/>
    <w:rsid w:val="00FA1623"/>
    <w:rsid w:val="00FA19DD"/>
    <w:rsid w:val="00FA2034"/>
    <w:rsid w:val="00FA205A"/>
    <w:rsid w:val="00FA2226"/>
    <w:rsid w:val="00FA2584"/>
    <w:rsid w:val="00FA28DD"/>
    <w:rsid w:val="00FA2939"/>
    <w:rsid w:val="00FA29D3"/>
    <w:rsid w:val="00FA2ABA"/>
    <w:rsid w:val="00FA2E01"/>
    <w:rsid w:val="00FA3077"/>
    <w:rsid w:val="00FA3099"/>
    <w:rsid w:val="00FA32A1"/>
    <w:rsid w:val="00FA32EC"/>
    <w:rsid w:val="00FA3CF4"/>
    <w:rsid w:val="00FA3E32"/>
    <w:rsid w:val="00FA4300"/>
    <w:rsid w:val="00FA4452"/>
    <w:rsid w:val="00FA465A"/>
    <w:rsid w:val="00FA4A23"/>
    <w:rsid w:val="00FA4B52"/>
    <w:rsid w:val="00FA4C5F"/>
    <w:rsid w:val="00FA4C6A"/>
    <w:rsid w:val="00FA532E"/>
    <w:rsid w:val="00FA54B7"/>
    <w:rsid w:val="00FA558B"/>
    <w:rsid w:val="00FA5734"/>
    <w:rsid w:val="00FA59E7"/>
    <w:rsid w:val="00FA5AB2"/>
    <w:rsid w:val="00FA5DF4"/>
    <w:rsid w:val="00FA62DC"/>
    <w:rsid w:val="00FA65F3"/>
    <w:rsid w:val="00FA68DC"/>
    <w:rsid w:val="00FA6B02"/>
    <w:rsid w:val="00FA6D73"/>
    <w:rsid w:val="00FA6E67"/>
    <w:rsid w:val="00FA736E"/>
    <w:rsid w:val="00FA771C"/>
    <w:rsid w:val="00FA775E"/>
    <w:rsid w:val="00FA77BF"/>
    <w:rsid w:val="00FA7AB2"/>
    <w:rsid w:val="00FA7F49"/>
    <w:rsid w:val="00FA7F57"/>
    <w:rsid w:val="00FB0009"/>
    <w:rsid w:val="00FB0776"/>
    <w:rsid w:val="00FB07C6"/>
    <w:rsid w:val="00FB0D21"/>
    <w:rsid w:val="00FB10F3"/>
    <w:rsid w:val="00FB123A"/>
    <w:rsid w:val="00FB12AE"/>
    <w:rsid w:val="00FB1371"/>
    <w:rsid w:val="00FB162F"/>
    <w:rsid w:val="00FB1AA3"/>
    <w:rsid w:val="00FB1E62"/>
    <w:rsid w:val="00FB2060"/>
    <w:rsid w:val="00FB232E"/>
    <w:rsid w:val="00FB28CF"/>
    <w:rsid w:val="00FB2B5E"/>
    <w:rsid w:val="00FB2D75"/>
    <w:rsid w:val="00FB315B"/>
    <w:rsid w:val="00FB33A1"/>
    <w:rsid w:val="00FB3420"/>
    <w:rsid w:val="00FB3BE8"/>
    <w:rsid w:val="00FB3FAC"/>
    <w:rsid w:val="00FB4546"/>
    <w:rsid w:val="00FB46BF"/>
    <w:rsid w:val="00FB49B1"/>
    <w:rsid w:val="00FB4CA9"/>
    <w:rsid w:val="00FB4E62"/>
    <w:rsid w:val="00FB4FB8"/>
    <w:rsid w:val="00FB5002"/>
    <w:rsid w:val="00FB50B3"/>
    <w:rsid w:val="00FB5219"/>
    <w:rsid w:val="00FB5AC0"/>
    <w:rsid w:val="00FB5C74"/>
    <w:rsid w:val="00FB5CB8"/>
    <w:rsid w:val="00FB5DF7"/>
    <w:rsid w:val="00FB5F99"/>
    <w:rsid w:val="00FB6BFC"/>
    <w:rsid w:val="00FB6DF3"/>
    <w:rsid w:val="00FB7304"/>
    <w:rsid w:val="00FB7329"/>
    <w:rsid w:val="00FB7537"/>
    <w:rsid w:val="00FB78FF"/>
    <w:rsid w:val="00FB7964"/>
    <w:rsid w:val="00FB7F32"/>
    <w:rsid w:val="00FB7F63"/>
    <w:rsid w:val="00FC0199"/>
    <w:rsid w:val="00FC058F"/>
    <w:rsid w:val="00FC078D"/>
    <w:rsid w:val="00FC0A46"/>
    <w:rsid w:val="00FC0C5B"/>
    <w:rsid w:val="00FC0C87"/>
    <w:rsid w:val="00FC10AC"/>
    <w:rsid w:val="00FC113F"/>
    <w:rsid w:val="00FC13A9"/>
    <w:rsid w:val="00FC1E79"/>
    <w:rsid w:val="00FC21D8"/>
    <w:rsid w:val="00FC23B1"/>
    <w:rsid w:val="00FC27CC"/>
    <w:rsid w:val="00FC28B1"/>
    <w:rsid w:val="00FC2FE5"/>
    <w:rsid w:val="00FC35BE"/>
    <w:rsid w:val="00FC366A"/>
    <w:rsid w:val="00FC388F"/>
    <w:rsid w:val="00FC3AA6"/>
    <w:rsid w:val="00FC4071"/>
    <w:rsid w:val="00FC40C3"/>
    <w:rsid w:val="00FC47F8"/>
    <w:rsid w:val="00FC504E"/>
    <w:rsid w:val="00FC50B8"/>
    <w:rsid w:val="00FC5749"/>
    <w:rsid w:val="00FC5916"/>
    <w:rsid w:val="00FC5EF5"/>
    <w:rsid w:val="00FC5FB2"/>
    <w:rsid w:val="00FC5FCA"/>
    <w:rsid w:val="00FC60DF"/>
    <w:rsid w:val="00FC64B0"/>
    <w:rsid w:val="00FC68B2"/>
    <w:rsid w:val="00FC6C6B"/>
    <w:rsid w:val="00FC6DD4"/>
    <w:rsid w:val="00FC6FD6"/>
    <w:rsid w:val="00FC74D4"/>
    <w:rsid w:val="00FC787F"/>
    <w:rsid w:val="00FC7A51"/>
    <w:rsid w:val="00FC7DB5"/>
    <w:rsid w:val="00FC7EE4"/>
    <w:rsid w:val="00FD0314"/>
    <w:rsid w:val="00FD0C33"/>
    <w:rsid w:val="00FD127B"/>
    <w:rsid w:val="00FD1A53"/>
    <w:rsid w:val="00FD1BD7"/>
    <w:rsid w:val="00FD1BF5"/>
    <w:rsid w:val="00FD1FB2"/>
    <w:rsid w:val="00FD2181"/>
    <w:rsid w:val="00FD2245"/>
    <w:rsid w:val="00FD27DD"/>
    <w:rsid w:val="00FD2854"/>
    <w:rsid w:val="00FD2B5B"/>
    <w:rsid w:val="00FD36C7"/>
    <w:rsid w:val="00FD3A4C"/>
    <w:rsid w:val="00FD446D"/>
    <w:rsid w:val="00FD44F4"/>
    <w:rsid w:val="00FD45B4"/>
    <w:rsid w:val="00FD45F9"/>
    <w:rsid w:val="00FD4F29"/>
    <w:rsid w:val="00FD4FCA"/>
    <w:rsid w:val="00FD5099"/>
    <w:rsid w:val="00FD5414"/>
    <w:rsid w:val="00FD54C8"/>
    <w:rsid w:val="00FD5787"/>
    <w:rsid w:val="00FD5999"/>
    <w:rsid w:val="00FD5E06"/>
    <w:rsid w:val="00FD638E"/>
    <w:rsid w:val="00FD6617"/>
    <w:rsid w:val="00FD6896"/>
    <w:rsid w:val="00FD6A10"/>
    <w:rsid w:val="00FD6C8F"/>
    <w:rsid w:val="00FD6C9D"/>
    <w:rsid w:val="00FD6CBF"/>
    <w:rsid w:val="00FD7427"/>
    <w:rsid w:val="00FD7652"/>
    <w:rsid w:val="00FD77B6"/>
    <w:rsid w:val="00FD788F"/>
    <w:rsid w:val="00FD7CAD"/>
    <w:rsid w:val="00FE0526"/>
    <w:rsid w:val="00FE070F"/>
    <w:rsid w:val="00FE087D"/>
    <w:rsid w:val="00FE0A66"/>
    <w:rsid w:val="00FE1154"/>
    <w:rsid w:val="00FE13E6"/>
    <w:rsid w:val="00FE176E"/>
    <w:rsid w:val="00FE182E"/>
    <w:rsid w:val="00FE1B8F"/>
    <w:rsid w:val="00FE1B9E"/>
    <w:rsid w:val="00FE1BF7"/>
    <w:rsid w:val="00FE1EC4"/>
    <w:rsid w:val="00FE2884"/>
    <w:rsid w:val="00FE2A07"/>
    <w:rsid w:val="00FE2BA7"/>
    <w:rsid w:val="00FE3031"/>
    <w:rsid w:val="00FE33E6"/>
    <w:rsid w:val="00FE3768"/>
    <w:rsid w:val="00FE3D6C"/>
    <w:rsid w:val="00FE4294"/>
    <w:rsid w:val="00FE44C0"/>
    <w:rsid w:val="00FE4906"/>
    <w:rsid w:val="00FE4CC8"/>
    <w:rsid w:val="00FE5033"/>
    <w:rsid w:val="00FE50F9"/>
    <w:rsid w:val="00FE57C3"/>
    <w:rsid w:val="00FE5821"/>
    <w:rsid w:val="00FE58E4"/>
    <w:rsid w:val="00FE5A4C"/>
    <w:rsid w:val="00FE5F2B"/>
    <w:rsid w:val="00FE6345"/>
    <w:rsid w:val="00FE6B0A"/>
    <w:rsid w:val="00FE6D5C"/>
    <w:rsid w:val="00FE6F49"/>
    <w:rsid w:val="00FE70B8"/>
    <w:rsid w:val="00FE70F5"/>
    <w:rsid w:val="00FE715E"/>
    <w:rsid w:val="00FE7503"/>
    <w:rsid w:val="00FE760E"/>
    <w:rsid w:val="00FE767F"/>
    <w:rsid w:val="00FE7777"/>
    <w:rsid w:val="00FE7B7D"/>
    <w:rsid w:val="00FE7F37"/>
    <w:rsid w:val="00FF044D"/>
    <w:rsid w:val="00FF05EF"/>
    <w:rsid w:val="00FF074A"/>
    <w:rsid w:val="00FF08A1"/>
    <w:rsid w:val="00FF0B01"/>
    <w:rsid w:val="00FF0CBD"/>
    <w:rsid w:val="00FF0FE2"/>
    <w:rsid w:val="00FF13CE"/>
    <w:rsid w:val="00FF163B"/>
    <w:rsid w:val="00FF1828"/>
    <w:rsid w:val="00FF1956"/>
    <w:rsid w:val="00FF1BAB"/>
    <w:rsid w:val="00FF1E38"/>
    <w:rsid w:val="00FF1F68"/>
    <w:rsid w:val="00FF2007"/>
    <w:rsid w:val="00FF21E9"/>
    <w:rsid w:val="00FF2326"/>
    <w:rsid w:val="00FF243B"/>
    <w:rsid w:val="00FF2483"/>
    <w:rsid w:val="00FF24F2"/>
    <w:rsid w:val="00FF251F"/>
    <w:rsid w:val="00FF26B6"/>
    <w:rsid w:val="00FF3317"/>
    <w:rsid w:val="00FF3427"/>
    <w:rsid w:val="00FF34E3"/>
    <w:rsid w:val="00FF377B"/>
    <w:rsid w:val="00FF3862"/>
    <w:rsid w:val="00FF39F1"/>
    <w:rsid w:val="00FF3CF4"/>
    <w:rsid w:val="00FF46BF"/>
    <w:rsid w:val="00FF487C"/>
    <w:rsid w:val="00FF494B"/>
    <w:rsid w:val="00FF4B5A"/>
    <w:rsid w:val="00FF4C63"/>
    <w:rsid w:val="00FF4EAC"/>
    <w:rsid w:val="00FF51EF"/>
    <w:rsid w:val="00FF5630"/>
    <w:rsid w:val="00FF5789"/>
    <w:rsid w:val="00FF5898"/>
    <w:rsid w:val="00FF5E85"/>
    <w:rsid w:val="00FF5F05"/>
    <w:rsid w:val="00FF5FAE"/>
    <w:rsid w:val="00FF6868"/>
    <w:rsid w:val="00FF6D42"/>
    <w:rsid w:val="00FF6FD4"/>
    <w:rsid w:val="00FF760B"/>
    <w:rsid w:val="00FF76F0"/>
    <w:rsid w:val="00FF7A72"/>
    <w:rsid w:val="00FF7B60"/>
    <w:rsid w:val="00FF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75842D7C"/>
  <w15:chartTrackingRefBased/>
  <w15:docId w15:val="{EBBDEFEA-2073-48B5-AE4B-CC5DA96C4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99"/>
    <w:lsdException w:name="toc 2" w:uiPriority="99"/>
    <w:lsdException w:name="toc 3" w:uiPriority="9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Normal Indent" w:uiPriority="99"/>
    <w:lsdException w:name="annotation text" w:uiPriority="99"/>
    <w:lsdException w:name="header" w:uiPriority="99"/>
    <w:lsdException w:name="footer" w:uiPriority="99"/>
    <w:lsdException w:name="caption" w:uiPriority="99" w:qFormat="1"/>
    <w:lsdException w:name="table of figures" w:uiPriority="99"/>
    <w:lsdException w:name="footnote reference" w:uiPriority="99"/>
    <w:lsdException w:name="page number" w:uiPriority="99"/>
    <w:lsdException w:name="table of authorities" w:uiPriority="99"/>
    <w:lsdException w:name="macro" w:uiPriority="99"/>
    <w:lsdException w:name="List Bullet" w:uiPriority="99"/>
    <w:lsdException w:name="List Number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qFormat="1"/>
    <w:lsdException w:name="Signature" w:uiPriority="99"/>
    <w:lsdException w:name="Body Text" w:uiPriority="99" w:qFormat="1"/>
    <w:lsdException w:name="Subtitle" w:qFormat="1"/>
    <w:lsdException w:name="Body Text First Indent" w:uiPriority="99"/>
    <w:lsdException w:name="Body Text First Indent 2" w:uiPriority="99"/>
    <w:lsdException w:name="Body Text 2" w:uiPriority="99"/>
    <w:lsdException w:name="Body Text 3" w:uiPriority="99"/>
    <w:lsdException w:name="Body Text Indent 2" w:uiPriority="99"/>
    <w:lsdException w:name="Block Text" w:uiPriority="99"/>
    <w:lsdException w:name="Hyperlink" w:uiPriority="99"/>
    <w:lsdException w:name="FollowedHyperlink" w:uiPriority="99"/>
    <w:lsdException w:name="Strong" w:qFormat="1"/>
    <w:lsdException w:name="Emphasis" w:uiPriority="20" w:qFormat="1"/>
    <w:lsdException w:name="Document Map" w:uiPriority="99"/>
    <w:lsdException w:name="Plain Text" w:uiPriority="99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2A9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77E3C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qFormat/>
    <w:rsid w:val="00277E3C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080"/>
      <w:outlineLvl w:val="4"/>
    </w:pPr>
    <w:rPr>
      <w:rFonts w:ascii="Times New Roman" w:hAnsi="Times New Roman"/>
      <w:b/>
      <w:bCs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24"/>
      <w:szCs w:val="24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6"/>
    </w:pPr>
    <w:rPr>
      <w:rFonts w:ascii="Times New Roman" w:hAnsi="Times New Roman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0"/>
      <w:outlineLvl w:val="7"/>
    </w:pPr>
    <w:rPr>
      <w:rFonts w:ascii="Times New Roman" w:hAnsi="Times New Roman"/>
      <w:sz w:val="28"/>
      <w:szCs w:val="28"/>
      <w:lang w:val="th-TH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8"/>
    </w:pPr>
    <w:rPr>
      <w:rFonts w:ascii="Times New Roman" w:hAnsi="Times New Roman"/>
      <w:sz w:val="28"/>
      <w:szCs w:val="28"/>
      <w:lang w:val="th-TH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D73AD4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">
    <w:name w:val="Heading 2 Char"/>
    <w:link w:val="Heading2"/>
    <w:rsid w:val="007C41B7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locked/>
    <w:rsid w:val="00D73AD4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locked/>
    <w:rsid w:val="00D73AD4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locked/>
    <w:rsid w:val="00D73AD4"/>
    <w:rPr>
      <w:rFonts w:cs="EucrosiaUPC"/>
      <w:b/>
      <w:bCs/>
      <w:sz w:val="32"/>
      <w:szCs w:val="32"/>
    </w:rPr>
  </w:style>
  <w:style w:type="character" w:customStyle="1" w:styleId="Heading6Char">
    <w:name w:val="Heading 6 Char"/>
    <w:link w:val="Heading6"/>
    <w:locked/>
    <w:rsid w:val="00D73AD4"/>
    <w:rPr>
      <w:rFonts w:cs="EucrosiaUPC"/>
      <w:b/>
      <w:bCs/>
      <w:sz w:val="24"/>
      <w:szCs w:val="24"/>
    </w:rPr>
  </w:style>
  <w:style w:type="character" w:customStyle="1" w:styleId="Heading7Char">
    <w:name w:val="Heading 7 Char"/>
    <w:link w:val="Heading7"/>
    <w:uiPriority w:val="99"/>
    <w:rsid w:val="00166F45"/>
    <w:rPr>
      <w:rFonts w:cs="EucrosiaUPC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locked/>
    <w:rsid w:val="00D73AD4"/>
    <w:rPr>
      <w:rFonts w:cs="EucrosiaUPC"/>
      <w:sz w:val="28"/>
      <w:szCs w:val="28"/>
      <w:lang w:val="th-TH"/>
    </w:rPr>
  </w:style>
  <w:style w:type="character" w:customStyle="1" w:styleId="Heading9Char">
    <w:name w:val="Heading 9 Char"/>
    <w:link w:val="Heading9"/>
    <w:uiPriority w:val="99"/>
    <w:locked/>
    <w:rsid w:val="00D73AD4"/>
    <w:rPr>
      <w:rFonts w:cs="EucrosiaUPC"/>
      <w:sz w:val="28"/>
      <w:szCs w:val="28"/>
      <w:lang w:val="th-TH"/>
    </w:rPr>
  </w:style>
  <w:style w:type="paragraph" w:styleId="Header">
    <w:name w:val="header"/>
    <w:basedOn w:val="Normal"/>
    <w:link w:val="HeaderChar"/>
    <w:uiPriority w:val="99"/>
    <w:rsid w:val="00277E3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AAAddress">
    <w:name w:val="AA Address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277E3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D73AD4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277E3C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277E3C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uiPriority w:val="99"/>
    <w:rsid w:val="00277E3C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277E3C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277E3C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277E3C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277E3C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277E3C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277E3C"/>
    <w:pPr>
      <w:ind w:left="284"/>
    </w:pPr>
  </w:style>
  <w:style w:type="paragraph" w:customStyle="1" w:styleId="AAFrameAddress">
    <w:name w:val="AA Frame Address"/>
    <w:basedOn w:val="Heading1"/>
    <w:uiPriority w:val="99"/>
    <w:rsid w:val="00277E3C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277E3C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277E3C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277E3C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277E3C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277E3C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277E3C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277E3C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277E3C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277E3C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277E3C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277E3C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277E3C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277E3C"/>
    <w:pPr>
      <w:ind w:left="851"/>
    </w:pPr>
  </w:style>
  <w:style w:type="paragraph" w:styleId="TOC5">
    <w:name w:val="toc 5"/>
    <w:basedOn w:val="Normal"/>
    <w:next w:val="Normal"/>
    <w:uiPriority w:val="99"/>
    <w:semiHidden/>
    <w:rsid w:val="00277E3C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277E3C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277E3C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277E3C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277E3C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277E3C"/>
    <w:pPr>
      <w:ind w:left="567" w:hanging="567"/>
    </w:pPr>
  </w:style>
  <w:style w:type="paragraph" w:styleId="ListBullet5">
    <w:name w:val="List Bullet 5"/>
    <w:basedOn w:val="Normal"/>
    <w:uiPriority w:val="99"/>
    <w:rsid w:val="00277E3C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,BT"/>
    <w:basedOn w:val="Normal"/>
    <w:link w:val="BodyTextChar"/>
    <w:uiPriority w:val="99"/>
    <w:qFormat/>
    <w:rsid w:val="00277E3C"/>
    <w:pPr>
      <w:spacing w:after="120"/>
    </w:pPr>
  </w:style>
  <w:style w:type="character" w:customStyle="1" w:styleId="BodyTextChar">
    <w:name w:val="Body Text Char"/>
    <w:aliases w:val="bt Char,body text Char,Body Char,BT Char"/>
    <w:link w:val="BodyText"/>
    <w:uiPriority w:val="99"/>
    <w:rsid w:val="000A47A5"/>
    <w:rPr>
      <w:rFonts w:ascii="Arial" w:hAnsi="Arial"/>
      <w:sz w:val="18"/>
      <w:szCs w:val="18"/>
      <w:lang w:val="en-US" w:eastAsia="en-US" w:bidi="th-TH"/>
    </w:rPr>
  </w:style>
  <w:style w:type="paragraph" w:styleId="BodyTextFirstIndent">
    <w:name w:val="Body Text First Indent"/>
    <w:basedOn w:val="BodyText"/>
    <w:link w:val="BodyTextFirstIndentChar"/>
    <w:uiPriority w:val="99"/>
    <w:rsid w:val="00277E3C"/>
    <w:pPr>
      <w:ind w:firstLine="284"/>
    </w:pPr>
    <w:rPr>
      <w:lang w:val="x-none" w:eastAsia="x-none"/>
    </w:rPr>
  </w:style>
  <w:style w:type="character" w:customStyle="1" w:styleId="BodyTextFirstIndentChar">
    <w:name w:val="Body Text First Indent Char"/>
    <w:link w:val="BodyTextFirstIndent"/>
    <w:uiPriority w:val="99"/>
    <w:locked/>
    <w:rsid w:val="00D73AD4"/>
    <w:rPr>
      <w:rFonts w:ascii="Arial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"/>
    <w:rsid w:val="00277E3C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aliases w:val="i Char"/>
    <w:link w:val="BodyTextIndent"/>
    <w:locked/>
    <w:rsid w:val="00D73AD4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277E3C"/>
    <w:pPr>
      <w:ind w:left="284" w:firstLine="284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locked/>
    <w:rsid w:val="00D73AD4"/>
    <w:rPr>
      <w:rFonts w:ascii="Arial" w:hAnsi="Arial"/>
      <w:sz w:val="18"/>
      <w:szCs w:val="18"/>
    </w:rPr>
  </w:style>
  <w:style w:type="character" w:styleId="Strong">
    <w:name w:val="Strong"/>
    <w:qFormat/>
    <w:rsid w:val="00277E3C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277E3C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277E3C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277E3C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277E3C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uiPriority w:val="99"/>
    <w:rsid w:val="00277E3C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277E3C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277E3C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277E3C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277E3C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277E3C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277E3C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277E3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277E3C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277E3C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30">
    <w:name w:val="?????3??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character" w:styleId="PageNumber">
    <w:name w:val="page number"/>
    <w:basedOn w:val="DefaultParagraphFont"/>
    <w:uiPriority w:val="99"/>
    <w:rsid w:val="00277E3C"/>
  </w:style>
  <w:style w:type="paragraph" w:styleId="DocumentMap">
    <w:name w:val="Document Map"/>
    <w:basedOn w:val="Normal"/>
    <w:link w:val="DocumentMapChar"/>
    <w:uiPriority w:val="99"/>
    <w:semiHidden/>
    <w:rsid w:val="00277E3C"/>
    <w:pPr>
      <w:shd w:val="clear" w:color="auto" w:fill="000080"/>
    </w:pPr>
    <w:rPr>
      <w:rFonts w:ascii="Times New Roman" w:hAnsi="Times New Roman"/>
      <w:sz w:val="28"/>
      <w:szCs w:val="28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D73AD4"/>
    <w:rPr>
      <w:rFonts w:cs="Cordia New"/>
      <w:sz w:val="28"/>
      <w:szCs w:val="28"/>
      <w:shd w:val="clear" w:color="auto" w:fill="000080"/>
    </w:rPr>
  </w:style>
  <w:style w:type="paragraph" w:styleId="BodyText2">
    <w:name w:val="Body Text 2"/>
    <w:basedOn w:val="Normal"/>
    <w:link w:val="BodyText2Char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Angsana New" w:hAnsi="Angsana New"/>
      <w:sz w:val="30"/>
      <w:szCs w:val="30"/>
      <w:lang w:val="th-TH" w:eastAsia="x-none"/>
    </w:rPr>
  </w:style>
  <w:style w:type="character" w:customStyle="1" w:styleId="BodyText2Char">
    <w:name w:val="Body Text 2 Char"/>
    <w:link w:val="BodyText2"/>
    <w:uiPriority w:val="99"/>
    <w:locked/>
    <w:rsid w:val="00D73AD4"/>
    <w:rPr>
      <w:rFonts w:ascii="Angsana New" w:hAnsi="Angsana New"/>
      <w:sz w:val="30"/>
      <w:szCs w:val="30"/>
      <w:lang w:val="th-TH"/>
    </w:rPr>
  </w:style>
  <w:style w:type="paragraph" w:customStyle="1" w:styleId="a0">
    <w:name w:val="Åº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10">
    <w:name w:val="10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Times New Roman" w:hAnsi="Times New Roman" w:cs="BrowalliaUPC"/>
      <w:sz w:val="20"/>
      <w:szCs w:val="20"/>
      <w:lang w:val="th-TH"/>
    </w:rPr>
  </w:style>
  <w:style w:type="paragraph" w:customStyle="1" w:styleId="a1">
    <w:name w:val="ºÇ¡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Book Antiqua" w:eastAsia="Cordia New" w:hAnsi="Book Antiqua"/>
      <w:b/>
      <w:bCs/>
      <w:sz w:val="30"/>
      <w:szCs w:val="30"/>
      <w:lang w:val="th-TH" w:eastAsia="th-TH"/>
    </w:rPr>
  </w:style>
  <w:style w:type="paragraph" w:customStyle="1" w:styleId="a3">
    <w:name w:val="ข้อความ"/>
    <w:basedOn w:val="Normal"/>
    <w:uiPriority w:val="99"/>
    <w:rsid w:val="00277E3C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eastAsia="Cordia New" w:hAnsi="Book Antiqua" w:cs="BrowalliaUPC"/>
      <w:snapToGrid w:val="0"/>
      <w:sz w:val="30"/>
      <w:szCs w:val="30"/>
      <w:lang w:val="th-TH" w:eastAsia="th-TH"/>
    </w:rPr>
  </w:style>
  <w:style w:type="paragraph" w:customStyle="1" w:styleId="a4">
    <w:name w:val="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E">
    <w:name w:val="»¡E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4"/>
      <w:szCs w:val="24"/>
      <w:lang w:val="th-TH"/>
    </w:rPr>
  </w:style>
  <w:style w:type="paragraph" w:customStyle="1" w:styleId="E0">
    <w:name w:val="ª×èÍºÃÔÉÑ· E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5">
    <w:name w:val="5"/>
    <w:basedOn w:val="E"/>
    <w:uiPriority w:val="99"/>
    <w:rsid w:val="00277E3C"/>
    <w:pPr>
      <w:jc w:val="left"/>
    </w:pPr>
    <w:rPr>
      <w:sz w:val="10"/>
      <w:szCs w:val="10"/>
    </w:rPr>
  </w:style>
  <w:style w:type="paragraph" w:customStyle="1" w:styleId="E1">
    <w:name w:val="Å§ª×èÍ E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customStyle="1" w:styleId="a5">
    <w:name w:val="?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T0">
    <w:name w:val="????? T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paragraph" w:styleId="BodyText3">
    <w:name w:val="Body Text 3"/>
    <w:basedOn w:val="Normal"/>
    <w:link w:val="BodyText3Char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thaiDistribute"/>
    </w:pPr>
    <w:rPr>
      <w:rFonts w:ascii="Book Antiqua" w:hAnsi="Book Antiqua"/>
      <w:sz w:val="30"/>
      <w:szCs w:val="30"/>
      <w:lang w:val="x-none" w:eastAsia="x-none"/>
    </w:rPr>
  </w:style>
  <w:style w:type="character" w:customStyle="1" w:styleId="BodyText3Char">
    <w:name w:val="Body Text 3 Char"/>
    <w:link w:val="BodyText3"/>
    <w:uiPriority w:val="99"/>
    <w:locked/>
    <w:rsid w:val="00D73AD4"/>
    <w:rPr>
      <w:rFonts w:ascii="Book Antiqua" w:hAnsi="Book Antiqua"/>
      <w:sz w:val="30"/>
      <w:szCs w:val="30"/>
    </w:rPr>
  </w:style>
  <w:style w:type="table" w:styleId="TableGrid">
    <w:name w:val="Table Grid"/>
    <w:basedOn w:val="TableNormal"/>
    <w:uiPriority w:val="39"/>
    <w:rsid w:val="006F5A3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 Policy Heading"/>
    <w:basedOn w:val="BodyText"/>
    <w:link w:val="AccPolicyHeadingChar"/>
    <w:autoRedefine/>
    <w:rsid w:val="000D4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900" w:right="387" w:hanging="540"/>
      <w:jc w:val="both"/>
    </w:pPr>
    <w:rPr>
      <w:rFonts w:ascii="Times New Roman" w:hAnsi="Times New Roman"/>
      <w:sz w:val="28"/>
      <w:szCs w:val="28"/>
    </w:rPr>
  </w:style>
  <w:style w:type="character" w:customStyle="1" w:styleId="AccPolicyHeadingChar">
    <w:name w:val="Acc Policy Heading Char"/>
    <w:link w:val="AccPolicyHeading"/>
    <w:rsid w:val="000D4190"/>
    <w:rPr>
      <w:rFonts w:cs="Angsana New"/>
      <w:sz w:val="28"/>
      <w:szCs w:val="28"/>
      <w:lang w:val="en-US" w:eastAsia="en-US" w:bidi="th-TH"/>
    </w:rPr>
  </w:style>
  <w:style w:type="paragraph" w:styleId="BalloonText">
    <w:name w:val="Balloon Text"/>
    <w:basedOn w:val="Normal"/>
    <w:link w:val="BalloonTextChar"/>
    <w:uiPriority w:val="99"/>
    <w:semiHidden/>
    <w:rsid w:val="00632D78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D73AD4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315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315B2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locked/>
    <w:rsid w:val="00D73AD4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315B2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D73AD4"/>
    <w:rPr>
      <w:rFonts w:ascii="Arial" w:hAnsi="Arial"/>
      <w:b/>
      <w:bCs/>
    </w:rPr>
  </w:style>
  <w:style w:type="paragraph" w:customStyle="1" w:styleId="HTMLBody">
    <w:name w:val="HTML Body"/>
    <w:uiPriority w:val="99"/>
    <w:rsid w:val="00097E01"/>
    <w:pPr>
      <w:autoSpaceDE w:val="0"/>
      <w:autoSpaceDN w:val="0"/>
      <w:adjustRightInd w:val="0"/>
    </w:pPr>
    <w:rPr>
      <w:rFonts w:ascii="Cordia New" w:hAnsi="Cordia New"/>
      <w:sz w:val="28"/>
      <w:szCs w:val="28"/>
      <w:lang w:eastAsia="zh-CN"/>
    </w:rPr>
  </w:style>
  <w:style w:type="paragraph" w:customStyle="1" w:styleId="acctmainheading">
    <w:name w:val="acct main heading"/>
    <w:aliases w:val="am"/>
    <w:basedOn w:val="Normal"/>
    <w:uiPriority w:val="99"/>
    <w:rsid w:val="00156D0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customStyle="1" w:styleId="block">
    <w:name w:val="block"/>
    <w:aliases w:val="b,b + Angsana New,Bold,Left:  0....,Left:  1 cm,Rig..."/>
    <w:basedOn w:val="BodyText"/>
    <w:rsid w:val="00C12A6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155E23"/>
    <w:rPr>
      <w:sz w:val="20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locked/>
    <w:rsid w:val="00D73AD4"/>
    <w:rPr>
      <w:rFonts w:ascii="Arial" w:hAnsi="Arial"/>
    </w:rPr>
  </w:style>
  <w:style w:type="character" w:styleId="FootnoteReference">
    <w:name w:val="footnote reference"/>
    <w:uiPriority w:val="99"/>
    <w:semiHidden/>
    <w:rsid w:val="00155E23"/>
    <w:rPr>
      <w:vertAlign w:val="superscript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D019A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F442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uiPriority w:val="99"/>
    <w:rsid w:val="006037C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RNormal">
    <w:name w:val="RNormal"/>
    <w:basedOn w:val="Normal"/>
    <w:uiPriority w:val="99"/>
    <w:rsid w:val="0072209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paragraph" w:customStyle="1" w:styleId="acctmergecolhdg">
    <w:name w:val="acct merge col hdg"/>
    <w:aliases w:val="mh"/>
    <w:basedOn w:val="Normal"/>
    <w:rsid w:val="00115D8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dividends">
    <w:name w:val="acct dividends"/>
    <w:aliases w:val="ad"/>
    <w:basedOn w:val="Normal"/>
    <w:uiPriority w:val="99"/>
    <w:rsid w:val="00D93D2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Graphic">
    <w:name w:val="Graphic"/>
    <w:basedOn w:val="Signature"/>
    <w:uiPriority w:val="99"/>
    <w:rsid w:val="002B24D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0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Signature">
    <w:name w:val="Signature"/>
    <w:basedOn w:val="Normal"/>
    <w:link w:val="SignatureChar"/>
    <w:uiPriority w:val="99"/>
    <w:rsid w:val="002B24DB"/>
    <w:pPr>
      <w:ind w:left="4320"/>
    </w:pPr>
    <w:rPr>
      <w:lang w:val="x-none" w:eastAsia="x-none"/>
    </w:rPr>
  </w:style>
  <w:style w:type="character" w:customStyle="1" w:styleId="SignatureChar">
    <w:name w:val="Signature Char"/>
    <w:link w:val="Signature"/>
    <w:uiPriority w:val="99"/>
    <w:locked/>
    <w:rsid w:val="00D73AD4"/>
    <w:rPr>
      <w:rFonts w:ascii="Arial" w:hAnsi="Arial"/>
      <w:sz w:val="18"/>
      <w:szCs w:val="18"/>
    </w:rPr>
  </w:style>
  <w:style w:type="paragraph" w:customStyle="1" w:styleId="Char">
    <w:name w:val="Char"/>
    <w:basedOn w:val="Normal"/>
    <w:uiPriority w:val="99"/>
    <w:rsid w:val="0006158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1&quot;"/>
    <w:basedOn w:val="Normal"/>
    <w:uiPriority w:val="99"/>
    <w:rsid w:val="00F5387E"/>
    <w:pPr>
      <w:tabs>
        <w:tab w:val="clear" w:pos="227"/>
      </w:tabs>
      <w:ind w:left="450"/>
      <w:jc w:val="thaiDistribute"/>
    </w:pPr>
    <w:rPr>
      <w:rFonts w:ascii="Angsana New" w:hAnsi="Angsana New"/>
      <w:sz w:val="30"/>
      <w:szCs w:val="30"/>
    </w:rPr>
  </w:style>
  <w:style w:type="paragraph" w:styleId="ListParagraph">
    <w:name w:val="List Paragraph"/>
    <w:basedOn w:val="Normal"/>
    <w:link w:val="ListParagraphChar"/>
    <w:uiPriority w:val="34"/>
    <w:qFormat/>
    <w:rsid w:val="00453020"/>
    <w:pPr>
      <w:ind w:left="720"/>
      <w:contextualSpacing/>
    </w:pPr>
    <w:rPr>
      <w:szCs w:val="22"/>
    </w:rPr>
  </w:style>
  <w:style w:type="character" w:customStyle="1" w:styleId="BodyTextChar1">
    <w:name w:val="Body Text Char1"/>
    <w:aliases w:val="bt Char1,body text Char1,Body Char1"/>
    <w:uiPriority w:val="99"/>
    <w:locked/>
    <w:rsid w:val="00D73AD4"/>
    <w:rPr>
      <w:rFonts w:ascii="Arial" w:hAnsi="Arial" w:cs="Angsana New"/>
      <w:sz w:val="22"/>
      <w:szCs w:val="22"/>
    </w:rPr>
  </w:style>
  <w:style w:type="paragraph" w:customStyle="1" w:styleId="a6">
    <w:name w:val="ลบ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styleId="BodyTextIndent2">
    <w:name w:val="Body Text Indent 2"/>
    <w:basedOn w:val="Normal"/>
    <w:link w:val="BodyTextIndent2Cha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/>
      <w:sz w:val="30"/>
      <w:szCs w:val="30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rsid w:val="00D73AD4"/>
    <w:rPr>
      <w:rFonts w:cs="EucrosiaUPC"/>
      <w:sz w:val="30"/>
      <w:szCs w:val="30"/>
    </w:rPr>
  </w:style>
  <w:style w:type="paragraph" w:customStyle="1" w:styleId="acctcolumnheading">
    <w:name w:val="acct column heading"/>
    <w:aliases w:val="ac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D73AD4"/>
    <w:pPr>
      <w:spacing w:after="0"/>
    </w:pPr>
  </w:style>
  <w:style w:type="paragraph" w:customStyle="1" w:styleId="acctindentnospaceafter">
    <w:name w:val="acct indent no space after"/>
    <w:aliases w:val="ain"/>
    <w:basedOn w:val="acctindent"/>
    <w:rsid w:val="00D73AD4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D73AD4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D73AD4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D73AD4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73AD4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D73AD4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D73AD4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D73AD4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D73AD4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rsid w:val="00D73AD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link w:val="MacroText"/>
    <w:uiPriority w:val="99"/>
    <w:rsid w:val="00D73AD4"/>
    <w:rPr>
      <w:rFonts w:ascii="Courier New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D73AD4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D73AD4"/>
    <w:rPr>
      <w:rFonts w:cs="Times New Roman"/>
    </w:rPr>
  </w:style>
  <w:style w:type="paragraph" w:customStyle="1" w:styleId="zreportaddinfo">
    <w:name w:val="zreport addinfo"/>
    <w:basedOn w:val="Normal"/>
    <w:uiPriority w:val="99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D73AD4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D73AD4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D73AD4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73AD4"/>
    <w:rPr>
      <w:b/>
      <w:bCs/>
    </w:rPr>
  </w:style>
  <w:style w:type="paragraph" w:customStyle="1" w:styleId="nineptbodytext">
    <w:name w:val="nine pt body text"/>
    <w:aliases w:val="9bt"/>
    <w:basedOn w:val="nineptnormal"/>
    <w:rsid w:val="00D73AD4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73AD4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D73AD4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D73AD4"/>
  </w:style>
  <w:style w:type="paragraph" w:customStyle="1" w:styleId="nineptheadingcentredbold">
    <w:name w:val="nine pt heading centred bold"/>
    <w:aliases w:val="9hcb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D73AD4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73AD4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D73AD4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D73AD4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D73AD4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73AD4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D73AD4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73AD4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D73AD4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73AD4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D73AD4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73AD4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D73AD4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D73AD4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D73AD4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D73AD4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uiPriority w:val="99"/>
    <w:rsid w:val="00D73AD4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D73AD4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rsid w:val="00D73AD4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73AD4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D73AD4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D73AD4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73AD4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D73AD4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D73AD4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D73AD4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D73AD4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D73AD4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D73AD4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D73AD4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73AD4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D73AD4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73AD4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D73AD4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D73AD4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D73AD4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D73AD4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73AD4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73AD4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D73AD4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D73AD4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73AD4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D73AD4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D73AD4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D73AD4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D73AD4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D73AD4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73AD4"/>
    <w:pPr>
      <w:spacing w:after="0"/>
    </w:pPr>
  </w:style>
  <w:style w:type="paragraph" w:customStyle="1" w:styleId="nineptblocklist">
    <w:name w:val="nine pt block list"/>
    <w:aliases w:val="9bl"/>
    <w:basedOn w:val="nineptblock"/>
    <w:rsid w:val="00D73AD4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D73AD4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D73AD4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D73AD4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D73AD4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D73AD4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D73AD4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D73AD4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D73AD4"/>
    <w:pPr>
      <w:tabs>
        <w:tab w:val="num" w:pos="907"/>
      </w:tabs>
      <w:spacing w:line="260" w:lineRule="atLeast"/>
      <w:ind w:left="907" w:hanging="340"/>
    </w:pPr>
    <w:rPr>
      <w:rFonts w:cs="Times New Roman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D73AD4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D73AD4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D73AD4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D73AD4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D73AD4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73AD4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D73AD4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D73AD4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73AD4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D73AD4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D73AD4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D73AD4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D73AD4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D73AD4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D73AD4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uiPriority w:val="99"/>
    <w:rsid w:val="00D73AD4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D73AD4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D73AD4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D73AD4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73AD4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73AD4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D73AD4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D73AD4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D73AD4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/>
      <w:bCs/>
      <w:i/>
      <w:iCs/>
      <w:sz w:val="22"/>
      <w:szCs w:val="22"/>
      <w:lang w:val="x-none" w:eastAsia="en-GB"/>
    </w:rPr>
  </w:style>
  <w:style w:type="character" w:customStyle="1" w:styleId="AccPolicysubheadChar">
    <w:name w:val="Acc Policy sub head Char"/>
    <w:link w:val="AccPolicysubhead"/>
    <w:locked/>
    <w:rsid w:val="00D73AD4"/>
    <w:rPr>
      <w:rFonts w:cs="Times New Roman"/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 w:cs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73AD4"/>
    <w:pPr>
      <w:ind w:left="1134"/>
    </w:pPr>
  </w:style>
  <w:style w:type="character" w:customStyle="1" w:styleId="AccPolicyalternativeChar">
    <w:name w:val="Acc Policy alternative Char"/>
    <w:basedOn w:val="AccPolicysubheadChar"/>
    <w:link w:val="AccPolicyalternative"/>
    <w:locked/>
    <w:rsid w:val="00D73AD4"/>
    <w:rPr>
      <w:rFonts w:cs="Times New Roman"/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D73AD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D73AD4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character" w:customStyle="1" w:styleId="AccPolicyHeadingCharChar">
    <w:name w:val="Acc Policy Heading Char Char"/>
    <w:rsid w:val="00D73AD4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73AD4"/>
    <w:rPr>
      <w:rFonts w:cs="Times New Roman"/>
      <w:sz w:val="29"/>
      <w:szCs w:val="29"/>
    </w:rPr>
  </w:style>
  <w:style w:type="character" w:customStyle="1" w:styleId="hps">
    <w:name w:val="hps"/>
    <w:rsid w:val="00D73AD4"/>
    <w:rPr>
      <w:rFonts w:cs="Times New Roman"/>
    </w:rPr>
  </w:style>
  <w:style w:type="character" w:customStyle="1" w:styleId="gt-icon-text1">
    <w:name w:val="gt-icon-text1"/>
    <w:rsid w:val="00D73AD4"/>
    <w:rPr>
      <w:rFonts w:cs="Times New Roman"/>
    </w:rPr>
  </w:style>
  <w:style w:type="character" w:customStyle="1" w:styleId="shorttext">
    <w:name w:val="short_text"/>
    <w:rsid w:val="00D73AD4"/>
    <w:rPr>
      <w:rFonts w:cs="Times New Roman"/>
    </w:rPr>
  </w:style>
  <w:style w:type="paragraph" w:customStyle="1" w:styleId="Default">
    <w:name w:val="Default"/>
    <w:uiPriority w:val="99"/>
    <w:rsid w:val="00D73AD4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rsid w:val="00D73AD4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  <w:lang w:val="x-none" w:eastAsia="x-none"/>
    </w:rPr>
  </w:style>
  <w:style w:type="character" w:customStyle="1" w:styleId="PlainTextChar">
    <w:name w:val="Plain Text Char"/>
    <w:link w:val="PlainText"/>
    <w:uiPriority w:val="99"/>
    <w:rsid w:val="00D73AD4"/>
    <w:rPr>
      <w:rFonts w:ascii="Consolas" w:hAnsi="Consolas"/>
      <w:sz w:val="21"/>
      <w:szCs w:val="26"/>
    </w:rPr>
  </w:style>
  <w:style w:type="paragraph" w:styleId="Revision">
    <w:name w:val="Revision"/>
    <w:hidden/>
    <w:uiPriority w:val="99"/>
    <w:semiHidden/>
    <w:rsid w:val="00D73AD4"/>
    <w:rPr>
      <w:rFonts w:ascii="Arial" w:hAnsi="Arial"/>
      <w:sz w:val="18"/>
      <w:szCs w:val="22"/>
    </w:rPr>
  </w:style>
  <w:style w:type="character" w:customStyle="1" w:styleId="apple-converted-space">
    <w:name w:val="apple-converted-space"/>
    <w:basedOn w:val="DefaultParagraphFont"/>
    <w:rsid w:val="00C03143"/>
  </w:style>
  <w:style w:type="paragraph" w:styleId="NormalWeb">
    <w:name w:val="Normal (Web)"/>
    <w:basedOn w:val="Normal"/>
    <w:uiPriority w:val="99"/>
    <w:unhideWhenUsed/>
    <w:rsid w:val="005C653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Heading2"/>
    <w:link w:val="Style1Char"/>
    <w:qFormat/>
    <w:rsid w:val="00945C2A"/>
    <w:pPr>
      <w:numPr>
        <w:numId w:val="17"/>
      </w:numPr>
      <w:tabs>
        <w:tab w:val="clear" w:pos="227"/>
        <w:tab w:val="clear" w:pos="454"/>
        <w:tab w:val="clear" w:pos="680"/>
        <w:tab w:val="clear" w:pos="907"/>
      </w:tabs>
      <w:jc w:val="both"/>
    </w:pPr>
    <w:rPr>
      <w:rFonts w:ascii="Angsana New" w:hAnsi="Angsana New"/>
      <w:b w:val="0"/>
      <w:bCs w:val="0"/>
      <w:sz w:val="30"/>
      <w:szCs w:val="30"/>
      <w:lang w:val="th-TH"/>
    </w:rPr>
  </w:style>
  <w:style w:type="character" w:customStyle="1" w:styleId="Style1Char">
    <w:name w:val="Style1 Char"/>
    <w:link w:val="Style1"/>
    <w:rsid w:val="00945C2A"/>
    <w:rPr>
      <w:rFonts w:ascii="Angsana New" w:hAnsi="Angsana New"/>
      <w:sz w:val="30"/>
      <w:szCs w:val="30"/>
      <w:lang w:val="th-TH"/>
    </w:rPr>
  </w:style>
  <w:style w:type="character" w:styleId="LineNumber">
    <w:name w:val="line number"/>
    <w:basedOn w:val="DefaultParagraphFont"/>
    <w:rsid w:val="004E714C"/>
  </w:style>
  <w:style w:type="paragraph" w:styleId="NoSpacing">
    <w:name w:val="No Spacing"/>
    <w:uiPriority w:val="1"/>
    <w:qFormat/>
    <w:rsid w:val="00B723E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/>
      <w:sz w:val="18"/>
      <w:szCs w:val="22"/>
    </w:rPr>
  </w:style>
  <w:style w:type="character" w:styleId="Hyperlink">
    <w:name w:val="Hyperlink"/>
    <w:uiPriority w:val="99"/>
    <w:unhideWhenUsed/>
    <w:rsid w:val="003C0EF9"/>
    <w:rPr>
      <w:strike w:val="0"/>
      <w:dstrike w:val="0"/>
      <w:color w:val="1C62B9"/>
      <w:u w:val="none"/>
      <w:effect w:val="none"/>
    </w:rPr>
  </w:style>
  <w:style w:type="character" w:styleId="FollowedHyperlink">
    <w:name w:val="FollowedHyperlink"/>
    <w:uiPriority w:val="99"/>
    <w:unhideWhenUsed/>
    <w:rsid w:val="003C0EF9"/>
    <w:rPr>
      <w:color w:val="800080"/>
      <w:u w:val="single"/>
    </w:rPr>
  </w:style>
  <w:style w:type="character" w:styleId="Emphasis">
    <w:name w:val="Emphasis"/>
    <w:uiPriority w:val="20"/>
    <w:qFormat/>
    <w:rsid w:val="003C0EF9"/>
    <w:rPr>
      <w:b w:val="0"/>
      <w:bCs w:val="0"/>
      <w:i w:val="0"/>
      <w:iCs w:val="0"/>
      <w:color w:val="D14836"/>
    </w:rPr>
  </w:style>
  <w:style w:type="paragraph" w:customStyle="1" w:styleId="msonormal0">
    <w:name w:val="msonormal"/>
    <w:basedOn w:val="Normal"/>
    <w:uiPriority w:val="99"/>
    <w:rsid w:val="003C0EF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Indent10">
    <w:name w:val="Normal Indent1"/>
    <w:basedOn w:val="Normal"/>
    <w:uiPriority w:val="99"/>
    <w:rsid w:val="003C0EF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character" w:customStyle="1" w:styleId="Style2Char">
    <w:name w:val="Style2 Char"/>
    <w:link w:val="Style2"/>
    <w:uiPriority w:val="99"/>
    <w:locked/>
    <w:rsid w:val="003C0EF9"/>
    <w:rPr>
      <w:rFonts w:ascii="Angsana New" w:eastAsia="MS Mincho" w:hAnsi="Angsana New" w:cs="Times New Roman"/>
      <w:b/>
      <w:bCs/>
      <w:sz w:val="30"/>
      <w:szCs w:val="30"/>
      <w:lang w:val="en-GB" w:eastAsia="th-TH"/>
    </w:rPr>
  </w:style>
  <w:style w:type="paragraph" w:customStyle="1" w:styleId="Style2">
    <w:name w:val="Style2"/>
    <w:basedOn w:val="Heading3"/>
    <w:link w:val="Style2Char"/>
    <w:uiPriority w:val="99"/>
    <w:qFormat/>
    <w:rsid w:val="003C0EF9"/>
    <w:pPr>
      <w:numPr>
        <w:numId w:val="23"/>
      </w:numPr>
      <w:tabs>
        <w:tab w:val="clear" w:pos="227"/>
        <w:tab w:val="clear" w:pos="454"/>
        <w:tab w:val="clear" w:pos="680"/>
        <w:tab w:val="clear" w:pos="907"/>
      </w:tabs>
      <w:spacing w:line="260" w:lineRule="atLeast"/>
      <w:ind w:right="-45"/>
      <w:jc w:val="both"/>
    </w:pPr>
    <w:rPr>
      <w:rFonts w:ascii="Angsana New" w:eastAsia="MS Mincho" w:hAnsi="Angsana New"/>
      <w:b/>
      <w:bCs/>
      <w:i w:val="0"/>
      <w:iCs w:val="0"/>
      <w:sz w:val="30"/>
      <w:szCs w:val="30"/>
      <w:lang w:val="en-GB" w:eastAsia="th-TH"/>
    </w:rPr>
  </w:style>
  <w:style w:type="character" w:customStyle="1" w:styleId="AccountingPolicyChar1">
    <w:name w:val="Accounting Policy Char1"/>
    <w:link w:val="AccountingPolicy"/>
    <w:locked/>
    <w:rsid w:val="003C0EF9"/>
    <w:rPr>
      <w:rFonts w:ascii="Univers 45 Light" w:eastAsia="MS Mincho" w:hAnsi="Univers 45 Light" w:cs="Univers 45 Light"/>
      <w:color w:val="000000"/>
      <w:lang w:val="en-GB" w:bidi="ar-SA"/>
    </w:rPr>
  </w:style>
  <w:style w:type="paragraph" w:customStyle="1" w:styleId="AccountingPolicy">
    <w:name w:val="Accounting Policy"/>
    <w:basedOn w:val="Normal"/>
    <w:link w:val="AccountingPolicyChar1"/>
    <w:rsid w:val="003C0EF9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NormalIndent11">
    <w:name w:val="Normal Indent11"/>
    <w:basedOn w:val="Normal"/>
    <w:uiPriority w:val="99"/>
    <w:rsid w:val="003C0EF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customStyle="1" w:styleId="Nomal">
    <w:name w:val="Nomal"/>
    <w:basedOn w:val="Normal"/>
    <w:uiPriority w:val="99"/>
    <w:rsid w:val="003C0EF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Angsana New" w:eastAsia="Times New Roman" w:hAnsi="Angsana New"/>
      <w:sz w:val="28"/>
      <w:szCs w:val="28"/>
    </w:rPr>
  </w:style>
  <w:style w:type="character" w:customStyle="1" w:styleId="Heading1Char1">
    <w:name w:val="Heading 1 Char1"/>
    <w:uiPriority w:val="99"/>
    <w:rsid w:val="003C0EF9"/>
    <w:rPr>
      <w:rFonts w:ascii="Angsana New" w:eastAsia="Times New Roman" w:hAnsi="Angsana New" w:cs="Times New Roman" w:hint="cs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3C0EF9"/>
    <w:rPr>
      <w:rFonts w:ascii="Arial" w:eastAsia="Times New Roman" w:hAnsi="Arial" w:cs="Times New Roman" w:hint="default"/>
      <w:b/>
      <w:bCs/>
      <w:sz w:val="18"/>
      <w:szCs w:val="18"/>
      <w:lang w:val="en-US" w:eastAsia="en-US"/>
    </w:rPr>
  </w:style>
  <w:style w:type="character" w:customStyle="1" w:styleId="Heading3Char1">
    <w:name w:val="Heading 3 Char1"/>
    <w:rsid w:val="003C0EF9"/>
    <w:rPr>
      <w:rFonts w:ascii="Arial" w:eastAsia="Times New Roman" w:hAnsi="Arial" w:cs="Times New Roman" w:hint="default"/>
      <w:i/>
      <w:iCs/>
      <w:sz w:val="18"/>
      <w:szCs w:val="18"/>
      <w:lang w:val="en-US" w:eastAsia="en-US"/>
    </w:rPr>
  </w:style>
  <w:style w:type="character" w:customStyle="1" w:styleId="Heading4Char1">
    <w:name w:val="Heading 4 Char1"/>
    <w:rsid w:val="003C0EF9"/>
    <w:rPr>
      <w:rFonts w:ascii="Arial" w:eastAsia="Times New Roman" w:hAnsi="Arial" w:cs="Times New Roman" w:hint="default"/>
      <w:b/>
      <w:bCs/>
      <w:sz w:val="18"/>
      <w:szCs w:val="18"/>
      <w:lang w:val="en-US" w:eastAsia="en-US"/>
    </w:rPr>
  </w:style>
  <w:style w:type="character" w:customStyle="1" w:styleId="Heading5Char1">
    <w:name w:val="Heading 5 Char1"/>
    <w:rsid w:val="003C0EF9"/>
    <w:rPr>
      <w:rFonts w:ascii="Times New Roman" w:eastAsia="Times New Roman" w:hAnsi="Times New Roman" w:cs="EucrosiaUPC" w:hint="default"/>
      <w:b/>
      <w:bCs/>
      <w:sz w:val="32"/>
      <w:szCs w:val="32"/>
      <w:lang w:val="en-US" w:eastAsia="en-US"/>
    </w:rPr>
  </w:style>
  <w:style w:type="character" w:customStyle="1" w:styleId="Heading6Char1">
    <w:name w:val="Heading 6 Char1"/>
    <w:rsid w:val="003C0EF9"/>
    <w:rPr>
      <w:rFonts w:ascii="Times New Roman" w:eastAsia="Times New Roman" w:hAnsi="Times New Roman" w:cs="EucrosiaUPC" w:hint="default"/>
      <w:b/>
      <w:bCs/>
      <w:sz w:val="32"/>
      <w:szCs w:val="32"/>
      <w:u w:val="single"/>
      <w:lang w:val="en-US" w:eastAsia="en-US"/>
    </w:rPr>
  </w:style>
  <w:style w:type="character" w:customStyle="1" w:styleId="Heading7Char1">
    <w:name w:val="Heading 7 Char1"/>
    <w:rsid w:val="003C0EF9"/>
    <w:rPr>
      <w:rFonts w:ascii="Times New Roman" w:eastAsia="Times New Roman" w:hAnsi="Times New Roman" w:cs="EucrosiaUPC" w:hint="default"/>
      <w:b/>
      <w:bCs/>
      <w:sz w:val="30"/>
      <w:szCs w:val="30"/>
      <w:lang w:val="en-US" w:eastAsia="en-US"/>
    </w:rPr>
  </w:style>
  <w:style w:type="character" w:customStyle="1" w:styleId="Heading8Char1">
    <w:name w:val="Heading 8 Char1"/>
    <w:rsid w:val="003C0EF9"/>
    <w:rPr>
      <w:rFonts w:ascii="Times New Roman" w:eastAsia="Times New Roman" w:hAnsi="Times New Roman" w:cs="EucrosiaUPC" w:hint="default"/>
      <w:b/>
      <w:bCs/>
      <w:sz w:val="32"/>
      <w:szCs w:val="32"/>
      <w:lang w:val="en-US" w:eastAsia="en-US"/>
    </w:rPr>
  </w:style>
  <w:style w:type="character" w:customStyle="1" w:styleId="Heading9Char1">
    <w:name w:val="Heading 9 Char1"/>
    <w:rsid w:val="003C0EF9"/>
    <w:rPr>
      <w:rFonts w:ascii="Times New Roman" w:eastAsia="Times New Roman" w:hAnsi="Times New Roman" w:cs="EucrosiaUPC" w:hint="default"/>
      <w:b/>
      <w:bCs/>
      <w:sz w:val="30"/>
      <w:szCs w:val="30"/>
      <w:lang w:val="en-US" w:eastAsia="en-US"/>
    </w:rPr>
  </w:style>
  <w:style w:type="character" w:customStyle="1" w:styleId="HeaderChar1">
    <w:name w:val="Header Char1"/>
    <w:uiPriority w:val="99"/>
    <w:rsid w:val="003C0EF9"/>
    <w:rPr>
      <w:rFonts w:ascii="Arial" w:eastAsia="Times New Roman" w:hAnsi="Arial" w:cs="Times New Roman" w:hint="default"/>
      <w:sz w:val="18"/>
      <w:szCs w:val="18"/>
      <w:lang w:val="en-US" w:eastAsia="en-US"/>
    </w:rPr>
  </w:style>
  <w:style w:type="character" w:customStyle="1" w:styleId="FooterChar1">
    <w:name w:val="Footer Char1"/>
    <w:uiPriority w:val="99"/>
    <w:rsid w:val="003C0EF9"/>
    <w:rPr>
      <w:rFonts w:ascii="Arial" w:eastAsia="Times New Roman" w:hAnsi="Arial" w:cs="Times New Roman" w:hint="default"/>
      <w:sz w:val="18"/>
      <w:szCs w:val="18"/>
      <w:lang w:val="en-US" w:eastAsia="en-US"/>
    </w:rPr>
  </w:style>
  <w:style w:type="character" w:customStyle="1" w:styleId="BodyTextFirstIndentChar1">
    <w:name w:val="Body Text First Indent Char1"/>
    <w:rsid w:val="003C0EF9"/>
    <w:rPr>
      <w:rFonts w:ascii="Arial" w:eastAsia="Times New Roman" w:hAnsi="Arial" w:cs="Angsana New" w:hint="default"/>
      <w:sz w:val="18"/>
      <w:szCs w:val="18"/>
      <w:lang w:val="en-US" w:eastAsia="en-US"/>
    </w:rPr>
  </w:style>
  <w:style w:type="character" w:customStyle="1" w:styleId="BodyTextFirstIndent2Char1">
    <w:name w:val="Body Text First Indent 2 Char1"/>
    <w:rsid w:val="003C0EF9"/>
  </w:style>
  <w:style w:type="character" w:customStyle="1" w:styleId="BodyText2Char1">
    <w:name w:val="Body Text 2 Char1"/>
    <w:rsid w:val="003C0EF9"/>
    <w:rPr>
      <w:rFonts w:ascii="Book Antiqua" w:eastAsia="Times New Roman" w:hAnsi="Book Antiqua" w:cs="Times New Roman" w:hint="default"/>
      <w:sz w:val="22"/>
      <w:szCs w:val="22"/>
      <w:lang w:val="en-US" w:eastAsia="en-US"/>
    </w:rPr>
  </w:style>
  <w:style w:type="character" w:customStyle="1" w:styleId="BodyText3Char1">
    <w:name w:val="Body Text 3 Char1"/>
    <w:rsid w:val="003C0EF9"/>
    <w:rPr>
      <w:rFonts w:ascii="Times New Roman" w:eastAsia="Times New Roman" w:hAnsi="Times New Roman" w:cs="EucrosiaUPC" w:hint="default"/>
      <w:sz w:val="30"/>
      <w:szCs w:val="30"/>
      <w:lang w:val="en-US" w:eastAsia="en-US"/>
    </w:rPr>
  </w:style>
  <w:style w:type="character" w:customStyle="1" w:styleId="BodyTextIndent2Char1">
    <w:name w:val="Body Text Indent 2 Char1"/>
    <w:rsid w:val="003C0EF9"/>
    <w:rPr>
      <w:rFonts w:ascii="Times New Roman" w:eastAsia="Times New Roman" w:hAnsi="Times New Roman" w:cs="EucrosiaUPC" w:hint="default"/>
      <w:sz w:val="30"/>
      <w:szCs w:val="30"/>
      <w:lang w:val="en-US" w:eastAsia="en-US"/>
    </w:rPr>
  </w:style>
  <w:style w:type="character" w:customStyle="1" w:styleId="SignatureChar1">
    <w:name w:val="Signature Char1"/>
    <w:rsid w:val="003C0EF9"/>
    <w:rPr>
      <w:rFonts w:ascii="Arial" w:eastAsia="Times New Roman" w:hAnsi="Arial" w:cs="Times New Roman" w:hint="default"/>
      <w:sz w:val="18"/>
      <w:szCs w:val="18"/>
      <w:lang w:val="en-US" w:eastAsia="en-US"/>
    </w:rPr>
  </w:style>
  <w:style w:type="character" w:customStyle="1" w:styleId="CharChar22">
    <w:name w:val="Char Char22"/>
    <w:rsid w:val="003C0EF9"/>
    <w:rPr>
      <w:rFonts w:ascii="Arial" w:eastAsia="Times New Roman" w:hAnsi="Arial" w:cs="Times New Roman" w:hint="default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3C0EF9"/>
    <w:rPr>
      <w:rFonts w:ascii="Arial" w:eastAsia="Times New Roman" w:hAnsi="Arial" w:cs="Times New Roman" w:hint="default"/>
      <w:b/>
      <w:bCs/>
      <w:sz w:val="18"/>
      <w:szCs w:val="18"/>
    </w:rPr>
  </w:style>
  <w:style w:type="character" w:customStyle="1" w:styleId="CharChar20">
    <w:name w:val="Char Char20"/>
    <w:rsid w:val="003C0EF9"/>
    <w:rPr>
      <w:rFonts w:ascii="Arial" w:eastAsia="Times New Roman" w:hAnsi="Arial" w:cs="Times New Roman" w:hint="default"/>
      <w:i/>
      <w:iCs/>
      <w:sz w:val="18"/>
      <w:szCs w:val="18"/>
    </w:rPr>
  </w:style>
  <w:style w:type="character" w:customStyle="1" w:styleId="atn">
    <w:name w:val="atn"/>
    <w:rsid w:val="003C0EF9"/>
  </w:style>
  <w:style w:type="character" w:customStyle="1" w:styleId="st1">
    <w:name w:val="st1"/>
    <w:rsid w:val="003C0EF9"/>
  </w:style>
  <w:style w:type="character" w:customStyle="1" w:styleId="alt-edited1">
    <w:name w:val="alt-edited1"/>
    <w:rsid w:val="003C0EF9"/>
    <w:rPr>
      <w:color w:val="4D90F0"/>
    </w:rPr>
  </w:style>
  <w:style w:type="character" w:customStyle="1" w:styleId="blockChar">
    <w:name w:val="block Char"/>
    <w:aliases w:val="b Char"/>
    <w:locked/>
    <w:rsid w:val="003C0EF9"/>
    <w:rPr>
      <w:rFonts w:ascii="Times New Roman" w:hAnsi="Times New Roman" w:cs="Times New Roman" w:hint="default"/>
      <w:sz w:val="22"/>
      <w:lang w:eastAsia="en-US" w:bidi="ar-SA"/>
    </w:rPr>
  </w:style>
  <w:style w:type="character" w:customStyle="1" w:styleId="ListParagraphChar">
    <w:name w:val="List Paragraph Char"/>
    <w:link w:val="ListParagraph"/>
    <w:uiPriority w:val="34"/>
    <w:locked/>
    <w:rsid w:val="00AA28B3"/>
    <w:rPr>
      <w:rFonts w:ascii="Arial" w:hAnsi="Arial"/>
      <w:sz w:val="18"/>
      <w:szCs w:val="22"/>
    </w:rPr>
  </w:style>
  <w:style w:type="paragraph" w:customStyle="1" w:styleId="NormalIndent2">
    <w:name w:val="Normal Indent2"/>
    <w:basedOn w:val="Normal"/>
    <w:uiPriority w:val="99"/>
    <w:rsid w:val="001F5C1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6" ma:contentTypeDescription="Create a new document." ma:contentTypeScope="" ma:versionID="0ba993d9eb45a2c10d3ad218f1e9b9d3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d5b86c4601498e99444bfdcc881b6fd6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3A1DC-AE7C-41A8-916E-B8101E5A54DC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2.xml><?xml version="1.0" encoding="utf-8"?>
<ds:datastoreItem xmlns:ds="http://schemas.openxmlformats.org/officeDocument/2006/customXml" ds:itemID="{D17FBE7C-D4AE-4CA5-949A-F8E16BEFE2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79BF6F-42FE-4CD8-9380-B45B03306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D7E584-1612-4FC6-8F4D-57E14D34D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0</TotalTime>
  <Pages>3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ล็อกซเล่ย์ จำกัด (มหาชน) และบริษัทย่อย</vt:lpstr>
    </vt:vector>
  </TitlesOfParts>
  <Company>KPMG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ล็อกซเล่ย์ จำกัด (มหาชน) และบริษัทย่อย</dc:title>
  <dc:subject/>
  <dc:creator>Nuttha, Urapeevachareewan</dc:creator>
  <cp:keywords/>
  <cp:lastModifiedBy>Tanyaporn, In-o-chanon</cp:lastModifiedBy>
  <cp:revision>2</cp:revision>
  <cp:lastPrinted>2023-08-04T17:50:00Z</cp:lastPrinted>
  <dcterms:created xsi:type="dcterms:W3CDTF">2024-05-07T04:46:00Z</dcterms:created>
  <dcterms:modified xsi:type="dcterms:W3CDTF">2024-05-07T04:46:00Z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SIP_Label_7a4074b6-ae10-44c3-9248-82e73b5899b3_Enabled">
    <vt:lpwstr>true</vt:lpwstr>
  </property>
  <property fmtid="{D5CDD505-2E9C-101B-9397-08002B2CF9AE}" pid="4" name="MSIP_Label_7a4074b6-ae10-44c3-9248-82e73b5899b3_SetDate">
    <vt:lpwstr>2023-04-21T07:18:58Z</vt:lpwstr>
  </property>
  <property fmtid="{D5CDD505-2E9C-101B-9397-08002B2CF9AE}" pid="5" name="MSIP_Label_7a4074b6-ae10-44c3-9248-82e73b5899b3_Method">
    <vt:lpwstr>Standard</vt:lpwstr>
  </property>
  <property fmtid="{D5CDD505-2E9C-101B-9397-08002B2CF9AE}" pid="6" name="MSIP_Label_7a4074b6-ae10-44c3-9248-82e73b5899b3_Name">
    <vt:lpwstr>Public</vt:lpwstr>
  </property>
  <property fmtid="{D5CDD505-2E9C-101B-9397-08002B2CF9AE}" pid="7" name="MSIP_Label_7a4074b6-ae10-44c3-9248-82e73b5899b3_SiteId">
    <vt:lpwstr>b93aa31d-e9dc-41ad-9a6a-3e43366a05ef</vt:lpwstr>
  </property>
  <property fmtid="{D5CDD505-2E9C-101B-9397-08002B2CF9AE}" pid="8" name="MSIP_Label_7a4074b6-ae10-44c3-9248-82e73b5899b3_ActionId">
    <vt:lpwstr>ee622257-250e-469d-bf10-b80b443cbe82</vt:lpwstr>
  </property>
  <property fmtid="{D5CDD505-2E9C-101B-9397-08002B2CF9AE}" pid="9" name="MSIP_Label_7a4074b6-ae10-44c3-9248-82e73b5899b3_ContentBits">
    <vt:lpwstr>0</vt:lpwstr>
  </property>
  <property fmtid="{D5CDD505-2E9C-101B-9397-08002B2CF9AE}" pid="10" name="MediaServiceImageTags">
    <vt:lpwstr/>
  </property>
</Properties>
</file>