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B4EF" w14:textId="18B0BCD1" w:rsidR="00410590" w:rsidRPr="00D55686" w:rsidRDefault="0036371E" w:rsidP="003D789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D55686">
        <w:rPr>
          <w:rFonts w:ascii="Angsana New" w:hAnsi="Angsana New" w:cs="Angsana New" w:hint="cs"/>
          <w:sz w:val="52"/>
          <w:szCs w:val="52"/>
          <w:cs/>
        </w:rPr>
        <w:t>บริษัท</w:t>
      </w:r>
      <w:r w:rsidRPr="00D55686">
        <w:rPr>
          <w:rFonts w:ascii="Angsana New" w:hAnsi="Angsana New" w:cs="Angsana New"/>
          <w:sz w:val="52"/>
          <w:szCs w:val="52"/>
          <w:cs/>
        </w:rPr>
        <w:t xml:space="preserve"> </w:t>
      </w:r>
      <w:r w:rsidRPr="00D55686">
        <w:rPr>
          <w:rFonts w:ascii="Angsana New" w:hAnsi="Angsana New" w:cs="Angsana New" w:hint="cs"/>
          <w:sz w:val="52"/>
          <w:szCs w:val="52"/>
          <w:cs/>
        </w:rPr>
        <w:t>ซิมโฟนี่</w:t>
      </w:r>
      <w:r w:rsidRPr="00D55686">
        <w:rPr>
          <w:rFonts w:ascii="Angsana New" w:hAnsi="Angsana New" w:cs="Angsana New"/>
          <w:sz w:val="52"/>
          <w:szCs w:val="52"/>
          <w:cs/>
        </w:rPr>
        <w:t xml:space="preserve"> </w:t>
      </w:r>
      <w:r w:rsidRPr="00D55686">
        <w:rPr>
          <w:rFonts w:ascii="Angsana New" w:hAnsi="Angsana New" w:cs="Angsana New" w:hint="cs"/>
          <w:sz w:val="52"/>
          <w:szCs w:val="52"/>
          <w:cs/>
        </w:rPr>
        <w:t>คอมมูนิเคชั่น</w:t>
      </w:r>
      <w:r w:rsidRPr="00D55686">
        <w:rPr>
          <w:rFonts w:ascii="Angsana New" w:hAnsi="Angsana New" w:cs="Angsana New"/>
          <w:sz w:val="52"/>
          <w:szCs w:val="52"/>
          <w:cs/>
        </w:rPr>
        <w:t xml:space="preserve"> </w:t>
      </w:r>
      <w:r w:rsidRPr="00D55686">
        <w:rPr>
          <w:rFonts w:ascii="Angsana New" w:hAnsi="Angsana New" w:cs="Angsana New" w:hint="cs"/>
          <w:sz w:val="52"/>
          <w:szCs w:val="52"/>
          <w:cs/>
        </w:rPr>
        <w:t>จำกัด</w:t>
      </w:r>
      <w:r w:rsidRPr="00D55686">
        <w:rPr>
          <w:rFonts w:ascii="Angsana New" w:hAnsi="Angsana New" w:cs="Angsana New"/>
          <w:sz w:val="52"/>
          <w:szCs w:val="52"/>
          <w:cs/>
        </w:rPr>
        <w:t xml:space="preserve"> (</w:t>
      </w:r>
      <w:r w:rsidRPr="00D55686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D55686">
        <w:rPr>
          <w:rFonts w:ascii="Angsana New" w:hAnsi="Angsana New" w:cs="Angsana New"/>
          <w:sz w:val="52"/>
          <w:szCs w:val="52"/>
          <w:cs/>
        </w:rPr>
        <w:t xml:space="preserve">) </w:t>
      </w:r>
      <w:r w:rsidRPr="00D55686">
        <w:rPr>
          <w:rFonts w:ascii="Angsana New" w:hAnsi="Angsana New" w:cs="Angsana New" w:hint="cs"/>
          <w:sz w:val="52"/>
          <w:szCs w:val="52"/>
          <w:cs/>
        </w:rPr>
        <w:t>และบริษัทย่อย</w:t>
      </w:r>
    </w:p>
    <w:p w14:paraId="599F1CD3" w14:textId="77777777" w:rsidR="0036371E" w:rsidRPr="00D55686" w:rsidRDefault="0036371E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821A8FD" w14:textId="72BE6F83" w:rsidR="00D064C9" w:rsidRPr="000D6681" w:rsidRDefault="00D064C9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D668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งบการเงินสำหรับปีสิ้นสุดวันที่</w:t>
      </w:r>
      <w:r w:rsidR="000D6681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4D7A8F" w:rsidRPr="004D7A8F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0D668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</w:t>
      </w:r>
      <w:r w:rsidR="000D6681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4D7A8F" w:rsidRPr="004D7A8F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D87A6D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14:paraId="4E5CBFAF" w14:textId="77777777" w:rsidR="00410590" w:rsidRPr="00D55686" w:rsidRDefault="00410590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D55686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7328B3E" w14:textId="70212575" w:rsidR="00410590" w:rsidRDefault="00410590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55686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</w:t>
      </w:r>
      <w:r w:rsidR="0036371E" w:rsidRPr="00D5568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D55686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2A6E33A" w14:textId="63086294" w:rsidR="006722DB" w:rsidRDefault="006722DB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53BAA726" w14:textId="3AAB3F69" w:rsidR="006722DB" w:rsidRDefault="006722DB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56AC7A7B" w14:textId="77777777" w:rsidR="006722DB" w:rsidRPr="00D55686" w:rsidRDefault="006722DB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31581D1" w14:textId="77777777" w:rsidR="00410590" w:rsidRPr="00D55686" w:rsidRDefault="00410590" w:rsidP="004105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</w:rPr>
        <w:sectPr w:rsidR="00410590" w:rsidRPr="00D55686" w:rsidSect="00C334B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0B89D5CD" w14:textId="77777777" w:rsidR="00410590" w:rsidRPr="000154B2" w:rsidRDefault="00D064C9" w:rsidP="00410590">
      <w:pPr>
        <w:spacing w:line="240" w:lineRule="auto"/>
        <w:jc w:val="both"/>
        <w:rPr>
          <w:b/>
          <w:bCs/>
          <w:sz w:val="30"/>
          <w:szCs w:val="30"/>
        </w:rPr>
      </w:pPr>
      <w:r w:rsidRPr="000154B2">
        <w:rPr>
          <w:rFonts w:hint="cs"/>
          <w:b/>
          <w:bCs/>
          <w:sz w:val="30"/>
          <w:szCs w:val="30"/>
          <w:cs/>
        </w:rPr>
        <w:lastRenderedPageBreak/>
        <w:t>รายงานของผู้สอบบัญชีรับอนุญาต</w:t>
      </w:r>
    </w:p>
    <w:p w14:paraId="41DBC455" w14:textId="77777777" w:rsidR="00D064C9" w:rsidRPr="000154B2" w:rsidRDefault="00D064C9" w:rsidP="00410590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707C6D3" w14:textId="77777777" w:rsidR="00410590" w:rsidRPr="000154B2" w:rsidRDefault="00410590" w:rsidP="00410590">
      <w:pPr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0154B2">
        <w:rPr>
          <w:rFonts w:hint="cs"/>
          <w:b/>
          <w:bCs/>
          <w:sz w:val="30"/>
          <w:szCs w:val="30"/>
          <w:cs/>
        </w:rPr>
        <w:t xml:space="preserve">เสนอ </w:t>
      </w:r>
      <w:r w:rsidR="000D6681">
        <w:rPr>
          <w:rFonts w:hint="cs"/>
          <w:b/>
          <w:bCs/>
          <w:sz w:val="30"/>
          <w:szCs w:val="30"/>
          <w:cs/>
        </w:rPr>
        <w:t>ผู้ถือหุ้น</w:t>
      </w:r>
      <w:r w:rsidR="0036371E" w:rsidRPr="000154B2">
        <w:rPr>
          <w:rFonts w:ascii="Angsana New" w:hAnsi="Angsana New"/>
          <w:b/>
          <w:bCs/>
          <w:sz w:val="30"/>
          <w:szCs w:val="30"/>
          <w:cs/>
        </w:rPr>
        <w:t>บริษัท ซิมโฟนี่ คอมมูนิเคชั่น จำกัด (มหาชน)</w:t>
      </w:r>
    </w:p>
    <w:p w14:paraId="70634D3D" w14:textId="77777777" w:rsidR="00410590" w:rsidRPr="000154B2" w:rsidRDefault="00410590" w:rsidP="00410590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C970D08" w14:textId="77777777" w:rsidR="00D064C9" w:rsidRPr="000154B2" w:rsidRDefault="00D064C9" w:rsidP="00D064C9">
      <w:pPr>
        <w:spacing w:line="240" w:lineRule="auto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0154B2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39DBA6BA" w14:textId="77777777" w:rsidR="00D064C9" w:rsidRPr="000154B2" w:rsidRDefault="00D064C9" w:rsidP="00D064C9">
      <w:pPr>
        <w:spacing w:line="240" w:lineRule="auto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3A97F79A" w14:textId="730095DE" w:rsidR="00D064C9" w:rsidRPr="000154B2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154B2">
        <w:rPr>
          <w:rFonts w:ascii="Angsana New" w:eastAsia="Calibri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</w:t>
      </w:r>
      <w:r w:rsidRPr="000154B2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Pr="000154B2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154B2">
        <w:rPr>
          <w:rFonts w:ascii="Angsana New" w:eastAsia="Calibri" w:hAnsi="Angsana New" w:hint="cs"/>
          <w:sz w:val="30"/>
          <w:szCs w:val="30"/>
          <w:cs/>
        </w:rPr>
        <w:t>ซิมโฟนี่</w:t>
      </w:r>
      <w:r w:rsidRPr="000154B2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154B2">
        <w:rPr>
          <w:rFonts w:ascii="Angsana New" w:eastAsia="Calibri" w:hAnsi="Angsana New" w:hint="cs"/>
          <w:sz w:val="30"/>
          <w:szCs w:val="30"/>
          <w:cs/>
        </w:rPr>
        <w:t>คอมมูนิเคชั่น</w:t>
      </w:r>
      <w:r w:rsidRPr="000154B2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154B2">
        <w:rPr>
          <w:rFonts w:ascii="Angsana New" w:eastAsia="Calibri" w:hAnsi="Angsana New" w:hint="cs"/>
          <w:sz w:val="30"/>
          <w:szCs w:val="30"/>
          <w:cs/>
        </w:rPr>
        <w:t>จำกัด</w:t>
      </w:r>
      <w:r w:rsidRPr="000154B2">
        <w:rPr>
          <w:rFonts w:ascii="Angsana New" w:eastAsia="Calibri" w:hAnsi="Angsana New"/>
          <w:sz w:val="30"/>
          <w:szCs w:val="30"/>
          <w:cs/>
        </w:rPr>
        <w:t xml:space="preserve"> (</w:t>
      </w:r>
      <w:r w:rsidRPr="000154B2">
        <w:rPr>
          <w:rFonts w:ascii="Angsana New" w:eastAsia="Calibri" w:hAnsi="Angsana New" w:hint="cs"/>
          <w:sz w:val="30"/>
          <w:szCs w:val="30"/>
          <w:cs/>
        </w:rPr>
        <w:t>มหาชน</w:t>
      </w:r>
      <w:r w:rsidRPr="000154B2">
        <w:rPr>
          <w:rFonts w:ascii="Angsana New" w:eastAsia="Calibri" w:hAnsi="Angsana New"/>
          <w:sz w:val="30"/>
          <w:szCs w:val="30"/>
          <w:cs/>
        </w:rPr>
        <w:t>)</w:t>
      </w:r>
      <w:r w:rsidRPr="000154B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>และ</w:t>
      </w:r>
      <w:r w:rsidRPr="000154B2">
        <w:rPr>
          <w:rFonts w:ascii="Angsana New" w:hAnsi="Angsana New"/>
          <w:sz w:val="30"/>
          <w:szCs w:val="30"/>
        </w:rPr>
        <w:br/>
      </w:r>
      <w:r w:rsidRPr="000154B2">
        <w:rPr>
          <w:rFonts w:ascii="Angsana New" w:hAnsi="Angsana New"/>
          <w:sz w:val="30"/>
          <w:szCs w:val="30"/>
          <w:cs/>
        </w:rPr>
        <w:t>บริษัทย่อย (กลุ่มบริษัท)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>และของเฉพาะ</w:t>
      </w:r>
      <w:r w:rsidRPr="000154B2">
        <w:rPr>
          <w:rFonts w:ascii="Angsana New" w:hAnsi="Angsana New" w:hint="cs"/>
          <w:sz w:val="30"/>
          <w:szCs w:val="30"/>
          <w:cs/>
        </w:rPr>
        <w:t>บริษัท</w:t>
      </w:r>
      <w:r w:rsidRPr="000154B2">
        <w:rPr>
          <w:rFonts w:ascii="Angsana New" w:hAnsi="Angsana New"/>
          <w:sz w:val="30"/>
          <w:szCs w:val="30"/>
          <w:cs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>ซิมโฟนี่</w:t>
      </w:r>
      <w:r w:rsidRPr="000154B2">
        <w:rPr>
          <w:rFonts w:ascii="Angsana New" w:hAnsi="Angsana New"/>
          <w:sz w:val="30"/>
          <w:szCs w:val="30"/>
          <w:cs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>คอมมูนิเคชั่น</w:t>
      </w:r>
      <w:r w:rsidRPr="000154B2">
        <w:rPr>
          <w:rFonts w:ascii="Angsana New" w:hAnsi="Angsana New"/>
          <w:sz w:val="30"/>
          <w:szCs w:val="30"/>
          <w:cs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>จำกัด</w:t>
      </w:r>
      <w:r w:rsidRPr="000154B2">
        <w:rPr>
          <w:rFonts w:ascii="Angsana New" w:hAnsi="Angsana New"/>
          <w:sz w:val="30"/>
          <w:szCs w:val="30"/>
          <w:cs/>
        </w:rPr>
        <w:t xml:space="preserve"> (</w:t>
      </w:r>
      <w:r w:rsidRPr="000154B2">
        <w:rPr>
          <w:rFonts w:ascii="Angsana New" w:hAnsi="Angsana New" w:hint="cs"/>
          <w:sz w:val="30"/>
          <w:szCs w:val="30"/>
          <w:cs/>
        </w:rPr>
        <w:t>มหาชน</w:t>
      </w:r>
      <w:r w:rsidRPr="000154B2">
        <w:rPr>
          <w:rFonts w:ascii="Angsana New" w:hAnsi="Angsana New"/>
          <w:sz w:val="30"/>
          <w:szCs w:val="30"/>
          <w:cs/>
        </w:rPr>
        <w:t>)</w:t>
      </w:r>
      <w:r w:rsidRPr="000154B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 xml:space="preserve">(บริษัท) ตามลำดับ </w:t>
      </w:r>
      <w:r w:rsidRPr="000154B2">
        <w:rPr>
          <w:rFonts w:ascii="Angsana New" w:eastAsia="Calibri" w:hAnsi="Angsana New"/>
          <w:sz w:val="30"/>
          <w:szCs w:val="30"/>
          <w:cs/>
        </w:rPr>
        <w:t>ซึ่งประกอบด้วย</w:t>
      </w:r>
      <w:r w:rsidRPr="000154B2">
        <w:rPr>
          <w:rFonts w:ascii="Angsana New" w:eastAsia="Calibri" w:hAnsi="Angsana New"/>
          <w:sz w:val="30"/>
          <w:szCs w:val="30"/>
        </w:rPr>
        <w:br/>
      </w:r>
      <w:r w:rsidR="00D87A6D">
        <w:rPr>
          <w:rFonts w:ascii="Angsana New" w:eastAsia="Calibri" w:hAnsi="Angsana New"/>
          <w:sz w:val="30"/>
          <w:szCs w:val="30"/>
          <w:cs/>
        </w:rPr>
        <w:t>งบฐานะการเงินรวม</w:t>
      </w:r>
      <w:r w:rsidRPr="000154B2">
        <w:rPr>
          <w:rFonts w:ascii="Angsana New" w:hAnsi="Angsana New"/>
          <w:sz w:val="30"/>
          <w:szCs w:val="30"/>
          <w:cs/>
        </w:rPr>
        <w:t>และ</w:t>
      </w:r>
      <w:r w:rsidR="00D87A6D">
        <w:rPr>
          <w:rFonts w:ascii="Angsana New" w:hAnsi="Angsana New"/>
          <w:sz w:val="30"/>
          <w:szCs w:val="30"/>
          <w:cs/>
        </w:rPr>
        <w:t>งบฐานะการเงินเฉพาะกิจการ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>ณ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 xml:space="preserve">วันที่ </w:t>
      </w:r>
      <w:r w:rsidR="004D7A8F" w:rsidRPr="004D7A8F">
        <w:rPr>
          <w:rFonts w:ascii="Angsana New" w:hAnsi="Angsana New"/>
          <w:sz w:val="30"/>
          <w:szCs w:val="30"/>
        </w:rPr>
        <w:t>31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>ธันวาคม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="004D7A8F" w:rsidRPr="004D7A8F">
        <w:rPr>
          <w:rFonts w:ascii="Angsana New" w:hAnsi="Angsana New"/>
          <w:sz w:val="30"/>
          <w:szCs w:val="30"/>
        </w:rPr>
        <w:t>256</w:t>
      </w:r>
      <w:r w:rsidR="00D87A6D">
        <w:rPr>
          <w:rFonts w:ascii="Angsana New" w:hAnsi="Angsana New"/>
          <w:sz w:val="30"/>
          <w:szCs w:val="30"/>
        </w:rPr>
        <w:t>7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="00D87A6D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งบการเปลี่ยนแปลงส่วนของผู้ถือหุ้นรวม</w:t>
      </w:r>
      <w:r w:rsidRPr="000154B2">
        <w:rPr>
          <w:rFonts w:ascii="Angsana New" w:hAnsi="Angsana New"/>
          <w:sz w:val="30"/>
          <w:szCs w:val="30"/>
          <w:cs/>
        </w:rPr>
        <w:t>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/>
          <w:sz w:val="30"/>
          <w:szCs w:val="30"/>
          <w:cs/>
        </w:rPr>
        <w:t xml:space="preserve">สำหรับปีสิ้นสุดวันเดียวกัน </w:t>
      </w:r>
      <w:r w:rsidR="007E7F28">
        <w:rPr>
          <w:rFonts w:ascii="Angsana New" w:hAnsi="Angsana New" w:hint="cs"/>
          <w:sz w:val="30"/>
          <w:szCs w:val="30"/>
          <w:cs/>
        </w:rPr>
        <w:t>และหมายเหตุประกอบ</w:t>
      </w:r>
      <w:r w:rsidR="00630B45">
        <w:rPr>
          <w:rFonts w:ascii="Angsana New" w:hAnsi="Angsana New"/>
          <w:sz w:val="30"/>
          <w:szCs w:val="30"/>
          <w:cs/>
        </w:rPr>
        <w:br/>
      </w:r>
      <w:r w:rsidR="007E7F28">
        <w:rPr>
          <w:rFonts w:ascii="Angsana New" w:hAnsi="Angsana New" w:hint="cs"/>
          <w:sz w:val="30"/>
          <w:szCs w:val="30"/>
          <w:cs/>
        </w:rPr>
        <w:t>งบการเงิน</w:t>
      </w:r>
      <w:r w:rsidRPr="000154B2">
        <w:rPr>
          <w:rFonts w:ascii="Angsana New" w:eastAsia="Calibri" w:hAnsi="Angsana New"/>
          <w:sz w:val="30"/>
          <w:szCs w:val="30"/>
          <w:cs/>
        </w:rPr>
        <w:t>ซึ่งประกอบด้วยสรุปนโยบายการบัญชี</w:t>
      </w:r>
      <w:r w:rsidR="007E7F28">
        <w:rPr>
          <w:rFonts w:ascii="Angsana New" w:eastAsia="Calibri" w:hAnsi="Angsana New" w:hint="cs"/>
          <w:sz w:val="30"/>
          <w:szCs w:val="30"/>
          <w:cs/>
        </w:rPr>
        <w:t>และข้อมูลอธิบายอื่น</w:t>
      </w:r>
      <w:r w:rsidR="00630B45">
        <w:rPr>
          <w:rFonts w:ascii="Angsana New" w:eastAsia="Calibri" w:hAnsi="Angsana New" w:hint="cs"/>
          <w:sz w:val="30"/>
          <w:szCs w:val="30"/>
          <w:cs/>
        </w:rPr>
        <w:t>ที่มี</w:t>
      </w:r>
      <w:r w:rsidR="007E7F28">
        <w:rPr>
          <w:rFonts w:ascii="Angsana New" w:eastAsia="Calibri" w:hAnsi="Angsana New" w:hint="cs"/>
          <w:sz w:val="30"/>
          <w:szCs w:val="30"/>
          <w:cs/>
        </w:rPr>
        <w:t>สาระสำคัญ</w:t>
      </w:r>
    </w:p>
    <w:p w14:paraId="7302941A" w14:textId="77777777" w:rsidR="00D064C9" w:rsidRPr="000154B2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4F89C63" w14:textId="4E84CD2C" w:rsidR="00D064C9" w:rsidRPr="000154B2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</w:t>
      </w:r>
      <w:r w:rsidRPr="000154B2">
        <w:rPr>
          <w:rFonts w:ascii="Angsana New" w:hAnsi="Angsana New"/>
          <w:sz w:val="30"/>
          <w:szCs w:val="30"/>
        </w:rPr>
        <w:br/>
      </w:r>
      <w:r w:rsidRPr="000154B2">
        <w:rPr>
          <w:rFonts w:ascii="Angsana New" w:hAnsi="Angsana New"/>
          <w:sz w:val="30"/>
          <w:szCs w:val="30"/>
          <w:cs/>
        </w:rPr>
        <w:t>ของกลุ่มบริษัทและบริษัท ตามลำดับ ณ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4D7A8F" w:rsidRPr="004D7A8F">
        <w:rPr>
          <w:rFonts w:ascii="Angsana New" w:hAnsi="Angsana New"/>
          <w:sz w:val="30"/>
          <w:szCs w:val="30"/>
        </w:rPr>
        <w:t>31</w:t>
      </w:r>
      <w:r w:rsidRPr="000154B2">
        <w:rPr>
          <w:rFonts w:ascii="Angsana New" w:hAnsi="Angsana New"/>
          <w:sz w:val="30"/>
          <w:szCs w:val="30"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4D7A8F" w:rsidRPr="004D7A8F">
        <w:rPr>
          <w:rFonts w:ascii="Angsana New" w:hAnsi="Angsana New"/>
          <w:sz w:val="30"/>
          <w:szCs w:val="30"/>
        </w:rPr>
        <w:t>256</w:t>
      </w:r>
      <w:r w:rsidR="00D87A6D">
        <w:rPr>
          <w:rFonts w:ascii="Angsana New" w:hAnsi="Angsana New"/>
          <w:sz w:val="30"/>
          <w:szCs w:val="30"/>
        </w:rPr>
        <w:t>7</w:t>
      </w:r>
      <w:r w:rsidRPr="000154B2">
        <w:rPr>
          <w:rFonts w:ascii="Angsana New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</w:t>
      </w:r>
      <w:r w:rsidRPr="000154B2">
        <w:rPr>
          <w:rFonts w:ascii="Angsana New" w:hAnsi="Angsana New"/>
          <w:sz w:val="30"/>
          <w:szCs w:val="30"/>
        </w:rPr>
        <w:br/>
      </w:r>
      <w:r w:rsidRPr="000154B2">
        <w:rPr>
          <w:rFonts w:ascii="Angsana New" w:hAnsi="Angsana New"/>
          <w:sz w:val="30"/>
          <w:szCs w:val="30"/>
          <w:cs/>
        </w:rPr>
        <w:t>ตามมาตรฐานการรายงานทางการเงิน</w:t>
      </w:r>
    </w:p>
    <w:p w14:paraId="10944E05" w14:textId="77777777" w:rsidR="00D064C9" w:rsidRPr="000154B2" w:rsidRDefault="00D064C9" w:rsidP="00410590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481D74E" w14:textId="77777777" w:rsidR="00D064C9" w:rsidRPr="000154B2" w:rsidRDefault="00D064C9" w:rsidP="00D064C9">
      <w:pPr>
        <w:spacing w:line="240" w:lineRule="auto"/>
        <w:jc w:val="both"/>
        <w:rPr>
          <w:rFonts w:ascii="Angsana New" w:hAnsi="Angsana New"/>
          <w:i/>
          <w:iCs/>
          <w:sz w:val="30"/>
          <w:szCs w:val="30"/>
        </w:rPr>
      </w:pPr>
      <w:r w:rsidRPr="000154B2">
        <w:rPr>
          <w:rFonts w:ascii="Angsana New" w:hAnsi="Angsana New" w:hint="cs"/>
          <w:i/>
          <w:iCs/>
          <w:sz w:val="30"/>
          <w:szCs w:val="30"/>
          <w:cs/>
        </w:rPr>
        <w:t>เกณฑ์ในการแสดงความเห็น</w:t>
      </w:r>
    </w:p>
    <w:p w14:paraId="242D9BBC" w14:textId="77777777" w:rsidR="00D064C9" w:rsidRPr="000154B2" w:rsidRDefault="00D064C9" w:rsidP="00D064C9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4BC5152" w14:textId="60D2DE88" w:rsidR="00D064C9" w:rsidRPr="004719D7" w:rsidRDefault="00D064C9" w:rsidP="00D064C9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719D7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4719D7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4719D7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4719D7" w:rsidRPr="004719D7">
        <w:rPr>
          <w:rFonts w:ascii="Angsana New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4719D7" w:rsidRPr="004719D7">
        <w:rPr>
          <w:rFonts w:ascii="Angsana New" w:hAnsi="Angsana New"/>
          <w:i/>
          <w:iCs/>
          <w:sz w:val="30"/>
          <w:szCs w:val="30"/>
        </w:rPr>
        <w:t xml:space="preserve"> </w:t>
      </w:r>
      <w:r w:rsidR="004719D7" w:rsidRPr="004719D7">
        <w:rPr>
          <w:rFonts w:ascii="Angsana New" w:hAnsi="Angsana New"/>
          <w:i/>
          <w:iCs/>
          <w:sz w:val="30"/>
          <w:szCs w:val="30"/>
          <w:cs/>
        </w:rPr>
        <w:t>รวมถึง</w:t>
      </w:r>
      <w:r w:rsidR="004719D7" w:rsidRPr="004719D7">
        <w:rPr>
          <w:rFonts w:ascii="Angsana New" w:hAnsi="Angsana New"/>
          <w:i/>
          <w:iCs/>
          <w:sz w:val="30"/>
          <w:szCs w:val="30"/>
        </w:rPr>
        <w:t xml:space="preserve"> </w:t>
      </w:r>
      <w:r w:rsidR="004719D7" w:rsidRPr="004719D7">
        <w:rPr>
          <w:rFonts w:ascii="Angsana New" w:hAnsi="Angsana New"/>
          <w:i/>
          <w:iCs/>
          <w:sz w:val="30"/>
          <w:szCs w:val="30"/>
          <w:cs/>
        </w:rPr>
        <w:t>มาตรฐานเรื่องความเป็นอิสระ</w:t>
      </w:r>
      <w:r w:rsidR="004719D7" w:rsidRPr="004719D7">
        <w:rPr>
          <w:rFonts w:ascii="Angsana New" w:hAnsi="Angsana New"/>
          <w:sz w:val="30"/>
          <w:szCs w:val="30"/>
        </w:rPr>
        <w:t xml:space="preserve"> </w:t>
      </w:r>
      <w:r w:rsidR="004719D7" w:rsidRPr="004719D7">
        <w:rPr>
          <w:rFonts w:ascii="Angsana New" w:hAnsi="Angsana New"/>
          <w:sz w:val="30"/>
          <w:szCs w:val="30"/>
          <w:cs/>
        </w:rPr>
        <w:t>ที่กำหนดโดยสภาวิชาชีพบัญชี</w:t>
      </w:r>
      <w:r w:rsidR="004719D7" w:rsidRPr="004719D7">
        <w:rPr>
          <w:rFonts w:ascii="Angsana New" w:hAnsi="Angsana New"/>
          <w:sz w:val="30"/>
          <w:szCs w:val="30"/>
        </w:rPr>
        <w:t xml:space="preserve"> (</w:t>
      </w:r>
      <w:r w:rsidR="004719D7" w:rsidRPr="004719D7">
        <w:rPr>
          <w:rFonts w:ascii="Angsana New" w:hAnsi="Angsana New"/>
          <w:sz w:val="30"/>
          <w:szCs w:val="30"/>
          <w:cs/>
        </w:rPr>
        <w:t>ประมวลจรรยาบรรณของผู้ประกอบวิชาชีพบัญชี)</w:t>
      </w:r>
      <w:r w:rsidR="004719D7" w:rsidRPr="004719D7">
        <w:rPr>
          <w:rFonts w:ascii="Angsana New" w:hAnsi="Angsana New"/>
          <w:sz w:val="30"/>
          <w:szCs w:val="30"/>
        </w:rPr>
        <w:t xml:space="preserve"> </w:t>
      </w:r>
      <w:r w:rsidRPr="004719D7">
        <w:rPr>
          <w:rFonts w:ascii="Angsana New" w:hAnsi="Angsana New"/>
          <w:sz w:val="30"/>
          <w:szCs w:val="30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</w:t>
      </w:r>
      <w:r w:rsidR="004719D7" w:rsidRPr="004719D7">
        <w:rPr>
          <w:rFonts w:ascii="Angsana New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4719D7" w:rsidRPr="004719D7">
        <w:rPr>
          <w:rFonts w:ascii="Angsana New" w:hAnsi="Angsana New"/>
          <w:sz w:val="30"/>
          <w:szCs w:val="30"/>
        </w:rPr>
        <w:t xml:space="preserve"> </w:t>
      </w:r>
      <w:r w:rsidRPr="004719D7">
        <w:rPr>
          <w:rFonts w:ascii="Angsana New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02BFD73" w14:textId="77777777" w:rsidR="00561E45" w:rsidRDefault="00561E45" w:rsidP="0041059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  <w:sectPr w:rsidR="00561E45" w:rsidSect="00D611EA">
          <w:headerReference w:type="default" r:id="rId17"/>
          <w:footerReference w:type="default" r:id="rId18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417080DD" w14:textId="77777777" w:rsidR="00D064C9" w:rsidRPr="00B70084" w:rsidRDefault="00D064C9" w:rsidP="00D064C9">
      <w:pPr>
        <w:rPr>
          <w:rFonts w:ascii="Angsana New" w:hAnsi="Angsana New"/>
          <w:i/>
          <w:iCs/>
          <w:sz w:val="30"/>
          <w:szCs w:val="30"/>
        </w:rPr>
      </w:pPr>
      <w:r w:rsidRPr="00B70084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140C6313" w14:textId="77777777" w:rsidR="00D064C9" w:rsidRPr="00496B0D" w:rsidRDefault="00D064C9" w:rsidP="00D064C9">
      <w:pPr>
        <w:rPr>
          <w:rFonts w:ascii="Angsana New" w:eastAsia="Calibri" w:hAnsi="Angsana New"/>
          <w:sz w:val="30"/>
          <w:szCs w:val="30"/>
        </w:rPr>
      </w:pPr>
    </w:p>
    <w:p w14:paraId="3A4179A3" w14:textId="77777777" w:rsidR="00D064C9" w:rsidRPr="00B70084" w:rsidRDefault="00D064C9" w:rsidP="00E0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B70084">
        <w:rPr>
          <w:rFonts w:ascii="Angsana New" w:eastAsia="Calibri" w:hAnsi="Angsana New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B70084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B70084">
        <w:rPr>
          <w:rFonts w:ascii="Angsana New" w:hAnsi="Angsana New"/>
          <w:sz w:val="30"/>
          <w:szCs w:val="30"/>
          <w:cs/>
        </w:rPr>
        <w:t>ข้าพเจ้า</w:t>
      </w:r>
      <w:r w:rsidRPr="00B70084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B70084">
        <w:rPr>
          <w:rFonts w:ascii="Angsana New" w:hAnsi="Angsana New"/>
          <w:sz w:val="30"/>
          <w:szCs w:val="30"/>
          <w:cs/>
        </w:rPr>
        <w:t>ข้าพเจ้า</w:t>
      </w:r>
      <w:r w:rsidRPr="00B70084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7CE442B8" w14:textId="77777777" w:rsidR="00565568" w:rsidRPr="00496B0D" w:rsidRDefault="00565568" w:rsidP="00565568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tblpX="121" w:tblpY="1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883"/>
      </w:tblGrid>
      <w:tr w:rsidR="00561E45" w14:paraId="504ADA36" w14:textId="77777777" w:rsidTr="00561E45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8B3F" w14:textId="77777777" w:rsidR="00561E45" w:rsidRDefault="00561E45" w:rsidP="00561E45">
            <w:pPr>
              <w:autoSpaceDE w:val="0"/>
              <w:autoSpaceDN w:val="0"/>
              <w:adjustRightInd w:val="0"/>
              <w:rPr>
                <w:rFonts w:ascii="Angsana New" w:hAnsi="Angsana New"/>
                <w:sz w:val="30"/>
                <w:szCs w:val="30"/>
              </w:rPr>
            </w:pPr>
            <w:bookmarkStart w:id="0" w:name="_Hlk64491877"/>
            <w:r>
              <w:rPr>
                <w:rFonts w:ascii="Angsana New" w:hAnsi="Angsana New" w:hint="cs"/>
                <w:iCs/>
                <w:sz w:val="30"/>
                <w:szCs w:val="30"/>
                <w:cs/>
              </w:rPr>
              <w:t>การรับรู้รายได้</w:t>
            </w:r>
          </w:p>
        </w:tc>
      </w:tr>
      <w:tr w:rsidR="00561E45" w14:paraId="7FC441DB" w14:textId="77777777" w:rsidTr="00561E45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19CA" w14:textId="1AF7EFF0" w:rsidR="00561E45" w:rsidRDefault="00561E45" w:rsidP="00561E45">
            <w:pPr>
              <w:autoSpaceDE w:val="0"/>
              <w:autoSpaceDN w:val="0"/>
              <w:adjustRightInd w:val="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อ้างถึงหมายเหตุประกอบงบการเงิ</w:t>
            </w:r>
            <w:r w:rsidRPr="00FF7D16">
              <w:rPr>
                <w:rFonts w:ascii="Angsana New" w:hAnsi="Angsana New" w:hint="cs"/>
                <w:sz w:val="30"/>
                <w:szCs w:val="30"/>
                <w:cs/>
              </w:rPr>
              <w:t xml:space="preserve">นข้อ </w:t>
            </w:r>
            <w:r w:rsidR="003156E7">
              <w:rPr>
                <w:rFonts w:ascii="Angsana New" w:hAnsi="Angsana New"/>
                <w:sz w:val="30"/>
                <w:szCs w:val="30"/>
              </w:rPr>
              <w:t>3</w:t>
            </w:r>
            <w:r w:rsidRPr="00FF7D16">
              <w:rPr>
                <w:rFonts w:ascii="Angsana New" w:hAnsi="Angsana New" w:hint="cs"/>
                <w:sz w:val="30"/>
                <w:szCs w:val="30"/>
              </w:rPr>
              <w:t>(</w:t>
            </w:r>
            <w:r w:rsidR="00630B45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FF7D16">
              <w:rPr>
                <w:rFonts w:ascii="Angsana New" w:hAnsi="Angsana New" w:hint="cs"/>
                <w:sz w:val="30"/>
                <w:szCs w:val="30"/>
                <w:cs/>
              </w:rPr>
              <w:t>) และ</w:t>
            </w:r>
            <w:r w:rsidRPr="00FF7D16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4D7A8F" w:rsidRPr="00FF7D16">
              <w:rPr>
                <w:rFonts w:ascii="Angsana New" w:hAnsi="Angsana New" w:hint="cs"/>
                <w:sz w:val="30"/>
                <w:szCs w:val="30"/>
              </w:rPr>
              <w:t>1</w:t>
            </w:r>
            <w:r w:rsidR="003156E7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61E45" w14:paraId="2D0ACD9E" w14:textId="77777777" w:rsidTr="00561E45">
        <w:trPr>
          <w:trHeight w:val="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68D8" w14:textId="77777777" w:rsidR="00561E45" w:rsidRDefault="00561E45" w:rsidP="00561E45">
            <w:pPr>
              <w:autoSpaceDE w:val="0"/>
              <w:autoSpaceDN w:val="0"/>
              <w:adjustRightInd w:val="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EABA" w14:textId="77777777" w:rsidR="00561E45" w:rsidRDefault="00561E45" w:rsidP="00561E45">
            <w:pPr>
              <w:autoSpaceDE w:val="0"/>
              <w:autoSpaceDN w:val="0"/>
              <w:adjustRightInd w:val="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561E45" w14:paraId="2ED60CEC" w14:textId="77777777" w:rsidTr="00561E4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D8B" w14:textId="0DF128D3" w:rsidR="00561E45" w:rsidRDefault="00561E45" w:rsidP="00561E45">
            <w:pPr>
              <w:spacing w:before="120"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กลุ่มบริษัทประกอบธุรกิจให้บริการให้เช่าใช้วงจรสื่อสารสัญญาณความเร็วสูง โดยทำสัญญากับลูกค้าจำนวนมากและมีเงื่อนไขที่หลากหลายและซับซ้อน ซึ่งมีผลกระทบต่อการเปลี่ยนแปลงราคา รวมถึงการบันทึกรับรู้รายได้ในงวดที่เหมาะสม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</w:p>
          <w:p w14:paraId="2CD17A7D" w14:textId="77777777" w:rsidR="00561E45" w:rsidRDefault="00561E45" w:rsidP="00561E45">
            <w:pPr>
              <w:spacing w:line="240" w:lineRule="auto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  <w:p w14:paraId="7B54E1B4" w14:textId="77777777" w:rsidR="00561E45" w:rsidRDefault="00561E45" w:rsidP="00561E45">
            <w:pPr>
              <w:spacing w:line="240" w:lineRule="auto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ดังนั้นเรื่องดังกล่าวจึงเป็นเรื่องที่สำคัญในการตรวจสอบของข้าพเจ้า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9D7F" w14:textId="77777777" w:rsidR="00561E45" w:rsidRDefault="00561E45" w:rsidP="00561E45">
            <w:pPr>
              <w:spacing w:before="120" w:line="240" w:lineRule="auto"/>
              <w:ind w:right="-14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29DC237" w14:textId="77777777" w:rsidR="00561E45" w:rsidRPr="00464105" w:rsidRDefault="00561E45" w:rsidP="00561E45">
            <w:pPr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line="240" w:lineRule="auto"/>
              <w:ind w:left="346" w:right="-14" w:hanging="346"/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ทำความเข้าใจ ประเมินและสุ่มทดสอบการควบคุมภายในที่เกี่ยวข้องกับการรับรู้รายได้ การอนุมัติการลดหนี้ การอนุมัติสัญญาและการเปลี่ยนแปลงเงื่อนไขในสัญญา </w:t>
            </w:r>
          </w:p>
          <w:p w14:paraId="1731AFA6" w14:textId="77777777" w:rsidR="00561E45" w:rsidRPr="008E1277" w:rsidRDefault="00561E45" w:rsidP="00561E45">
            <w:pPr>
              <w:pStyle w:val="BodyText"/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after="0" w:line="240" w:lineRule="auto"/>
              <w:ind w:left="346" w:hanging="346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ทดสอบเอกสารใบแจ้งหนี้กับสัญญา รวมถึงเอกสารประกอบการให้บริการอื่นที่เกี่ยวข้อง เพื่อประเมินการรับรู้รายได้ว่าเป็นไปตามเงื่อนไขและสอดคล้องกับนโยบายการรับรู้รายได้ของบริษัท โดยวิธีสุ่มตัวอย่าง</w:t>
            </w:r>
          </w:p>
          <w:p w14:paraId="682C2C79" w14:textId="77777777" w:rsidR="00561E45" w:rsidRPr="008E1277" w:rsidRDefault="00561E45" w:rsidP="00561E45">
            <w:pPr>
              <w:pStyle w:val="BodyText"/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after="0" w:line="240" w:lineRule="auto"/>
              <w:ind w:left="346" w:hanging="346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ทดสอบการรับรู้รายได้ที่เกิดขึ้นในช่วงเวลาใกล้สิ้นรอบระยะเวลาบัญชี และทดสอบการคำนวณ โดยวิธีสุ่มตัวอย่าง รวมถึงการรับรู้รายได้ที่ทำผ่านใบสำคัญทั่วไป</w:t>
            </w:r>
          </w:p>
          <w:p w14:paraId="01B30E81" w14:textId="329BE089" w:rsidR="00561E45" w:rsidRDefault="00561E45" w:rsidP="00561E45">
            <w:pPr>
              <w:pStyle w:val="BodyText"/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after="0" w:line="240" w:lineRule="auto"/>
              <w:ind w:left="346" w:hanging="346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ทดสอบรายการลดหนี้ที่ออกภายหลังรอบระยะเวลาบัญชี โดยวิธีสุ่มตัวอย่าง</w:t>
            </w:r>
          </w:p>
          <w:p w14:paraId="5BF46944" w14:textId="77777777" w:rsidR="004719D7" w:rsidRDefault="004719D7" w:rsidP="004719D7">
            <w:pPr>
              <w:pStyle w:val="BodyText"/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after="0" w:line="240" w:lineRule="auto"/>
              <w:ind w:left="346" w:hanging="346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วิเคราะห์เปรียบเทียบข้อมูลบัญชีรายได้แบบแยกย่อยเพื่อประเมินความผิดปกติที่อาจเกิดขึ้นของรายได้ และสอบถามผู้บริหารที่เกี่ยวข้องเพื่อหาหลักฐานสนับสนุนสาเหตุของการเปลี่ยนแปลงที่เกิดขึ้นในระหว่างปี</w:t>
            </w:r>
          </w:p>
          <w:p w14:paraId="4D401798" w14:textId="0C55EA17" w:rsidR="00561E45" w:rsidRPr="006F2D0C" w:rsidRDefault="004719D7" w:rsidP="00496B0D">
            <w:pPr>
              <w:pStyle w:val="BodyText"/>
              <w:widowControl w:val="0"/>
              <w:numPr>
                <w:ilvl w:val="0"/>
                <w:numId w:val="23"/>
              </w:numPr>
              <w:tabs>
                <w:tab w:val="clear" w:pos="227"/>
              </w:tabs>
              <w:spacing w:before="80" w:after="0" w:line="240" w:lineRule="auto"/>
              <w:ind w:left="346" w:hanging="346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623100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น</w:t>
            </w:r>
          </w:p>
        </w:tc>
      </w:tr>
    </w:tbl>
    <w:bookmarkEnd w:id="0"/>
    <w:p w14:paraId="639B98E6" w14:textId="77777777" w:rsidR="00D064C9" w:rsidRPr="00B70084" w:rsidRDefault="00D064C9" w:rsidP="00496B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B70084">
        <w:rPr>
          <w:rFonts w:ascii="Angsana New" w:hAnsi="Angsana New"/>
          <w:i/>
          <w:iCs/>
          <w:sz w:val="30"/>
          <w:szCs w:val="30"/>
          <w:cs/>
        </w:rPr>
        <w:t xml:space="preserve">ข้อมูลอื่น </w:t>
      </w:r>
    </w:p>
    <w:p w14:paraId="6345A258" w14:textId="77777777" w:rsidR="00D064C9" w:rsidRPr="00B70084" w:rsidRDefault="00D064C9" w:rsidP="00496B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171EE4D" w14:textId="77777777" w:rsidR="00D064C9" w:rsidRPr="00B70084" w:rsidRDefault="00D064C9" w:rsidP="00496B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ACFBBC5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5E632618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B70084">
        <w:rPr>
          <w:rFonts w:ascii="Angsana New" w:hAnsi="Angsana New"/>
          <w:sz w:val="30"/>
          <w:szCs w:val="30"/>
        </w:rPr>
        <w:t xml:space="preserve"> </w:t>
      </w:r>
    </w:p>
    <w:p w14:paraId="1CB94E89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0C069778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B70084">
        <w:rPr>
          <w:rFonts w:ascii="Angsana New" w:hAnsi="Angsana New"/>
          <w:sz w:val="30"/>
          <w:szCs w:val="30"/>
        </w:rPr>
        <w:t xml:space="preserve"> </w:t>
      </w:r>
    </w:p>
    <w:p w14:paraId="73ED84D2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7A0D6F43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0724AA8" w14:textId="77777777" w:rsidR="00E66B65" w:rsidRPr="00B70084" w:rsidRDefault="00E66B65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28E8F360" w14:textId="77777777" w:rsidR="00FF0D1F" w:rsidRPr="00B70084" w:rsidRDefault="00FF0D1F" w:rsidP="00FF0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B70084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B70084">
        <w:rPr>
          <w:rFonts w:ascii="Angsana New" w:hAnsi="Angsana New"/>
          <w:i/>
          <w:iCs/>
          <w:sz w:val="30"/>
          <w:szCs w:val="30"/>
          <w:cs/>
        </w:rPr>
        <w:t>รวมและงบการเงินเฉพาะกิจการ</w:t>
      </w:r>
    </w:p>
    <w:p w14:paraId="0BCD6825" w14:textId="77777777" w:rsidR="00FF0D1F" w:rsidRPr="0013421B" w:rsidRDefault="00FF0D1F" w:rsidP="00FF0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</w:p>
    <w:p w14:paraId="622104BE" w14:textId="77777777" w:rsidR="00FF0D1F" w:rsidRPr="00B70084" w:rsidRDefault="00FF0D1F" w:rsidP="00FF0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BA70FD5" w14:textId="77777777" w:rsidR="00496B0D" w:rsidRPr="00496B0D" w:rsidRDefault="00496B0D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28"/>
          <w:szCs w:val="28"/>
        </w:rPr>
      </w:pPr>
      <w:r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1D8ED6AD" w14:textId="22285C47" w:rsidR="00D064C9" w:rsidRPr="00B70084" w:rsidRDefault="00D064C9" w:rsidP="003C1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ในการจัดทำงบการเงิน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0BCE5D0E" w14:textId="77777777" w:rsidR="00D064C9" w:rsidRPr="00BA6CDA" w:rsidRDefault="00D064C9" w:rsidP="00471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06D48A07" w14:textId="1CDA9C5F" w:rsidR="00D064C9" w:rsidRPr="00FF0D1F" w:rsidRDefault="00D064C9" w:rsidP="003C1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FF0D1F">
        <w:rPr>
          <w:rFonts w:ascii="Angsana New" w:eastAsia="Calibri" w:hAnsi="Angsana New"/>
          <w:spacing w:val="-2"/>
          <w:sz w:val="30"/>
          <w:szCs w:val="30"/>
          <w:cs/>
        </w:rPr>
        <w:t>ผู้มีหน้าที่ในการกำกับดูแลมีหน้าที่ในการ</w:t>
      </w:r>
      <w:r w:rsidR="00FF0D1F" w:rsidRPr="00FF0D1F">
        <w:rPr>
          <w:rFonts w:ascii="Angsana New" w:eastAsia="Calibri" w:hAnsi="Angsana New" w:hint="cs"/>
          <w:spacing w:val="-2"/>
          <w:sz w:val="30"/>
          <w:szCs w:val="30"/>
          <w:cs/>
        </w:rPr>
        <w:t>กำกับ</w:t>
      </w:r>
      <w:r w:rsidRPr="00FF0D1F">
        <w:rPr>
          <w:rFonts w:ascii="Angsana New" w:eastAsia="Calibri" w:hAnsi="Angsana New"/>
          <w:spacing w:val="-2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FF0D1F">
        <w:rPr>
          <w:rFonts w:ascii="Angsana New" w:hAnsi="Angsana New"/>
          <w:spacing w:val="-2"/>
          <w:sz w:val="30"/>
          <w:szCs w:val="30"/>
          <w:cs/>
        </w:rPr>
        <w:t>กลุ่มบริษัทและบริษัท</w:t>
      </w:r>
    </w:p>
    <w:p w14:paraId="22BFDAE7" w14:textId="77777777" w:rsidR="00D064C9" w:rsidRPr="00BA6CDA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353D97C6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B70084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6F46830" w14:textId="77777777" w:rsidR="00D064C9" w:rsidRPr="00BA6CDA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394DCA70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B70084">
        <w:rPr>
          <w:rFonts w:ascii="Angsana New" w:hAnsi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785BEBB9" w14:textId="77777777" w:rsidR="00D064C9" w:rsidRPr="00BA6CDA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796F0B85" w14:textId="77777777" w:rsidR="00D064C9" w:rsidRPr="00B70084" w:rsidRDefault="00D064C9" w:rsidP="003C170D">
      <w:pPr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419DC23" w14:textId="77777777" w:rsidR="00D064C9" w:rsidRPr="00BA6CDA" w:rsidRDefault="00D064C9" w:rsidP="00471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5F1EF711" w14:textId="52BBC3C2" w:rsidR="00BA6CDA" w:rsidRDefault="00D064C9" w:rsidP="0087438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70084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70084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70084">
        <w:rPr>
          <w:rFonts w:ascii="Angsana New" w:hAnsi="Angsana New"/>
          <w:sz w:val="30"/>
          <w:szCs w:val="30"/>
          <w:cs/>
        </w:rPr>
        <w:t>ายใน</w:t>
      </w:r>
    </w:p>
    <w:p w14:paraId="0851BD7A" w14:textId="77777777" w:rsidR="00BA6CDA" w:rsidRDefault="00BA6C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DFB820D" w14:textId="77777777" w:rsidR="00D064C9" w:rsidRPr="00B70084" w:rsidRDefault="00D064C9" w:rsidP="0087438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rPr>
          <w:rFonts w:ascii="Angsana New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B70084">
        <w:rPr>
          <w:rFonts w:ascii="Angsana New" w:hAnsi="Angsana New"/>
          <w:sz w:val="30"/>
          <w:szCs w:val="30"/>
          <w:cs/>
        </w:rPr>
        <w:t>บริษัท</w:t>
      </w:r>
    </w:p>
    <w:p w14:paraId="04B8DDE1" w14:textId="77777777" w:rsidR="00D064C9" w:rsidRDefault="00D064C9" w:rsidP="0087438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B70084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14:paraId="4324BA35" w14:textId="77777777" w:rsidR="007E6F4C" w:rsidRPr="00561E45" w:rsidRDefault="00D064C9" w:rsidP="00561E45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7308694E" w14:textId="77777777" w:rsidR="00D064C9" w:rsidRPr="00B70084" w:rsidRDefault="00D064C9" w:rsidP="003C170D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24BCBE50" w14:textId="77777777" w:rsidR="00D064C9" w:rsidRPr="00B70084" w:rsidRDefault="00D064C9" w:rsidP="003C170D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B70084">
        <w:rPr>
          <w:rFonts w:ascii="Angsana New" w:hAnsi="Angsana New"/>
          <w:sz w:val="30"/>
          <w:szCs w:val="30"/>
        </w:rPr>
        <w:t xml:space="preserve"> </w:t>
      </w:r>
      <w:r w:rsidRPr="00B70084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B70084">
        <w:rPr>
          <w:rFonts w:ascii="Angsana New" w:hAnsi="Angsana New"/>
          <w:sz w:val="30"/>
          <w:szCs w:val="30"/>
        </w:rPr>
        <w:t xml:space="preserve"> </w:t>
      </w:r>
      <w:r w:rsidRPr="00B70084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77DDC8F8" w14:textId="7777777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1273BDFE" w14:textId="77777777" w:rsidR="00D064C9" w:rsidRPr="00B70084" w:rsidRDefault="00D064C9" w:rsidP="000154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B70084">
        <w:rPr>
          <w:rFonts w:ascii="Angsana New" w:hAnsi="Angsana New"/>
          <w:sz w:val="30"/>
          <w:szCs w:val="30"/>
          <w:cs/>
        </w:rPr>
        <w:t>งข้าพเจ้า</w:t>
      </w:r>
    </w:p>
    <w:p w14:paraId="7D4C8253" w14:textId="77777777" w:rsidR="00D064C9" w:rsidRPr="00B70084" w:rsidRDefault="00D064C9" w:rsidP="000154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E99A25F" w14:textId="77777777" w:rsidR="0043704C" w:rsidRPr="0043704C" w:rsidRDefault="0043704C" w:rsidP="0043704C">
      <w:pPr>
        <w:jc w:val="thaiDistribute"/>
        <w:rPr>
          <w:rFonts w:ascii="Angsana New" w:eastAsia="Calibri" w:hAnsi="Angsana New"/>
          <w:sz w:val="30"/>
          <w:szCs w:val="30"/>
        </w:rPr>
      </w:pPr>
      <w:r w:rsidRPr="0017475F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</w:t>
      </w:r>
      <w:r w:rsidRPr="008B789C">
        <w:rPr>
          <w:rFonts w:ascii="Angsana New" w:eastAsia="Calibri" w:hAnsi="Angsana New"/>
          <w:sz w:val="30"/>
          <w:szCs w:val="30"/>
          <w:cs/>
        </w:rPr>
        <w:t>รณาว่ากระทบต่อความเป็นอิสระ</w:t>
      </w:r>
      <w:r w:rsidRPr="0043704C">
        <w:rPr>
          <w:rFonts w:ascii="Angsana New" w:eastAsia="Calibri" w:hAnsi="Angsana New" w:hint="cs"/>
          <w:sz w:val="30"/>
          <w:szCs w:val="30"/>
          <w:cs/>
        </w:rPr>
        <w:t>และ</w:t>
      </w:r>
      <w:r w:rsidRPr="0043704C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6288A8F2" w14:textId="77777777" w:rsidR="009A3F59" w:rsidRDefault="009A3F5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7BFD0D5" w14:textId="77777777" w:rsidR="0043704C" w:rsidRDefault="0043704C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E06C1F4" w14:textId="77777777" w:rsidR="0043704C" w:rsidRDefault="0043704C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FC555E" w14:textId="54BB3C57" w:rsidR="00D064C9" w:rsidRPr="00B70084" w:rsidRDefault="00D064C9" w:rsidP="00D064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0084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F63F21C" w14:textId="77777777" w:rsidR="00410590" w:rsidRPr="000154B2" w:rsidRDefault="00410590" w:rsidP="00410590">
      <w:pPr>
        <w:jc w:val="thaiDistribute"/>
        <w:rPr>
          <w:rFonts w:ascii="Angsana New" w:hAnsi="Angsana New"/>
          <w:sz w:val="30"/>
          <w:szCs w:val="30"/>
        </w:rPr>
      </w:pPr>
    </w:p>
    <w:p w14:paraId="084BD280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5FD7200F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5AF5DC0E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2507E18D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/>
          <w:sz w:val="30"/>
          <w:szCs w:val="30"/>
          <w:cs/>
        </w:rPr>
        <w:t>(</w:t>
      </w:r>
      <w:r w:rsidRPr="000154B2">
        <w:rPr>
          <w:rFonts w:ascii="Angsana New" w:hAnsi="Angsana New" w:hint="cs"/>
          <w:sz w:val="30"/>
          <w:szCs w:val="30"/>
          <w:cs/>
        </w:rPr>
        <w:t>มาริษา</w:t>
      </w:r>
      <w:r w:rsidRPr="000154B2">
        <w:rPr>
          <w:rFonts w:ascii="Angsana New" w:hAnsi="Angsana New"/>
          <w:sz w:val="30"/>
          <w:szCs w:val="30"/>
          <w:cs/>
        </w:rPr>
        <w:t xml:space="preserve"> </w:t>
      </w:r>
      <w:r w:rsidRPr="000154B2">
        <w:rPr>
          <w:rFonts w:ascii="Angsana New" w:hAnsi="Angsana New" w:hint="cs"/>
          <w:sz w:val="30"/>
          <w:szCs w:val="30"/>
          <w:cs/>
        </w:rPr>
        <w:t>ธราธรบรรพกุล</w:t>
      </w:r>
      <w:r w:rsidRPr="000154B2">
        <w:rPr>
          <w:rFonts w:ascii="Angsana New" w:hAnsi="Angsana New"/>
          <w:sz w:val="30"/>
          <w:szCs w:val="30"/>
          <w:cs/>
        </w:rPr>
        <w:t xml:space="preserve">)                        </w:t>
      </w:r>
    </w:p>
    <w:p w14:paraId="3A64973E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400B0821" w14:textId="4A401CBE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 w:hint="cs"/>
          <w:sz w:val="30"/>
          <w:szCs w:val="30"/>
          <w:cs/>
        </w:rPr>
        <w:t>เลขทะเบียน</w:t>
      </w:r>
      <w:r w:rsidR="000A70B6">
        <w:rPr>
          <w:rFonts w:ascii="Angsana New" w:hAnsi="Angsana New"/>
          <w:sz w:val="30"/>
          <w:szCs w:val="30"/>
        </w:rPr>
        <w:t xml:space="preserve"> </w:t>
      </w:r>
      <w:r w:rsidR="004D7A8F" w:rsidRPr="004D7A8F">
        <w:rPr>
          <w:rFonts w:ascii="Angsana New" w:hAnsi="Angsana New"/>
          <w:sz w:val="30"/>
          <w:szCs w:val="30"/>
        </w:rPr>
        <w:t>5752</w:t>
      </w:r>
    </w:p>
    <w:p w14:paraId="0243B554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7A901B19" w14:textId="77777777" w:rsidR="00751BAC" w:rsidRPr="000154B2" w:rsidRDefault="00751BAC" w:rsidP="00751BA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09A11A2B" w14:textId="77777777" w:rsidR="0037554F" w:rsidRDefault="00751BAC" w:rsidP="0037554F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0154B2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FAFB9CD" w14:textId="27C6FD70" w:rsidR="00751BAC" w:rsidRPr="0037554F" w:rsidRDefault="005576E0" w:rsidP="0037554F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28</w:t>
      </w:r>
      <w:r w:rsidR="00CF59DE">
        <w:rPr>
          <w:rFonts w:ascii="Angsana New" w:hAnsi="Angsana New"/>
          <w:sz w:val="30"/>
          <w:szCs w:val="30"/>
        </w:rPr>
        <w:t xml:space="preserve"> </w:t>
      </w:r>
      <w:r w:rsidR="00CF59DE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CF59DE">
        <w:rPr>
          <w:rFonts w:ascii="Angsana New" w:hAnsi="Angsana New"/>
          <w:sz w:val="30"/>
          <w:szCs w:val="30"/>
        </w:rPr>
        <w:t>256</w:t>
      </w:r>
      <w:r w:rsidR="00D87A6D">
        <w:rPr>
          <w:rFonts w:ascii="Angsana New" w:hAnsi="Angsana New"/>
          <w:sz w:val="30"/>
          <w:szCs w:val="30"/>
        </w:rPr>
        <w:t>8</w:t>
      </w:r>
    </w:p>
    <w:p w14:paraId="0377B675" w14:textId="77777777" w:rsidR="00410590" w:rsidRPr="00D55686" w:rsidRDefault="00410590" w:rsidP="00410590"/>
    <w:sectPr w:rsidR="00410590" w:rsidRPr="00D55686" w:rsidSect="00C334B3">
      <w:headerReference w:type="default" r:id="rId19"/>
      <w:footerReference w:type="default" r:id="rId20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9A94" w14:textId="77777777" w:rsidR="00546BE0" w:rsidRDefault="00546BE0" w:rsidP="00900EE2">
      <w:r>
        <w:separator/>
      </w:r>
    </w:p>
  </w:endnote>
  <w:endnote w:type="continuationSeparator" w:id="0">
    <w:p w14:paraId="14599292" w14:textId="77777777" w:rsidR="00546BE0" w:rsidRDefault="00546BE0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65ED" w14:textId="77777777" w:rsidR="008F21AD" w:rsidRDefault="008F21AD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56</w:t>
    </w:r>
    <w:r>
      <w:rPr>
        <w:rStyle w:val="PageNumber"/>
      </w:rPr>
      <w:fldChar w:fldCharType="end"/>
    </w:r>
  </w:p>
  <w:p w14:paraId="158D0EB7" w14:textId="77777777" w:rsidR="008F21AD" w:rsidRDefault="008F21AD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39A3" w14:textId="77777777" w:rsidR="008F21AD" w:rsidRDefault="008F21AD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7B3D" w14:textId="77777777" w:rsidR="00825DC2" w:rsidRDefault="00825DC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3351" w14:textId="77777777" w:rsidR="008F21AD" w:rsidRDefault="008F21A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7BCA" w14:textId="77777777" w:rsidR="00412C08" w:rsidRPr="001C120C" w:rsidRDefault="00412C08">
    <w:pPr>
      <w:pStyle w:val="Footer"/>
      <w:jc w:val="center"/>
      <w:rPr>
        <w:rFonts w:ascii="Angsana New" w:hAnsi="Angsana New"/>
        <w:sz w:val="30"/>
        <w:szCs w:val="30"/>
      </w:rPr>
    </w:pPr>
    <w:r w:rsidRPr="001C120C">
      <w:rPr>
        <w:rFonts w:ascii="Angsana New" w:hAnsi="Angsana New"/>
        <w:sz w:val="30"/>
        <w:szCs w:val="30"/>
      </w:rPr>
      <w:fldChar w:fldCharType="begin"/>
    </w:r>
    <w:r w:rsidRPr="001C120C">
      <w:rPr>
        <w:rFonts w:ascii="Angsana New" w:hAnsi="Angsana New"/>
        <w:sz w:val="30"/>
        <w:szCs w:val="30"/>
      </w:rPr>
      <w:instrText xml:space="preserve"> PAGE   \* MERGEFORMAT </w:instrText>
    </w:r>
    <w:r w:rsidRPr="001C120C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41</w:t>
    </w:r>
    <w:r w:rsidRPr="001C120C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8856" w14:textId="77777777" w:rsidR="00546BE0" w:rsidRDefault="00546BE0" w:rsidP="00900EE2">
      <w:r>
        <w:separator/>
      </w:r>
    </w:p>
  </w:footnote>
  <w:footnote w:type="continuationSeparator" w:id="0">
    <w:p w14:paraId="238DE9DB" w14:textId="77777777" w:rsidR="00546BE0" w:rsidRDefault="00546BE0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E1854" w14:textId="77777777" w:rsidR="00825DC2" w:rsidRDefault="00825D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BB52" w14:textId="77777777" w:rsidR="00825DC2" w:rsidRDefault="00825D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CD41" w14:textId="008B79B2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1C86541" w14:textId="7FE11BF1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9F9F421" w14:textId="05178629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2828338" w14:textId="13F1019E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FD7D10F" w14:textId="357BEAF1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DF0E5C2" w14:textId="77777777" w:rsidR="003D7893" w:rsidRPr="003D7893" w:rsidRDefault="003D7893" w:rsidP="003A3BC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74D6" w14:textId="45AFF6DB" w:rsidR="00B362D3" w:rsidRDefault="00B362D3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0A9E037B" w14:textId="6AF849F1" w:rsidR="00B362D3" w:rsidRDefault="00B362D3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35883BED" w14:textId="02D784AB" w:rsidR="003D7893" w:rsidRDefault="003D7893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2109444D" w14:textId="7B8E0FF1" w:rsidR="00067D84" w:rsidRDefault="00067D84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14069CD2" w14:textId="5CBAD8F6" w:rsidR="00067D84" w:rsidRDefault="00067D84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072249CF" w14:textId="2A8C3375" w:rsidR="00067D84" w:rsidRDefault="00067D84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5F9ED6FC" w14:textId="77777777" w:rsidR="008114D4" w:rsidRPr="00AF08D6" w:rsidRDefault="008114D4" w:rsidP="003D7893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D492" w14:textId="77777777" w:rsidR="008F21AD" w:rsidRPr="00825DC2" w:rsidRDefault="008F21AD" w:rsidP="00812387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  <w:p w14:paraId="4CE6FE2B" w14:textId="77777777" w:rsidR="00C334B3" w:rsidRPr="00825DC2" w:rsidRDefault="00C334B3" w:rsidP="00812387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  <w:p w14:paraId="3B1AAE0F" w14:textId="77777777" w:rsidR="00C334B3" w:rsidRPr="00825DC2" w:rsidRDefault="00C334B3" w:rsidP="00812387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  <w:p w14:paraId="165A0219" w14:textId="77777777" w:rsidR="00C334B3" w:rsidRPr="00825DC2" w:rsidRDefault="00C334B3" w:rsidP="00812387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cs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7CB1E86"/>
    <w:multiLevelType w:val="hybridMultilevel"/>
    <w:tmpl w:val="493C0222"/>
    <w:lvl w:ilvl="0" w:tplc="2166D102">
      <w:start w:val="1"/>
      <w:numFmt w:val="thaiLetters"/>
      <w:lvlText w:val="(%1)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11B3"/>
    <w:multiLevelType w:val="multilevel"/>
    <w:tmpl w:val="B52C0E4E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5C3160"/>
    <w:multiLevelType w:val="multilevel"/>
    <w:tmpl w:val="6D0E20A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9CB379E"/>
    <w:multiLevelType w:val="hybridMultilevel"/>
    <w:tmpl w:val="24F8923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1B1818F6"/>
    <w:multiLevelType w:val="hybridMultilevel"/>
    <w:tmpl w:val="FC640B32"/>
    <w:lvl w:ilvl="0" w:tplc="339683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1DD355AC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numFmt w:val="decimal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F07561"/>
    <w:multiLevelType w:val="multilevel"/>
    <w:tmpl w:val="6D0E20A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4C146537"/>
    <w:multiLevelType w:val="multilevel"/>
    <w:tmpl w:val="56A8BCB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3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549F1E91"/>
    <w:multiLevelType w:val="multilevel"/>
    <w:tmpl w:val="21EA5F98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1054F4E"/>
    <w:multiLevelType w:val="hybridMultilevel"/>
    <w:tmpl w:val="24F8923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F706D0A"/>
    <w:multiLevelType w:val="hybridMultilevel"/>
    <w:tmpl w:val="D3E45474"/>
    <w:lvl w:ilvl="0" w:tplc="4BBC04C6">
      <w:start w:val="2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C71A0"/>
    <w:multiLevelType w:val="hybridMultilevel"/>
    <w:tmpl w:val="059C9850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7D20826"/>
    <w:multiLevelType w:val="hybridMultilevel"/>
    <w:tmpl w:val="B7888C98"/>
    <w:lvl w:ilvl="0" w:tplc="64C66C78">
      <w:start w:val="5"/>
      <w:numFmt w:val="bullet"/>
      <w:lvlText w:val="-"/>
      <w:lvlJc w:val="left"/>
      <w:pPr>
        <w:ind w:left="5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3" w15:restartNumberingAfterBreak="0">
    <w:nsid w:val="7D0D260A"/>
    <w:multiLevelType w:val="multilevel"/>
    <w:tmpl w:val="B52C0E4E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98514948">
    <w:abstractNumId w:val="6"/>
  </w:num>
  <w:num w:numId="2" w16cid:durableId="559368936">
    <w:abstractNumId w:val="5"/>
  </w:num>
  <w:num w:numId="3" w16cid:durableId="1129400121">
    <w:abstractNumId w:val="9"/>
  </w:num>
  <w:num w:numId="4" w16cid:durableId="709377886">
    <w:abstractNumId w:val="7"/>
  </w:num>
  <w:num w:numId="5" w16cid:durableId="6637578">
    <w:abstractNumId w:val="8"/>
  </w:num>
  <w:num w:numId="6" w16cid:durableId="544147375">
    <w:abstractNumId w:val="3"/>
  </w:num>
  <w:num w:numId="7" w16cid:durableId="690760731">
    <w:abstractNumId w:val="2"/>
  </w:num>
  <w:num w:numId="8" w16cid:durableId="1099567835">
    <w:abstractNumId w:val="0"/>
  </w:num>
  <w:num w:numId="9" w16cid:durableId="132262664">
    <w:abstractNumId w:val="1"/>
  </w:num>
  <w:num w:numId="10" w16cid:durableId="1276520929">
    <w:abstractNumId w:val="4"/>
  </w:num>
  <w:num w:numId="11" w16cid:durableId="79253402">
    <w:abstractNumId w:val="28"/>
  </w:num>
  <w:num w:numId="12" w16cid:durableId="1399210466">
    <w:abstractNumId w:val="23"/>
  </w:num>
  <w:num w:numId="13" w16cid:durableId="647172143">
    <w:abstractNumId w:val="37"/>
  </w:num>
  <w:num w:numId="14" w16cid:durableId="764034627">
    <w:abstractNumId w:val="25"/>
  </w:num>
  <w:num w:numId="15" w16cid:durableId="1120418703">
    <w:abstractNumId w:val="29"/>
  </w:num>
  <w:num w:numId="16" w16cid:durableId="514616128">
    <w:abstractNumId w:val="40"/>
  </w:num>
  <w:num w:numId="17" w16cid:durableId="132722941">
    <w:abstractNumId w:val="19"/>
  </w:num>
  <w:num w:numId="18" w16cid:durableId="3942066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203002">
    <w:abstractNumId w:val="33"/>
  </w:num>
  <w:num w:numId="20" w16cid:durableId="1972006501">
    <w:abstractNumId w:val="26"/>
  </w:num>
  <w:num w:numId="21" w16cid:durableId="2063822354">
    <w:abstractNumId w:val="20"/>
  </w:num>
  <w:num w:numId="22" w16cid:durableId="534853480">
    <w:abstractNumId w:val="14"/>
  </w:num>
  <w:num w:numId="23" w16cid:durableId="249124863">
    <w:abstractNumId w:val="10"/>
  </w:num>
  <w:num w:numId="24" w16cid:durableId="170681458">
    <w:abstractNumId w:val="35"/>
  </w:num>
  <w:num w:numId="25" w16cid:durableId="644435912">
    <w:abstractNumId w:val="16"/>
  </w:num>
  <w:num w:numId="26" w16cid:durableId="967394370">
    <w:abstractNumId w:val="39"/>
  </w:num>
  <w:num w:numId="27" w16cid:durableId="1165390937">
    <w:abstractNumId w:val="17"/>
  </w:num>
  <w:num w:numId="28" w16cid:durableId="2016228790">
    <w:abstractNumId w:val="30"/>
  </w:num>
  <w:num w:numId="29" w16cid:durableId="1422218591">
    <w:abstractNumId w:val="45"/>
  </w:num>
  <w:num w:numId="30" w16cid:durableId="2027557319">
    <w:abstractNumId w:val="15"/>
  </w:num>
  <w:num w:numId="31" w16cid:durableId="681248088">
    <w:abstractNumId w:val="38"/>
  </w:num>
  <w:num w:numId="32" w16cid:durableId="1100570179">
    <w:abstractNumId w:val="24"/>
  </w:num>
  <w:num w:numId="33" w16cid:durableId="522406584">
    <w:abstractNumId w:val="27"/>
  </w:num>
  <w:num w:numId="34" w16cid:durableId="2123114350">
    <w:abstractNumId w:val="44"/>
  </w:num>
  <w:num w:numId="35" w16cid:durableId="41365471">
    <w:abstractNumId w:val="22"/>
  </w:num>
  <w:num w:numId="36" w16cid:durableId="381255253">
    <w:abstractNumId w:val="41"/>
  </w:num>
  <w:num w:numId="37" w16cid:durableId="104682932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4794880">
    <w:abstractNumId w:val="11"/>
  </w:num>
  <w:num w:numId="39" w16cid:durableId="1602255763">
    <w:abstractNumId w:val="32"/>
  </w:num>
  <w:num w:numId="40" w16cid:durableId="1460952071">
    <w:abstractNumId w:val="42"/>
  </w:num>
  <w:num w:numId="41" w16cid:durableId="703555978">
    <w:abstractNumId w:val="21"/>
  </w:num>
  <w:num w:numId="42" w16cid:durableId="18099764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370444">
    <w:abstractNumId w:val="41"/>
  </w:num>
  <w:num w:numId="44" w16cid:durableId="743796122">
    <w:abstractNumId w:val="10"/>
  </w:num>
  <w:num w:numId="45" w16cid:durableId="1186166417">
    <w:abstractNumId w:val="13"/>
  </w:num>
  <w:num w:numId="46" w16cid:durableId="813326915">
    <w:abstractNumId w:val="12"/>
  </w:num>
  <w:num w:numId="47" w16cid:durableId="1795174197">
    <w:abstractNumId w:val="34"/>
  </w:num>
  <w:num w:numId="48" w16cid:durableId="1411851171">
    <w:abstractNumId w:val="18"/>
  </w:num>
  <w:num w:numId="49" w16cid:durableId="330835513">
    <w:abstractNumId w:val="3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AAE"/>
    <w:rsid w:val="00000D7A"/>
    <w:rsid w:val="00000DA9"/>
    <w:rsid w:val="0000113A"/>
    <w:rsid w:val="000013E3"/>
    <w:rsid w:val="00001427"/>
    <w:rsid w:val="000014AC"/>
    <w:rsid w:val="00001549"/>
    <w:rsid w:val="0000155D"/>
    <w:rsid w:val="00001656"/>
    <w:rsid w:val="0000175F"/>
    <w:rsid w:val="000018CF"/>
    <w:rsid w:val="00001A22"/>
    <w:rsid w:val="00001F9D"/>
    <w:rsid w:val="00002377"/>
    <w:rsid w:val="0000245D"/>
    <w:rsid w:val="00002620"/>
    <w:rsid w:val="0000291C"/>
    <w:rsid w:val="00002B1F"/>
    <w:rsid w:val="00002E24"/>
    <w:rsid w:val="00003100"/>
    <w:rsid w:val="00003420"/>
    <w:rsid w:val="000036F9"/>
    <w:rsid w:val="00003990"/>
    <w:rsid w:val="00003A8F"/>
    <w:rsid w:val="00003D90"/>
    <w:rsid w:val="0000420A"/>
    <w:rsid w:val="000044F7"/>
    <w:rsid w:val="00004681"/>
    <w:rsid w:val="000047EA"/>
    <w:rsid w:val="000048C3"/>
    <w:rsid w:val="000049A5"/>
    <w:rsid w:val="00005193"/>
    <w:rsid w:val="00005444"/>
    <w:rsid w:val="00005497"/>
    <w:rsid w:val="00005502"/>
    <w:rsid w:val="00005A57"/>
    <w:rsid w:val="00005BB1"/>
    <w:rsid w:val="00005EA5"/>
    <w:rsid w:val="00006838"/>
    <w:rsid w:val="000068B1"/>
    <w:rsid w:val="00006927"/>
    <w:rsid w:val="00006BA7"/>
    <w:rsid w:val="00006BFA"/>
    <w:rsid w:val="00006C60"/>
    <w:rsid w:val="00006E4F"/>
    <w:rsid w:val="00006F01"/>
    <w:rsid w:val="0000702C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678"/>
    <w:rsid w:val="00010897"/>
    <w:rsid w:val="00010959"/>
    <w:rsid w:val="00010E1E"/>
    <w:rsid w:val="00010E30"/>
    <w:rsid w:val="00010FA3"/>
    <w:rsid w:val="00010FAF"/>
    <w:rsid w:val="000114BE"/>
    <w:rsid w:val="000115D7"/>
    <w:rsid w:val="0001176F"/>
    <w:rsid w:val="00011C53"/>
    <w:rsid w:val="00011FE4"/>
    <w:rsid w:val="0001260E"/>
    <w:rsid w:val="00012AC8"/>
    <w:rsid w:val="00012F16"/>
    <w:rsid w:val="00013278"/>
    <w:rsid w:val="000132ED"/>
    <w:rsid w:val="00013415"/>
    <w:rsid w:val="000134A8"/>
    <w:rsid w:val="00013792"/>
    <w:rsid w:val="0001387C"/>
    <w:rsid w:val="00013B9E"/>
    <w:rsid w:val="00013C6C"/>
    <w:rsid w:val="00013D2E"/>
    <w:rsid w:val="00013E4C"/>
    <w:rsid w:val="0001445F"/>
    <w:rsid w:val="000146CB"/>
    <w:rsid w:val="00014733"/>
    <w:rsid w:val="00014BB5"/>
    <w:rsid w:val="00014F3D"/>
    <w:rsid w:val="00015022"/>
    <w:rsid w:val="000152F6"/>
    <w:rsid w:val="000154B2"/>
    <w:rsid w:val="0001574B"/>
    <w:rsid w:val="000157B7"/>
    <w:rsid w:val="0001587F"/>
    <w:rsid w:val="00015ADB"/>
    <w:rsid w:val="00015C25"/>
    <w:rsid w:val="00015E87"/>
    <w:rsid w:val="0001622C"/>
    <w:rsid w:val="000168E6"/>
    <w:rsid w:val="00016D82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F57"/>
    <w:rsid w:val="00020346"/>
    <w:rsid w:val="000203D5"/>
    <w:rsid w:val="00020696"/>
    <w:rsid w:val="000207A4"/>
    <w:rsid w:val="000210EB"/>
    <w:rsid w:val="000214E7"/>
    <w:rsid w:val="000218B0"/>
    <w:rsid w:val="000219FD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7AE"/>
    <w:rsid w:val="00024B77"/>
    <w:rsid w:val="0002524D"/>
    <w:rsid w:val="0002526B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D33"/>
    <w:rsid w:val="00026F22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768"/>
    <w:rsid w:val="000307B4"/>
    <w:rsid w:val="00030ABC"/>
    <w:rsid w:val="00030B02"/>
    <w:rsid w:val="00030D77"/>
    <w:rsid w:val="00030E00"/>
    <w:rsid w:val="00030EB5"/>
    <w:rsid w:val="00031270"/>
    <w:rsid w:val="00031303"/>
    <w:rsid w:val="0003137A"/>
    <w:rsid w:val="000314FA"/>
    <w:rsid w:val="00031791"/>
    <w:rsid w:val="00031926"/>
    <w:rsid w:val="00031A0D"/>
    <w:rsid w:val="00031C46"/>
    <w:rsid w:val="00031CD2"/>
    <w:rsid w:val="00032037"/>
    <w:rsid w:val="00032240"/>
    <w:rsid w:val="0003241F"/>
    <w:rsid w:val="0003247B"/>
    <w:rsid w:val="000324CA"/>
    <w:rsid w:val="000324EF"/>
    <w:rsid w:val="00032852"/>
    <w:rsid w:val="00032C93"/>
    <w:rsid w:val="000330C2"/>
    <w:rsid w:val="000330D2"/>
    <w:rsid w:val="00033278"/>
    <w:rsid w:val="000335B5"/>
    <w:rsid w:val="0003392B"/>
    <w:rsid w:val="00033B45"/>
    <w:rsid w:val="00034195"/>
    <w:rsid w:val="000343FE"/>
    <w:rsid w:val="00034776"/>
    <w:rsid w:val="00034C7C"/>
    <w:rsid w:val="00034F14"/>
    <w:rsid w:val="000351C3"/>
    <w:rsid w:val="000351F3"/>
    <w:rsid w:val="0003541D"/>
    <w:rsid w:val="000354ED"/>
    <w:rsid w:val="00036023"/>
    <w:rsid w:val="000369E3"/>
    <w:rsid w:val="00036AD0"/>
    <w:rsid w:val="00036CBF"/>
    <w:rsid w:val="000370CD"/>
    <w:rsid w:val="000370DF"/>
    <w:rsid w:val="0003723C"/>
    <w:rsid w:val="0003724C"/>
    <w:rsid w:val="00037294"/>
    <w:rsid w:val="00037303"/>
    <w:rsid w:val="000375C6"/>
    <w:rsid w:val="00037665"/>
    <w:rsid w:val="00037861"/>
    <w:rsid w:val="000379FF"/>
    <w:rsid w:val="00037A04"/>
    <w:rsid w:val="00037A91"/>
    <w:rsid w:val="00037AB6"/>
    <w:rsid w:val="00037B93"/>
    <w:rsid w:val="00037F9B"/>
    <w:rsid w:val="00037FFB"/>
    <w:rsid w:val="0004051A"/>
    <w:rsid w:val="00040B06"/>
    <w:rsid w:val="00040B37"/>
    <w:rsid w:val="00040C52"/>
    <w:rsid w:val="00040C89"/>
    <w:rsid w:val="00040DA9"/>
    <w:rsid w:val="00040DF0"/>
    <w:rsid w:val="00041068"/>
    <w:rsid w:val="00041431"/>
    <w:rsid w:val="0004180A"/>
    <w:rsid w:val="0004185A"/>
    <w:rsid w:val="000419E6"/>
    <w:rsid w:val="00041E6F"/>
    <w:rsid w:val="00042070"/>
    <w:rsid w:val="00042447"/>
    <w:rsid w:val="0004262B"/>
    <w:rsid w:val="0004266B"/>
    <w:rsid w:val="00042863"/>
    <w:rsid w:val="000428F8"/>
    <w:rsid w:val="00042A66"/>
    <w:rsid w:val="00042DC8"/>
    <w:rsid w:val="00042ECA"/>
    <w:rsid w:val="00043034"/>
    <w:rsid w:val="00043058"/>
    <w:rsid w:val="0004309C"/>
    <w:rsid w:val="00043158"/>
    <w:rsid w:val="000434FE"/>
    <w:rsid w:val="000436D1"/>
    <w:rsid w:val="000438E8"/>
    <w:rsid w:val="00043982"/>
    <w:rsid w:val="000439B7"/>
    <w:rsid w:val="00043CB9"/>
    <w:rsid w:val="000440E8"/>
    <w:rsid w:val="00044137"/>
    <w:rsid w:val="00044269"/>
    <w:rsid w:val="0004431A"/>
    <w:rsid w:val="000447E8"/>
    <w:rsid w:val="00044817"/>
    <w:rsid w:val="000449F5"/>
    <w:rsid w:val="00044A6F"/>
    <w:rsid w:val="00044BF1"/>
    <w:rsid w:val="00044CBA"/>
    <w:rsid w:val="00044EDC"/>
    <w:rsid w:val="00044F7F"/>
    <w:rsid w:val="00045091"/>
    <w:rsid w:val="00045178"/>
    <w:rsid w:val="00045350"/>
    <w:rsid w:val="00045556"/>
    <w:rsid w:val="000456C4"/>
    <w:rsid w:val="00045E3F"/>
    <w:rsid w:val="00045ECF"/>
    <w:rsid w:val="000460B9"/>
    <w:rsid w:val="000465C1"/>
    <w:rsid w:val="000467C8"/>
    <w:rsid w:val="00046A6C"/>
    <w:rsid w:val="00046D85"/>
    <w:rsid w:val="00046E6B"/>
    <w:rsid w:val="000477E5"/>
    <w:rsid w:val="00047A85"/>
    <w:rsid w:val="00047B7F"/>
    <w:rsid w:val="00047CEE"/>
    <w:rsid w:val="00047F60"/>
    <w:rsid w:val="0005023C"/>
    <w:rsid w:val="00050592"/>
    <w:rsid w:val="000507B0"/>
    <w:rsid w:val="000516B5"/>
    <w:rsid w:val="000518DA"/>
    <w:rsid w:val="00051920"/>
    <w:rsid w:val="0005196C"/>
    <w:rsid w:val="00051994"/>
    <w:rsid w:val="00051BDE"/>
    <w:rsid w:val="00052466"/>
    <w:rsid w:val="00052547"/>
    <w:rsid w:val="00052E75"/>
    <w:rsid w:val="00053079"/>
    <w:rsid w:val="00053112"/>
    <w:rsid w:val="000534BE"/>
    <w:rsid w:val="00053938"/>
    <w:rsid w:val="00053D9E"/>
    <w:rsid w:val="00054136"/>
    <w:rsid w:val="0005457E"/>
    <w:rsid w:val="00054691"/>
    <w:rsid w:val="00054896"/>
    <w:rsid w:val="00054B6D"/>
    <w:rsid w:val="00054C08"/>
    <w:rsid w:val="00054CBD"/>
    <w:rsid w:val="00054CF1"/>
    <w:rsid w:val="00054D73"/>
    <w:rsid w:val="00054DAC"/>
    <w:rsid w:val="00054E4E"/>
    <w:rsid w:val="00055418"/>
    <w:rsid w:val="000554B1"/>
    <w:rsid w:val="00055674"/>
    <w:rsid w:val="00055EBA"/>
    <w:rsid w:val="000560BA"/>
    <w:rsid w:val="00056831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19D"/>
    <w:rsid w:val="000603DE"/>
    <w:rsid w:val="000606AF"/>
    <w:rsid w:val="000611EA"/>
    <w:rsid w:val="00061355"/>
    <w:rsid w:val="0006158D"/>
    <w:rsid w:val="000618CA"/>
    <w:rsid w:val="00061E63"/>
    <w:rsid w:val="00061F1F"/>
    <w:rsid w:val="00062127"/>
    <w:rsid w:val="000621FA"/>
    <w:rsid w:val="000621FD"/>
    <w:rsid w:val="00062202"/>
    <w:rsid w:val="00062455"/>
    <w:rsid w:val="000624ED"/>
    <w:rsid w:val="00062A7A"/>
    <w:rsid w:val="00062A96"/>
    <w:rsid w:val="00062ADC"/>
    <w:rsid w:val="00062B9A"/>
    <w:rsid w:val="00062F23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4BC"/>
    <w:rsid w:val="00066FC3"/>
    <w:rsid w:val="000670F6"/>
    <w:rsid w:val="00067307"/>
    <w:rsid w:val="00067942"/>
    <w:rsid w:val="00067D84"/>
    <w:rsid w:val="00067D8E"/>
    <w:rsid w:val="00067E5C"/>
    <w:rsid w:val="00067F1A"/>
    <w:rsid w:val="00067F25"/>
    <w:rsid w:val="000702C9"/>
    <w:rsid w:val="000704C5"/>
    <w:rsid w:val="000708C1"/>
    <w:rsid w:val="00071434"/>
    <w:rsid w:val="00071553"/>
    <w:rsid w:val="00071775"/>
    <w:rsid w:val="00071904"/>
    <w:rsid w:val="00071906"/>
    <w:rsid w:val="0007199D"/>
    <w:rsid w:val="00071E21"/>
    <w:rsid w:val="00071FCA"/>
    <w:rsid w:val="00072261"/>
    <w:rsid w:val="000726C1"/>
    <w:rsid w:val="00072C16"/>
    <w:rsid w:val="00072D9D"/>
    <w:rsid w:val="00072FDB"/>
    <w:rsid w:val="000732D0"/>
    <w:rsid w:val="00073A0F"/>
    <w:rsid w:val="00073D91"/>
    <w:rsid w:val="00073FE1"/>
    <w:rsid w:val="00074247"/>
    <w:rsid w:val="0007432E"/>
    <w:rsid w:val="00074403"/>
    <w:rsid w:val="00074581"/>
    <w:rsid w:val="000746A1"/>
    <w:rsid w:val="000748FD"/>
    <w:rsid w:val="00074B0C"/>
    <w:rsid w:val="00074BDE"/>
    <w:rsid w:val="00074C0D"/>
    <w:rsid w:val="00075C84"/>
    <w:rsid w:val="00075E6E"/>
    <w:rsid w:val="00075F33"/>
    <w:rsid w:val="000761A3"/>
    <w:rsid w:val="000768A9"/>
    <w:rsid w:val="000769AC"/>
    <w:rsid w:val="000769EC"/>
    <w:rsid w:val="00076A80"/>
    <w:rsid w:val="00076B9B"/>
    <w:rsid w:val="00076D5A"/>
    <w:rsid w:val="00076F0D"/>
    <w:rsid w:val="00076F29"/>
    <w:rsid w:val="00077132"/>
    <w:rsid w:val="000772D4"/>
    <w:rsid w:val="0007798C"/>
    <w:rsid w:val="00077B8E"/>
    <w:rsid w:val="00077FB5"/>
    <w:rsid w:val="000802E6"/>
    <w:rsid w:val="0008040B"/>
    <w:rsid w:val="00080420"/>
    <w:rsid w:val="000804E9"/>
    <w:rsid w:val="000807D0"/>
    <w:rsid w:val="00080E2B"/>
    <w:rsid w:val="00080E88"/>
    <w:rsid w:val="00080F30"/>
    <w:rsid w:val="00081212"/>
    <w:rsid w:val="0008148E"/>
    <w:rsid w:val="000815BF"/>
    <w:rsid w:val="000817D7"/>
    <w:rsid w:val="00081898"/>
    <w:rsid w:val="00081BBB"/>
    <w:rsid w:val="0008241A"/>
    <w:rsid w:val="000827A8"/>
    <w:rsid w:val="00082D24"/>
    <w:rsid w:val="00082D5D"/>
    <w:rsid w:val="00082E2D"/>
    <w:rsid w:val="00082FBE"/>
    <w:rsid w:val="00083049"/>
    <w:rsid w:val="00083489"/>
    <w:rsid w:val="00083532"/>
    <w:rsid w:val="000837EE"/>
    <w:rsid w:val="00083A63"/>
    <w:rsid w:val="00083B42"/>
    <w:rsid w:val="00083B65"/>
    <w:rsid w:val="00083D62"/>
    <w:rsid w:val="0008412A"/>
    <w:rsid w:val="00084434"/>
    <w:rsid w:val="00084550"/>
    <w:rsid w:val="00084A7D"/>
    <w:rsid w:val="00084D0B"/>
    <w:rsid w:val="00084ED8"/>
    <w:rsid w:val="000853C5"/>
    <w:rsid w:val="00085A22"/>
    <w:rsid w:val="00085E61"/>
    <w:rsid w:val="00085E64"/>
    <w:rsid w:val="000860DA"/>
    <w:rsid w:val="00086678"/>
    <w:rsid w:val="00086792"/>
    <w:rsid w:val="00086840"/>
    <w:rsid w:val="00086D91"/>
    <w:rsid w:val="00086E8C"/>
    <w:rsid w:val="000870D6"/>
    <w:rsid w:val="000873C8"/>
    <w:rsid w:val="0008760C"/>
    <w:rsid w:val="00087B8A"/>
    <w:rsid w:val="00087CA3"/>
    <w:rsid w:val="000900BB"/>
    <w:rsid w:val="000901F2"/>
    <w:rsid w:val="000904CB"/>
    <w:rsid w:val="0009077F"/>
    <w:rsid w:val="0009078D"/>
    <w:rsid w:val="0009079D"/>
    <w:rsid w:val="00090916"/>
    <w:rsid w:val="000909FC"/>
    <w:rsid w:val="00090AD2"/>
    <w:rsid w:val="00090C69"/>
    <w:rsid w:val="000912CF"/>
    <w:rsid w:val="0009140D"/>
    <w:rsid w:val="00091495"/>
    <w:rsid w:val="00091751"/>
    <w:rsid w:val="00091879"/>
    <w:rsid w:val="000919FC"/>
    <w:rsid w:val="00091A5B"/>
    <w:rsid w:val="00092164"/>
    <w:rsid w:val="0009256E"/>
    <w:rsid w:val="0009260C"/>
    <w:rsid w:val="0009267B"/>
    <w:rsid w:val="000926E1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63C"/>
    <w:rsid w:val="00094772"/>
    <w:rsid w:val="000947BB"/>
    <w:rsid w:val="00094A0A"/>
    <w:rsid w:val="00094B90"/>
    <w:rsid w:val="00094D3A"/>
    <w:rsid w:val="00095175"/>
    <w:rsid w:val="00095354"/>
    <w:rsid w:val="00095444"/>
    <w:rsid w:val="00095510"/>
    <w:rsid w:val="0009569B"/>
    <w:rsid w:val="00095CD4"/>
    <w:rsid w:val="00096015"/>
    <w:rsid w:val="00096028"/>
    <w:rsid w:val="000967BD"/>
    <w:rsid w:val="00096880"/>
    <w:rsid w:val="000968BA"/>
    <w:rsid w:val="00096A47"/>
    <w:rsid w:val="00096A5E"/>
    <w:rsid w:val="0009734D"/>
    <w:rsid w:val="00097413"/>
    <w:rsid w:val="000976FF"/>
    <w:rsid w:val="000979F9"/>
    <w:rsid w:val="00097B31"/>
    <w:rsid w:val="00097CFD"/>
    <w:rsid w:val="00097E01"/>
    <w:rsid w:val="00097F18"/>
    <w:rsid w:val="00097F6F"/>
    <w:rsid w:val="00097FEF"/>
    <w:rsid w:val="000A06B0"/>
    <w:rsid w:val="000A08AE"/>
    <w:rsid w:val="000A0A6D"/>
    <w:rsid w:val="000A0D40"/>
    <w:rsid w:val="000A0F4D"/>
    <w:rsid w:val="000A1177"/>
    <w:rsid w:val="000A117F"/>
    <w:rsid w:val="000A16EF"/>
    <w:rsid w:val="000A18A1"/>
    <w:rsid w:val="000A19F3"/>
    <w:rsid w:val="000A1BA6"/>
    <w:rsid w:val="000A2141"/>
    <w:rsid w:val="000A22BD"/>
    <w:rsid w:val="000A2516"/>
    <w:rsid w:val="000A2637"/>
    <w:rsid w:val="000A2A21"/>
    <w:rsid w:val="000A3065"/>
    <w:rsid w:val="000A3104"/>
    <w:rsid w:val="000A31D7"/>
    <w:rsid w:val="000A3407"/>
    <w:rsid w:val="000A36C7"/>
    <w:rsid w:val="000A3970"/>
    <w:rsid w:val="000A3AD9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9B2"/>
    <w:rsid w:val="000A4A91"/>
    <w:rsid w:val="000A4C67"/>
    <w:rsid w:val="000A4FF1"/>
    <w:rsid w:val="000A50EA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FA"/>
    <w:rsid w:val="000A665A"/>
    <w:rsid w:val="000A6913"/>
    <w:rsid w:val="000A69B3"/>
    <w:rsid w:val="000A6D5E"/>
    <w:rsid w:val="000A6E37"/>
    <w:rsid w:val="000A6EC9"/>
    <w:rsid w:val="000A70B6"/>
    <w:rsid w:val="000A711B"/>
    <w:rsid w:val="000A727E"/>
    <w:rsid w:val="000A7330"/>
    <w:rsid w:val="000A73B7"/>
    <w:rsid w:val="000A7566"/>
    <w:rsid w:val="000A794B"/>
    <w:rsid w:val="000A7961"/>
    <w:rsid w:val="000A7C7D"/>
    <w:rsid w:val="000A7D6E"/>
    <w:rsid w:val="000A7DB5"/>
    <w:rsid w:val="000A7E5A"/>
    <w:rsid w:val="000A7F7A"/>
    <w:rsid w:val="000A7F7F"/>
    <w:rsid w:val="000B04EE"/>
    <w:rsid w:val="000B0706"/>
    <w:rsid w:val="000B0B6E"/>
    <w:rsid w:val="000B10E5"/>
    <w:rsid w:val="000B1463"/>
    <w:rsid w:val="000B171F"/>
    <w:rsid w:val="000B177F"/>
    <w:rsid w:val="000B1BC3"/>
    <w:rsid w:val="000B1C92"/>
    <w:rsid w:val="000B1D44"/>
    <w:rsid w:val="000B2444"/>
    <w:rsid w:val="000B2A77"/>
    <w:rsid w:val="000B30AE"/>
    <w:rsid w:val="000B3606"/>
    <w:rsid w:val="000B36E3"/>
    <w:rsid w:val="000B371A"/>
    <w:rsid w:val="000B3CE2"/>
    <w:rsid w:val="000B3D0B"/>
    <w:rsid w:val="000B4141"/>
    <w:rsid w:val="000B4821"/>
    <w:rsid w:val="000B49DA"/>
    <w:rsid w:val="000B4FB6"/>
    <w:rsid w:val="000B53DE"/>
    <w:rsid w:val="000B5955"/>
    <w:rsid w:val="000B5A6A"/>
    <w:rsid w:val="000B5A72"/>
    <w:rsid w:val="000B5B72"/>
    <w:rsid w:val="000B5BEC"/>
    <w:rsid w:val="000B5D80"/>
    <w:rsid w:val="000B5F86"/>
    <w:rsid w:val="000B6457"/>
    <w:rsid w:val="000B6464"/>
    <w:rsid w:val="000B64BB"/>
    <w:rsid w:val="000B68B2"/>
    <w:rsid w:val="000B6B51"/>
    <w:rsid w:val="000B6E36"/>
    <w:rsid w:val="000B71B2"/>
    <w:rsid w:val="000B746C"/>
    <w:rsid w:val="000B75AE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38"/>
    <w:rsid w:val="000C1440"/>
    <w:rsid w:val="000C1892"/>
    <w:rsid w:val="000C1959"/>
    <w:rsid w:val="000C19F3"/>
    <w:rsid w:val="000C1CF8"/>
    <w:rsid w:val="000C1D28"/>
    <w:rsid w:val="000C1D94"/>
    <w:rsid w:val="000C21C9"/>
    <w:rsid w:val="000C259D"/>
    <w:rsid w:val="000C2603"/>
    <w:rsid w:val="000C2893"/>
    <w:rsid w:val="000C2A19"/>
    <w:rsid w:val="000C3035"/>
    <w:rsid w:val="000C39B3"/>
    <w:rsid w:val="000C3A20"/>
    <w:rsid w:val="000C3AD4"/>
    <w:rsid w:val="000C3BA8"/>
    <w:rsid w:val="000C4506"/>
    <w:rsid w:val="000C4F80"/>
    <w:rsid w:val="000C5058"/>
    <w:rsid w:val="000C5365"/>
    <w:rsid w:val="000C55AB"/>
    <w:rsid w:val="000C55F1"/>
    <w:rsid w:val="000C5759"/>
    <w:rsid w:val="000C5DCA"/>
    <w:rsid w:val="000C5E24"/>
    <w:rsid w:val="000C5EF3"/>
    <w:rsid w:val="000C6094"/>
    <w:rsid w:val="000C61BC"/>
    <w:rsid w:val="000C64C2"/>
    <w:rsid w:val="000C64C9"/>
    <w:rsid w:val="000C6752"/>
    <w:rsid w:val="000C6DE9"/>
    <w:rsid w:val="000C6E70"/>
    <w:rsid w:val="000C6F6E"/>
    <w:rsid w:val="000C6FE9"/>
    <w:rsid w:val="000C7715"/>
    <w:rsid w:val="000C77EB"/>
    <w:rsid w:val="000C794F"/>
    <w:rsid w:val="000C7B47"/>
    <w:rsid w:val="000C7CFF"/>
    <w:rsid w:val="000C7E3D"/>
    <w:rsid w:val="000D0212"/>
    <w:rsid w:val="000D0245"/>
    <w:rsid w:val="000D029F"/>
    <w:rsid w:val="000D03FF"/>
    <w:rsid w:val="000D0449"/>
    <w:rsid w:val="000D0466"/>
    <w:rsid w:val="000D04C7"/>
    <w:rsid w:val="000D075B"/>
    <w:rsid w:val="000D0A81"/>
    <w:rsid w:val="000D0B19"/>
    <w:rsid w:val="000D0DA2"/>
    <w:rsid w:val="000D15FB"/>
    <w:rsid w:val="000D198F"/>
    <w:rsid w:val="000D1A4B"/>
    <w:rsid w:val="000D1A5E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240"/>
    <w:rsid w:val="000D340E"/>
    <w:rsid w:val="000D35FA"/>
    <w:rsid w:val="000D36FB"/>
    <w:rsid w:val="000D3919"/>
    <w:rsid w:val="000D3C6C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D2D"/>
    <w:rsid w:val="000D5D3E"/>
    <w:rsid w:val="000D5FDD"/>
    <w:rsid w:val="000D62FF"/>
    <w:rsid w:val="000D65F2"/>
    <w:rsid w:val="000D6681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31E"/>
    <w:rsid w:val="000E1376"/>
    <w:rsid w:val="000E19EC"/>
    <w:rsid w:val="000E1B7D"/>
    <w:rsid w:val="000E1C70"/>
    <w:rsid w:val="000E1D30"/>
    <w:rsid w:val="000E1E18"/>
    <w:rsid w:val="000E26EE"/>
    <w:rsid w:val="000E273F"/>
    <w:rsid w:val="000E2B23"/>
    <w:rsid w:val="000E2BA4"/>
    <w:rsid w:val="000E2E17"/>
    <w:rsid w:val="000E2E46"/>
    <w:rsid w:val="000E3355"/>
    <w:rsid w:val="000E3625"/>
    <w:rsid w:val="000E384A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02"/>
    <w:rsid w:val="000E7AD9"/>
    <w:rsid w:val="000E7B40"/>
    <w:rsid w:val="000E7BF5"/>
    <w:rsid w:val="000E7D89"/>
    <w:rsid w:val="000F0021"/>
    <w:rsid w:val="000F064E"/>
    <w:rsid w:val="000F06C7"/>
    <w:rsid w:val="000F0C71"/>
    <w:rsid w:val="000F10E5"/>
    <w:rsid w:val="000F1208"/>
    <w:rsid w:val="000F12BE"/>
    <w:rsid w:val="000F1A4E"/>
    <w:rsid w:val="000F1F5D"/>
    <w:rsid w:val="000F2237"/>
    <w:rsid w:val="000F25CD"/>
    <w:rsid w:val="000F2602"/>
    <w:rsid w:val="000F2663"/>
    <w:rsid w:val="000F2E48"/>
    <w:rsid w:val="000F2EC5"/>
    <w:rsid w:val="000F2F2E"/>
    <w:rsid w:val="000F3200"/>
    <w:rsid w:val="000F327B"/>
    <w:rsid w:val="000F35CB"/>
    <w:rsid w:val="000F35F1"/>
    <w:rsid w:val="000F37CA"/>
    <w:rsid w:val="000F3B1D"/>
    <w:rsid w:val="000F3E09"/>
    <w:rsid w:val="000F4174"/>
    <w:rsid w:val="000F4C75"/>
    <w:rsid w:val="000F4ED4"/>
    <w:rsid w:val="000F5155"/>
    <w:rsid w:val="000F522B"/>
    <w:rsid w:val="000F5D4C"/>
    <w:rsid w:val="000F5E2D"/>
    <w:rsid w:val="000F614D"/>
    <w:rsid w:val="000F644E"/>
    <w:rsid w:val="000F6616"/>
    <w:rsid w:val="000F6776"/>
    <w:rsid w:val="000F680B"/>
    <w:rsid w:val="000F6FAE"/>
    <w:rsid w:val="000F724D"/>
    <w:rsid w:val="000F73A2"/>
    <w:rsid w:val="000F75D4"/>
    <w:rsid w:val="000F7B90"/>
    <w:rsid w:val="000F7F4A"/>
    <w:rsid w:val="000F7FB0"/>
    <w:rsid w:val="00100100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1ED2"/>
    <w:rsid w:val="0010204A"/>
    <w:rsid w:val="001021DB"/>
    <w:rsid w:val="00102649"/>
    <w:rsid w:val="001026C6"/>
    <w:rsid w:val="0010280E"/>
    <w:rsid w:val="00102FD7"/>
    <w:rsid w:val="00103548"/>
    <w:rsid w:val="0010393A"/>
    <w:rsid w:val="00103C3B"/>
    <w:rsid w:val="00103D0D"/>
    <w:rsid w:val="00103D36"/>
    <w:rsid w:val="00103D70"/>
    <w:rsid w:val="00103DB7"/>
    <w:rsid w:val="00104019"/>
    <w:rsid w:val="0010412B"/>
    <w:rsid w:val="0010445E"/>
    <w:rsid w:val="00104AA2"/>
    <w:rsid w:val="00104AB3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5EB0"/>
    <w:rsid w:val="00106A20"/>
    <w:rsid w:val="00106C37"/>
    <w:rsid w:val="00106F3E"/>
    <w:rsid w:val="00107286"/>
    <w:rsid w:val="00107300"/>
    <w:rsid w:val="001073FD"/>
    <w:rsid w:val="0010741E"/>
    <w:rsid w:val="001075BD"/>
    <w:rsid w:val="001075EA"/>
    <w:rsid w:val="0010761A"/>
    <w:rsid w:val="00107774"/>
    <w:rsid w:val="0010796A"/>
    <w:rsid w:val="00107AB1"/>
    <w:rsid w:val="00107AB7"/>
    <w:rsid w:val="00107AEB"/>
    <w:rsid w:val="00107DE2"/>
    <w:rsid w:val="00107EF3"/>
    <w:rsid w:val="00107FC8"/>
    <w:rsid w:val="001102E4"/>
    <w:rsid w:val="00110357"/>
    <w:rsid w:val="0011042A"/>
    <w:rsid w:val="0011042C"/>
    <w:rsid w:val="00110589"/>
    <w:rsid w:val="00110868"/>
    <w:rsid w:val="00110AD2"/>
    <w:rsid w:val="00110CE7"/>
    <w:rsid w:val="00110D42"/>
    <w:rsid w:val="00111159"/>
    <w:rsid w:val="001114B4"/>
    <w:rsid w:val="00111532"/>
    <w:rsid w:val="0011156B"/>
    <w:rsid w:val="001117F0"/>
    <w:rsid w:val="001118F6"/>
    <w:rsid w:val="00111C4C"/>
    <w:rsid w:val="00111CA6"/>
    <w:rsid w:val="001123C4"/>
    <w:rsid w:val="00112751"/>
    <w:rsid w:val="00112A0D"/>
    <w:rsid w:val="00112A49"/>
    <w:rsid w:val="00112B86"/>
    <w:rsid w:val="00112BFB"/>
    <w:rsid w:val="00112D61"/>
    <w:rsid w:val="001131F1"/>
    <w:rsid w:val="00113542"/>
    <w:rsid w:val="001136D5"/>
    <w:rsid w:val="00113D45"/>
    <w:rsid w:val="00113F4B"/>
    <w:rsid w:val="0011445A"/>
    <w:rsid w:val="0011447D"/>
    <w:rsid w:val="00114C93"/>
    <w:rsid w:val="00114CF3"/>
    <w:rsid w:val="00114FD1"/>
    <w:rsid w:val="00115076"/>
    <w:rsid w:val="00115384"/>
    <w:rsid w:val="00115990"/>
    <w:rsid w:val="00115A91"/>
    <w:rsid w:val="00115D8E"/>
    <w:rsid w:val="00116539"/>
    <w:rsid w:val="00116838"/>
    <w:rsid w:val="00116A17"/>
    <w:rsid w:val="00116AF9"/>
    <w:rsid w:val="00116BFD"/>
    <w:rsid w:val="00116C9A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98"/>
    <w:rsid w:val="00117DF1"/>
    <w:rsid w:val="00117F5E"/>
    <w:rsid w:val="00120083"/>
    <w:rsid w:val="001203DF"/>
    <w:rsid w:val="00120434"/>
    <w:rsid w:val="00120ABB"/>
    <w:rsid w:val="00120CF4"/>
    <w:rsid w:val="00120FF3"/>
    <w:rsid w:val="0012107D"/>
    <w:rsid w:val="001213CE"/>
    <w:rsid w:val="001217BA"/>
    <w:rsid w:val="00121B3C"/>
    <w:rsid w:val="00121C6A"/>
    <w:rsid w:val="00121FFB"/>
    <w:rsid w:val="0012201F"/>
    <w:rsid w:val="001221E7"/>
    <w:rsid w:val="001229B2"/>
    <w:rsid w:val="00122C0A"/>
    <w:rsid w:val="0012315E"/>
    <w:rsid w:val="00123264"/>
    <w:rsid w:val="00123577"/>
    <w:rsid w:val="001238E5"/>
    <w:rsid w:val="00123958"/>
    <w:rsid w:val="00123B93"/>
    <w:rsid w:val="00123E86"/>
    <w:rsid w:val="00123F38"/>
    <w:rsid w:val="001244D4"/>
    <w:rsid w:val="001244F4"/>
    <w:rsid w:val="00124517"/>
    <w:rsid w:val="001249C1"/>
    <w:rsid w:val="001249FE"/>
    <w:rsid w:val="00124C26"/>
    <w:rsid w:val="00124E81"/>
    <w:rsid w:val="001252AB"/>
    <w:rsid w:val="00125355"/>
    <w:rsid w:val="00125B9F"/>
    <w:rsid w:val="00125BA5"/>
    <w:rsid w:val="00125BC2"/>
    <w:rsid w:val="00125CE4"/>
    <w:rsid w:val="00125F8A"/>
    <w:rsid w:val="00125FEE"/>
    <w:rsid w:val="001260C3"/>
    <w:rsid w:val="00126545"/>
    <w:rsid w:val="00126672"/>
    <w:rsid w:val="001269CD"/>
    <w:rsid w:val="00126B0C"/>
    <w:rsid w:val="00126C38"/>
    <w:rsid w:val="00126CBE"/>
    <w:rsid w:val="0012774C"/>
    <w:rsid w:val="00127B2C"/>
    <w:rsid w:val="00127B94"/>
    <w:rsid w:val="00127CA1"/>
    <w:rsid w:val="00127E55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0E34"/>
    <w:rsid w:val="001316C2"/>
    <w:rsid w:val="0013175C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21B"/>
    <w:rsid w:val="001342CB"/>
    <w:rsid w:val="0013464F"/>
    <w:rsid w:val="0013471C"/>
    <w:rsid w:val="0013518D"/>
    <w:rsid w:val="00135230"/>
    <w:rsid w:val="001352AD"/>
    <w:rsid w:val="001352C2"/>
    <w:rsid w:val="00135948"/>
    <w:rsid w:val="00135EF5"/>
    <w:rsid w:val="0013608B"/>
    <w:rsid w:val="0013659F"/>
    <w:rsid w:val="00136DC2"/>
    <w:rsid w:val="00137605"/>
    <w:rsid w:val="001377D7"/>
    <w:rsid w:val="00137B74"/>
    <w:rsid w:val="00137E27"/>
    <w:rsid w:val="00140077"/>
    <w:rsid w:val="001403D1"/>
    <w:rsid w:val="0014040D"/>
    <w:rsid w:val="00140670"/>
    <w:rsid w:val="00140BF0"/>
    <w:rsid w:val="00140C24"/>
    <w:rsid w:val="00140D56"/>
    <w:rsid w:val="00140DF1"/>
    <w:rsid w:val="00141215"/>
    <w:rsid w:val="0014131D"/>
    <w:rsid w:val="001413B0"/>
    <w:rsid w:val="00141557"/>
    <w:rsid w:val="00141954"/>
    <w:rsid w:val="00141BC6"/>
    <w:rsid w:val="00141CEB"/>
    <w:rsid w:val="00141E0A"/>
    <w:rsid w:val="00143105"/>
    <w:rsid w:val="00143563"/>
    <w:rsid w:val="001437E2"/>
    <w:rsid w:val="001437F6"/>
    <w:rsid w:val="00143866"/>
    <w:rsid w:val="00143A19"/>
    <w:rsid w:val="00143DC6"/>
    <w:rsid w:val="0014419E"/>
    <w:rsid w:val="0014423F"/>
    <w:rsid w:val="00144413"/>
    <w:rsid w:val="00144E77"/>
    <w:rsid w:val="00145062"/>
    <w:rsid w:val="001453C7"/>
    <w:rsid w:val="0014564F"/>
    <w:rsid w:val="001456B0"/>
    <w:rsid w:val="0014596C"/>
    <w:rsid w:val="00145B81"/>
    <w:rsid w:val="00145BB9"/>
    <w:rsid w:val="0014630F"/>
    <w:rsid w:val="00146A17"/>
    <w:rsid w:val="00146D3C"/>
    <w:rsid w:val="0014707D"/>
    <w:rsid w:val="00147506"/>
    <w:rsid w:val="001477AD"/>
    <w:rsid w:val="00147858"/>
    <w:rsid w:val="00147A9A"/>
    <w:rsid w:val="00147C10"/>
    <w:rsid w:val="00147C86"/>
    <w:rsid w:val="00147FCC"/>
    <w:rsid w:val="0015026A"/>
    <w:rsid w:val="00150370"/>
    <w:rsid w:val="001505C2"/>
    <w:rsid w:val="001506B9"/>
    <w:rsid w:val="001507F9"/>
    <w:rsid w:val="0015092A"/>
    <w:rsid w:val="001509EE"/>
    <w:rsid w:val="00150CED"/>
    <w:rsid w:val="00150D96"/>
    <w:rsid w:val="00150D9B"/>
    <w:rsid w:val="0015174A"/>
    <w:rsid w:val="00151E66"/>
    <w:rsid w:val="001521A1"/>
    <w:rsid w:val="00152A02"/>
    <w:rsid w:val="00152B5D"/>
    <w:rsid w:val="00153013"/>
    <w:rsid w:val="00153553"/>
    <w:rsid w:val="0015358B"/>
    <w:rsid w:val="00153830"/>
    <w:rsid w:val="00153A79"/>
    <w:rsid w:val="00153BFE"/>
    <w:rsid w:val="00153C82"/>
    <w:rsid w:val="001540AA"/>
    <w:rsid w:val="0015422A"/>
    <w:rsid w:val="00154908"/>
    <w:rsid w:val="00154978"/>
    <w:rsid w:val="00154CBE"/>
    <w:rsid w:val="00154D99"/>
    <w:rsid w:val="00154EEF"/>
    <w:rsid w:val="00154F49"/>
    <w:rsid w:val="00155347"/>
    <w:rsid w:val="00155554"/>
    <w:rsid w:val="00155906"/>
    <w:rsid w:val="00155A52"/>
    <w:rsid w:val="00155AD9"/>
    <w:rsid w:val="00155CA6"/>
    <w:rsid w:val="00155D0A"/>
    <w:rsid w:val="00155E23"/>
    <w:rsid w:val="00156162"/>
    <w:rsid w:val="00156191"/>
    <w:rsid w:val="001563FD"/>
    <w:rsid w:val="001565E1"/>
    <w:rsid w:val="00156746"/>
    <w:rsid w:val="00156800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00"/>
    <w:rsid w:val="0016027D"/>
    <w:rsid w:val="001603F3"/>
    <w:rsid w:val="001608C6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7E2"/>
    <w:rsid w:val="00163811"/>
    <w:rsid w:val="00163960"/>
    <w:rsid w:val="00163AA6"/>
    <w:rsid w:val="00163BB2"/>
    <w:rsid w:val="00163FF3"/>
    <w:rsid w:val="0016406B"/>
    <w:rsid w:val="00164237"/>
    <w:rsid w:val="001642F4"/>
    <w:rsid w:val="001643F3"/>
    <w:rsid w:val="00164A66"/>
    <w:rsid w:val="00164D16"/>
    <w:rsid w:val="00164D83"/>
    <w:rsid w:val="00164E37"/>
    <w:rsid w:val="00164E55"/>
    <w:rsid w:val="0016516A"/>
    <w:rsid w:val="00165697"/>
    <w:rsid w:val="001657F4"/>
    <w:rsid w:val="00165AFE"/>
    <w:rsid w:val="00165C5D"/>
    <w:rsid w:val="00165C87"/>
    <w:rsid w:val="0016607F"/>
    <w:rsid w:val="0016610F"/>
    <w:rsid w:val="001661E8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00"/>
    <w:rsid w:val="00167B8D"/>
    <w:rsid w:val="00167C2B"/>
    <w:rsid w:val="00167CF1"/>
    <w:rsid w:val="00167F6B"/>
    <w:rsid w:val="001702F3"/>
    <w:rsid w:val="0017039A"/>
    <w:rsid w:val="00170772"/>
    <w:rsid w:val="00170BFD"/>
    <w:rsid w:val="00170C90"/>
    <w:rsid w:val="00171218"/>
    <w:rsid w:val="0017160C"/>
    <w:rsid w:val="00171765"/>
    <w:rsid w:val="00171C79"/>
    <w:rsid w:val="00171D9E"/>
    <w:rsid w:val="00171EC4"/>
    <w:rsid w:val="00171F8C"/>
    <w:rsid w:val="00172030"/>
    <w:rsid w:val="00172067"/>
    <w:rsid w:val="00172544"/>
    <w:rsid w:val="001727C0"/>
    <w:rsid w:val="001729EC"/>
    <w:rsid w:val="00172CC6"/>
    <w:rsid w:val="001736DD"/>
    <w:rsid w:val="00173AAD"/>
    <w:rsid w:val="00173B5C"/>
    <w:rsid w:val="00173CAA"/>
    <w:rsid w:val="00174085"/>
    <w:rsid w:val="00174122"/>
    <w:rsid w:val="00174137"/>
    <w:rsid w:val="0017416E"/>
    <w:rsid w:val="0017443B"/>
    <w:rsid w:val="00174497"/>
    <w:rsid w:val="00174701"/>
    <w:rsid w:val="0017490B"/>
    <w:rsid w:val="0017495D"/>
    <w:rsid w:val="00174A73"/>
    <w:rsid w:val="00174E45"/>
    <w:rsid w:val="0017528B"/>
    <w:rsid w:val="00175464"/>
    <w:rsid w:val="00175687"/>
    <w:rsid w:val="00175A42"/>
    <w:rsid w:val="001760FB"/>
    <w:rsid w:val="00176149"/>
    <w:rsid w:val="001763C2"/>
    <w:rsid w:val="001765A6"/>
    <w:rsid w:val="0017668B"/>
    <w:rsid w:val="00176D11"/>
    <w:rsid w:val="00176D1B"/>
    <w:rsid w:val="00176D8F"/>
    <w:rsid w:val="00176DB6"/>
    <w:rsid w:val="0017724C"/>
    <w:rsid w:val="001773DD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913"/>
    <w:rsid w:val="00180E76"/>
    <w:rsid w:val="00181107"/>
    <w:rsid w:val="001813DE"/>
    <w:rsid w:val="001819AB"/>
    <w:rsid w:val="00181DE7"/>
    <w:rsid w:val="00181E63"/>
    <w:rsid w:val="00181FC3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2D7"/>
    <w:rsid w:val="00183AB4"/>
    <w:rsid w:val="00183DC0"/>
    <w:rsid w:val="00184086"/>
    <w:rsid w:val="001841EB"/>
    <w:rsid w:val="001845EE"/>
    <w:rsid w:val="00184F8D"/>
    <w:rsid w:val="00185397"/>
    <w:rsid w:val="00185448"/>
    <w:rsid w:val="001854CE"/>
    <w:rsid w:val="001857C7"/>
    <w:rsid w:val="00185871"/>
    <w:rsid w:val="00185DE3"/>
    <w:rsid w:val="00185DFD"/>
    <w:rsid w:val="00186A0E"/>
    <w:rsid w:val="00186B8B"/>
    <w:rsid w:val="00186B8E"/>
    <w:rsid w:val="00186EC7"/>
    <w:rsid w:val="00187037"/>
    <w:rsid w:val="00187056"/>
    <w:rsid w:val="00187307"/>
    <w:rsid w:val="00187387"/>
    <w:rsid w:val="001873D4"/>
    <w:rsid w:val="001875A7"/>
    <w:rsid w:val="001878AA"/>
    <w:rsid w:val="00187E54"/>
    <w:rsid w:val="00187FDB"/>
    <w:rsid w:val="001907C4"/>
    <w:rsid w:val="001907F0"/>
    <w:rsid w:val="00190E97"/>
    <w:rsid w:val="00191321"/>
    <w:rsid w:val="0019132F"/>
    <w:rsid w:val="00191661"/>
    <w:rsid w:val="00191692"/>
    <w:rsid w:val="00191C63"/>
    <w:rsid w:val="00191D93"/>
    <w:rsid w:val="00192259"/>
    <w:rsid w:val="001923B1"/>
    <w:rsid w:val="0019240C"/>
    <w:rsid w:val="00192548"/>
    <w:rsid w:val="001925AA"/>
    <w:rsid w:val="00192725"/>
    <w:rsid w:val="00192CFF"/>
    <w:rsid w:val="00192D1A"/>
    <w:rsid w:val="00192D1C"/>
    <w:rsid w:val="00192EC2"/>
    <w:rsid w:val="00192F3A"/>
    <w:rsid w:val="00192F42"/>
    <w:rsid w:val="00192F8F"/>
    <w:rsid w:val="00193303"/>
    <w:rsid w:val="001933D9"/>
    <w:rsid w:val="00193420"/>
    <w:rsid w:val="00193C7B"/>
    <w:rsid w:val="00193C7D"/>
    <w:rsid w:val="00193DB1"/>
    <w:rsid w:val="00193F97"/>
    <w:rsid w:val="001947FC"/>
    <w:rsid w:val="00194845"/>
    <w:rsid w:val="0019489D"/>
    <w:rsid w:val="0019498E"/>
    <w:rsid w:val="00194F2B"/>
    <w:rsid w:val="001953E2"/>
    <w:rsid w:val="0019575F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D0A"/>
    <w:rsid w:val="00196DF5"/>
    <w:rsid w:val="00196F88"/>
    <w:rsid w:val="0019734A"/>
    <w:rsid w:val="001975CB"/>
    <w:rsid w:val="001975CD"/>
    <w:rsid w:val="00197685"/>
    <w:rsid w:val="00197A5C"/>
    <w:rsid w:val="00197B1E"/>
    <w:rsid w:val="00197DFA"/>
    <w:rsid w:val="00197F6B"/>
    <w:rsid w:val="001A021D"/>
    <w:rsid w:val="001A0385"/>
    <w:rsid w:val="001A0532"/>
    <w:rsid w:val="001A057B"/>
    <w:rsid w:val="001A11D9"/>
    <w:rsid w:val="001A14E9"/>
    <w:rsid w:val="001A1BB1"/>
    <w:rsid w:val="001A1BEC"/>
    <w:rsid w:val="001A226A"/>
    <w:rsid w:val="001A2271"/>
    <w:rsid w:val="001A2291"/>
    <w:rsid w:val="001A33F8"/>
    <w:rsid w:val="001A3A07"/>
    <w:rsid w:val="001A3A90"/>
    <w:rsid w:val="001A3BEE"/>
    <w:rsid w:val="001A3EA9"/>
    <w:rsid w:val="001A4036"/>
    <w:rsid w:val="001A4358"/>
    <w:rsid w:val="001A4C5B"/>
    <w:rsid w:val="001A4DEF"/>
    <w:rsid w:val="001A50AE"/>
    <w:rsid w:val="001A5430"/>
    <w:rsid w:val="001A549F"/>
    <w:rsid w:val="001A57CB"/>
    <w:rsid w:val="001A592E"/>
    <w:rsid w:val="001A5E47"/>
    <w:rsid w:val="001A6090"/>
    <w:rsid w:val="001A626C"/>
    <w:rsid w:val="001A65F0"/>
    <w:rsid w:val="001A6697"/>
    <w:rsid w:val="001A66D8"/>
    <w:rsid w:val="001A6869"/>
    <w:rsid w:val="001A69FD"/>
    <w:rsid w:val="001A6A8F"/>
    <w:rsid w:val="001A6A99"/>
    <w:rsid w:val="001A6B99"/>
    <w:rsid w:val="001A6BA4"/>
    <w:rsid w:val="001A6BE6"/>
    <w:rsid w:val="001A6E8F"/>
    <w:rsid w:val="001A7510"/>
    <w:rsid w:val="001A76CE"/>
    <w:rsid w:val="001A797E"/>
    <w:rsid w:val="001A79E5"/>
    <w:rsid w:val="001A7A14"/>
    <w:rsid w:val="001A7B85"/>
    <w:rsid w:val="001A7B99"/>
    <w:rsid w:val="001A7D31"/>
    <w:rsid w:val="001B03ED"/>
    <w:rsid w:val="001B0491"/>
    <w:rsid w:val="001B0716"/>
    <w:rsid w:val="001B08FF"/>
    <w:rsid w:val="001B0974"/>
    <w:rsid w:val="001B097C"/>
    <w:rsid w:val="001B0F64"/>
    <w:rsid w:val="001B1256"/>
    <w:rsid w:val="001B1375"/>
    <w:rsid w:val="001B155D"/>
    <w:rsid w:val="001B1F6B"/>
    <w:rsid w:val="001B1FCF"/>
    <w:rsid w:val="001B1FF7"/>
    <w:rsid w:val="001B20F9"/>
    <w:rsid w:val="001B27AD"/>
    <w:rsid w:val="001B2955"/>
    <w:rsid w:val="001B2B76"/>
    <w:rsid w:val="001B2D8E"/>
    <w:rsid w:val="001B2E69"/>
    <w:rsid w:val="001B308F"/>
    <w:rsid w:val="001B313F"/>
    <w:rsid w:val="001B344F"/>
    <w:rsid w:val="001B3459"/>
    <w:rsid w:val="001B3475"/>
    <w:rsid w:val="001B356A"/>
    <w:rsid w:val="001B40D1"/>
    <w:rsid w:val="001B432D"/>
    <w:rsid w:val="001B451C"/>
    <w:rsid w:val="001B476D"/>
    <w:rsid w:val="001B487F"/>
    <w:rsid w:val="001B4915"/>
    <w:rsid w:val="001B4E82"/>
    <w:rsid w:val="001B5022"/>
    <w:rsid w:val="001B5591"/>
    <w:rsid w:val="001B568B"/>
    <w:rsid w:val="001B56D7"/>
    <w:rsid w:val="001B56F9"/>
    <w:rsid w:val="001B5752"/>
    <w:rsid w:val="001B5CAC"/>
    <w:rsid w:val="001B6170"/>
    <w:rsid w:val="001B6542"/>
    <w:rsid w:val="001B687C"/>
    <w:rsid w:val="001B6D8A"/>
    <w:rsid w:val="001B6FBC"/>
    <w:rsid w:val="001B70D2"/>
    <w:rsid w:val="001B7B8B"/>
    <w:rsid w:val="001B7CF7"/>
    <w:rsid w:val="001B7E3C"/>
    <w:rsid w:val="001C0094"/>
    <w:rsid w:val="001C00C0"/>
    <w:rsid w:val="001C02CF"/>
    <w:rsid w:val="001C07D8"/>
    <w:rsid w:val="001C0872"/>
    <w:rsid w:val="001C0BDB"/>
    <w:rsid w:val="001C0D86"/>
    <w:rsid w:val="001C0F69"/>
    <w:rsid w:val="001C120C"/>
    <w:rsid w:val="001C1A27"/>
    <w:rsid w:val="001C1A53"/>
    <w:rsid w:val="001C1F52"/>
    <w:rsid w:val="001C205A"/>
    <w:rsid w:val="001C2499"/>
    <w:rsid w:val="001C2541"/>
    <w:rsid w:val="001C258D"/>
    <w:rsid w:val="001C270B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6D7"/>
    <w:rsid w:val="001C48C6"/>
    <w:rsid w:val="001C4C2D"/>
    <w:rsid w:val="001C4DBB"/>
    <w:rsid w:val="001C4E01"/>
    <w:rsid w:val="001C5EFB"/>
    <w:rsid w:val="001C6451"/>
    <w:rsid w:val="001C68AA"/>
    <w:rsid w:val="001C6909"/>
    <w:rsid w:val="001C6A29"/>
    <w:rsid w:val="001C6AE4"/>
    <w:rsid w:val="001C6D65"/>
    <w:rsid w:val="001C6FFD"/>
    <w:rsid w:val="001C71F2"/>
    <w:rsid w:val="001C77F9"/>
    <w:rsid w:val="001C7804"/>
    <w:rsid w:val="001C7842"/>
    <w:rsid w:val="001C7950"/>
    <w:rsid w:val="001C79B9"/>
    <w:rsid w:val="001C7C39"/>
    <w:rsid w:val="001C7D4B"/>
    <w:rsid w:val="001C7F45"/>
    <w:rsid w:val="001D0117"/>
    <w:rsid w:val="001D0146"/>
    <w:rsid w:val="001D0842"/>
    <w:rsid w:val="001D10F3"/>
    <w:rsid w:val="001D1102"/>
    <w:rsid w:val="001D11D1"/>
    <w:rsid w:val="001D1609"/>
    <w:rsid w:val="001D1929"/>
    <w:rsid w:val="001D1A07"/>
    <w:rsid w:val="001D1BD8"/>
    <w:rsid w:val="001D1FB6"/>
    <w:rsid w:val="001D2061"/>
    <w:rsid w:val="001D28CD"/>
    <w:rsid w:val="001D2A44"/>
    <w:rsid w:val="001D2CED"/>
    <w:rsid w:val="001D2D65"/>
    <w:rsid w:val="001D2D6D"/>
    <w:rsid w:val="001D3145"/>
    <w:rsid w:val="001D334D"/>
    <w:rsid w:val="001D3897"/>
    <w:rsid w:val="001D40A9"/>
    <w:rsid w:val="001D4B13"/>
    <w:rsid w:val="001D4B26"/>
    <w:rsid w:val="001D4C8D"/>
    <w:rsid w:val="001D524D"/>
    <w:rsid w:val="001D544A"/>
    <w:rsid w:val="001D57A7"/>
    <w:rsid w:val="001D5948"/>
    <w:rsid w:val="001D5CBD"/>
    <w:rsid w:val="001D5EAF"/>
    <w:rsid w:val="001D6022"/>
    <w:rsid w:val="001D625A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EA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EA"/>
    <w:rsid w:val="001E19A1"/>
    <w:rsid w:val="001E19CE"/>
    <w:rsid w:val="001E1A5D"/>
    <w:rsid w:val="001E1AEC"/>
    <w:rsid w:val="001E1C96"/>
    <w:rsid w:val="001E1E02"/>
    <w:rsid w:val="001E2319"/>
    <w:rsid w:val="001E2403"/>
    <w:rsid w:val="001E244C"/>
    <w:rsid w:val="001E261D"/>
    <w:rsid w:val="001E2867"/>
    <w:rsid w:val="001E2C76"/>
    <w:rsid w:val="001E32EF"/>
    <w:rsid w:val="001E33FE"/>
    <w:rsid w:val="001E3842"/>
    <w:rsid w:val="001E3CCE"/>
    <w:rsid w:val="001E3D09"/>
    <w:rsid w:val="001E3EE6"/>
    <w:rsid w:val="001E4B4F"/>
    <w:rsid w:val="001E4B62"/>
    <w:rsid w:val="001E4D30"/>
    <w:rsid w:val="001E4EAF"/>
    <w:rsid w:val="001E4F4E"/>
    <w:rsid w:val="001E506F"/>
    <w:rsid w:val="001E5177"/>
    <w:rsid w:val="001E538C"/>
    <w:rsid w:val="001E5616"/>
    <w:rsid w:val="001E59DC"/>
    <w:rsid w:val="001E59EB"/>
    <w:rsid w:val="001E5BAE"/>
    <w:rsid w:val="001E5BDA"/>
    <w:rsid w:val="001E5D9B"/>
    <w:rsid w:val="001E5EE8"/>
    <w:rsid w:val="001E5F98"/>
    <w:rsid w:val="001E64D8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C32"/>
    <w:rsid w:val="001E7E41"/>
    <w:rsid w:val="001F0240"/>
    <w:rsid w:val="001F0610"/>
    <w:rsid w:val="001F06BF"/>
    <w:rsid w:val="001F07D0"/>
    <w:rsid w:val="001F0AF2"/>
    <w:rsid w:val="001F0BD7"/>
    <w:rsid w:val="001F0EB6"/>
    <w:rsid w:val="001F0F69"/>
    <w:rsid w:val="001F13F3"/>
    <w:rsid w:val="001F1AD5"/>
    <w:rsid w:val="001F1E37"/>
    <w:rsid w:val="001F1E89"/>
    <w:rsid w:val="001F1EFE"/>
    <w:rsid w:val="001F204B"/>
    <w:rsid w:val="001F20FE"/>
    <w:rsid w:val="001F2743"/>
    <w:rsid w:val="001F2868"/>
    <w:rsid w:val="001F28B6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74A"/>
    <w:rsid w:val="001F48C3"/>
    <w:rsid w:val="001F50DB"/>
    <w:rsid w:val="001F538D"/>
    <w:rsid w:val="001F5723"/>
    <w:rsid w:val="001F57FF"/>
    <w:rsid w:val="001F592C"/>
    <w:rsid w:val="001F59A2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9B3"/>
    <w:rsid w:val="001F7D44"/>
    <w:rsid w:val="00200173"/>
    <w:rsid w:val="002001CD"/>
    <w:rsid w:val="00200537"/>
    <w:rsid w:val="00200603"/>
    <w:rsid w:val="0020089F"/>
    <w:rsid w:val="00200B90"/>
    <w:rsid w:val="00200DF9"/>
    <w:rsid w:val="00200FA4"/>
    <w:rsid w:val="00201096"/>
    <w:rsid w:val="002012A1"/>
    <w:rsid w:val="002013A1"/>
    <w:rsid w:val="002014CA"/>
    <w:rsid w:val="00201574"/>
    <w:rsid w:val="00201976"/>
    <w:rsid w:val="00201BB7"/>
    <w:rsid w:val="00201BD7"/>
    <w:rsid w:val="00201CB4"/>
    <w:rsid w:val="00201E33"/>
    <w:rsid w:val="00201F86"/>
    <w:rsid w:val="00201F96"/>
    <w:rsid w:val="00202357"/>
    <w:rsid w:val="0020266B"/>
    <w:rsid w:val="0020269E"/>
    <w:rsid w:val="00202BB3"/>
    <w:rsid w:val="002030C1"/>
    <w:rsid w:val="00203176"/>
    <w:rsid w:val="0020331B"/>
    <w:rsid w:val="0020332F"/>
    <w:rsid w:val="00203FD6"/>
    <w:rsid w:val="002046B0"/>
    <w:rsid w:val="00204804"/>
    <w:rsid w:val="00204914"/>
    <w:rsid w:val="0020496B"/>
    <w:rsid w:val="00204A47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93D"/>
    <w:rsid w:val="00210A45"/>
    <w:rsid w:val="00210A96"/>
    <w:rsid w:val="00210B08"/>
    <w:rsid w:val="00210B8E"/>
    <w:rsid w:val="00211049"/>
    <w:rsid w:val="002112E5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301D"/>
    <w:rsid w:val="00213205"/>
    <w:rsid w:val="0021333C"/>
    <w:rsid w:val="002133CA"/>
    <w:rsid w:val="00213649"/>
    <w:rsid w:val="0021388A"/>
    <w:rsid w:val="00213C8B"/>
    <w:rsid w:val="00213DDC"/>
    <w:rsid w:val="00213E81"/>
    <w:rsid w:val="0021415A"/>
    <w:rsid w:val="0021417A"/>
    <w:rsid w:val="002141AF"/>
    <w:rsid w:val="0021425A"/>
    <w:rsid w:val="00214538"/>
    <w:rsid w:val="0021454A"/>
    <w:rsid w:val="002150A3"/>
    <w:rsid w:val="002150FF"/>
    <w:rsid w:val="0021515B"/>
    <w:rsid w:val="00215567"/>
    <w:rsid w:val="002156C8"/>
    <w:rsid w:val="002157EB"/>
    <w:rsid w:val="00215ADE"/>
    <w:rsid w:val="00215B79"/>
    <w:rsid w:val="00215C32"/>
    <w:rsid w:val="00215D6E"/>
    <w:rsid w:val="00215DF7"/>
    <w:rsid w:val="002160D3"/>
    <w:rsid w:val="00216598"/>
    <w:rsid w:val="002166C0"/>
    <w:rsid w:val="00216773"/>
    <w:rsid w:val="00217034"/>
    <w:rsid w:val="00217C08"/>
    <w:rsid w:val="00217D3E"/>
    <w:rsid w:val="0022094E"/>
    <w:rsid w:val="00220AAB"/>
    <w:rsid w:val="00220B12"/>
    <w:rsid w:val="00220DEF"/>
    <w:rsid w:val="00220ED1"/>
    <w:rsid w:val="0022101F"/>
    <w:rsid w:val="00221280"/>
    <w:rsid w:val="002212F4"/>
    <w:rsid w:val="0022168D"/>
    <w:rsid w:val="0022194A"/>
    <w:rsid w:val="00221AD1"/>
    <w:rsid w:val="00221F0C"/>
    <w:rsid w:val="00221F2D"/>
    <w:rsid w:val="002220FC"/>
    <w:rsid w:val="00222140"/>
    <w:rsid w:val="00222154"/>
    <w:rsid w:val="00222544"/>
    <w:rsid w:val="00222976"/>
    <w:rsid w:val="00222AEC"/>
    <w:rsid w:val="00222C2F"/>
    <w:rsid w:val="00222D03"/>
    <w:rsid w:val="00222D66"/>
    <w:rsid w:val="002232C9"/>
    <w:rsid w:val="002238AD"/>
    <w:rsid w:val="00223BE0"/>
    <w:rsid w:val="00223CE6"/>
    <w:rsid w:val="00223F02"/>
    <w:rsid w:val="00223F08"/>
    <w:rsid w:val="002240CD"/>
    <w:rsid w:val="0022416A"/>
    <w:rsid w:val="00224448"/>
    <w:rsid w:val="00224B94"/>
    <w:rsid w:val="00224BB5"/>
    <w:rsid w:val="00224CB1"/>
    <w:rsid w:val="00224E7C"/>
    <w:rsid w:val="00224ECF"/>
    <w:rsid w:val="00225280"/>
    <w:rsid w:val="0022538C"/>
    <w:rsid w:val="00225928"/>
    <w:rsid w:val="00225AA9"/>
    <w:rsid w:val="00225EEC"/>
    <w:rsid w:val="00226149"/>
    <w:rsid w:val="002262DC"/>
    <w:rsid w:val="0022647F"/>
    <w:rsid w:val="0022651F"/>
    <w:rsid w:val="00226674"/>
    <w:rsid w:val="002267A8"/>
    <w:rsid w:val="00226B70"/>
    <w:rsid w:val="00226BDA"/>
    <w:rsid w:val="00226F80"/>
    <w:rsid w:val="00226F98"/>
    <w:rsid w:val="002270E5"/>
    <w:rsid w:val="00227201"/>
    <w:rsid w:val="002278B1"/>
    <w:rsid w:val="002278B4"/>
    <w:rsid w:val="00227D3B"/>
    <w:rsid w:val="00227F69"/>
    <w:rsid w:val="002303A6"/>
    <w:rsid w:val="002305EC"/>
    <w:rsid w:val="0023061D"/>
    <w:rsid w:val="0023065E"/>
    <w:rsid w:val="002308B0"/>
    <w:rsid w:val="00230A79"/>
    <w:rsid w:val="00230AA3"/>
    <w:rsid w:val="00230F67"/>
    <w:rsid w:val="0023132C"/>
    <w:rsid w:val="002317FB"/>
    <w:rsid w:val="00231919"/>
    <w:rsid w:val="002319DA"/>
    <w:rsid w:val="002319F9"/>
    <w:rsid w:val="00231A48"/>
    <w:rsid w:val="00231B41"/>
    <w:rsid w:val="00231CC7"/>
    <w:rsid w:val="00231CD8"/>
    <w:rsid w:val="00231DDB"/>
    <w:rsid w:val="00231F31"/>
    <w:rsid w:val="00231FC0"/>
    <w:rsid w:val="00232732"/>
    <w:rsid w:val="002327B5"/>
    <w:rsid w:val="00232863"/>
    <w:rsid w:val="00232E92"/>
    <w:rsid w:val="00232EF9"/>
    <w:rsid w:val="00232F94"/>
    <w:rsid w:val="0023320D"/>
    <w:rsid w:val="0023331A"/>
    <w:rsid w:val="00233595"/>
    <w:rsid w:val="002335B1"/>
    <w:rsid w:val="002335FE"/>
    <w:rsid w:val="002337C3"/>
    <w:rsid w:val="00233806"/>
    <w:rsid w:val="002339F3"/>
    <w:rsid w:val="0023489F"/>
    <w:rsid w:val="00234A7A"/>
    <w:rsid w:val="00234B79"/>
    <w:rsid w:val="00234BBD"/>
    <w:rsid w:val="00234CB7"/>
    <w:rsid w:val="00234F47"/>
    <w:rsid w:val="00235048"/>
    <w:rsid w:val="002353EC"/>
    <w:rsid w:val="00235927"/>
    <w:rsid w:val="00235C3E"/>
    <w:rsid w:val="00235F36"/>
    <w:rsid w:val="0023610A"/>
    <w:rsid w:val="00236442"/>
    <w:rsid w:val="002366A9"/>
    <w:rsid w:val="00236832"/>
    <w:rsid w:val="00236834"/>
    <w:rsid w:val="002368C4"/>
    <w:rsid w:val="00236A17"/>
    <w:rsid w:val="00236F1A"/>
    <w:rsid w:val="00236FF9"/>
    <w:rsid w:val="0023721F"/>
    <w:rsid w:val="002375EA"/>
    <w:rsid w:val="00237B6C"/>
    <w:rsid w:val="00237C8D"/>
    <w:rsid w:val="00237CE9"/>
    <w:rsid w:val="00237E65"/>
    <w:rsid w:val="00240179"/>
    <w:rsid w:val="00240739"/>
    <w:rsid w:val="00240783"/>
    <w:rsid w:val="00240D72"/>
    <w:rsid w:val="00240DB9"/>
    <w:rsid w:val="002410B0"/>
    <w:rsid w:val="0024110A"/>
    <w:rsid w:val="00241625"/>
    <w:rsid w:val="00241681"/>
    <w:rsid w:val="00241862"/>
    <w:rsid w:val="00241D66"/>
    <w:rsid w:val="00242096"/>
    <w:rsid w:val="002420FF"/>
    <w:rsid w:val="0024223C"/>
    <w:rsid w:val="00242392"/>
    <w:rsid w:val="002427C6"/>
    <w:rsid w:val="00242C5A"/>
    <w:rsid w:val="00242E6B"/>
    <w:rsid w:val="0024390E"/>
    <w:rsid w:val="00243E02"/>
    <w:rsid w:val="00243E96"/>
    <w:rsid w:val="002440AC"/>
    <w:rsid w:val="00244291"/>
    <w:rsid w:val="0024435E"/>
    <w:rsid w:val="0024447B"/>
    <w:rsid w:val="002448EC"/>
    <w:rsid w:val="0024491F"/>
    <w:rsid w:val="00244A4C"/>
    <w:rsid w:val="00244C28"/>
    <w:rsid w:val="00244CBA"/>
    <w:rsid w:val="00244D1B"/>
    <w:rsid w:val="00244EC9"/>
    <w:rsid w:val="00244EF0"/>
    <w:rsid w:val="00245071"/>
    <w:rsid w:val="00245743"/>
    <w:rsid w:val="00245B4C"/>
    <w:rsid w:val="00245DC2"/>
    <w:rsid w:val="00245F07"/>
    <w:rsid w:val="002463EB"/>
    <w:rsid w:val="00246426"/>
    <w:rsid w:val="00246D5B"/>
    <w:rsid w:val="00246E4C"/>
    <w:rsid w:val="002479AF"/>
    <w:rsid w:val="00247AB0"/>
    <w:rsid w:val="00247BCC"/>
    <w:rsid w:val="00247D9F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724"/>
    <w:rsid w:val="00250758"/>
    <w:rsid w:val="00250E41"/>
    <w:rsid w:val="002511FB"/>
    <w:rsid w:val="00251241"/>
    <w:rsid w:val="0025127C"/>
    <w:rsid w:val="0025133F"/>
    <w:rsid w:val="00251444"/>
    <w:rsid w:val="00251615"/>
    <w:rsid w:val="00251657"/>
    <w:rsid w:val="00251CA4"/>
    <w:rsid w:val="00251F6C"/>
    <w:rsid w:val="00252103"/>
    <w:rsid w:val="002525AF"/>
    <w:rsid w:val="00252625"/>
    <w:rsid w:val="002526AF"/>
    <w:rsid w:val="002526BD"/>
    <w:rsid w:val="002526D9"/>
    <w:rsid w:val="00252738"/>
    <w:rsid w:val="0025279D"/>
    <w:rsid w:val="002528D8"/>
    <w:rsid w:val="002528DD"/>
    <w:rsid w:val="00252AF1"/>
    <w:rsid w:val="00252CE0"/>
    <w:rsid w:val="00252CF2"/>
    <w:rsid w:val="00252EBC"/>
    <w:rsid w:val="00252F13"/>
    <w:rsid w:val="00252F27"/>
    <w:rsid w:val="0025313C"/>
    <w:rsid w:val="00253238"/>
    <w:rsid w:val="00253677"/>
    <w:rsid w:val="00253761"/>
    <w:rsid w:val="00253B32"/>
    <w:rsid w:val="00253BA5"/>
    <w:rsid w:val="00253D9B"/>
    <w:rsid w:val="002541D5"/>
    <w:rsid w:val="00254669"/>
    <w:rsid w:val="00254785"/>
    <w:rsid w:val="002548C7"/>
    <w:rsid w:val="00254AB8"/>
    <w:rsid w:val="00255943"/>
    <w:rsid w:val="0025598F"/>
    <w:rsid w:val="00255B60"/>
    <w:rsid w:val="00255F03"/>
    <w:rsid w:val="00255F13"/>
    <w:rsid w:val="00255F69"/>
    <w:rsid w:val="00255FCB"/>
    <w:rsid w:val="0025625D"/>
    <w:rsid w:val="002565F8"/>
    <w:rsid w:val="00256627"/>
    <w:rsid w:val="00256646"/>
    <w:rsid w:val="00256715"/>
    <w:rsid w:val="0025678C"/>
    <w:rsid w:val="002568BC"/>
    <w:rsid w:val="00256AE0"/>
    <w:rsid w:val="00256B02"/>
    <w:rsid w:val="00256DE1"/>
    <w:rsid w:val="002571A3"/>
    <w:rsid w:val="002571D8"/>
    <w:rsid w:val="002572BC"/>
    <w:rsid w:val="0025730A"/>
    <w:rsid w:val="0025730C"/>
    <w:rsid w:val="002574EB"/>
    <w:rsid w:val="002575D3"/>
    <w:rsid w:val="002576D6"/>
    <w:rsid w:val="0025792D"/>
    <w:rsid w:val="0026001A"/>
    <w:rsid w:val="0026020D"/>
    <w:rsid w:val="00260519"/>
    <w:rsid w:val="00260917"/>
    <w:rsid w:val="002609A8"/>
    <w:rsid w:val="0026109F"/>
    <w:rsid w:val="0026113E"/>
    <w:rsid w:val="002611F8"/>
    <w:rsid w:val="00261326"/>
    <w:rsid w:val="00261350"/>
    <w:rsid w:val="0026186A"/>
    <w:rsid w:val="00261A0A"/>
    <w:rsid w:val="00261DF3"/>
    <w:rsid w:val="00262816"/>
    <w:rsid w:val="00262A58"/>
    <w:rsid w:val="002636E0"/>
    <w:rsid w:val="0026379C"/>
    <w:rsid w:val="00263C1E"/>
    <w:rsid w:val="00263C82"/>
    <w:rsid w:val="00263F48"/>
    <w:rsid w:val="00264297"/>
    <w:rsid w:val="00264A04"/>
    <w:rsid w:val="00264A4B"/>
    <w:rsid w:val="00264BC3"/>
    <w:rsid w:val="00264CF9"/>
    <w:rsid w:val="00264DA4"/>
    <w:rsid w:val="00264F93"/>
    <w:rsid w:val="00265012"/>
    <w:rsid w:val="002651F2"/>
    <w:rsid w:val="002654D9"/>
    <w:rsid w:val="00265681"/>
    <w:rsid w:val="002657EF"/>
    <w:rsid w:val="0026587E"/>
    <w:rsid w:val="00265BF1"/>
    <w:rsid w:val="00265E38"/>
    <w:rsid w:val="00266066"/>
    <w:rsid w:val="00266299"/>
    <w:rsid w:val="0026630F"/>
    <w:rsid w:val="002663A0"/>
    <w:rsid w:val="0026659D"/>
    <w:rsid w:val="002667DE"/>
    <w:rsid w:val="00266A78"/>
    <w:rsid w:val="00266BDD"/>
    <w:rsid w:val="00266C07"/>
    <w:rsid w:val="00266D72"/>
    <w:rsid w:val="00266FBC"/>
    <w:rsid w:val="002671AC"/>
    <w:rsid w:val="002671B8"/>
    <w:rsid w:val="0026741A"/>
    <w:rsid w:val="00267C55"/>
    <w:rsid w:val="002701CC"/>
    <w:rsid w:val="00270301"/>
    <w:rsid w:val="00270591"/>
    <w:rsid w:val="00270820"/>
    <w:rsid w:val="00270CA7"/>
    <w:rsid w:val="002710F7"/>
    <w:rsid w:val="00271948"/>
    <w:rsid w:val="002719AF"/>
    <w:rsid w:val="00271A0E"/>
    <w:rsid w:val="00271A16"/>
    <w:rsid w:val="00271BF4"/>
    <w:rsid w:val="00271CF5"/>
    <w:rsid w:val="002721C8"/>
    <w:rsid w:val="0027221B"/>
    <w:rsid w:val="00272399"/>
    <w:rsid w:val="002724DF"/>
    <w:rsid w:val="002727B9"/>
    <w:rsid w:val="00272A86"/>
    <w:rsid w:val="0027336B"/>
    <w:rsid w:val="002734D9"/>
    <w:rsid w:val="00273546"/>
    <w:rsid w:val="00273647"/>
    <w:rsid w:val="00273691"/>
    <w:rsid w:val="002736DB"/>
    <w:rsid w:val="002738A9"/>
    <w:rsid w:val="00273D05"/>
    <w:rsid w:val="00273D90"/>
    <w:rsid w:val="00273E96"/>
    <w:rsid w:val="00273EE9"/>
    <w:rsid w:val="00273F92"/>
    <w:rsid w:val="002742E9"/>
    <w:rsid w:val="0027431D"/>
    <w:rsid w:val="002743BF"/>
    <w:rsid w:val="0027483A"/>
    <w:rsid w:val="00274928"/>
    <w:rsid w:val="002749D0"/>
    <w:rsid w:val="00274A55"/>
    <w:rsid w:val="00274CAD"/>
    <w:rsid w:val="00275258"/>
    <w:rsid w:val="00275527"/>
    <w:rsid w:val="00276613"/>
    <w:rsid w:val="00276A7C"/>
    <w:rsid w:val="00276AFC"/>
    <w:rsid w:val="00276DE6"/>
    <w:rsid w:val="00276EF1"/>
    <w:rsid w:val="0027738C"/>
    <w:rsid w:val="00277876"/>
    <w:rsid w:val="00277B6D"/>
    <w:rsid w:val="00277C8A"/>
    <w:rsid w:val="00277E3C"/>
    <w:rsid w:val="00277F65"/>
    <w:rsid w:val="00280290"/>
    <w:rsid w:val="002808E9"/>
    <w:rsid w:val="00280F69"/>
    <w:rsid w:val="0028185C"/>
    <w:rsid w:val="002818A7"/>
    <w:rsid w:val="00281A59"/>
    <w:rsid w:val="00281AF4"/>
    <w:rsid w:val="0028225E"/>
    <w:rsid w:val="00282592"/>
    <w:rsid w:val="002827AE"/>
    <w:rsid w:val="002827DB"/>
    <w:rsid w:val="00282D74"/>
    <w:rsid w:val="002834CA"/>
    <w:rsid w:val="0028353A"/>
    <w:rsid w:val="0028362A"/>
    <w:rsid w:val="00283B67"/>
    <w:rsid w:val="00283BF2"/>
    <w:rsid w:val="00283D49"/>
    <w:rsid w:val="00284099"/>
    <w:rsid w:val="002842ED"/>
    <w:rsid w:val="00284887"/>
    <w:rsid w:val="0028522D"/>
    <w:rsid w:val="002852B0"/>
    <w:rsid w:val="0028554F"/>
    <w:rsid w:val="002855AC"/>
    <w:rsid w:val="002856C4"/>
    <w:rsid w:val="002858FD"/>
    <w:rsid w:val="00285A30"/>
    <w:rsid w:val="00285E2C"/>
    <w:rsid w:val="002860DA"/>
    <w:rsid w:val="002860F4"/>
    <w:rsid w:val="00286EF9"/>
    <w:rsid w:val="0028722D"/>
    <w:rsid w:val="002872C0"/>
    <w:rsid w:val="00287507"/>
    <w:rsid w:val="00287667"/>
    <w:rsid w:val="00287790"/>
    <w:rsid w:val="002878D4"/>
    <w:rsid w:val="00287BB1"/>
    <w:rsid w:val="00287C92"/>
    <w:rsid w:val="00287CFE"/>
    <w:rsid w:val="00287D64"/>
    <w:rsid w:val="002900B7"/>
    <w:rsid w:val="002906E3"/>
    <w:rsid w:val="00290C68"/>
    <w:rsid w:val="00290C76"/>
    <w:rsid w:val="00290DD9"/>
    <w:rsid w:val="00291238"/>
    <w:rsid w:val="002914DE"/>
    <w:rsid w:val="0029158C"/>
    <w:rsid w:val="002915E0"/>
    <w:rsid w:val="00291FF4"/>
    <w:rsid w:val="00292064"/>
    <w:rsid w:val="00292430"/>
    <w:rsid w:val="00292460"/>
    <w:rsid w:val="002924DE"/>
    <w:rsid w:val="002924F4"/>
    <w:rsid w:val="0029274E"/>
    <w:rsid w:val="0029279D"/>
    <w:rsid w:val="002927E8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A96"/>
    <w:rsid w:val="00293D68"/>
    <w:rsid w:val="00293F9F"/>
    <w:rsid w:val="00293FB3"/>
    <w:rsid w:val="00294496"/>
    <w:rsid w:val="0029459B"/>
    <w:rsid w:val="00294821"/>
    <w:rsid w:val="002949EE"/>
    <w:rsid w:val="00294EB0"/>
    <w:rsid w:val="00295426"/>
    <w:rsid w:val="0029549E"/>
    <w:rsid w:val="00295555"/>
    <w:rsid w:val="002956BE"/>
    <w:rsid w:val="00295ACD"/>
    <w:rsid w:val="00296390"/>
    <w:rsid w:val="00296B2D"/>
    <w:rsid w:val="00296D2A"/>
    <w:rsid w:val="00297356"/>
    <w:rsid w:val="002979A7"/>
    <w:rsid w:val="00297AFF"/>
    <w:rsid w:val="00297E63"/>
    <w:rsid w:val="002A030F"/>
    <w:rsid w:val="002A0336"/>
    <w:rsid w:val="002A0530"/>
    <w:rsid w:val="002A0754"/>
    <w:rsid w:val="002A0928"/>
    <w:rsid w:val="002A0A04"/>
    <w:rsid w:val="002A0C38"/>
    <w:rsid w:val="002A1249"/>
    <w:rsid w:val="002A1674"/>
    <w:rsid w:val="002A18EE"/>
    <w:rsid w:val="002A1A59"/>
    <w:rsid w:val="002A1C26"/>
    <w:rsid w:val="002A1C89"/>
    <w:rsid w:val="002A24DC"/>
    <w:rsid w:val="002A25CC"/>
    <w:rsid w:val="002A2C5A"/>
    <w:rsid w:val="002A2DA1"/>
    <w:rsid w:val="002A2FAF"/>
    <w:rsid w:val="002A30E8"/>
    <w:rsid w:val="002A3258"/>
    <w:rsid w:val="002A346D"/>
    <w:rsid w:val="002A3708"/>
    <w:rsid w:val="002A384B"/>
    <w:rsid w:val="002A391D"/>
    <w:rsid w:val="002A3A59"/>
    <w:rsid w:val="002A3B27"/>
    <w:rsid w:val="002A424B"/>
    <w:rsid w:val="002A43A8"/>
    <w:rsid w:val="002A4847"/>
    <w:rsid w:val="002A4B37"/>
    <w:rsid w:val="002A4ED6"/>
    <w:rsid w:val="002A5046"/>
    <w:rsid w:val="002A5145"/>
    <w:rsid w:val="002A518D"/>
    <w:rsid w:val="002A5365"/>
    <w:rsid w:val="002A5553"/>
    <w:rsid w:val="002A589D"/>
    <w:rsid w:val="002A58CA"/>
    <w:rsid w:val="002A59D4"/>
    <w:rsid w:val="002A5A93"/>
    <w:rsid w:val="002A5E6B"/>
    <w:rsid w:val="002A5F0B"/>
    <w:rsid w:val="002A6581"/>
    <w:rsid w:val="002A6649"/>
    <w:rsid w:val="002A6ADD"/>
    <w:rsid w:val="002A6AEA"/>
    <w:rsid w:val="002A6C19"/>
    <w:rsid w:val="002A6CBB"/>
    <w:rsid w:val="002A7258"/>
    <w:rsid w:val="002A729D"/>
    <w:rsid w:val="002A72F3"/>
    <w:rsid w:val="002A73F0"/>
    <w:rsid w:val="002A75BD"/>
    <w:rsid w:val="002A763C"/>
    <w:rsid w:val="002A7CDA"/>
    <w:rsid w:val="002B0773"/>
    <w:rsid w:val="002B0A68"/>
    <w:rsid w:val="002B0C69"/>
    <w:rsid w:val="002B0E7A"/>
    <w:rsid w:val="002B0FA8"/>
    <w:rsid w:val="002B1284"/>
    <w:rsid w:val="002B16C1"/>
    <w:rsid w:val="002B1812"/>
    <w:rsid w:val="002B19D2"/>
    <w:rsid w:val="002B1D98"/>
    <w:rsid w:val="002B1E81"/>
    <w:rsid w:val="002B1F5E"/>
    <w:rsid w:val="002B1FC7"/>
    <w:rsid w:val="002B2049"/>
    <w:rsid w:val="002B23D1"/>
    <w:rsid w:val="002B24DB"/>
    <w:rsid w:val="002B24E1"/>
    <w:rsid w:val="002B2536"/>
    <w:rsid w:val="002B29E8"/>
    <w:rsid w:val="002B2B30"/>
    <w:rsid w:val="002B2CEF"/>
    <w:rsid w:val="002B2E0E"/>
    <w:rsid w:val="002B3088"/>
    <w:rsid w:val="002B30B9"/>
    <w:rsid w:val="002B3138"/>
    <w:rsid w:val="002B321B"/>
    <w:rsid w:val="002B3818"/>
    <w:rsid w:val="002B38BE"/>
    <w:rsid w:val="002B3C8E"/>
    <w:rsid w:val="002B3FF5"/>
    <w:rsid w:val="002B414B"/>
    <w:rsid w:val="002B468D"/>
    <w:rsid w:val="002B483B"/>
    <w:rsid w:val="002B48A5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C74"/>
    <w:rsid w:val="002B5E80"/>
    <w:rsid w:val="002B6450"/>
    <w:rsid w:val="002B6F45"/>
    <w:rsid w:val="002B6FAD"/>
    <w:rsid w:val="002B780A"/>
    <w:rsid w:val="002B7E72"/>
    <w:rsid w:val="002C0243"/>
    <w:rsid w:val="002C035E"/>
    <w:rsid w:val="002C0520"/>
    <w:rsid w:val="002C0738"/>
    <w:rsid w:val="002C0761"/>
    <w:rsid w:val="002C080B"/>
    <w:rsid w:val="002C0864"/>
    <w:rsid w:val="002C090D"/>
    <w:rsid w:val="002C0B87"/>
    <w:rsid w:val="002C159A"/>
    <w:rsid w:val="002C167F"/>
    <w:rsid w:val="002C1A74"/>
    <w:rsid w:val="002C1B75"/>
    <w:rsid w:val="002C233B"/>
    <w:rsid w:val="002C236F"/>
    <w:rsid w:val="002C2651"/>
    <w:rsid w:val="002C299E"/>
    <w:rsid w:val="002C2A8E"/>
    <w:rsid w:val="002C320F"/>
    <w:rsid w:val="002C340D"/>
    <w:rsid w:val="002C3A00"/>
    <w:rsid w:val="002C3A22"/>
    <w:rsid w:val="002C3CAC"/>
    <w:rsid w:val="002C3CDC"/>
    <w:rsid w:val="002C3F43"/>
    <w:rsid w:val="002C4252"/>
    <w:rsid w:val="002C4334"/>
    <w:rsid w:val="002C4446"/>
    <w:rsid w:val="002C4698"/>
    <w:rsid w:val="002C49AF"/>
    <w:rsid w:val="002C4A16"/>
    <w:rsid w:val="002C51DF"/>
    <w:rsid w:val="002C54D2"/>
    <w:rsid w:val="002C54F6"/>
    <w:rsid w:val="002C5785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C7EDA"/>
    <w:rsid w:val="002D022E"/>
    <w:rsid w:val="002D06B5"/>
    <w:rsid w:val="002D07DE"/>
    <w:rsid w:val="002D0819"/>
    <w:rsid w:val="002D08D5"/>
    <w:rsid w:val="002D0C28"/>
    <w:rsid w:val="002D106A"/>
    <w:rsid w:val="002D10D8"/>
    <w:rsid w:val="002D13C4"/>
    <w:rsid w:val="002D1590"/>
    <w:rsid w:val="002D1970"/>
    <w:rsid w:val="002D1A07"/>
    <w:rsid w:val="002D1D78"/>
    <w:rsid w:val="002D1F48"/>
    <w:rsid w:val="002D1FEB"/>
    <w:rsid w:val="002D211F"/>
    <w:rsid w:val="002D2218"/>
    <w:rsid w:val="002D2580"/>
    <w:rsid w:val="002D2675"/>
    <w:rsid w:val="002D2975"/>
    <w:rsid w:val="002D2A92"/>
    <w:rsid w:val="002D2B2F"/>
    <w:rsid w:val="002D2F2D"/>
    <w:rsid w:val="002D2F95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A17"/>
    <w:rsid w:val="002D5036"/>
    <w:rsid w:val="002D507E"/>
    <w:rsid w:val="002D5325"/>
    <w:rsid w:val="002D55E9"/>
    <w:rsid w:val="002D5C98"/>
    <w:rsid w:val="002D5D70"/>
    <w:rsid w:val="002D6084"/>
    <w:rsid w:val="002D65FE"/>
    <w:rsid w:val="002D6847"/>
    <w:rsid w:val="002D6CE9"/>
    <w:rsid w:val="002D6FBF"/>
    <w:rsid w:val="002D74F5"/>
    <w:rsid w:val="002D77ED"/>
    <w:rsid w:val="002D7B97"/>
    <w:rsid w:val="002D7D64"/>
    <w:rsid w:val="002D7E53"/>
    <w:rsid w:val="002E067D"/>
    <w:rsid w:val="002E0697"/>
    <w:rsid w:val="002E0889"/>
    <w:rsid w:val="002E08F6"/>
    <w:rsid w:val="002E0A61"/>
    <w:rsid w:val="002E0BB2"/>
    <w:rsid w:val="002E0CAA"/>
    <w:rsid w:val="002E1016"/>
    <w:rsid w:val="002E10AA"/>
    <w:rsid w:val="002E1767"/>
    <w:rsid w:val="002E1CCB"/>
    <w:rsid w:val="002E24E3"/>
    <w:rsid w:val="002E2692"/>
    <w:rsid w:val="002E27C5"/>
    <w:rsid w:val="002E2840"/>
    <w:rsid w:val="002E2A77"/>
    <w:rsid w:val="002E2E13"/>
    <w:rsid w:val="002E2E41"/>
    <w:rsid w:val="002E34DF"/>
    <w:rsid w:val="002E3AFC"/>
    <w:rsid w:val="002E3CE0"/>
    <w:rsid w:val="002E3CF0"/>
    <w:rsid w:val="002E3E89"/>
    <w:rsid w:val="002E3F8C"/>
    <w:rsid w:val="002E408E"/>
    <w:rsid w:val="002E4167"/>
    <w:rsid w:val="002E42E3"/>
    <w:rsid w:val="002E4355"/>
    <w:rsid w:val="002E453A"/>
    <w:rsid w:val="002E49DC"/>
    <w:rsid w:val="002E4A84"/>
    <w:rsid w:val="002E4C05"/>
    <w:rsid w:val="002E4D77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2C"/>
    <w:rsid w:val="002F008F"/>
    <w:rsid w:val="002F040E"/>
    <w:rsid w:val="002F04D7"/>
    <w:rsid w:val="002F055E"/>
    <w:rsid w:val="002F0579"/>
    <w:rsid w:val="002F07A1"/>
    <w:rsid w:val="002F0AA8"/>
    <w:rsid w:val="002F0BA9"/>
    <w:rsid w:val="002F0C4F"/>
    <w:rsid w:val="002F11D8"/>
    <w:rsid w:val="002F1235"/>
    <w:rsid w:val="002F124B"/>
    <w:rsid w:val="002F15DF"/>
    <w:rsid w:val="002F18AA"/>
    <w:rsid w:val="002F1E1D"/>
    <w:rsid w:val="002F1FED"/>
    <w:rsid w:val="002F248E"/>
    <w:rsid w:val="002F264F"/>
    <w:rsid w:val="002F27CD"/>
    <w:rsid w:val="002F2A1C"/>
    <w:rsid w:val="002F2B0F"/>
    <w:rsid w:val="002F2CFB"/>
    <w:rsid w:val="002F3187"/>
    <w:rsid w:val="002F32A9"/>
    <w:rsid w:val="002F3317"/>
    <w:rsid w:val="002F3663"/>
    <w:rsid w:val="002F3724"/>
    <w:rsid w:val="002F3CAD"/>
    <w:rsid w:val="002F3F2E"/>
    <w:rsid w:val="002F449C"/>
    <w:rsid w:val="002F44BE"/>
    <w:rsid w:val="002F4814"/>
    <w:rsid w:val="002F497A"/>
    <w:rsid w:val="002F4DAB"/>
    <w:rsid w:val="002F53A8"/>
    <w:rsid w:val="002F5985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E41"/>
    <w:rsid w:val="002F6EBD"/>
    <w:rsid w:val="002F6FB0"/>
    <w:rsid w:val="002F745F"/>
    <w:rsid w:val="00300183"/>
    <w:rsid w:val="00300362"/>
    <w:rsid w:val="0030038C"/>
    <w:rsid w:val="00300630"/>
    <w:rsid w:val="00300C42"/>
    <w:rsid w:val="00300F20"/>
    <w:rsid w:val="0030167C"/>
    <w:rsid w:val="003017D0"/>
    <w:rsid w:val="00301A44"/>
    <w:rsid w:val="00301B58"/>
    <w:rsid w:val="00302124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1B"/>
    <w:rsid w:val="00304678"/>
    <w:rsid w:val="00304772"/>
    <w:rsid w:val="00304873"/>
    <w:rsid w:val="003049B8"/>
    <w:rsid w:val="003049E5"/>
    <w:rsid w:val="00304ADE"/>
    <w:rsid w:val="00304C60"/>
    <w:rsid w:val="00304E04"/>
    <w:rsid w:val="003051EC"/>
    <w:rsid w:val="00305315"/>
    <w:rsid w:val="003053C3"/>
    <w:rsid w:val="0030541B"/>
    <w:rsid w:val="00305968"/>
    <w:rsid w:val="00305B8F"/>
    <w:rsid w:val="00305D5F"/>
    <w:rsid w:val="00305E7F"/>
    <w:rsid w:val="00306066"/>
    <w:rsid w:val="00306272"/>
    <w:rsid w:val="003063D5"/>
    <w:rsid w:val="003064AB"/>
    <w:rsid w:val="00306635"/>
    <w:rsid w:val="00306BC5"/>
    <w:rsid w:val="00306CE8"/>
    <w:rsid w:val="00306DAE"/>
    <w:rsid w:val="00307634"/>
    <w:rsid w:val="0030765C"/>
    <w:rsid w:val="00307754"/>
    <w:rsid w:val="00307AF8"/>
    <w:rsid w:val="00307B9D"/>
    <w:rsid w:val="00307DA4"/>
    <w:rsid w:val="00307E88"/>
    <w:rsid w:val="00307FEA"/>
    <w:rsid w:val="00310313"/>
    <w:rsid w:val="003105E5"/>
    <w:rsid w:val="00310663"/>
    <w:rsid w:val="0031083E"/>
    <w:rsid w:val="00310BED"/>
    <w:rsid w:val="00310DB8"/>
    <w:rsid w:val="00310DBE"/>
    <w:rsid w:val="00310EE4"/>
    <w:rsid w:val="003111CA"/>
    <w:rsid w:val="003114F7"/>
    <w:rsid w:val="0031161B"/>
    <w:rsid w:val="00311808"/>
    <w:rsid w:val="00311986"/>
    <w:rsid w:val="00311994"/>
    <w:rsid w:val="00311B0D"/>
    <w:rsid w:val="003120DD"/>
    <w:rsid w:val="00312284"/>
    <w:rsid w:val="003128EC"/>
    <w:rsid w:val="00312BC4"/>
    <w:rsid w:val="003133AD"/>
    <w:rsid w:val="00313742"/>
    <w:rsid w:val="00313813"/>
    <w:rsid w:val="003144E0"/>
    <w:rsid w:val="00314542"/>
    <w:rsid w:val="0031483C"/>
    <w:rsid w:val="00314C34"/>
    <w:rsid w:val="00314D42"/>
    <w:rsid w:val="00314D9F"/>
    <w:rsid w:val="00314E0A"/>
    <w:rsid w:val="00315607"/>
    <w:rsid w:val="003156E7"/>
    <w:rsid w:val="003159AE"/>
    <w:rsid w:val="00315BA6"/>
    <w:rsid w:val="00315C55"/>
    <w:rsid w:val="00315C62"/>
    <w:rsid w:val="00315D8C"/>
    <w:rsid w:val="00316126"/>
    <w:rsid w:val="00316272"/>
    <w:rsid w:val="00316396"/>
    <w:rsid w:val="00316818"/>
    <w:rsid w:val="003168A9"/>
    <w:rsid w:val="00316903"/>
    <w:rsid w:val="00316A42"/>
    <w:rsid w:val="00316B0D"/>
    <w:rsid w:val="00316E40"/>
    <w:rsid w:val="00316FE3"/>
    <w:rsid w:val="00317110"/>
    <w:rsid w:val="003171B5"/>
    <w:rsid w:val="003176BE"/>
    <w:rsid w:val="00317946"/>
    <w:rsid w:val="00317BED"/>
    <w:rsid w:val="00320189"/>
    <w:rsid w:val="003202C4"/>
    <w:rsid w:val="003204A9"/>
    <w:rsid w:val="0032050F"/>
    <w:rsid w:val="003207EF"/>
    <w:rsid w:val="00320D24"/>
    <w:rsid w:val="00320F19"/>
    <w:rsid w:val="003210FC"/>
    <w:rsid w:val="003212AD"/>
    <w:rsid w:val="003212DE"/>
    <w:rsid w:val="003215EF"/>
    <w:rsid w:val="00321738"/>
    <w:rsid w:val="00321A64"/>
    <w:rsid w:val="00321AF8"/>
    <w:rsid w:val="00321BEF"/>
    <w:rsid w:val="00321C3C"/>
    <w:rsid w:val="00321F21"/>
    <w:rsid w:val="003224E8"/>
    <w:rsid w:val="00322984"/>
    <w:rsid w:val="00322995"/>
    <w:rsid w:val="00322AA1"/>
    <w:rsid w:val="00323335"/>
    <w:rsid w:val="00323430"/>
    <w:rsid w:val="00323490"/>
    <w:rsid w:val="003234FE"/>
    <w:rsid w:val="00323741"/>
    <w:rsid w:val="0032385D"/>
    <w:rsid w:val="00323ACD"/>
    <w:rsid w:val="00323BE0"/>
    <w:rsid w:val="00323F30"/>
    <w:rsid w:val="00324262"/>
    <w:rsid w:val="00324397"/>
    <w:rsid w:val="003246B6"/>
    <w:rsid w:val="00324A17"/>
    <w:rsid w:val="00324B10"/>
    <w:rsid w:val="00324BC0"/>
    <w:rsid w:val="00324FFD"/>
    <w:rsid w:val="00324FFE"/>
    <w:rsid w:val="0032541D"/>
    <w:rsid w:val="00325A78"/>
    <w:rsid w:val="00325BB9"/>
    <w:rsid w:val="00325C26"/>
    <w:rsid w:val="00325D77"/>
    <w:rsid w:val="0032618F"/>
    <w:rsid w:val="003263B6"/>
    <w:rsid w:val="00326500"/>
    <w:rsid w:val="00326656"/>
    <w:rsid w:val="00326823"/>
    <w:rsid w:val="0032699B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407"/>
    <w:rsid w:val="003304E7"/>
    <w:rsid w:val="003305A8"/>
    <w:rsid w:val="003307B8"/>
    <w:rsid w:val="00330853"/>
    <w:rsid w:val="00330938"/>
    <w:rsid w:val="0033097F"/>
    <w:rsid w:val="00330CF2"/>
    <w:rsid w:val="00330E82"/>
    <w:rsid w:val="00331292"/>
    <w:rsid w:val="003313A8"/>
    <w:rsid w:val="0033196D"/>
    <w:rsid w:val="00331AEF"/>
    <w:rsid w:val="00331E29"/>
    <w:rsid w:val="00331FE9"/>
    <w:rsid w:val="0033265B"/>
    <w:rsid w:val="00332AE7"/>
    <w:rsid w:val="00332D3D"/>
    <w:rsid w:val="00332EE3"/>
    <w:rsid w:val="003332F7"/>
    <w:rsid w:val="003333C1"/>
    <w:rsid w:val="0033353A"/>
    <w:rsid w:val="00333601"/>
    <w:rsid w:val="00333607"/>
    <w:rsid w:val="0033388C"/>
    <w:rsid w:val="00333B1F"/>
    <w:rsid w:val="00333DF6"/>
    <w:rsid w:val="00334259"/>
    <w:rsid w:val="0033436E"/>
    <w:rsid w:val="003344F1"/>
    <w:rsid w:val="003348C0"/>
    <w:rsid w:val="00334990"/>
    <w:rsid w:val="00334D1C"/>
    <w:rsid w:val="00335314"/>
    <w:rsid w:val="003353DF"/>
    <w:rsid w:val="003358B4"/>
    <w:rsid w:val="00335CF7"/>
    <w:rsid w:val="0033644F"/>
    <w:rsid w:val="0033651D"/>
    <w:rsid w:val="003365E5"/>
    <w:rsid w:val="00336A4A"/>
    <w:rsid w:val="003372D8"/>
    <w:rsid w:val="003375E6"/>
    <w:rsid w:val="003376A1"/>
    <w:rsid w:val="00337805"/>
    <w:rsid w:val="00337A8C"/>
    <w:rsid w:val="00337BD5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787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EFD"/>
    <w:rsid w:val="00342FFE"/>
    <w:rsid w:val="003434F9"/>
    <w:rsid w:val="003438BA"/>
    <w:rsid w:val="003438F1"/>
    <w:rsid w:val="00343972"/>
    <w:rsid w:val="00343B76"/>
    <w:rsid w:val="00343D4F"/>
    <w:rsid w:val="003445E9"/>
    <w:rsid w:val="00344689"/>
    <w:rsid w:val="00344C5B"/>
    <w:rsid w:val="00344E29"/>
    <w:rsid w:val="00344E54"/>
    <w:rsid w:val="00345539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4ED"/>
    <w:rsid w:val="003475DC"/>
    <w:rsid w:val="003477F6"/>
    <w:rsid w:val="00347982"/>
    <w:rsid w:val="00347CE9"/>
    <w:rsid w:val="00347E91"/>
    <w:rsid w:val="00350058"/>
    <w:rsid w:val="00350212"/>
    <w:rsid w:val="00350310"/>
    <w:rsid w:val="0035049C"/>
    <w:rsid w:val="0035081B"/>
    <w:rsid w:val="00350BEC"/>
    <w:rsid w:val="00350E27"/>
    <w:rsid w:val="00350F83"/>
    <w:rsid w:val="003510AC"/>
    <w:rsid w:val="003510E7"/>
    <w:rsid w:val="003511B6"/>
    <w:rsid w:val="003514BE"/>
    <w:rsid w:val="00351770"/>
    <w:rsid w:val="00351D29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E8E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58A"/>
    <w:rsid w:val="0035760D"/>
    <w:rsid w:val="003577A2"/>
    <w:rsid w:val="003577B7"/>
    <w:rsid w:val="00357BFA"/>
    <w:rsid w:val="00357DB7"/>
    <w:rsid w:val="003605DF"/>
    <w:rsid w:val="00360809"/>
    <w:rsid w:val="003608BA"/>
    <w:rsid w:val="0036094C"/>
    <w:rsid w:val="00360BB2"/>
    <w:rsid w:val="003610B8"/>
    <w:rsid w:val="003618D9"/>
    <w:rsid w:val="00361A20"/>
    <w:rsid w:val="00361DCD"/>
    <w:rsid w:val="00361E60"/>
    <w:rsid w:val="00361FC8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AD2"/>
    <w:rsid w:val="00364215"/>
    <w:rsid w:val="00364621"/>
    <w:rsid w:val="003648B0"/>
    <w:rsid w:val="00364BA2"/>
    <w:rsid w:val="003650DD"/>
    <w:rsid w:val="00365231"/>
    <w:rsid w:val="003655FB"/>
    <w:rsid w:val="00365FA7"/>
    <w:rsid w:val="00365FED"/>
    <w:rsid w:val="0036619B"/>
    <w:rsid w:val="003661D8"/>
    <w:rsid w:val="00366455"/>
    <w:rsid w:val="003666C2"/>
    <w:rsid w:val="00366935"/>
    <w:rsid w:val="00366A2C"/>
    <w:rsid w:val="00366C19"/>
    <w:rsid w:val="00366C4A"/>
    <w:rsid w:val="00366D41"/>
    <w:rsid w:val="00366DA4"/>
    <w:rsid w:val="00366E7D"/>
    <w:rsid w:val="00366ECA"/>
    <w:rsid w:val="003670D5"/>
    <w:rsid w:val="003671C5"/>
    <w:rsid w:val="00367850"/>
    <w:rsid w:val="00367979"/>
    <w:rsid w:val="00367AA5"/>
    <w:rsid w:val="00367EDF"/>
    <w:rsid w:val="00370231"/>
    <w:rsid w:val="00370561"/>
    <w:rsid w:val="00370857"/>
    <w:rsid w:val="00370906"/>
    <w:rsid w:val="00370949"/>
    <w:rsid w:val="00370A8E"/>
    <w:rsid w:val="00370B72"/>
    <w:rsid w:val="00370BF2"/>
    <w:rsid w:val="00370E9A"/>
    <w:rsid w:val="00370F3D"/>
    <w:rsid w:val="00371357"/>
    <w:rsid w:val="00371546"/>
    <w:rsid w:val="003715D6"/>
    <w:rsid w:val="0037191D"/>
    <w:rsid w:val="00371ACB"/>
    <w:rsid w:val="00371CE2"/>
    <w:rsid w:val="00371CEC"/>
    <w:rsid w:val="00371D34"/>
    <w:rsid w:val="00372002"/>
    <w:rsid w:val="00372215"/>
    <w:rsid w:val="003723D0"/>
    <w:rsid w:val="0037258B"/>
    <w:rsid w:val="00372684"/>
    <w:rsid w:val="003729D0"/>
    <w:rsid w:val="00372BF3"/>
    <w:rsid w:val="00373065"/>
    <w:rsid w:val="0037313F"/>
    <w:rsid w:val="003736ED"/>
    <w:rsid w:val="00373E20"/>
    <w:rsid w:val="00374327"/>
    <w:rsid w:val="003746AC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54F"/>
    <w:rsid w:val="0037564C"/>
    <w:rsid w:val="0037585C"/>
    <w:rsid w:val="00375A52"/>
    <w:rsid w:val="0037622D"/>
    <w:rsid w:val="00376257"/>
    <w:rsid w:val="003762DC"/>
    <w:rsid w:val="003763D7"/>
    <w:rsid w:val="00376502"/>
    <w:rsid w:val="003765E7"/>
    <w:rsid w:val="0037661E"/>
    <w:rsid w:val="003767F1"/>
    <w:rsid w:val="003768D8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12A"/>
    <w:rsid w:val="0038141B"/>
    <w:rsid w:val="003816A6"/>
    <w:rsid w:val="00381710"/>
    <w:rsid w:val="00381C7F"/>
    <w:rsid w:val="00381DA4"/>
    <w:rsid w:val="00381FB1"/>
    <w:rsid w:val="00381FE9"/>
    <w:rsid w:val="0038201E"/>
    <w:rsid w:val="003826B4"/>
    <w:rsid w:val="003829C2"/>
    <w:rsid w:val="00382AD8"/>
    <w:rsid w:val="00382D5C"/>
    <w:rsid w:val="00382DD9"/>
    <w:rsid w:val="00382EA4"/>
    <w:rsid w:val="00383329"/>
    <w:rsid w:val="00383724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D06"/>
    <w:rsid w:val="00384E71"/>
    <w:rsid w:val="00384F64"/>
    <w:rsid w:val="0038501F"/>
    <w:rsid w:val="00385959"/>
    <w:rsid w:val="00385A7A"/>
    <w:rsid w:val="00386B84"/>
    <w:rsid w:val="00386DF6"/>
    <w:rsid w:val="003870CB"/>
    <w:rsid w:val="00387509"/>
    <w:rsid w:val="00387729"/>
    <w:rsid w:val="00387855"/>
    <w:rsid w:val="00387BCB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98B"/>
    <w:rsid w:val="00391EE1"/>
    <w:rsid w:val="00392595"/>
    <w:rsid w:val="00392631"/>
    <w:rsid w:val="00392962"/>
    <w:rsid w:val="00392B37"/>
    <w:rsid w:val="00392D12"/>
    <w:rsid w:val="00392E18"/>
    <w:rsid w:val="00392E9D"/>
    <w:rsid w:val="00392F5F"/>
    <w:rsid w:val="00393267"/>
    <w:rsid w:val="003932B8"/>
    <w:rsid w:val="0039343F"/>
    <w:rsid w:val="003935BA"/>
    <w:rsid w:val="00393609"/>
    <w:rsid w:val="003938AD"/>
    <w:rsid w:val="003938B5"/>
    <w:rsid w:val="00393E4F"/>
    <w:rsid w:val="00393E52"/>
    <w:rsid w:val="003946AF"/>
    <w:rsid w:val="00394868"/>
    <w:rsid w:val="00394E83"/>
    <w:rsid w:val="00394EE6"/>
    <w:rsid w:val="0039510E"/>
    <w:rsid w:val="003959C1"/>
    <w:rsid w:val="00395AEF"/>
    <w:rsid w:val="00395EE3"/>
    <w:rsid w:val="00396518"/>
    <w:rsid w:val="003968F9"/>
    <w:rsid w:val="00396A58"/>
    <w:rsid w:val="00396C69"/>
    <w:rsid w:val="00396C97"/>
    <w:rsid w:val="00396EC5"/>
    <w:rsid w:val="00396F33"/>
    <w:rsid w:val="00397496"/>
    <w:rsid w:val="003976D1"/>
    <w:rsid w:val="0039795F"/>
    <w:rsid w:val="00397A31"/>
    <w:rsid w:val="00397F32"/>
    <w:rsid w:val="003A0430"/>
    <w:rsid w:val="003A0450"/>
    <w:rsid w:val="003A0662"/>
    <w:rsid w:val="003A0BBB"/>
    <w:rsid w:val="003A1BF0"/>
    <w:rsid w:val="003A1C59"/>
    <w:rsid w:val="003A1DC1"/>
    <w:rsid w:val="003A1FA3"/>
    <w:rsid w:val="003A200D"/>
    <w:rsid w:val="003A219B"/>
    <w:rsid w:val="003A223E"/>
    <w:rsid w:val="003A245A"/>
    <w:rsid w:val="003A252C"/>
    <w:rsid w:val="003A25F3"/>
    <w:rsid w:val="003A28B8"/>
    <w:rsid w:val="003A2BAA"/>
    <w:rsid w:val="003A2C9A"/>
    <w:rsid w:val="003A2E9C"/>
    <w:rsid w:val="003A3301"/>
    <w:rsid w:val="003A33D9"/>
    <w:rsid w:val="003A3682"/>
    <w:rsid w:val="003A3BCC"/>
    <w:rsid w:val="003A3C37"/>
    <w:rsid w:val="003A3EE6"/>
    <w:rsid w:val="003A433B"/>
    <w:rsid w:val="003A49FC"/>
    <w:rsid w:val="003A4DE7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D9"/>
    <w:rsid w:val="003A66C1"/>
    <w:rsid w:val="003A6D0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0FFD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2F1C"/>
    <w:rsid w:val="003B332E"/>
    <w:rsid w:val="003B3808"/>
    <w:rsid w:val="003B3A45"/>
    <w:rsid w:val="003B3E7E"/>
    <w:rsid w:val="003B3F91"/>
    <w:rsid w:val="003B3FF8"/>
    <w:rsid w:val="003B427D"/>
    <w:rsid w:val="003B4663"/>
    <w:rsid w:val="003B494E"/>
    <w:rsid w:val="003B4AE7"/>
    <w:rsid w:val="003B4BAD"/>
    <w:rsid w:val="003B4D74"/>
    <w:rsid w:val="003B4FB7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DAD"/>
    <w:rsid w:val="003C0034"/>
    <w:rsid w:val="003C0128"/>
    <w:rsid w:val="003C02D7"/>
    <w:rsid w:val="003C0492"/>
    <w:rsid w:val="003C0794"/>
    <w:rsid w:val="003C0A3B"/>
    <w:rsid w:val="003C0CC0"/>
    <w:rsid w:val="003C0D81"/>
    <w:rsid w:val="003C0EF9"/>
    <w:rsid w:val="003C1155"/>
    <w:rsid w:val="003C13FB"/>
    <w:rsid w:val="003C15D1"/>
    <w:rsid w:val="003C15D8"/>
    <w:rsid w:val="003C170D"/>
    <w:rsid w:val="003C176E"/>
    <w:rsid w:val="003C183F"/>
    <w:rsid w:val="003C186A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93A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620"/>
    <w:rsid w:val="003C482D"/>
    <w:rsid w:val="003C49D6"/>
    <w:rsid w:val="003C4B79"/>
    <w:rsid w:val="003C5132"/>
    <w:rsid w:val="003C53B8"/>
    <w:rsid w:val="003C6178"/>
    <w:rsid w:val="003C630D"/>
    <w:rsid w:val="003C68C7"/>
    <w:rsid w:val="003C69E5"/>
    <w:rsid w:val="003C6ED5"/>
    <w:rsid w:val="003C714C"/>
    <w:rsid w:val="003C7270"/>
    <w:rsid w:val="003C74DA"/>
    <w:rsid w:val="003C76F6"/>
    <w:rsid w:val="003C79FE"/>
    <w:rsid w:val="003C7F22"/>
    <w:rsid w:val="003D01F8"/>
    <w:rsid w:val="003D0202"/>
    <w:rsid w:val="003D03EB"/>
    <w:rsid w:val="003D052D"/>
    <w:rsid w:val="003D05E3"/>
    <w:rsid w:val="003D0689"/>
    <w:rsid w:val="003D0737"/>
    <w:rsid w:val="003D0758"/>
    <w:rsid w:val="003D0A1F"/>
    <w:rsid w:val="003D0A99"/>
    <w:rsid w:val="003D0C64"/>
    <w:rsid w:val="003D0FFE"/>
    <w:rsid w:val="003D100F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F28"/>
    <w:rsid w:val="003D30CA"/>
    <w:rsid w:val="003D3150"/>
    <w:rsid w:val="003D31F4"/>
    <w:rsid w:val="003D3350"/>
    <w:rsid w:val="003D34E9"/>
    <w:rsid w:val="003D3607"/>
    <w:rsid w:val="003D3F25"/>
    <w:rsid w:val="003D41E8"/>
    <w:rsid w:val="003D41F9"/>
    <w:rsid w:val="003D4756"/>
    <w:rsid w:val="003D48EC"/>
    <w:rsid w:val="003D4D1E"/>
    <w:rsid w:val="003D5009"/>
    <w:rsid w:val="003D518C"/>
    <w:rsid w:val="003D5271"/>
    <w:rsid w:val="003D5972"/>
    <w:rsid w:val="003D5A65"/>
    <w:rsid w:val="003D5AE0"/>
    <w:rsid w:val="003D5B7B"/>
    <w:rsid w:val="003D5D3F"/>
    <w:rsid w:val="003D5FAE"/>
    <w:rsid w:val="003D6377"/>
    <w:rsid w:val="003D683A"/>
    <w:rsid w:val="003D685D"/>
    <w:rsid w:val="003D6EF5"/>
    <w:rsid w:val="003D6F9E"/>
    <w:rsid w:val="003D7000"/>
    <w:rsid w:val="003D74A8"/>
    <w:rsid w:val="003D7893"/>
    <w:rsid w:val="003D7BC9"/>
    <w:rsid w:val="003D7D18"/>
    <w:rsid w:val="003D7F19"/>
    <w:rsid w:val="003D7FAF"/>
    <w:rsid w:val="003E0192"/>
    <w:rsid w:val="003E0335"/>
    <w:rsid w:val="003E07AF"/>
    <w:rsid w:val="003E09A1"/>
    <w:rsid w:val="003E1060"/>
    <w:rsid w:val="003E128F"/>
    <w:rsid w:val="003E14C2"/>
    <w:rsid w:val="003E1A0B"/>
    <w:rsid w:val="003E1EF8"/>
    <w:rsid w:val="003E1FAE"/>
    <w:rsid w:val="003E2153"/>
    <w:rsid w:val="003E217F"/>
    <w:rsid w:val="003E2558"/>
    <w:rsid w:val="003E257B"/>
    <w:rsid w:val="003E26E9"/>
    <w:rsid w:val="003E28A3"/>
    <w:rsid w:val="003E290E"/>
    <w:rsid w:val="003E2964"/>
    <w:rsid w:val="003E29EE"/>
    <w:rsid w:val="003E2ABA"/>
    <w:rsid w:val="003E2C27"/>
    <w:rsid w:val="003E2DE9"/>
    <w:rsid w:val="003E2E30"/>
    <w:rsid w:val="003E33D1"/>
    <w:rsid w:val="003E34CA"/>
    <w:rsid w:val="003E3521"/>
    <w:rsid w:val="003E3627"/>
    <w:rsid w:val="003E3A2A"/>
    <w:rsid w:val="003E3CAE"/>
    <w:rsid w:val="003E3F75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E0"/>
    <w:rsid w:val="003E55AC"/>
    <w:rsid w:val="003E589F"/>
    <w:rsid w:val="003E5A64"/>
    <w:rsid w:val="003E5B9C"/>
    <w:rsid w:val="003E5C0D"/>
    <w:rsid w:val="003E5CA8"/>
    <w:rsid w:val="003E5F84"/>
    <w:rsid w:val="003E5F99"/>
    <w:rsid w:val="003E627D"/>
    <w:rsid w:val="003E6417"/>
    <w:rsid w:val="003E6764"/>
    <w:rsid w:val="003E6955"/>
    <w:rsid w:val="003E697F"/>
    <w:rsid w:val="003E69F5"/>
    <w:rsid w:val="003E6A72"/>
    <w:rsid w:val="003E6E25"/>
    <w:rsid w:val="003E6EDA"/>
    <w:rsid w:val="003E71DA"/>
    <w:rsid w:val="003E7386"/>
    <w:rsid w:val="003E75AE"/>
    <w:rsid w:val="003E77DE"/>
    <w:rsid w:val="003E782A"/>
    <w:rsid w:val="003E7AEA"/>
    <w:rsid w:val="003E7DC9"/>
    <w:rsid w:val="003E7DEF"/>
    <w:rsid w:val="003F0016"/>
    <w:rsid w:val="003F01C7"/>
    <w:rsid w:val="003F04A9"/>
    <w:rsid w:val="003F055C"/>
    <w:rsid w:val="003F08B5"/>
    <w:rsid w:val="003F09EA"/>
    <w:rsid w:val="003F0A0E"/>
    <w:rsid w:val="003F0A48"/>
    <w:rsid w:val="003F0DBE"/>
    <w:rsid w:val="003F0ED6"/>
    <w:rsid w:val="003F1319"/>
    <w:rsid w:val="003F133B"/>
    <w:rsid w:val="003F1573"/>
    <w:rsid w:val="003F1713"/>
    <w:rsid w:val="003F1F94"/>
    <w:rsid w:val="003F25A5"/>
    <w:rsid w:val="003F29EB"/>
    <w:rsid w:val="003F2A86"/>
    <w:rsid w:val="003F2C10"/>
    <w:rsid w:val="003F2CE6"/>
    <w:rsid w:val="003F2D7C"/>
    <w:rsid w:val="003F319D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447"/>
    <w:rsid w:val="003F44F8"/>
    <w:rsid w:val="003F457C"/>
    <w:rsid w:val="003F48DA"/>
    <w:rsid w:val="003F4BE7"/>
    <w:rsid w:val="003F4D90"/>
    <w:rsid w:val="003F4E96"/>
    <w:rsid w:val="003F4EE6"/>
    <w:rsid w:val="003F4F48"/>
    <w:rsid w:val="003F5486"/>
    <w:rsid w:val="003F550F"/>
    <w:rsid w:val="003F5708"/>
    <w:rsid w:val="003F573A"/>
    <w:rsid w:val="003F58F9"/>
    <w:rsid w:val="003F5960"/>
    <w:rsid w:val="003F5AF6"/>
    <w:rsid w:val="003F5E09"/>
    <w:rsid w:val="003F65E8"/>
    <w:rsid w:val="003F6955"/>
    <w:rsid w:val="003F6B4C"/>
    <w:rsid w:val="003F6F81"/>
    <w:rsid w:val="003F7A19"/>
    <w:rsid w:val="003F7D2D"/>
    <w:rsid w:val="003F7F4B"/>
    <w:rsid w:val="004004A4"/>
    <w:rsid w:val="004008E7"/>
    <w:rsid w:val="00400A6B"/>
    <w:rsid w:val="00400AFE"/>
    <w:rsid w:val="004011BE"/>
    <w:rsid w:val="00401753"/>
    <w:rsid w:val="00402C34"/>
    <w:rsid w:val="00402D07"/>
    <w:rsid w:val="00403158"/>
    <w:rsid w:val="00403465"/>
    <w:rsid w:val="00403839"/>
    <w:rsid w:val="0040397B"/>
    <w:rsid w:val="00403F83"/>
    <w:rsid w:val="004040B9"/>
    <w:rsid w:val="004040C9"/>
    <w:rsid w:val="00404167"/>
    <w:rsid w:val="004043AE"/>
    <w:rsid w:val="0040486E"/>
    <w:rsid w:val="00404C43"/>
    <w:rsid w:val="00404D72"/>
    <w:rsid w:val="00404F67"/>
    <w:rsid w:val="00405433"/>
    <w:rsid w:val="00405513"/>
    <w:rsid w:val="0040559D"/>
    <w:rsid w:val="004059B8"/>
    <w:rsid w:val="004059D4"/>
    <w:rsid w:val="004061DA"/>
    <w:rsid w:val="004063A5"/>
    <w:rsid w:val="0040671A"/>
    <w:rsid w:val="00406806"/>
    <w:rsid w:val="00406829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BD1"/>
    <w:rsid w:val="00411C41"/>
    <w:rsid w:val="00412274"/>
    <w:rsid w:val="004124D5"/>
    <w:rsid w:val="004126AB"/>
    <w:rsid w:val="0041280F"/>
    <w:rsid w:val="004129A8"/>
    <w:rsid w:val="00412B18"/>
    <w:rsid w:val="00412C08"/>
    <w:rsid w:val="00412E6D"/>
    <w:rsid w:val="00413098"/>
    <w:rsid w:val="00413485"/>
    <w:rsid w:val="004135BD"/>
    <w:rsid w:val="00413FC6"/>
    <w:rsid w:val="00414002"/>
    <w:rsid w:val="004140BE"/>
    <w:rsid w:val="004147E8"/>
    <w:rsid w:val="00414F10"/>
    <w:rsid w:val="0041513D"/>
    <w:rsid w:val="0041526F"/>
    <w:rsid w:val="004152FA"/>
    <w:rsid w:val="00415356"/>
    <w:rsid w:val="00415391"/>
    <w:rsid w:val="00415B96"/>
    <w:rsid w:val="00415C81"/>
    <w:rsid w:val="00415CB6"/>
    <w:rsid w:val="00415D98"/>
    <w:rsid w:val="00415E85"/>
    <w:rsid w:val="0041626A"/>
    <w:rsid w:val="00416890"/>
    <w:rsid w:val="00416B7C"/>
    <w:rsid w:val="00416DEF"/>
    <w:rsid w:val="00416EF7"/>
    <w:rsid w:val="00416EF9"/>
    <w:rsid w:val="00417411"/>
    <w:rsid w:val="0041742F"/>
    <w:rsid w:val="00417DE7"/>
    <w:rsid w:val="00420B23"/>
    <w:rsid w:val="0042124F"/>
    <w:rsid w:val="00421493"/>
    <w:rsid w:val="00421720"/>
    <w:rsid w:val="00421C12"/>
    <w:rsid w:val="00421C1F"/>
    <w:rsid w:val="00421DEC"/>
    <w:rsid w:val="00421E2B"/>
    <w:rsid w:val="004220C6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919"/>
    <w:rsid w:val="00423967"/>
    <w:rsid w:val="00423D93"/>
    <w:rsid w:val="00424207"/>
    <w:rsid w:val="00424A3A"/>
    <w:rsid w:val="00424C79"/>
    <w:rsid w:val="00424EE6"/>
    <w:rsid w:val="00424F8D"/>
    <w:rsid w:val="004253C9"/>
    <w:rsid w:val="00425549"/>
    <w:rsid w:val="00425922"/>
    <w:rsid w:val="00425A56"/>
    <w:rsid w:val="00425B5A"/>
    <w:rsid w:val="00425D16"/>
    <w:rsid w:val="00426107"/>
    <w:rsid w:val="00426414"/>
    <w:rsid w:val="00426468"/>
    <w:rsid w:val="004264EA"/>
    <w:rsid w:val="0042684A"/>
    <w:rsid w:val="0042699C"/>
    <w:rsid w:val="00426B90"/>
    <w:rsid w:val="00426CE9"/>
    <w:rsid w:val="00426D08"/>
    <w:rsid w:val="00426DD0"/>
    <w:rsid w:val="00426E0A"/>
    <w:rsid w:val="00426EC2"/>
    <w:rsid w:val="0042707C"/>
    <w:rsid w:val="004273BB"/>
    <w:rsid w:val="00427806"/>
    <w:rsid w:val="004278D2"/>
    <w:rsid w:val="004279FC"/>
    <w:rsid w:val="00427C10"/>
    <w:rsid w:val="00427F85"/>
    <w:rsid w:val="00427FA5"/>
    <w:rsid w:val="00430259"/>
    <w:rsid w:val="00430356"/>
    <w:rsid w:val="004304C4"/>
    <w:rsid w:val="0043055F"/>
    <w:rsid w:val="00430762"/>
    <w:rsid w:val="00430776"/>
    <w:rsid w:val="00430840"/>
    <w:rsid w:val="0043090E"/>
    <w:rsid w:val="00430942"/>
    <w:rsid w:val="00430B54"/>
    <w:rsid w:val="00430BD6"/>
    <w:rsid w:val="00430F01"/>
    <w:rsid w:val="00430F5D"/>
    <w:rsid w:val="00431136"/>
    <w:rsid w:val="00431211"/>
    <w:rsid w:val="0043126C"/>
    <w:rsid w:val="00431304"/>
    <w:rsid w:val="00431325"/>
    <w:rsid w:val="004318A2"/>
    <w:rsid w:val="00431F50"/>
    <w:rsid w:val="00431FC8"/>
    <w:rsid w:val="0043256B"/>
    <w:rsid w:val="004327DB"/>
    <w:rsid w:val="00432967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033"/>
    <w:rsid w:val="00434398"/>
    <w:rsid w:val="00434A38"/>
    <w:rsid w:val="00434B6C"/>
    <w:rsid w:val="00434B8A"/>
    <w:rsid w:val="00434D0C"/>
    <w:rsid w:val="00434D76"/>
    <w:rsid w:val="00434DA7"/>
    <w:rsid w:val="00435103"/>
    <w:rsid w:val="0043549E"/>
    <w:rsid w:val="00435A08"/>
    <w:rsid w:val="00435DA3"/>
    <w:rsid w:val="0043666B"/>
    <w:rsid w:val="00436E06"/>
    <w:rsid w:val="00436E3E"/>
    <w:rsid w:val="0043704C"/>
    <w:rsid w:val="00437075"/>
    <w:rsid w:val="0043709E"/>
    <w:rsid w:val="004370E4"/>
    <w:rsid w:val="004373D1"/>
    <w:rsid w:val="004373E8"/>
    <w:rsid w:val="00437568"/>
    <w:rsid w:val="004379E9"/>
    <w:rsid w:val="00437A1E"/>
    <w:rsid w:val="00437A63"/>
    <w:rsid w:val="00437D3E"/>
    <w:rsid w:val="00440248"/>
    <w:rsid w:val="0044065B"/>
    <w:rsid w:val="004406EA"/>
    <w:rsid w:val="00440864"/>
    <w:rsid w:val="004409CD"/>
    <w:rsid w:val="00440F7C"/>
    <w:rsid w:val="004411C4"/>
    <w:rsid w:val="00441217"/>
    <w:rsid w:val="00441265"/>
    <w:rsid w:val="00441571"/>
    <w:rsid w:val="004415ED"/>
    <w:rsid w:val="004417C6"/>
    <w:rsid w:val="00441924"/>
    <w:rsid w:val="00441AA6"/>
    <w:rsid w:val="00441BDF"/>
    <w:rsid w:val="00441D83"/>
    <w:rsid w:val="00441D8E"/>
    <w:rsid w:val="00442079"/>
    <w:rsid w:val="0044207B"/>
    <w:rsid w:val="004420E1"/>
    <w:rsid w:val="00442156"/>
    <w:rsid w:val="0044220F"/>
    <w:rsid w:val="004422BF"/>
    <w:rsid w:val="0044234D"/>
    <w:rsid w:val="00442431"/>
    <w:rsid w:val="00442AB6"/>
    <w:rsid w:val="00443331"/>
    <w:rsid w:val="00443530"/>
    <w:rsid w:val="0044368F"/>
    <w:rsid w:val="00443A22"/>
    <w:rsid w:val="00443BAE"/>
    <w:rsid w:val="00443BB5"/>
    <w:rsid w:val="00443C17"/>
    <w:rsid w:val="00444312"/>
    <w:rsid w:val="0044437A"/>
    <w:rsid w:val="00444468"/>
    <w:rsid w:val="004446A6"/>
    <w:rsid w:val="004446A7"/>
    <w:rsid w:val="00444759"/>
    <w:rsid w:val="00444D39"/>
    <w:rsid w:val="00444D6B"/>
    <w:rsid w:val="0044581A"/>
    <w:rsid w:val="004458AC"/>
    <w:rsid w:val="00445A01"/>
    <w:rsid w:val="00445D0C"/>
    <w:rsid w:val="00445E7E"/>
    <w:rsid w:val="0044641B"/>
    <w:rsid w:val="004467F1"/>
    <w:rsid w:val="00446962"/>
    <w:rsid w:val="00446C87"/>
    <w:rsid w:val="00446E19"/>
    <w:rsid w:val="004470E2"/>
    <w:rsid w:val="0044730B"/>
    <w:rsid w:val="00447388"/>
    <w:rsid w:val="0044747B"/>
    <w:rsid w:val="004474EC"/>
    <w:rsid w:val="00447C9B"/>
    <w:rsid w:val="00447D96"/>
    <w:rsid w:val="00447DCB"/>
    <w:rsid w:val="00450261"/>
    <w:rsid w:val="0045042D"/>
    <w:rsid w:val="00450C89"/>
    <w:rsid w:val="00450CBD"/>
    <w:rsid w:val="004512CC"/>
    <w:rsid w:val="004512CF"/>
    <w:rsid w:val="00451582"/>
    <w:rsid w:val="00451594"/>
    <w:rsid w:val="004515CB"/>
    <w:rsid w:val="00451CEC"/>
    <w:rsid w:val="00451E8F"/>
    <w:rsid w:val="00452362"/>
    <w:rsid w:val="00452498"/>
    <w:rsid w:val="00452586"/>
    <w:rsid w:val="004526BF"/>
    <w:rsid w:val="004529F7"/>
    <w:rsid w:val="00452ACC"/>
    <w:rsid w:val="00452D15"/>
    <w:rsid w:val="00452E59"/>
    <w:rsid w:val="00452FB4"/>
    <w:rsid w:val="00453020"/>
    <w:rsid w:val="00453131"/>
    <w:rsid w:val="00453F19"/>
    <w:rsid w:val="00453F89"/>
    <w:rsid w:val="00453FFF"/>
    <w:rsid w:val="0045400A"/>
    <w:rsid w:val="00454107"/>
    <w:rsid w:val="00454300"/>
    <w:rsid w:val="00454411"/>
    <w:rsid w:val="00454847"/>
    <w:rsid w:val="00454A63"/>
    <w:rsid w:val="00454A74"/>
    <w:rsid w:val="004551DF"/>
    <w:rsid w:val="004552E1"/>
    <w:rsid w:val="0045543C"/>
    <w:rsid w:val="004557EA"/>
    <w:rsid w:val="004558CA"/>
    <w:rsid w:val="00455A40"/>
    <w:rsid w:val="004562A2"/>
    <w:rsid w:val="0045653F"/>
    <w:rsid w:val="0045668D"/>
    <w:rsid w:val="0045672B"/>
    <w:rsid w:val="00456F72"/>
    <w:rsid w:val="004572D2"/>
    <w:rsid w:val="00457586"/>
    <w:rsid w:val="004577CB"/>
    <w:rsid w:val="00457E1C"/>
    <w:rsid w:val="00457ECC"/>
    <w:rsid w:val="00460049"/>
    <w:rsid w:val="004604DE"/>
    <w:rsid w:val="004604EC"/>
    <w:rsid w:val="0046054B"/>
    <w:rsid w:val="00460841"/>
    <w:rsid w:val="004610A8"/>
    <w:rsid w:val="00461743"/>
    <w:rsid w:val="00461CCB"/>
    <w:rsid w:val="00461D9B"/>
    <w:rsid w:val="00462650"/>
    <w:rsid w:val="00462989"/>
    <w:rsid w:val="00462F90"/>
    <w:rsid w:val="00463038"/>
    <w:rsid w:val="0046317D"/>
    <w:rsid w:val="00463209"/>
    <w:rsid w:val="00463335"/>
    <w:rsid w:val="00463546"/>
    <w:rsid w:val="00463736"/>
    <w:rsid w:val="004638BC"/>
    <w:rsid w:val="00463B22"/>
    <w:rsid w:val="00463D92"/>
    <w:rsid w:val="00463DC0"/>
    <w:rsid w:val="00464BF6"/>
    <w:rsid w:val="00464C36"/>
    <w:rsid w:val="00464EB4"/>
    <w:rsid w:val="00464FF0"/>
    <w:rsid w:val="00465350"/>
    <w:rsid w:val="00465396"/>
    <w:rsid w:val="00465440"/>
    <w:rsid w:val="0046553B"/>
    <w:rsid w:val="00465554"/>
    <w:rsid w:val="00465646"/>
    <w:rsid w:val="004659C9"/>
    <w:rsid w:val="00465A6E"/>
    <w:rsid w:val="00465F17"/>
    <w:rsid w:val="00466048"/>
    <w:rsid w:val="004661E0"/>
    <w:rsid w:val="004662C0"/>
    <w:rsid w:val="00466312"/>
    <w:rsid w:val="004663C1"/>
    <w:rsid w:val="00466A29"/>
    <w:rsid w:val="00466D9D"/>
    <w:rsid w:val="00466E3A"/>
    <w:rsid w:val="0046700D"/>
    <w:rsid w:val="00467029"/>
    <w:rsid w:val="004673E6"/>
    <w:rsid w:val="004676A6"/>
    <w:rsid w:val="0046787B"/>
    <w:rsid w:val="004678BC"/>
    <w:rsid w:val="00467AB7"/>
    <w:rsid w:val="00467E9F"/>
    <w:rsid w:val="004701A5"/>
    <w:rsid w:val="00470391"/>
    <w:rsid w:val="00470585"/>
    <w:rsid w:val="00470649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907"/>
    <w:rsid w:val="004719D7"/>
    <w:rsid w:val="00471EF8"/>
    <w:rsid w:val="00471F6E"/>
    <w:rsid w:val="00472212"/>
    <w:rsid w:val="004727C6"/>
    <w:rsid w:val="00472808"/>
    <w:rsid w:val="00472DD9"/>
    <w:rsid w:val="0047309D"/>
    <w:rsid w:val="004730D4"/>
    <w:rsid w:val="0047317F"/>
    <w:rsid w:val="00473445"/>
    <w:rsid w:val="00473CB7"/>
    <w:rsid w:val="00473E46"/>
    <w:rsid w:val="00473EF4"/>
    <w:rsid w:val="00474029"/>
    <w:rsid w:val="00474069"/>
    <w:rsid w:val="00474107"/>
    <w:rsid w:val="0047477B"/>
    <w:rsid w:val="00474881"/>
    <w:rsid w:val="0047489C"/>
    <w:rsid w:val="00474A21"/>
    <w:rsid w:val="00474B89"/>
    <w:rsid w:val="00474D08"/>
    <w:rsid w:val="00474E95"/>
    <w:rsid w:val="00474F67"/>
    <w:rsid w:val="004752A5"/>
    <w:rsid w:val="00475361"/>
    <w:rsid w:val="00475827"/>
    <w:rsid w:val="00475A4A"/>
    <w:rsid w:val="00475A60"/>
    <w:rsid w:val="00475B27"/>
    <w:rsid w:val="00475DC4"/>
    <w:rsid w:val="00476029"/>
    <w:rsid w:val="004760D0"/>
    <w:rsid w:val="0047612C"/>
    <w:rsid w:val="00476297"/>
    <w:rsid w:val="00476423"/>
    <w:rsid w:val="00476A60"/>
    <w:rsid w:val="00476D31"/>
    <w:rsid w:val="00476E1C"/>
    <w:rsid w:val="00477022"/>
    <w:rsid w:val="00477702"/>
    <w:rsid w:val="004779C1"/>
    <w:rsid w:val="00477C6E"/>
    <w:rsid w:val="004801DA"/>
    <w:rsid w:val="004805D6"/>
    <w:rsid w:val="00480890"/>
    <w:rsid w:val="00480AE1"/>
    <w:rsid w:val="00480C6D"/>
    <w:rsid w:val="00480F3A"/>
    <w:rsid w:val="00481274"/>
    <w:rsid w:val="00481375"/>
    <w:rsid w:val="0048192A"/>
    <w:rsid w:val="004819F3"/>
    <w:rsid w:val="00481D22"/>
    <w:rsid w:val="00482451"/>
    <w:rsid w:val="004825C5"/>
    <w:rsid w:val="00482D18"/>
    <w:rsid w:val="00482F86"/>
    <w:rsid w:val="00483240"/>
    <w:rsid w:val="00483486"/>
    <w:rsid w:val="0048353F"/>
    <w:rsid w:val="00483917"/>
    <w:rsid w:val="004839D5"/>
    <w:rsid w:val="00483B76"/>
    <w:rsid w:val="00483B89"/>
    <w:rsid w:val="00483CEA"/>
    <w:rsid w:val="00483F57"/>
    <w:rsid w:val="0048423E"/>
    <w:rsid w:val="00484316"/>
    <w:rsid w:val="00484664"/>
    <w:rsid w:val="0048470D"/>
    <w:rsid w:val="0048472E"/>
    <w:rsid w:val="00484A02"/>
    <w:rsid w:val="00484BA0"/>
    <w:rsid w:val="00484BBF"/>
    <w:rsid w:val="00484DB4"/>
    <w:rsid w:val="004855C9"/>
    <w:rsid w:val="0048568C"/>
    <w:rsid w:val="0048610C"/>
    <w:rsid w:val="0048629A"/>
    <w:rsid w:val="004865A5"/>
    <w:rsid w:val="00486747"/>
    <w:rsid w:val="00486A29"/>
    <w:rsid w:val="00486DE3"/>
    <w:rsid w:val="004870D9"/>
    <w:rsid w:val="0048752D"/>
    <w:rsid w:val="0048779E"/>
    <w:rsid w:val="00487ABC"/>
    <w:rsid w:val="00487F3C"/>
    <w:rsid w:val="004900D0"/>
    <w:rsid w:val="004904C2"/>
    <w:rsid w:val="0049057F"/>
    <w:rsid w:val="00491045"/>
    <w:rsid w:val="004913A4"/>
    <w:rsid w:val="004918A2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2FD0"/>
    <w:rsid w:val="004930FD"/>
    <w:rsid w:val="004931A7"/>
    <w:rsid w:val="004932AC"/>
    <w:rsid w:val="00493521"/>
    <w:rsid w:val="00493626"/>
    <w:rsid w:val="00493707"/>
    <w:rsid w:val="00493AA4"/>
    <w:rsid w:val="00493B16"/>
    <w:rsid w:val="00493B4F"/>
    <w:rsid w:val="00493D22"/>
    <w:rsid w:val="0049411A"/>
    <w:rsid w:val="0049449D"/>
    <w:rsid w:val="00494505"/>
    <w:rsid w:val="00494C88"/>
    <w:rsid w:val="004951B6"/>
    <w:rsid w:val="00495625"/>
    <w:rsid w:val="00496068"/>
    <w:rsid w:val="0049629B"/>
    <w:rsid w:val="004963B9"/>
    <w:rsid w:val="00496433"/>
    <w:rsid w:val="00496604"/>
    <w:rsid w:val="00496729"/>
    <w:rsid w:val="004968A2"/>
    <w:rsid w:val="00496B0D"/>
    <w:rsid w:val="00496C7A"/>
    <w:rsid w:val="004973B7"/>
    <w:rsid w:val="004975F5"/>
    <w:rsid w:val="0049770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B5A"/>
    <w:rsid w:val="004A0C49"/>
    <w:rsid w:val="004A0EB9"/>
    <w:rsid w:val="004A1066"/>
    <w:rsid w:val="004A1333"/>
    <w:rsid w:val="004A139A"/>
    <w:rsid w:val="004A13CC"/>
    <w:rsid w:val="004A14A8"/>
    <w:rsid w:val="004A161F"/>
    <w:rsid w:val="004A1A4B"/>
    <w:rsid w:val="004A1B60"/>
    <w:rsid w:val="004A2069"/>
    <w:rsid w:val="004A2304"/>
    <w:rsid w:val="004A247D"/>
    <w:rsid w:val="004A2819"/>
    <w:rsid w:val="004A2846"/>
    <w:rsid w:val="004A28E3"/>
    <w:rsid w:val="004A29D0"/>
    <w:rsid w:val="004A29DC"/>
    <w:rsid w:val="004A32B5"/>
    <w:rsid w:val="004A338D"/>
    <w:rsid w:val="004A3432"/>
    <w:rsid w:val="004A36D0"/>
    <w:rsid w:val="004A379B"/>
    <w:rsid w:val="004A3895"/>
    <w:rsid w:val="004A3AEB"/>
    <w:rsid w:val="004A3AF3"/>
    <w:rsid w:val="004A46C1"/>
    <w:rsid w:val="004A4AB4"/>
    <w:rsid w:val="004A4D55"/>
    <w:rsid w:val="004A4EFF"/>
    <w:rsid w:val="004A51B8"/>
    <w:rsid w:val="004A51E9"/>
    <w:rsid w:val="004A5AE5"/>
    <w:rsid w:val="004A5DDE"/>
    <w:rsid w:val="004A5F43"/>
    <w:rsid w:val="004A6056"/>
    <w:rsid w:val="004A6A14"/>
    <w:rsid w:val="004A717E"/>
    <w:rsid w:val="004A7832"/>
    <w:rsid w:val="004A790F"/>
    <w:rsid w:val="004A7989"/>
    <w:rsid w:val="004A7A0B"/>
    <w:rsid w:val="004A7B61"/>
    <w:rsid w:val="004B02B5"/>
    <w:rsid w:val="004B0308"/>
    <w:rsid w:val="004B0459"/>
    <w:rsid w:val="004B04EB"/>
    <w:rsid w:val="004B0A96"/>
    <w:rsid w:val="004B0C5E"/>
    <w:rsid w:val="004B0CEA"/>
    <w:rsid w:val="004B0F4C"/>
    <w:rsid w:val="004B118E"/>
    <w:rsid w:val="004B1220"/>
    <w:rsid w:val="004B1318"/>
    <w:rsid w:val="004B1335"/>
    <w:rsid w:val="004B1356"/>
    <w:rsid w:val="004B1395"/>
    <w:rsid w:val="004B1A3F"/>
    <w:rsid w:val="004B1AE2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03A"/>
    <w:rsid w:val="004B3197"/>
    <w:rsid w:val="004B3403"/>
    <w:rsid w:val="004B34BB"/>
    <w:rsid w:val="004B37B2"/>
    <w:rsid w:val="004B3AA4"/>
    <w:rsid w:val="004B3E82"/>
    <w:rsid w:val="004B405E"/>
    <w:rsid w:val="004B4068"/>
    <w:rsid w:val="004B4828"/>
    <w:rsid w:val="004B4892"/>
    <w:rsid w:val="004B4A96"/>
    <w:rsid w:val="004B4D23"/>
    <w:rsid w:val="004B4D6E"/>
    <w:rsid w:val="004B4F5E"/>
    <w:rsid w:val="004B508F"/>
    <w:rsid w:val="004B5627"/>
    <w:rsid w:val="004B57D2"/>
    <w:rsid w:val="004B58AE"/>
    <w:rsid w:val="004B596F"/>
    <w:rsid w:val="004B5BF0"/>
    <w:rsid w:val="004B5DF2"/>
    <w:rsid w:val="004B5F43"/>
    <w:rsid w:val="004B5F56"/>
    <w:rsid w:val="004B5F66"/>
    <w:rsid w:val="004B6253"/>
    <w:rsid w:val="004B6414"/>
    <w:rsid w:val="004B64F9"/>
    <w:rsid w:val="004B66CF"/>
    <w:rsid w:val="004B7199"/>
    <w:rsid w:val="004B71C1"/>
    <w:rsid w:val="004B726C"/>
    <w:rsid w:val="004B753A"/>
    <w:rsid w:val="004B7752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C62"/>
    <w:rsid w:val="004C0CD8"/>
    <w:rsid w:val="004C12D2"/>
    <w:rsid w:val="004C13C1"/>
    <w:rsid w:val="004C1973"/>
    <w:rsid w:val="004C1AC6"/>
    <w:rsid w:val="004C1AFF"/>
    <w:rsid w:val="004C1B21"/>
    <w:rsid w:val="004C1BF6"/>
    <w:rsid w:val="004C1D61"/>
    <w:rsid w:val="004C202D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52"/>
    <w:rsid w:val="004C338B"/>
    <w:rsid w:val="004C39B7"/>
    <w:rsid w:val="004C3A24"/>
    <w:rsid w:val="004C4B1E"/>
    <w:rsid w:val="004C4B45"/>
    <w:rsid w:val="004C4E09"/>
    <w:rsid w:val="004C4FD6"/>
    <w:rsid w:val="004C517E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B3D"/>
    <w:rsid w:val="004C6C9C"/>
    <w:rsid w:val="004C6CD4"/>
    <w:rsid w:val="004C6E78"/>
    <w:rsid w:val="004C747A"/>
    <w:rsid w:val="004C7BD4"/>
    <w:rsid w:val="004C7C2C"/>
    <w:rsid w:val="004C7FC7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79D"/>
    <w:rsid w:val="004D1824"/>
    <w:rsid w:val="004D1835"/>
    <w:rsid w:val="004D1851"/>
    <w:rsid w:val="004D194C"/>
    <w:rsid w:val="004D1A01"/>
    <w:rsid w:val="004D1A6D"/>
    <w:rsid w:val="004D1C53"/>
    <w:rsid w:val="004D1CCD"/>
    <w:rsid w:val="004D1FF4"/>
    <w:rsid w:val="004D20AB"/>
    <w:rsid w:val="004D213F"/>
    <w:rsid w:val="004D22C8"/>
    <w:rsid w:val="004D2582"/>
    <w:rsid w:val="004D28C9"/>
    <w:rsid w:val="004D2A6C"/>
    <w:rsid w:val="004D2B70"/>
    <w:rsid w:val="004D2B97"/>
    <w:rsid w:val="004D32A7"/>
    <w:rsid w:val="004D336C"/>
    <w:rsid w:val="004D33BB"/>
    <w:rsid w:val="004D38A8"/>
    <w:rsid w:val="004D4308"/>
    <w:rsid w:val="004D441F"/>
    <w:rsid w:val="004D4488"/>
    <w:rsid w:val="004D44AC"/>
    <w:rsid w:val="004D4505"/>
    <w:rsid w:val="004D469A"/>
    <w:rsid w:val="004D4943"/>
    <w:rsid w:val="004D522E"/>
    <w:rsid w:val="004D56A0"/>
    <w:rsid w:val="004D57F4"/>
    <w:rsid w:val="004D5B96"/>
    <w:rsid w:val="004D5DC2"/>
    <w:rsid w:val="004D5FED"/>
    <w:rsid w:val="004D6202"/>
    <w:rsid w:val="004D68C3"/>
    <w:rsid w:val="004D6AE5"/>
    <w:rsid w:val="004D721D"/>
    <w:rsid w:val="004D793E"/>
    <w:rsid w:val="004D7A53"/>
    <w:rsid w:val="004D7A8F"/>
    <w:rsid w:val="004D7AAE"/>
    <w:rsid w:val="004D7BE1"/>
    <w:rsid w:val="004D7EBF"/>
    <w:rsid w:val="004E0683"/>
    <w:rsid w:val="004E0A43"/>
    <w:rsid w:val="004E0FF8"/>
    <w:rsid w:val="004E14A3"/>
    <w:rsid w:val="004E163A"/>
    <w:rsid w:val="004E1A3B"/>
    <w:rsid w:val="004E1B86"/>
    <w:rsid w:val="004E1C01"/>
    <w:rsid w:val="004E20D0"/>
    <w:rsid w:val="004E2513"/>
    <w:rsid w:val="004E2558"/>
    <w:rsid w:val="004E2684"/>
    <w:rsid w:val="004E27DE"/>
    <w:rsid w:val="004E2941"/>
    <w:rsid w:val="004E2F90"/>
    <w:rsid w:val="004E33D5"/>
    <w:rsid w:val="004E3580"/>
    <w:rsid w:val="004E362B"/>
    <w:rsid w:val="004E392D"/>
    <w:rsid w:val="004E3983"/>
    <w:rsid w:val="004E3A91"/>
    <w:rsid w:val="004E3B3E"/>
    <w:rsid w:val="004E3CEE"/>
    <w:rsid w:val="004E3E02"/>
    <w:rsid w:val="004E3F07"/>
    <w:rsid w:val="004E3F13"/>
    <w:rsid w:val="004E3F94"/>
    <w:rsid w:val="004E4257"/>
    <w:rsid w:val="004E468D"/>
    <w:rsid w:val="004E4726"/>
    <w:rsid w:val="004E4894"/>
    <w:rsid w:val="004E499A"/>
    <w:rsid w:val="004E52C7"/>
    <w:rsid w:val="004E55EE"/>
    <w:rsid w:val="004E58EE"/>
    <w:rsid w:val="004E58F5"/>
    <w:rsid w:val="004E5A7D"/>
    <w:rsid w:val="004E5D6A"/>
    <w:rsid w:val="004E5ECE"/>
    <w:rsid w:val="004E627F"/>
    <w:rsid w:val="004E62C6"/>
    <w:rsid w:val="004E6720"/>
    <w:rsid w:val="004E6877"/>
    <w:rsid w:val="004E6AA3"/>
    <w:rsid w:val="004E714C"/>
    <w:rsid w:val="004E722A"/>
    <w:rsid w:val="004E72D8"/>
    <w:rsid w:val="004E7505"/>
    <w:rsid w:val="004E7810"/>
    <w:rsid w:val="004E7974"/>
    <w:rsid w:val="004E7BF4"/>
    <w:rsid w:val="004E7D9E"/>
    <w:rsid w:val="004F001A"/>
    <w:rsid w:val="004F039F"/>
    <w:rsid w:val="004F04BB"/>
    <w:rsid w:val="004F0AD2"/>
    <w:rsid w:val="004F0E69"/>
    <w:rsid w:val="004F1090"/>
    <w:rsid w:val="004F12D6"/>
    <w:rsid w:val="004F162B"/>
    <w:rsid w:val="004F1846"/>
    <w:rsid w:val="004F1D64"/>
    <w:rsid w:val="004F1FC6"/>
    <w:rsid w:val="004F2186"/>
    <w:rsid w:val="004F2233"/>
    <w:rsid w:val="004F23B0"/>
    <w:rsid w:val="004F2500"/>
    <w:rsid w:val="004F2877"/>
    <w:rsid w:val="004F2891"/>
    <w:rsid w:val="004F39A9"/>
    <w:rsid w:val="004F3A19"/>
    <w:rsid w:val="004F3A2A"/>
    <w:rsid w:val="004F3A54"/>
    <w:rsid w:val="004F44DC"/>
    <w:rsid w:val="004F4913"/>
    <w:rsid w:val="004F4A33"/>
    <w:rsid w:val="004F4B59"/>
    <w:rsid w:val="004F4BC6"/>
    <w:rsid w:val="004F4C65"/>
    <w:rsid w:val="004F50A8"/>
    <w:rsid w:val="004F50BA"/>
    <w:rsid w:val="004F5216"/>
    <w:rsid w:val="004F55E4"/>
    <w:rsid w:val="004F5AE5"/>
    <w:rsid w:val="004F5C4F"/>
    <w:rsid w:val="004F5CA4"/>
    <w:rsid w:val="004F5CEE"/>
    <w:rsid w:val="004F65F0"/>
    <w:rsid w:val="004F6633"/>
    <w:rsid w:val="004F6646"/>
    <w:rsid w:val="004F6BFC"/>
    <w:rsid w:val="004F72FA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64A"/>
    <w:rsid w:val="00500D80"/>
    <w:rsid w:val="00500E0F"/>
    <w:rsid w:val="005011E3"/>
    <w:rsid w:val="005013F4"/>
    <w:rsid w:val="0050184D"/>
    <w:rsid w:val="005018F6"/>
    <w:rsid w:val="00501D3A"/>
    <w:rsid w:val="00501E23"/>
    <w:rsid w:val="005024A5"/>
    <w:rsid w:val="005025F5"/>
    <w:rsid w:val="0050293E"/>
    <w:rsid w:val="00502BAC"/>
    <w:rsid w:val="00502CA0"/>
    <w:rsid w:val="0050327A"/>
    <w:rsid w:val="0050353B"/>
    <w:rsid w:val="0050367E"/>
    <w:rsid w:val="00503D30"/>
    <w:rsid w:val="00503F22"/>
    <w:rsid w:val="00504167"/>
    <w:rsid w:val="0050422F"/>
    <w:rsid w:val="00504517"/>
    <w:rsid w:val="0050475B"/>
    <w:rsid w:val="0050490A"/>
    <w:rsid w:val="00505266"/>
    <w:rsid w:val="0050537B"/>
    <w:rsid w:val="005053FE"/>
    <w:rsid w:val="005059D9"/>
    <w:rsid w:val="005059ED"/>
    <w:rsid w:val="00505A8F"/>
    <w:rsid w:val="00505B55"/>
    <w:rsid w:val="00506060"/>
    <w:rsid w:val="005060C2"/>
    <w:rsid w:val="005062F4"/>
    <w:rsid w:val="005063D5"/>
    <w:rsid w:val="00506616"/>
    <w:rsid w:val="00506767"/>
    <w:rsid w:val="005067CB"/>
    <w:rsid w:val="00506BB4"/>
    <w:rsid w:val="00506F2A"/>
    <w:rsid w:val="005071E6"/>
    <w:rsid w:val="00507385"/>
    <w:rsid w:val="005073E7"/>
    <w:rsid w:val="005077BF"/>
    <w:rsid w:val="00507B39"/>
    <w:rsid w:val="00507BB3"/>
    <w:rsid w:val="00507BD5"/>
    <w:rsid w:val="00507BD9"/>
    <w:rsid w:val="00507D3E"/>
    <w:rsid w:val="00507FB9"/>
    <w:rsid w:val="005100EB"/>
    <w:rsid w:val="005104B3"/>
    <w:rsid w:val="0051072B"/>
    <w:rsid w:val="0051131A"/>
    <w:rsid w:val="00511431"/>
    <w:rsid w:val="00511561"/>
    <w:rsid w:val="005116FF"/>
    <w:rsid w:val="00511846"/>
    <w:rsid w:val="0051186C"/>
    <w:rsid w:val="00511AE1"/>
    <w:rsid w:val="00511C81"/>
    <w:rsid w:val="00511CDF"/>
    <w:rsid w:val="00511D25"/>
    <w:rsid w:val="00511E25"/>
    <w:rsid w:val="00511E5C"/>
    <w:rsid w:val="005120BB"/>
    <w:rsid w:val="00512D8D"/>
    <w:rsid w:val="00512FAD"/>
    <w:rsid w:val="00513228"/>
    <w:rsid w:val="005139CB"/>
    <w:rsid w:val="00513A58"/>
    <w:rsid w:val="00513D9E"/>
    <w:rsid w:val="00513DB8"/>
    <w:rsid w:val="00514056"/>
    <w:rsid w:val="00514253"/>
    <w:rsid w:val="00514372"/>
    <w:rsid w:val="005143F3"/>
    <w:rsid w:val="00514699"/>
    <w:rsid w:val="00514933"/>
    <w:rsid w:val="00514B35"/>
    <w:rsid w:val="00514BC5"/>
    <w:rsid w:val="00514C31"/>
    <w:rsid w:val="00514FE1"/>
    <w:rsid w:val="005150DD"/>
    <w:rsid w:val="00515104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1768A"/>
    <w:rsid w:val="0052038E"/>
    <w:rsid w:val="005208F2"/>
    <w:rsid w:val="00520BB6"/>
    <w:rsid w:val="00520EA3"/>
    <w:rsid w:val="00520F92"/>
    <w:rsid w:val="0052113E"/>
    <w:rsid w:val="005213E6"/>
    <w:rsid w:val="0052148C"/>
    <w:rsid w:val="00521517"/>
    <w:rsid w:val="00521575"/>
    <w:rsid w:val="0052164F"/>
    <w:rsid w:val="00521AFA"/>
    <w:rsid w:val="00521F16"/>
    <w:rsid w:val="005222E9"/>
    <w:rsid w:val="005226F7"/>
    <w:rsid w:val="005226FB"/>
    <w:rsid w:val="0052310C"/>
    <w:rsid w:val="005231F4"/>
    <w:rsid w:val="0052324C"/>
    <w:rsid w:val="00523423"/>
    <w:rsid w:val="005234BA"/>
    <w:rsid w:val="00523B2A"/>
    <w:rsid w:val="00523E22"/>
    <w:rsid w:val="0052401E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25F"/>
    <w:rsid w:val="005252B6"/>
    <w:rsid w:val="00525405"/>
    <w:rsid w:val="00525585"/>
    <w:rsid w:val="00525780"/>
    <w:rsid w:val="0052590A"/>
    <w:rsid w:val="00525ADD"/>
    <w:rsid w:val="00525DE3"/>
    <w:rsid w:val="00526114"/>
    <w:rsid w:val="0052614B"/>
    <w:rsid w:val="0052647E"/>
    <w:rsid w:val="00526911"/>
    <w:rsid w:val="00527916"/>
    <w:rsid w:val="00527B0A"/>
    <w:rsid w:val="00527D55"/>
    <w:rsid w:val="00530240"/>
    <w:rsid w:val="005305E7"/>
    <w:rsid w:val="00530717"/>
    <w:rsid w:val="00531478"/>
    <w:rsid w:val="00531671"/>
    <w:rsid w:val="00532276"/>
    <w:rsid w:val="0053271F"/>
    <w:rsid w:val="00532872"/>
    <w:rsid w:val="00532F42"/>
    <w:rsid w:val="00533033"/>
    <w:rsid w:val="0053316E"/>
    <w:rsid w:val="005332DD"/>
    <w:rsid w:val="005335B1"/>
    <w:rsid w:val="00533BC7"/>
    <w:rsid w:val="00533E83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AB"/>
    <w:rsid w:val="005367F4"/>
    <w:rsid w:val="005369FF"/>
    <w:rsid w:val="00536A00"/>
    <w:rsid w:val="005370EA"/>
    <w:rsid w:val="00537199"/>
    <w:rsid w:val="005373EF"/>
    <w:rsid w:val="00537763"/>
    <w:rsid w:val="00537A54"/>
    <w:rsid w:val="00537A63"/>
    <w:rsid w:val="00540230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3FA"/>
    <w:rsid w:val="00542B6F"/>
    <w:rsid w:val="00542FF0"/>
    <w:rsid w:val="005437CE"/>
    <w:rsid w:val="005438D4"/>
    <w:rsid w:val="00543AA3"/>
    <w:rsid w:val="00543B61"/>
    <w:rsid w:val="00543C6F"/>
    <w:rsid w:val="00543D82"/>
    <w:rsid w:val="00543E6A"/>
    <w:rsid w:val="00543F11"/>
    <w:rsid w:val="00544063"/>
    <w:rsid w:val="00544228"/>
    <w:rsid w:val="00544C4E"/>
    <w:rsid w:val="00544E42"/>
    <w:rsid w:val="00544E72"/>
    <w:rsid w:val="00544FCA"/>
    <w:rsid w:val="0054517C"/>
    <w:rsid w:val="00545548"/>
    <w:rsid w:val="00545926"/>
    <w:rsid w:val="00545E8F"/>
    <w:rsid w:val="005460D9"/>
    <w:rsid w:val="0054695E"/>
    <w:rsid w:val="00546A7A"/>
    <w:rsid w:val="00546B01"/>
    <w:rsid w:val="00546BE0"/>
    <w:rsid w:val="00546E10"/>
    <w:rsid w:val="00546EF2"/>
    <w:rsid w:val="00546FA6"/>
    <w:rsid w:val="00547398"/>
    <w:rsid w:val="0054744A"/>
    <w:rsid w:val="00547497"/>
    <w:rsid w:val="005474BE"/>
    <w:rsid w:val="0054759A"/>
    <w:rsid w:val="00547A35"/>
    <w:rsid w:val="00547AC7"/>
    <w:rsid w:val="00547D25"/>
    <w:rsid w:val="00550189"/>
    <w:rsid w:val="0055049F"/>
    <w:rsid w:val="005504AB"/>
    <w:rsid w:val="00550637"/>
    <w:rsid w:val="0055097E"/>
    <w:rsid w:val="005509B3"/>
    <w:rsid w:val="00550B1D"/>
    <w:rsid w:val="0055109D"/>
    <w:rsid w:val="0055119D"/>
    <w:rsid w:val="005512DC"/>
    <w:rsid w:val="00551380"/>
    <w:rsid w:val="00551725"/>
    <w:rsid w:val="00551DA8"/>
    <w:rsid w:val="00551F1E"/>
    <w:rsid w:val="00551F35"/>
    <w:rsid w:val="0055286B"/>
    <w:rsid w:val="00552B5F"/>
    <w:rsid w:val="00552BBC"/>
    <w:rsid w:val="00552C5E"/>
    <w:rsid w:val="0055300C"/>
    <w:rsid w:val="00553019"/>
    <w:rsid w:val="00553049"/>
    <w:rsid w:val="005530BD"/>
    <w:rsid w:val="005530DF"/>
    <w:rsid w:val="005536D5"/>
    <w:rsid w:val="005539FB"/>
    <w:rsid w:val="00553B70"/>
    <w:rsid w:val="00553D84"/>
    <w:rsid w:val="00554B23"/>
    <w:rsid w:val="00554CEA"/>
    <w:rsid w:val="00554D4C"/>
    <w:rsid w:val="00554D59"/>
    <w:rsid w:val="00554EA8"/>
    <w:rsid w:val="00555652"/>
    <w:rsid w:val="005556AB"/>
    <w:rsid w:val="00555ACA"/>
    <w:rsid w:val="00555B9A"/>
    <w:rsid w:val="00555D17"/>
    <w:rsid w:val="0055665D"/>
    <w:rsid w:val="00556737"/>
    <w:rsid w:val="0055690E"/>
    <w:rsid w:val="005569D2"/>
    <w:rsid w:val="00556AE0"/>
    <w:rsid w:val="00556C2C"/>
    <w:rsid w:val="00556CBD"/>
    <w:rsid w:val="00556FDB"/>
    <w:rsid w:val="00557194"/>
    <w:rsid w:val="00557399"/>
    <w:rsid w:val="00557530"/>
    <w:rsid w:val="005575C6"/>
    <w:rsid w:val="005575D4"/>
    <w:rsid w:val="005576E0"/>
    <w:rsid w:val="0055784C"/>
    <w:rsid w:val="00557872"/>
    <w:rsid w:val="00557B04"/>
    <w:rsid w:val="00557B2F"/>
    <w:rsid w:val="00557B5D"/>
    <w:rsid w:val="00557F57"/>
    <w:rsid w:val="00560135"/>
    <w:rsid w:val="00560194"/>
    <w:rsid w:val="00560288"/>
    <w:rsid w:val="00560485"/>
    <w:rsid w:val="00560860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1E45"/>
    <w:rsid w:val="005626E9"/>
    <w:rsid w:val="00562784"/>
    <w:rsid w:val="005628F0"/>
    <w:rsid w:val="00562EDE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568"/>
    <w:rsid w:val="00566467"/>
    <w:rsid w:val="00566525"/>
    <w:rsid w:val="0056659C"/>
    <w:rsid w:val="00566BBE"/>
    <w:rsid w:val="00566BEB"/>
    <w:rsid w:val="00566BF8"/>
    <w:rsid w:val="00566DDE"/>
    <w:rsid w:val="00567703"/>
    <w:rsid w:val="00567F3C"/>
    <w:rsid w:val="005700CD"/>
    <w:rsid w:val="0057022E"/>
    <w:rsid w:val="005703A0"/>
    <w:rsid w:val="005708F5"/>
    <w:rsid w:val="0057116E"/>
    <w:rsid w:val="00571192"/>
    <w:rsid w:val="005714B6"/>
    <w:rsid w:val="005716D0"/>
    <w:rsid w:val="00571C7E"/>
    <w:rsid w:val="00571C95"/>
    <w:rsid w:val="005721BC"/>
    <w:rsid w:val="005721DA"/>
    <w:rsid w:val="00572962"/>
    <w:rsid w:val="00572998"/>
    <w:rsid w:val="00572C14"/>
    <w:rsid w:val="00572D6F"/>
    <w:rsid w:val="00572E42"/>
    <w:rsid w:val="005730A6"/>
    <w:rsid w:val="0057322B"/>
    <w:rsid w:val="005732DB"/>
    <w:rsid w:val="005732E6"/>
    <w:rsid w:val="005736A8"/>
    <w:rsid w:val="00573958"/>
    <w:rsid w:val="00573A02"/>
    <w:rsid w:val="00573AAE"/>
    <w:rsid w:val="00573C97"/>
    <w:rsid w:val="00574087"/>
    <w:rsid w:val="0057421A"/>
    <w:rsid w:val="00574282"/>
    <w:rsid w:val="0057429F"/>
    <w:rsid w:val="00574309"/>
    <w:rsid w:val="0057463F"/>
    <w:rsid w:val="00574B28"/>
    <w:rsid w:val="0057520F"/>
    <w:rsid w:val="005752D8"/>
    <w:rsid w:val="005756A9"/>
    <w:rsid w:val="00575972"/>
    <w:rsid w:val="005760E4"/>
    <w:rsid w:val="005761D8"/>
    <w:rsid w:val="005767C8"/>
    <w:rsid w:val="00576FF9"/>
    <w:rsid w:val="005777F5"/>
    <w:rsid w:val="00577866"/>
    <w:rsid w:val="005778C8"/>
    <w:rsid w:val="00577998"/>
    <w:rsid w:val="00577A05"/>
    <w:rsid w:val="00577FCD"/>
    <w:rsid w:val="00580132"/>
    <w:rsid w:val="00580AE7"/>
    <w:rsid w:val="00580EF6"/>
    <w:rsid w:val="005810D1"/>
    <w:rsid w:val="0058110F"/>
    <w:rsid w:val="005812AB"/>
    <w:rsid w:val="0058138A"/>
    <w:rsid w:val="005813EF"/>
    <w:rsid w:val="005814F6"/>
    <w:rsid w:val="0058156E"/>
    <w:rsid w:val="00581705"/>
    <w:rsid w:val="005817C6"/>
    <w:rsid w:val="00581CC5"/>
    <w:rsid w:val="00581F38"/>
    <w:rsid w:val="00581F88"/>
    <w:rsid w:val="00582395"/>
    <w:rsid w:val="00582646"/>
    <w:rsid w:val="00582700"/>
    <w:rsid w:val="0058301D"/>
    <w:rsid w:val="00583100"/>
    <w:rsid w:val="00583181"/>
    <w:rsid w:val="00583480"/>
    <w:rsid w:val="00583663"/>
    <w:rsid w:val="005836A7"/>
    <w:rsid w:val="005837AF"/>
    <w:rsid w:val="0058382E"/>
    <w:rsid w:val="00583C72"/>
    <w:rsid w:val="00583D11"/>
    <w:rsid w:val="00583E1A"/>
    <w:rsid w:val="00583F19"/>
    <w:rsid w:val="005841B9"/>
    <w:rsid w:val="00584267"/>
    <w:rsid w:val="00584793"/>
    <w:rsid w:val="00584976"/>
    <w:rsid w:val="00584BBC"/>
    <w:rsid w:val="00584BD1"/>
    <w:rsid w:val="00584C19"/>
    <w:rsid w:val="00584D23"/>
    <w:rsid w:val="00584FF8"/>
    <w:rsid w:val="00585051"/>
    <w:rsid w:val="0058515F"/>
    <w:rsid w:val="0058518B"/>
    <w:rsid w:val="0058554A"/>
    <w:rsid w:val="005855FF"/>
    <w:rsid w:val="0058566F"/>
    <w:rsid w:val="005857E0"/>
    <w:rsid w:val="0058580D"/>
    <w:rsid w:val="00585BAD"/>
    <w:rsid w:val="00585BF6"/>
    <w:rsid w:val="00585FED"/>
    <w:rsid w:val="005862BD"/>
    <w:rsid w:val="00586417"/>
    <w:rsid w:val="00586989"/>
    <w:rsid w:val="00586C14"/>
    <w:rsid w:val="00586E2A"/>
    <w:rsid w:val="00587177"/>
    <w:rsid w:val="0058753A"/>
    <w:rsid w:val="00587942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A29"/>
    <w:rsid w:val="00593CF2"/>
    <w:rsid w:val="00593F1C"/>
    <w:rsid w:val="00593F42"/>
    <w:rsid w:val="00593FC5"/>
    <w:rsid w:val="00593FF0"/>
    <w:rsid w:val="00594125"/>
    <w:rsid w:val="00594504"/>
    <w:rsid w:val="00594917"/>
    <w:rsid w:val="0059496C"/>
    <w:rsid w:val="00594C3E"/>
    <w:rsid w:val="00594CC6"/>
    <w:rsid w:val="0059514E"/>
    <w:rsid w:val="005952B7"/>
    <w:rsid w:val="00595313"/>
    <w:rsid w:val="005956E6"/>
    <w:rsid w:val="00595851"/>
    <w:rsid w:val="00595CF7"/>
    <w:rsid w:val="00595D3E"/>
    <w:rsid w:val="005960EE"/>
    <w:rsid w:val="005961B5"/>
    <w:rsid w:val="005961FA"/>
    <w:rsid w:val="00596421"/>
    <w:rsid w:val="00596466"/>
    <w:rsid w:val="005966F4"/>
    <w:rsid w:val="00596A2B"/>
    <w:rsid w:val="00596CC5"/>
    <w:rsid w:val="00596DBF"/>
    <w:rsid w:val="00596F39"/>
    <w:rsid w:val="00597032"/>
    <w:rsid w:val="00597356"/>
    <w:rsid w:val="00597547"/>
    <w:rsid w:val="0059754B"/>
    <w:rsid w:val="00597798"/>
    <w:rsid w:val="005977AE"/>
    <w:rsid w:val="00597959"/>
    <w:rsid w:val="00597BEE"/>
    <w:rsid w:val="00597C83"/>
    <w:rsid w:val="00597DB5"/>
    <w:rsid w:val="00597FC5"/>
    <w:rsid w:val="005A07D7"/>
    <w:rsid w:val="005A0ECB"/>
    <w:rsid w:val="005A0EDE"/>
    <w:rsid w:val="005A10D5"/>
    <w:rsid w:val="005A12A4"/>
    <w:rsid w:val="005A1475"/>
    <w:rsid w:val="005A14B0"/>
    <w:rsid w:val="005A16CA"/>
    <w:rsid w:val="005A1848"/>
    <w:rsid w:val="005A1AF1"/>
    <w:rsid w:val="005A1B3A"/>
    <w:rsid w:val="005A1CEC"/>
    <w:rsid w:val="005A1F1D"/>
    <w:rsid w:val="005A2C8F"/>
    <w:rsid w:val="005A2D6E"/>
    <w:rsid w:val="005A2E5A"/>
    <w:rsid w:val="005A2E8D"/>
    <w:rsid w:val="005A2F8C"/>
    <w:rsid w:val="005A3140"/>
    <w:rsid w:val="005A3363"/>
    <w:rsid w:val="005A339A"/>
    <w:rsid w:val="005A368C"/>
    <w:rsid w:val="005A3972"/>
    <w:rsid w:val="005A3A3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203"/>
    <w:rsid w:val="005A67A3"/>
    <w:rsid w:val="005A6A85"/>
    <w:rsid w:val="005A6F16"/>
    <w:rsid w:val="005A7386"/>
    <w:rsid w:val="005A741D"/>
    <w:rsid w:val="005A7593"/>
    <w:rsid w:val="005A7614"/>
    <w:rsid w:val="005A76B5"/>
    <w:rsid w:val="005A7B0F"/>
    <w:rsid w:val="005A7C76"/>
    <w:rsid w:val="005B0129"/>
    <w:rsid w:val="005B03BD"/>
    <w:rsid w:val="005B051A"/>
    <w:rsid w:val="005B0599"/>
    <w:rsid w:val="005B0664"/>
    <w:rsid w:val="005B0837"/>
    <w:rsid w:val="005B095F"/>
    <w:rsid w:val="005B0A78"/>
    <w:rsid w:val="005B0BB4"/>
    <w:rsid w:val="005B0CB7"/>
    <w:rsid w:val="005B1099"/>
    <w:rsid w:val="005B1100"/>
    <w:rsid w:val="005B111D"/>
    <w:rsid w:val="005B11E9"/>
    <w:rsid w:val="005B138A"/>
    <w:rsid w:val="005B16D3"/>
    <w:rsid w:val="005B1976"/>
    <w:rsid w:val="005B1A06"/>
    <w:rsid w:val="005B1E21"/>
    <w:rsid w:val="005B25EA"/>
    <w:rsid w:val="005B27E6"/>
    <w:rsid w:val="005B2807"/>
    <w:rsid w:val="005B2A8A"/>
    <w:rsid w:val="005B2BEE"/>
    <w:rsid w:val="005B2BFF"/>
    <w:rsid w:val="005B2CE5"/>
    <w:rsid w:val="005B2E3C"/>
    <w:rsid w:val="005B2EC1"/>
    <w:rsid w:val="005B2FE2"/>
    <w:rsid w:val="005B36A4"/>
    <w:rsid w:val="005B373D"/>
    <w:rsid w:val="005B3B4E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9E1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AF1"/>
    <w:rsid w:val="005C0B5D"/>
    <w:rsid w:val="005C0FE6"/>
    <w:rsid w:val="005C115D"/>
    <w:rsid w:val="005C18B3"/>
    <w:rsid w:val="005C1FC8"/>
    <w:rsid w:val="005C1FF4"/>
    <w:rsid w:val="005C21F9"/>
    <w:rsid w:val="005C2309"/>
    <w:rsid w:val="005C24CE"/>
    <w:rsid w:val="005C25DA"/>
    <w:rsid w:val="005C2F05"/>
    <w:rsid w:val="005C2F25"/>
    <w:rsid w:val="005C329F"/>
    <w:rsid w:val="005C3413"/>
    <w:rsid w:val="005C3430"/>
    <w:rsid w:val="005C3443"/>
    <w:rsid w:val="005C35A9"/>
    <w:rsid w:val="005C3831"/>
    <w:rsid w:val="005C44E2"/>
    <w:rsid w:val="005C48E3"/>
    <w:rsid w:val="005C4965"/>
    <w:rsid w:val="005C49EE"/>
    <w:rsid w:val="005C4CCC"/>
    <w:rsid w:val="005C4D21"/>
    <w:rsid w:val="005C4DC5"/>
    <w:rsid w:val="005C529C"/>
    <w:rsid w:val="005C52A3"/>
    <w:rsid w:val="005C5DF6"/>
    <w:rsid w:val="005C5F22"/>
    <w:rsid w:val="005C5F52"/>
    <w:rsid w:val="005C5FF3"/>
    <w:rsid w:val="005C6148"/>
    <w:rsid w:val="005C624C"/>
    <w:rsid w:val="005C649C"/>
    <w:rsid w:val="005C6533"/>
    <w:rsid w:val="005C66A3"/>
    <w:rsid w:val="005C66A9"/>
    <w:rsid w:val="005C67EC"/>
    <w:rsid w:val="005C6EE1"/>
    <w:rsid w:val="005C73E0"/>
    <w:rsid w:val="005C7531"/>
    <w:rsid w:val="005C7884"/>
    <w:rsid w:val="005D0196"/>
    <w:rsid w:val="005D0449"/>
    <w:rsid w:val="005D059E"/>
    <w:rsid w:val="005D061D"/>
    <w:rsid w:val="005D0635"/>
    <w:rsid w:val="005D066C"/>
    <w:rsid w:val="005D0F9A"/>
    <w:rsid w:val="005D1744"/>
    <w:rsid w:val="005D1AB0"/>
    <w:rsid w:val="005D1EA0"/>
    <w:rsid w:val="005D213E"/>
    <w:rsid w:val="005D218D"/>
    <w:rsid w:val="005D24C9"/>
    <w:rsid w:val="005D2956"/>
    <w:rsid w:val="005D2969"/>
    <w:rsid w:val="005D2D75"/>
    <w:rsid w:val="005D2F2A"/>
    <w:rsid w:val="005D3B48"/>
    <w:rsid w:val="005D407D"/>
    <w:rsid w:val="005D4406"/>
    <w:rsid w:val="005D4661"/>
    <w:rsid w:val="005D4888"/>
    <w:rsid w:val="005D5004"/>
    <w:rsid w:val="005D52B7"/>
    <w:rsid w:val="005D5A05"/>
    <w:rsid w:val="005D5F25"/>
    <w:rsid w:val="005D5F93"/>
    <w:rsid w:val="005D61CA"/>
    <w:rsid w:val="005D6317"/>
    <w:rsid w:val="005D63D6"/>
    <w:rsid w:val="005D6615"/>
    <w:rsid w:val="005D66FB"/>
    <w:rsid w:val="005D677F"/>
    <w:rsid w:val="005D691A"/>
    <w:rsid w:val="005D6AA9"/>
    <w:rsid w:val="005D6C54"/>
    <w:rsid w:val="005D701E"/>
    <w:rsid w:val="005D73FE"/>
    <w:rsid w:val="005D7912"/>
    <w:rsid w:val="005D7CD3"/>
    <w:rsid w:val="005E0080"/>
    <w:rsid w:val="005E01C5"/>
    <w:rsid w:val="005E01F6"/>
    <w:rsid w:val="005E0223"/>
    <w:rsid w:val="005E02AC"/>
    <w:rsid w:val="005E02C8"/>
    <w:rsid w:val="005E04C4"/>
    <w:rsid w:val="005E09C8"/>
    <w:rsid w:val="005E0A63"/>
    <w:rsid w:val="005E135F"/>
    <w:rsid w:val="005E1538"/>
    <w:rsid w:val="005E1770"/>
    <w:rsid w:val="005E18CA"/>
    <w:rsid w:val="005E1A16"/>
    <w:rsid w:val="005E1C36"/>
    <w:rsid w:val="005E1E2E"/>
    <w:rsid w:val="005E21C7"/>
    <w:rsid w:val="005E263B"/>
    <w:rsid w:val="005E283A"/>
    <w:rsid w:val="005E28D8"/>
    <w:rsid w:val="005E2D2A"/>
    <w:rsid w:val="005E3309"/>
    <w:rsid w:val="005E35C5"/>
    <w:rsid w:val="005E39B2"/>
    <w:rsid w:val="005E3E17"/>
    <w:rsid w:val="005E3ECA"/>
    <w:rsid w:val="005E40DA"/>
    <w:rsid w:val="005E44E8"/>
    <w:rsid w:val="005E45E6"/>
    <w:rsid w:val="005E4688"/>
    <w:rsid w:val="005E4943"/>
    <w:rsid w:val="005E4964"/>
    <w:rsid w:val="005E4A74"/>
    <w:rsid w:val="005E4B27"/>
    <w:rsid w:val="005E4B33"/>
    <w:rsid w:val="005E4EB4"/>
    <w:rsid w:val="005E4EC6"/>
    <w:rsid w:val="005E4FCD"/>
    <w:rsid w:val="005E5282"/>
    <w:rsid w:val="005E58E1"/>
    <w:rsid w:val="005E5981"/>
    <w:rsid w:val="005E5A53"/>
    <w:rsid w:val="005E5B2D"/>
    <w:rsid w:val="005E5C91"/>
    <w:rsid w:val="005E5EC9"/>
    <w:rsid w:val="005E6043"/>
    <w:rsid w:val="005E6636"/>
    <w:rsid w:val="005E69C5"/>
    <w:rsid w:val="005E6A76"/>
    <w:rsid w:val="005E6BC2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F60"/>
    <w:rsid w:val="005F01F5"/>
    <w:rsid w:val="005F0A60"/>
    <w:rsid w:val="005F0C22"/>
    <w:rsid w:val="005F0D48"/>
    <w:rsid w:val="005F0E51"/>
    <w:rsid w:val="005F0E92"/>
    <w:rsid w:val="005F0F82"/>
    <w:rsid w:val="005F10BE"/>
    <w:rsid w:val="005F128E"/>
    <w:rsid w:val="005F12AE"/>
    <w:rsid w:val="005F15A8"/>
    <w:rsid w:val="005F1855"/>
    <w:rsid w:val="005F18A9"/>
    <w:rsid w:val="005F1CD4"/>
    <w:rsid w:val="005F1FB6"/>
    <w:rsid w:val="005F2227"/>
    <w:rsid w:val="005F2426"/>
    <w:rsid w:val="005F28B2"/>
    <w:rsid w:val="005F29D1"/>
    <w:rsid w:val="005F2B42"/>
    <w:rsid w:val="005F2EEF"/>
    <w:rsid w:val="005F2F61"/>
    <w:rsid w:val="005F30F9"/>
    <w:rsid w:val="005F3250"/>
    <w:rsid w:val="005F3457"/>
    <w:rsid w:val="005F3BA7"/>
    <w:rsid w:val="005F4000"/>
    <w:rsid w:val="005F44FD"/>
    <w:rsid w:val="005F4736"/>
    <w:rsid w:val="005F4940"/>
    <w:rsid w:val="005F497A"/>
    <w:rsid w:val="005F49A1"/>
    <w:rsid w:val="005F4D03"/>
    <w:rsid w:val="005F507C"/>
    <w:rsid w:val="005F52B8"/>
    <w:rsid w:val="005F5419"/>
    <w:rsid w:val="005F564A"/>
    <w:rsid w:val="005F585B"/>
    <w:rsid w:val="005F58FE"/>
    <w:rsid w:val="005F5BF1"/>
    <w:rsid w:val="005F6047"/>
    <w:rsid w:val="005F628D"/>
    <w:rsid w:val="005F642C"/>
    <w:rsid w:val="005F64F6"/>
    <w:rsid w:val="005F6911"/>
    <w:rsid w:val="005F6B47"/>
    <w:rsid w:val="005F6D3D"/>
    <w:rsid w:val="005F7348"/>
    <w:rsid w:val="005F750E"/>
    <w:rsid w:val="005F7709"/>
    <w:rsid w:val="005F7725"/>
    <w:rsid w:val="005F782F"/>
    <w:rsid w:val="005F79DA"/>
    <w:rsid w:val="005F7EFF"/>
    <w:rsid w:val="00600267"/>
    <w:rsid w:val="00600279"/>
    <w:rsid w:val="0060040D"/>
    <w:rsid w:val="006004C8"/>
    <w:rsid w:val="00600E2C"/>
    <w:rsid w:val="00601086"/>
    <w:rsid w:val="006010B9"/>
    <w:rsid w:val="006013A4"/>
    <w:rsid w:val="0060171F"/>
    <w:rsid w:val="00601827"/>
    <w:rsid w:val="00601982"/>
    <w:rsid w:val="006019D1"/>
    <w:rsid w:val="00601E2A"/>
    <w:rsid w:val="00601ED1"/>
    <w:rsid w:val="00602464"/>
    <w:rsid w:val="00602916"/>
    <w:rsid w:val="00602D96"/>
    <w:rsid w:val="00602D97"/>
    <w:rsid w:val="00602FC6"/>
    <w:rsid w:val="006037C2"/>
    <w:rsid w:val="006038E3"/>
    <w:rsid w:val="00603BEE"/>
    <w:rsid w:val="00603CAC"/>
    <w:rsid w:val="00603DC0"/>
    <w:rsid w:val="00603E38"/>
    <w:rsid w:val="006040B6"/>
    <w:rsid w:val="006041A7"/>
    <w:rsid w:val="0060420B"/>
    <w:rsid w:val="006043AA"/>
    <w:rsid w:val="00604698"/>
    <w:rsid w:val="00604837"/>
    <w:rsid w:val="00604B91"/>
    <w:rsid w:val="00604C5D"/>
    <w:rsid w:val="006050E5"/>
    <w:rsid w:val="0060520C"/>
    <w:rsid w:val="006053A6"/>
    <w:rsid w:val="00605BC9"/>
    <w:rsid w:val="00605BF5"/>
    <w:rsid w:val="00605EF6"/>
    <w:rsid w:val="00606182"/>
    <w:rsid w:val="0060662F"/>
    <w:rsid w:val="00606852"/>
    <w:rsid w:val="00606B96"/>
    <w:rsid w:val="00607003"/>
    <w:rsid w:val="00607107"/>
    <w:rsid w:val="00607699"/>
    <w:rsid w:val="006076BA"/>
    <w:rsid w:val="00610609"/>
    <w:rsid w:val="0061077C"/>
    <w:rsid w:val="00610807"/>
    <w:rsid w:val="00610A03"/>
    <w:rsid w:val="00610DC2"/>
    <w:rsid w:val="00610E64"/>
    <w:rsid w:val="00610F7C"/>
    <w:rsid w:val="00610F93"/>
    <w:rsid w:val="006111C6"/>
    <w:rsid w:val="006116A5"/>
    <w:rsid w:val="006116D5"/>
    <w:rsid w:val="0061173F"/>
    <w:rsid w:val="00611B3C"/>
    <w:rsid w:val="00611E17"/>
    <w:rsid w:val="00611F79"/>
    <w:rsid w:val="00612045"/>
    <w:rsid w:val="00612054"/>
    <w:rsid w:val="006121A3"/>
    <w:rsid w:val="0061264B"/>
    <w:rsid w:val="006126B3"/>
    <w:rsid w:val="00612B23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3A"/>
    <w:rsid w:val="006146A5"/>
    <w:rsid w:val="00614A4D"/>
    <w:rsid w:val="00614C02"/>
    <w:rsid w:val="00614D10"/>
    <w:rsid w:val="0061500A"/>
    <w:rsid w:val="00615712"/>
    <w:rsid w:val="00615B0D"/>
    <w:rsid w:val="00615BE9"/>
    <w:rsid w:val="00615E48"/>
    <w:rsid w:val="00615FBB"/>
    <w:rsid w:val="00616303"/>
    <w:rsid w:val="006168C6"/>
    <w:rsid w:val="00616C25"/>
    <w:rsid w:val="00617295"/>
    <w:rsid w:val="006172F4"/>
    <w:rsid w:val="006179D4"/>
    <w:rsid w:val="00617C75"/>
    <w:rsid w:val="00617E1B"/>
    <w:rsid w:val="006203E0"/>
    <w:rsid w:val="00620463"/>
    <w:rsid w:val="0062059D"/>
    <w:rsid w:val="00620615"/>
    <w:rsid w:val="00620D75"/>
    <w:rsid w:val="00621446"/>
    <w:rsid w:val="00621AC3"/>
    <w:rsid w:val="00622339"/>
    <w:rsid w:val="0062236F"/>
    <w:rsid w:val="00622555"/>
    <w:rsid w:val="006228F9"/>
    <w:rsid w:val="00622A1F"/>
    <w:rsid w:val="00622B8B"/>
    <w:rsid w:val="00622C21"/>
    <w:rsid w:val="00622C8E"/>
    <w:rsid w:val="0062301A"/>
    <w:rsid w:val="0062314E"/>
    <w:rsid w:val="00623373"/>
    <w:rsid w:val="006235F0"/>
    <w:rsid w:val="0062414A"/>
    <w:rsid w:val="006246B3"/>
    <w:rsid w:val="00624911"/>
    <w:rsid w:val="00624932"/>
    <w:rsid w:val="00624CB1"/>
    <w:rsid w:val="00624D51"/>
    <w:rsid w:val="00624F8E"/>
    <w:rsid w:val="00625032"/>
    <w:rsid w:val="006252B0"/>
    <w:rsid w:val="00625B5F"/>
    <w:rsid w:val="00625C6F"/>
    <w:rsid w:val="00625EB1"/>
    <w:rsid w:val="00625F95"/>
    <w:rsid w:val="00626088"/>
    <w:rsid w:val="006266D0"/>
    <w:rsid w:val="006268C8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B45"/>
    <w:rsid w:val="00630ECC"/>
    <w:rsid w:val="006312FC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ACE"/>
    <w:rsid w:val="00633F23"/>
    <w:rsid w:val="006343B8"/>
    <w:rsid w:val="00634A89"/>
    <w:rsid w:val="00634C45"/>
    <w:rsid w:val="00634D67"/>
    <w:rsid w:val="00634DB7"/>
    <w:rsid w:val="00634E48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69F"/>
    <w:rsid w:val="00637732"/>
    <w:rsid w:val="00637780"/>
    <w:rsid w:val="0063789F"/>
    <w:rsid w:val="00637D19"/>
    <w:rsid w:val="00637FB0"/>
    <w:rsid w:val="0064010E"/>
    <w:rsid w:val="006402CC"/>
    <w:rsid w:val="00640308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A7E"/>
    <w:rsid w:val="00641D94"/>
    <w:rsid w:val="00641ED2"/>
    <w:rsid w:val="00641F13"/>
    <w:rsid w:val="00642436"/>
    <w:rsid w:val="006428E1"/>
    <w:rsid w:val="0064293E"/>
    <w:rsid w:val="006429DC"/>
    <w:rsid w:val="00642AA0"/>
    <w:rsid w:val="006430B4"/>
    <w:rsid w:val="0064328E"/>
    <w:rsid w:val="006433EB"/>
    <w:rsid w:val="00643576"/>
    <w:rsid w:val="00643F60"/>
    <w:rsid w:val="006442A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2B9"/>
    <w:rsid w:val="006465E3"/>
    <w:rsid w:val="00646CD0"/>
    <w:rsid w:val="00646E6B"/>
    <w:rsid w:val="00646EBA"/>
    <w:rsid w:val="00647B83"/>
    <w:rsid w:val="00647D84"/>
    <w:rsid w:val="00647FA7"/>
    <w:rsid w:val="00647FD2"/>
    <w:rsid w:val="00650181"/>
    <w:rsid w:val="006502C7"/>
    <w:rsid w:val="006504B3"/>
    <w:rsid w:val="0065077C"/>
    <w:rsid w:val="00650783"/>
    <w:rsid w:val="00650A9B"/>
    <w:rsid w:val="00650E3C"/>
    <w:rsid w:val="00650E47"/>
    <w:rsid w:val="00650E68"/>
    <w:rsid w:val="00650F80"/>
    <w:rsid w:val="00651685"/>
    <w:rsid w:val="0065171D"/>
    <w:rsid w:val="0065175E"/>
    <w:rsid w:val="00651771"/>
    <w:rsid w:val="00651858"/>
    <w:rsid w:val="00651A7E"/>
    <w:rsid w:val="00651E40"/>
    <w:rsid w:val="00652442"/>
    <w:rsid w:val="006524DA"/>
    <w:rsid w:val="006528C9"/>
    <w:rsid w:val="00652A8F"/>
    <w:rsid w:val="00652AFD"/>
    <w:rsid w:val="00652C4F"/>
    <w:rsid w:val="00652D89"/>
    <w:rsid w:val="00652F93"/>
    <w:rsid w:val="00653379"/>
    <w:rsid w:val="00653496"/>
    <w:rsid w:val="00653905"/>
    <w:rsid w:val="0065394C"/>
    <w:rsid w:val="00653F5F"/>
    <w:rsid w:val="006544FD"/>
    <w:rsid w:val="006547F5"/>
    <w:rsid w:val="006552DD"/>
    <w:rsid w:val="00655A48"/>
    <w:rsid w:val="00655F9F"/>
    <w:rsid w:val="00655FE4"/>
    <w:rsid w:val="006560D9"/>
    <w:rsid w:val="00656154"/>
    <w:rsid w:val="006561F0"/>
    <w:rsid w:val="0065645E"/>
    <w:rsid w:val="0065654F"/>
    <w:rsid w:val="00656AE1"/>
    <w:rsid w:val="00656D93"/>
    <w:rsid w:val="00657336"/>
    <w:rsid w:val="006574AD"/>
    <w:rsid w:val="006579F7"/>
    <w:rsid w:val="00657FC4"/>
    <w:rsid w:val="006601E3"/>
    <w:rsid w:val="00660384"/>
    <w:rsid w:val="006603C0"/>
    <w:rsid w:val="00660472"/>
    <w:rsid w:val="006605ED"/>
    <w:rsid w:val="00660684"/>
    <w:rsid w:val="0066069C"/>
    <w:rsid w:val="006613CB"/>
    <w:rsid w:val="00661C31"/>
    <w:rsid w:val="00661E85"/>
    <w:rsid w:val="00661EF6"/>
    <w:rsid w:val="0066201D"/>
    <w:rsid w:val="00662043"/>
    <w:rsid w:val="006620E8"/>
    <w:rsid w:val="00662192"/>
    <w:rsid w:val="006622AE"/>
    <w:rsid w:val="006623CC"/>
    <w:rsid w:val="00662423"/>
    <w:rsid w:val="006626D2"/>
    <w:rsid w:val="00662774"/>
    <w:rsid w:val="00662ADF"/>
    <w:rsid w:val="00662C7C"/>
    <w:rsid w:val="006640F9"/>
    <w:rsid w:val="006641BC"/>
    <w:rsid w:val="00664A32"/>
    <w:rsid w:val="00664C2D"/>
    <w:rsid w:val="00665009"/>
    <w:rsid w:val="006650D6"/>
    <w:rsid w:val="006652D0"/>
    <w:rsid w:val="006654CD"/>
    <w:rsid w:val="006655C0"/>
    <w:rsid w:val="00665817"/>
    <w:rsid w:val="0066626B"/>
    <w:rsid w:val="006664C5"/>
    <w:rsid w:val="00666578"/>
    <w:rsid w:val="006667F8"/>
    <w:rsid w:val="006668D6"/>
    <w:rsid w:val="006669B4"/>
    <w:rsid w:val="00666CA7"/>
    <w:rsid w:val="00667439"/>
    <w:rsid w:val="006674DB"/>
    <w:rsid w:val="006676BA"/>
    <w:rsid w:val="00667777"/>
    <w:rsid w:val="0066795D"/>
    <w:rsid w:val="006679B4"/>
    <w:rsid w:val="00667B0D"/>
    <w:rsid w:val="00667BA7"/>
    <w:rsid w:val="00667F0D"/>
    <w:rsid w:val="006701A6"/>
    <w:rsid w:val="00670665"/>
    <w:rsid w:val="0067084D"/>
    <w:rsid w:val="006709C7"/>
    <w:rsid w:val="006709CA"/>
    <w:rsid w:val="00670A9E"/>
    <w:rsid w:val="00670EB0"/>
    <w:rsid w:val="00670F4C"/>
    <w:rsid w:val="00670F8B"/>
    <w:rsid w:val="006711EA"/>
    <w:rsid w:val="00671748"/>
    <w:rsid w:val="00671951"/>
    <w:rsid w:val="00671A79"/>
    <w:rsid w:val="00671B42"/>
    <w:rsid w:val="00671CD2"/>
    <w:rsid w:val="00671DEB"/>
    <w:rsid w:val="006722DB"/>
    <w:rsid w:val="00672420"/>
    <w:rsid w:val="0067251A"/>
    <w:rsid w:val="006726E2"/>
    <w:rsid w:val="00672D3E"/>
    <w:rsid w:val="00673141"/>
    <w:rsid w:val="006732A3"/>
    <w:rsid w:val="00673C50"/>
    <w:rsid w:val="00673D72"/>
    <w:rsid w:val="00673F36"/>
    <w:rsid w:val="0067436E"/>
    <w:rsid w:val="0067488A"/>
    <w:rsid w:val="006749F9"/>
    <w:rsid w:val="00674A8D"/>
    <w:rsid w:val="00674D5B"/>
    <w:rsid w:val="00674E1B"/>
    <w:rsid w:val="0067532C"/>
    <w:rsid w:val="006755AB"/>
    <w:rsid w:val="006758B0"/>
    <w:rsid w:val="00675DE6"/>
    <w:rsid w:val="006761F9"/>
    <w:rsid w:val="006769A7"/>
    <w:rsid w:val="00676AED"/>
    <w:rsid w:val="00676E8F"/>
    <w:rsid w:val="00676EF6"/>
    <w:rsid w:val="00676FCF"/>
    <w:rsid w:val="00677112"/>
    <w:rsid w:val="006773CE"/>
    <w:rsid w:val="00677472"/>
    <w:rsid w:val="006777FA"/>
    <w:rsid w:val="00677856"/>
    <w:rsid w:val="00677B3C"/>
    <w:rsid w:val="00677B7C"/>
    <w:rsid w:val="00677C86"/>
    <w:rsid w:val="00677CA1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7F7"/>
    <w:rsid w:val="006809F5"/>
    <w:rsid w:val="00680A8A"/>
    <w:rsid w:val="00680B84"/>
    <w:rsid w:val="00680E41"/>
    <w:rsid w:val="00681017"/>
    <w:rsid w:val="006812C0"/>
    <w:rsid w:val="006817C0"/>
    <w:rsid w:val="00681D98"/>
    <w:rsid w:val="006821C2"/>
    <w:rsid w:val="00682380"/>
    <w:rsid w:val="006828F0"/>
    <w:rsid w:val="00682A66"/>
    <w:rsid w:val="00683070"/>
    <w:rsid w:val="006834ED"/>
    <w:rsid w:val="00683570"/>
    <w:rsid w:val="00683607"/>
    <w:rsid w:val="00683895"/>
    <w:rsid w:val="0068391F"/>
    <w:rsid w:val="00683D19"/>
    <w:rsid w:val="00683E4C"/>
    <w:rsid w:val="00683FDE"/>
    <w:rsid w:val="0068465E"/>
    <w:rsid w:val="00684A96"/>
    <w:rsid w:val="00684D17"/>
    <w:rsid w:val="00685029"/>
    <w:rsid w:val="006851F8"/>
    <w:rsid w:val="00685335"/>
    <w:rsid w:val="00685691"/>
    <w:rsid w:val="0068597E"/>
    <w:rsid w:val="00685AF0"/>
    <w:rsid w:val="00685FEA"/>
    <w:rsid w:val="00686145"/>
    <w:rsid w:val="0068638F"/>
    <w:rsid w:val="006864E6"/>
    <w:rsid w:val="00686806"/>
    <w:rsid w:val="006869BD"/>
    <w:rsid w:val="00686D1F"/>
    <w:rsid w:val="00686E91"/>
    <w:rsid w:val="00686EC5"/>
    <w:rsid w:val="006870E3"/>
    <w:rsid w:val="00687126"/>
    <w:rsid w:val="00687420"/>
    <w:rsid w:val="0068770D"/>
    <w:rsid w:val="00687710"/>
    <w:rsid w:val="0068779D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65B"/>
    <w:rsid w:val="00691C40"/>
    <w:rsid w:val="00691FDA"/>
    <w:rsid w:val="0069242D"/>
    <w:rsid w:val="00692749"/>
    <w:rsid w:val="006929AA"/>
    <w:rsid w:val="00692A62"/>
    <w:rsid w:val="006931D0"/>
    <w:rsid w:val="00693775"/>
    <w:rsid w:val="006938CC"/>
    <w:rsid w:val="006939A6"/>
    <w:rsid w:val="0069491D"/>
    <w:rsid w:val="00694D40"/>
    <w:rsid w:val="00694DA5"/>
    <w:rsid w:val="00694F71"/>
    <w:rsid w:val="00694FB2"/>
    <w:rsid w:val="006957DA"/>
    <w:rsid w:val="00695B3C"/>
    <w:rsid w:val="0069627A"/>
    <w:rsid w:val="0069629C"/>
    <w:rsid w:val="006964A1"/>
    <w:rsid w:val="0069656A"/>
    <w:rsid w:val="00696662"/>
    <w:rsid w:val="00696A15"/>
    <w:rsid w:val="00697573"/>
    <w:rsid w:val="00697576"/>
    <w:rsid w:val="006976D5"/>
    <w:rsid w:val="006976DB"/>
    <w:rsid w:val="00697728"/>
    <w:rsid w:val="00697737"/>
    <w:rsid w:val="006977F4"/>
    <w:rsid w:val="00697BFC"/>
    <w:rsid w:val="00697DDC"/>
    <w:rsid w:val="006A00CC"/>
    <w:rsid w:val="006A0368"/>
    <w:rsid w:val="006A0B2F"/>
    <w:rsid w:val="006A0C19"/>
    <w:rsid w:val="006A1354"/>
    <w:rsid w:val="006A13D8"/>
    <w:rsid w:val="006A147A"/>
    <w:rsid w:val="006A1489"/>
    <w:rsid w:val="006A1AA7"/>
    <w:rsid w:val="006A1AA8"/>
    <w:rsid w:val="006A1B09"/>
    <w:rsid w:val="006A1DDD"/>
    <w:rsid w:val="006A1F2F"/>
    <w:rsid w:val="006A2141"/>
    <w:rsid w:val="006A22FE"/>
    <w:rsid w:val="006A2559"/>
    <w:rsid w:val="006A27D7"/>
    <w:rsid w:val="006A2916"/>
    <w:rsid w:val="006A2BC6"/>
    <w:rsid w:val="006A2CEE"/>
    <w:rsid w:val="006A2E8D"/>
    <w:rsid w:val="006A30A4"/>
    <w:rsid w:val="006A3324"/>
    <w:rsid w:val="006A3B78"/>
    <w:rsid w:val="006A3F55"/>
    <w:rsid w:val="006A4261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2CE"/>
    <w:rsid w:val="006A658E"/>
    <w:rsid w:val="006A68F1"/>
    <w:rsid w:val="006A6B5E"/>
    <w:rsid w:val="006A6C4D"/>
    <w:rsid w:val="006A6E2B"/>
    <w:rsid w:val="006A70E5"/>
    <w:rsid w:val="006A75D9"/>
    <w:rsid w:val="006B0150"/>
    <w:rsid w:val="006B0197"/>
    <w:rsid w:val="006B0403"/>
    <w:rsid w:val="006B0BFC"/>
    <w:rsid w:val="006B0E00"/>
    <w:rsid w:val="006B1137"/>
    <w:rsid w:val="006B11BF"/>
    <w:rsid w:val="006B1323"/>
    <w:rsid w:val="006B1605"/>
    <w:rsid w:val="006B16ED"/>
    <w:rsid w:val="006B188D"/>
    <w:rsid w:val="006B1ABC"/>
    <w:rsid w:val="006B1ACA"/>
    <w:rsid w:val="006B1CAD"/>
    <w:rsid w:val="006B1D80"/>
    <w:rsid w:val="006B1F75"/>
    <w:rsid w:val="006B2190"/>
    <w:rsid w:val="006B2258"/>
    <w:rsid w:val="006B2910"/>
    <w:rsid w:val="006B3101"/>
    <w:rsid w:val="006B34F9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ABF"/>
    <w:rsid w:val="006B4BA6"/>
    <w:rsid w:val="006B4F00"/>
    <w:rsid w:val="006B5260"/>
    <w:rsid w:val="006B53DC"/>
    <w:rsid w:val="006B53E0"/>
    <w:rsid w:val="006B55A9"/>
    <w:rsid w:val="006B5720"/>
    <w:rsid w:val="006B5A98"/>
    <w:rsid w:val="006B5EBC"/>
    <w:rsid w:val="006B631F"/>
    <w:rsid w:val="006B635C"/>
    <w:rsid w:val="006B6605"/>
    <w:rsid w:val="006B6932"/>
    <w:rsid w:val="006B6D3D"/>
    <w:rsid w:val="006B6FF8"/>
    <w:rsid w:val="006B72A2"/>
    <w:rsid w:val="006B7479"/>
    <w:rsid w:val="006B7510"/>
    <w:rsid w:val="006B767B"/>
    <w:rsid w:val="006B7B1C"/>
    <w:rsid w:val="006B7F9D"/>
    <w:rsid w:val="006C000A"/>
    <w:rsid w:val="006C01C4"/>
    <w:rsid w:val="006C0294"/>
    <w:rsid w:val="006C04BD"/>
    <w:rsid w:val="006C0512"/>
    <w:rsid w:val="006C0A49"/>
    <w:rsid w:val="006C0C2B"/>
    <w:rsid w:val="006C0C9B"/>
    <w:rsid w:val="006C0DEE"/>
    <w:rsid w:val="006C0E02"/>
    <w:rsid w:val="006C0E6F"/>
    <w:rsid w:val="006C1E4E"/>
    <w:rsid w:val="006C1EBF"/>
    <w:rsid w:val="006C1F26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3E"/>
    <w:rsid w:val="006C4CF0"/>
    <w:rsid w:val="006C4EFB"/>
    <w:rsid w:val="006C4F19"/>
    <w:rsid w:val="006C4F52"/>
    <w:rsid w:val="006C538E"/>
    <w:rsid w:val="006C53CA"/>
    <w:rsid w:val="006C546D"/>
    <w:rsid w:val="006C5E7A"/>
    <w:rsid w:val="006C6129"/>
    <w:rsid w:val="006C6386"/>
    <w:rsid w:val="006C6C44"/>
    <w:rsid w:val="006C6D8A"/>
    <w:rsid w:val="006C6E18"/>
    <w:rsid w:val="006C6E25"/>
    <w:rsid w:val="006C6E81"/>
    <w:rsid w:val="006C6FCD"/>
    <w:rsid w:val="006C7089"/>
    <w:rsid w:val="006C70F3"/>
    <w:rsid w:val="006C7817"/>
    <w:rsid w:val="006C7833"/>
    <w:rsid w:val="006C793F"/>
    <w:rsid w:val="006C7EB8"/>
    <w:rsid w:val="006D047D"/>
    <w:rsid w:val="006D06F7"/>
    <w:rsid w:val="006D07BD"/>
    <w:rsid w:val="006D0A1B"/>
    <w:rsid w:val="006D0AD3"/>
    <w:rsid w:val="006D0BB3"/>
    <w:rsid w:val="006D0BBA"/>
    <w:rsid w:val="006D0C84"/>
    <w:rsid w:val="006D0E47"/>
    <w:rsid w:val="006D114D"/>
    <w:rsid w:val="006D13B7"/>
    <w:rsid w:val="006D14E5"/>
    <w:rsid w:val="006D1843"/>
    <w:rsid w:val="006D1A7D"/>
    <w:rsid w:val="006D1D3A"/>
    <w:rsid w:val="006D1D3F"/>
    <w:rsid w:val="006D1D6A"/>
    <w:rsid w:val="006D1D84"/>
    <w:rsid w:val="006D1F17"/>
    <w:rsid w:val="006D2164"/>
    <w:rsid w:val="006D230F"/>
    <w:rsid w:val="006D2419"/>
    <w:rsid w:val="006D243D"/>
    <w:rsid w:val="006D258B"/>
    <w:rsid w:val="006D2693"/>
    <w:rsid w:val="006D2875"/>
    <w:rsid w:val="006D2973"/>
    <w:rsid w:val="006D323A"/>
    <w:rsid w:val="006D3399"/>
    <w:rsid w:val="006D33E6"/>
    <w:rsid w:val="006D37C1"/>
    <w:rsid w:val="006D3BAA"/>
    <w:rsid w:val="006D3F26"/>
    <w:rsid w:val="006D4305"/>
    <w:rsid w:val="006D4430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5BF9"/>
    <w:rsid w:val="006D5C17"/>
    <w:rsid w:val="006D5CBA"/>
    <w:rsid w:val="006D5D1F"/>
    <w:rsid w:val="006D63A6"/>
    <w:rsid w:val="006D64C6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3B"/>
    <w:rsid w:val="006E096A"/>
    <w:rsid w:val="006E0DAA"/>
    <w:rsid w:val="006E0E5E"/>
    <w:rsid w:val="006E0FB9"/>
    <w:rsid w:val="006E1055"/>
    <w:rsid w:val="006E1157"/>
    <w:rsid w:val="006E1371"/>
    <w:rsid w:val="006E1791"/>
    <w:rsid w:val="006E1834"/>
    <w:rsid w:val="006E186B"/>
    <w:rsid w:val="006E1881"/>
    <w:rsid w:val="006E18CE"/>
    <w:rsid w:val="006E1CB5"/>
    <w:rsid w:val="006E1CCC"/>
    <w:rsid w:val="006E1EF5"/>
    <w:rsid w:val="006E2094"/>
    <w:rsid w:val="006E20F9"/>
    <w:rsid w:val="006E272D"/>
    <w:rsid w:val="006E274E"/>
    <w:rsid w:val="006E29E0"/>
    <w:rsid w:val="006E2A76"/>
    <w:rsid w:val="006E2C3B"/>
    <w:rsid w:val="006E2EF3"/>
    <w:rsid w:val="006E3178"/>
    <w:rsid w:val="006E3899"/>
    <w:rsid w:val="006E3F4A"/>
    <w:rsid w:val="006E4067"/>
    <w:rsid w:val="006E4361"/>
    <w:rsid w:val="006E466A"/>
    <w:rsid w:val="006E47D2"/>
    <w:rsid w:val="006E47EF"/>
    <w:rsid w:val="006E48D9"/>
    <w:rsid w:val="006E4D92"/>
    <w:rsid w:val="006E4F67"/>
    <w:rsid w:val="006E50FE"/>
    <w:rsid w:val="006E5515"/>
    <w:rsid w:val="006E567B"/>
    <w:rsid w:val="006E58D3"/>
    <w:rsid w:val="006E5BA7"/>
    <w:rsid w:val="006E5D15"/>
    <w:rsid w:val="006E5F3A"/>
    <w:rsid w:val="006E6383"/>
    <w:rsid w:val="006E6469"/>
    <w:rsid w:val="006E6522"/>
    <w:rsid w:val="006E6732"/>
    <w:rsid w:val="006E69EF"/>
    <w:rsid w:val="006E6AA7"/>
    <w:rsid w:val="006E6BAC"/>
    <w:rsid w:val="006E6D56"/>
    <w:rsid w:val="006E6E65"/>
    <w:rsid w:val="006E7113"/>
    <w:rsid w:val="006E740C"/>
    <w:rsid w:val="006E773E"/>
    <w:rsid w:val="006E77F6"/>
    <w:rsid w:val="006E7ADB"/>
    <w:rsid w:val="006E7ADF"/>
    <w:rsid w:val="006E7D42"/>
    <w:rsid w:val="006F0022"/>
    <w:rsid w:val="006F015B"/>
    <w:rsid w:val="006F0554"/>
    <w:rsid w:val="006F0744"/>
    <w:rsid w:val="006F076D"/>
    <w:rsid w:val="006F08F7"/>
    <w:rsid w:val="006F0A88"/>
    <w:rsid w:val="006F0B89"/>
    <w:rsid w:val="006F0D14"/>
    <w:rsid w:val="006F0E51"/>
    <w:rsid w:val="006F0F05"/>
    <w:rsid w:val="006F117D"/>
    <w:rsid w:val="006F1294"/>
    <w:rsid w:val="006F1341"/>
    <w:rsid w:val="006F150A"/>
    <w:rsid w:val="006F1597"/>
    <w:rsid w:val="006F15ED"/>
    <w:rsid w:val="006F1679"/>
    <w:rsid w:val="006F1985"/>
    <w:rsid w:val="006F1A29"/>
    <w:rsid w:val="006F1EBC"/>
    <w:rsid w:val="006F204E"/>
    <w:rsid w:val="006F221E"/>
    <w:rsid w:val="006F23C3"/>
    <w:rsid w:val="006F2958"/>
    <w:rsid w:val="006F2CCB"/>
    <w:rsid w:val="006F2D0C"/>
    <w:rsid w:val="006F2D7D"/>
    <w:rsid w:val="006F2E89"/>
    <w:rsid w:val="006F301B"/>
    <w:rsid w:val="006F3119"/>
    <w:rsid w:val="006F321B"/>
    <w:rsid w:val="006F34BB"/>
    <w:rsid w:val="006F35CE"/>
    <w:rsid w:val="006F376B"/>
    <w:rsid w:val="006F3BF3"/>
    <w:rsid w:val="006F3E0D"/>
    <w:rsid w:val="006F4857"/>
    <w:rsid w:val="006F4F6C"/>
    <w:rsid w:val="006F4FEE"/>
    <w:rsid w:val="006F5040"/>
    <w:rsid w:val="006F5103"/>
    <w:rsid w:val="006F54D3"/>
    <w:rsid w:val="006F5885"/>
    <w:rsid w:val="006F5A36"/>
    <w:rsid w:val="006F5B09"/>
    <w:rsid w:val="006F6051"/>
    <w:rsid w:val="006F6100"/>
    <w:rsid w:val="006F613F"/>
    <w:rsid w:val="006F63D1"/>
    <w:rsid w:val="006F64C4"/>
    <w:rsid w:val="006F654E"/>
    <w:rsid w:val="006F66F5"/>
    <w:rsid w:val="006F6807"/>
    <w:rsid w:val="006F682D"/>
    <w:rsid w:val="006F69E9"/>
    <w:rsid w:val="006F6C8F"/>
    <w:rsid w:val="006F6EC2"/>
    <w:rsid w:val="006F6F85"/>
    <w:rsid w:val="006F72DE"/>
    <w:rsid w:val="006F72F6"/>
    <w:rsid w:val="006F730C"/>
    <w:rsid w:val="006F74A0"/>
    <w:rsid w:val="006F7996"/>
    <w:rsid w:val="006F7A0C"/>
    <w:rsid w:val="006F7A8C"/>
    <w:rsid w:val="006F7BC8"/>
    <w:rsid w:val="00700994"/>
    <w:rsid w:val="007009F4"/>
    <w:rsid w:val="00700D8C"/>
    <w:rsid w:val="00700DAE"/>
    <w:rsid w:val="0070108A"/>
    <w:rsid w:val="0070130D"/>
    <w:rsid w:val="007013BF"/>
    <w:rsid w:val="0070141E"/>
    <w:rsid w:val="00701570"/>
    <w:rsid w:val="00701724"/>
    <w:rsid w:val="00701A94"/>
    <w:rsid w:val="00701AE6"/>
    <w:rsid w:val="00701D35"/>
    <w:rsid w:val="00702307"/>
    <w:rsid w:val="00702865"/>
    <w:rsid w:val="00702EE1"/>
    <w:rsid w:val="00702F5E"/>
    <w:rsid w:val="007036F8"/>
    <w:rsid w:val="00703927"/>
    <w:rsid w:val="00703998"/>
    <w:rsid w:val="00704093"/>
    <w:rsid w:val="007041A9"/>
    <w:rsid w:val="00704211"/>
    <w:rsid w:val="0070469A"/>
    <w:rsid w:val="00704840"/>
    <w:rsid w:val="007049D5"/>
    <w:rsid w:val="00704A71"/>
    <w:rsid w:val="00704AD5"/>
    <w:rsid w:val="00704B0D"/>
    <w:rsid w:val="00704C62"/>
    <w:rsid w:val="00704D65"/>
    <w:rsid w:val="0070511F"/>
    <w:rsid w:val="00705384"/>
    <w:rsid w:val="00705397"/>
    <w:rsid w:val="00705CA8"/>
    <w:rsid w:val="00705D33"/>
    <w:rsid w:val="00705ECD"/>
    <w:rsid w:val="00705FA3"/>
    <w:rsid w:val="00705FC4"/>
    <w:rsid w:val="007060BF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D18"/>
    <w:rsid w:val="00710DA3"/>
    <w:rsid w:val="00710DD0"/>
    <w:rsid w:val="00711311"/>
    <w:rsid w:val="00711359"/>
    <w:rsid w:val="00711647"/>
    <w:rsid w:val="0071167F"/>
    <w:rsid w:val="00711755"/>
    <w:rsid w:val="007117C5"/>
    <w:rsid w:val="00711839"/>
    <w:rsid w:val="007118A0"/>
    <w:rsid w:val="00711901"/>
    <w:rsid w:val="00711BED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35A"/>
    <w:rsid w:val="0071380B"/>
    <w:rsid w:val="00713931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2F5"/>
    <w:rsid w:val="007164CE"/>
    <w:rsid w:val="00716577"/>
    <w:rsid w:val="0071663E"/>
    <w:rsid w:val="00716854"/>
    <w:rsid w:val="00716CFF"/>
    <w:rsid w:val="00717145"/>
    <w:rsid w:val="00717451"/>
    <w:rsid w:val="00717722"/>
    <w:rsid w:val="0071780B"/>
    <w:rsid w:val="00717E5D"/>
    <w:rsid w:val="007201EF"/>
    <w:rsid w:val="007201FE"/>
    <w:rsid w:val="00720544"/>
    <w:rsid w:val="00720A2E"/>
    <w:rsid w:val="00720A77"/>
    <w:rsid w:val="00720CA3"/>
    <w:rsid w:val="007211CA"/>
    <w:rsid w:val="00721242"/>
    <w:rsid w:val="00721591"/>
    <w:rsid w:val="00721B1F"/>
    <w:rsid w:val="00721CD7"/>
    <w:rsid w:val="00721DAA"/>
    <w:rsid w:val="00721E44"/>
    <w:rsid w:val="00721E6D"/>
    <w:rsid w:val="00721F19"/>
    <w:rsid w:val="00722011"/>
    <w:rsid w:val="00722091"/>
    <w:rsid w:val="00722193"/>
    <w:rsid w:val="007225C5"/>
    <w:rsid w:val="007225D3"/>
    <w:rsid w:val="0072275A"/>
    <w:rsid w:val="007227A0"/>
    <w:rsid w:val="00722814"/>
    <w:rsid w:val="00722F20"/>
    <w:rsid w:val="00723232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C33"/>
    <w:rsid w:val="00724E08"/>
    <w:rsid w:val="00724EC6"/>
    <w:rsid w:val="0072537E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348"/>
    <w:rsid w:val="00730355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3FA"/>
    <w:rsid w:val="007325F8"/>
    <w:rsid w:val="007328C1"/>
    <w:rsid w:val="00732C75"/>
    <w:rsid w:val="00733170"/>
    <w:rsid w:val="007331FD"/>
    <w:rsid w:val="00733426"/>
    <w:rsid w:val="00733535"/>
    <w:rsid w:val="0073369C"/>
    <w:rsid w:val="007337BA"/>
    <w:rsid w:val="007337E9"/>
    <w:rsid w:val="00733BBF"/>
    <w:rsid w:val="00733C0B"/>
    <w:rsid w:val="007341E3"/>
    <w:rsid w:val="0073444B"/>
    <w:rsid w:val="007345D1"/>
    <w:rsid w:val="007348D1"/>
    <w:rsid w:val="00734921"/>
    <w:rsid w:val="00734DA8"/>
    <w:rsid w:val="00734EA9"/>
    <w:rsid w:val="00735007"/>
    <w:rsid w:val="00735083"/>
    <w:rsid w:val="007350E7"/>
    <w:rsid w:val="00735111"/>
    <w:rsid w:val="00735D65"/>
    <w:rsid w:val="00735FAF"/>
    <w:rsid w:val="00736256"/>
    <w:rsid w:val="00736908"/>
    <w:rsid w:val="00736B7A"/>
    <w:rsid w:val="00736EF4"/>
    <w:rsid w:val="007373D1"/>
    <w:rsid w:val="00737708"/>
    <w:rsid w:val="00737978"/>
    <w:rsid w:val="00737EAF"/>
    <w:rsid w:val="00740169"/>
    <w:rsid w:val="00740541"/>
    <w:rsid w:val="007405B7"/>
    <w:rsid w:val="0074078E"/>
    <w:rsid w:val="007407F0"/>
    <w:rsid w:val="00740981"/>
    <w:rsid w:val="00740A27"/>
    <w:rsid w:val="0074103D"/>
    <w:rsid w:val="00741526"/>
    <w:rsid w:val="00741763"/>
    <w:rsid w:val="00741B3A"/>
    <w:rsid w:val="00741F74"/>
    <w:rsid w:val="00741FFA"/>
    <w:rsid w:val="00742283"/>
    <w:rsid w:val="00742288"/>
    <w:rsid w:val="007424C3"/>
    <w:rsid w:val="00742755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320"/>
    <w:rsid w:val="00746619"/>
    <w:rsid w:val="00746EAA"/>
    <w:rsid w:val="00746F44"/>
    <w:rsid w:val="00747180"/>
    <w:rsid w:val="00747246"/>
    <w:rsid w:val="007472AE"/>
    <w:rsid w:val="007472FD"/>
    <w:rsid w:val="0074742A"/>
    <w:rsid w:val="0074789B"/>
    <w:rsid w:val="00747912"/>
    <w:rsid w:val="00747950"/>
    <w:rsid w:val="00747AFE"/>
    <w:rsid w:val="00747F56"/>
    <w:rsid w:val="00750818"/>
    <w:rsid w:val="00750C89"/>
    <w:rsid w:val="00750CB3"/>
    <w:rsid w:val="00750F2C"/>
    <w:rsid w:val="00751066"/>
    <w:rsid w:val="00751169"/>
    <w:rsid w:val="00751330"/>
    <w:rsid w:val="007513D9"/>
    <w:rsid w:val="00751667"/>
    <w:rsid w:val="007516D9"/>
    <w:rsid w:val="00751BAC"/>
    <w:rsid w:val="00751BCA"/>
    <w:rsid w:val="00751BCF"/>
    <w:rsid w:val="00752591"/>
    <w:rsid w:val="00752A0F"/>
    <w:rsid w:val="00752A5A"/>
    <w:rsid w:val="00752B03"/>
    <w:rsid w:val="00752C77"/>
    <w:rsid w:val="00752E60"/>
    <w:rsid w:val="00752F4D"/>
    <w:rsid w:val="00752F60"/>
    <w:rsid w:val="00752FB2"/>
    <w:rsid w:val="00753254"/>
    <w:rsid w:val="0075342C"/>
    <w:rsid w:val="007534A1"/>
    <w:rsid w:val="00753626"/>
    <w:rsid w:val="007538D7"/>
    <w:rsid w:val="00753972"/>
    <w:rsid w:val="00753AE1"/>
    <w:rsid w:val="00753AE6"/>
    <w:rsid w:val="00753BAB"/>
    <w:rsid w:val="007548A0"/>
    <w:rsid w:val="00754C37"/>
    <w:rsid w:val="00754E04"/>
    <w:rsid w:val="00754EBA"/>
    <w:rsid w:val="00754F4B"/>
    <w:rsid w:val="00755271"/>
    <w:rsid w:val="007552D3"/>
    <w:rsid w:val="00755577"/>
    <w:rsid w:val="0075570B"/>
    <w:rsid w:val="00755742"/>
    <w:rsid w:val="00755AA9"/>
    <w:rsid w:val="00755E61"/>
    <w:rsid w:val="00755F09"/>
    <w:rsid w:val="007562C5"/>
    <w:rsid w:val="00756561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696"/>
    <w:rsid w:val="007608DB"/>
    <w:rsid w:val="00760936"/>
    <w:rsid w:val="00760CF8"/>
    <w:rsid w:val="00760E57"/>
    <w:rsid w:val="0076136F"/>
    <w:rsid w:val="00761886"/>
    <w:rsid w:val="00761A6A"/>
    <w:rsid w:val="007620C3"/>
    <w:rsid w:val="00762238"/>
    <w:rsid w:val="00762439"/>
    <w:rsid w:val="00762792"/>
    <w:rsid w:val="007627E9"/>
    <w:rsid w:val="00762935"/>
    <w:rsid w:val="00762A6A"/>
    <w:rsid w:val="0076313B"/>
    <w:rsid w:val="007631D1"/>
    <w:rsid w:val="0076325F"/>
    <w:rsid w:val="007635FF"/>
    <w:rsid w:val="007637DF"/>
    <w:rsid w:val="00763819"/>
    <w:rsid w:val="007639D5"/>
    <w:rsid w:val="00763D54"/>
    <w:rsid w:val="00763D61"/>
    <w:rsid w:val="00763DD1"/>
    <w:rsid w:val="007640A1"/>
    <w:rsid w:val="007641DE"/>
    <w:rsid w:val="007642FD"/>
    <w:rsid w:val="007643D0"/>
    <w:rsid w:val="00764559"/>
    <w:rsid w:val="007647A9"/>
    <w:rsid w:val="00764A26"/>
    <w:rsid w:val="00764B9F"/>
    <w:rsid w:val="00764C5E"/>
    <w:rsid w:val="00764D07"/>
    <w:rsid w:val="00764D82"/>
    <w:rsid w:val="0076554B"/>
    <w:rsid w:val="00765ACD"/>
    <w:rsid w:val="00765E5D"/>
    <w:rsid w:val="007665E4"/>
    <w:rsid w:val="007666F6"/>
    <w:rsid w:val="00766A37"/>
    <w:rsid w:val="00766A5A"/>
    <w:rsid w:val="00766EF4"/>
    <w:rsid w:val="00767010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CC7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6B"/>
    <w:rsid w:val="00772CBF"/>
    <w:rsid w:val="00772DFD"/>
    <w:rsid w:val="00772E7F"/>
    <w:rsid w:val="00773211"/>
    <w:rsid w:val="007737C0"/>
    <w:rsid w:val="007738EF"/>
    <w:rsid w:val="00773D81"/>
    <w:rsid w:val="00773F2D"/>
    <w:rsid w:val="00773F74"/>
    <w:rsid w:val="00773F77"/>
    <w:rsid w:val="007741A5"/>
    <w:rsid w:val="007741EF"/>
    <w:rsid w:val="007748CB"/>
    <w:rsid w:val="00774E07"/>
    <w:rsid w:val="00775066"/>
    <w:rsid w:val="0077560E"/>
    <w:rsid w:val="0077570C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9BE"/>
    <w:rsid w:val="00776B23"/>
    <w:rsid w:val="00776D42"/>
    <w:rsid w:val="007770FC"/>
    <w:rsid w:val="007774A3"/>
    <w:rsid w:val="007775D2"/>
    <w:rsid w:val="007779F6"/>
    <w:rsid w:val="00777B9C"/>
    <w:rsid w:val="00777CE2"/>
    <w:rsid w:val="00780746"/>
    <w:rsid w:val="00780764"/>
    <w:rsid w:val="00780870"/>
    <w:rsid w:val="00780A7E"/>
    <w:rsid w:val="00780BD9"/>
    <w:rsid w:val="00780C76"/>
    <w:rsid w:val="007810A4"/>
    <w:rsid w:val="007811C0"/>
    <w:rsid w:val="007814F1"/>
    <w:rsid w:val="00781948"/>
    <w:rsid w:val="00781A45"/>
    <w:rsid w:val="00781AD1"/>
    <w:rsid w:val="00781DAA"/>
    <w:rsid w:val="00781DB8"/>
    <w:rsid w:val="007820D4"/>
    <w:rsid w:val="00782261"/>
    <w:rsid w:val="007823DF"/>
    <w:rsid w:val="007825F5"/>
    <w:rsid w:val="007827C1"/>
    <w:rsid w:val="007827DC"/>
    <w:rsid w:val="0078309D"/>
    <w:rsid w:val="007830A7"/>
    <w:rsid w:val="0078315E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2B"/>
    <w:rsid w:val="00784981"/>
    <w:rsid w:val="00784C8D"/>
    <w:rsid w:val="007853D6"/>
    <w:rsid w:val="007854A3"/>
    <w:rsid w:val="00785533"/>
    <w:rsid w:val="007856C0"/>
    <w:rsid w:val="007858B1"/>
    <w:rsid w:val="00785A36"/>
    <w:rsid w:val="00785A3F"/>
    <w:rsid w:val="00785B01"/>
    <w:rsid w:val="00785C29"/>
    <w:rsid w:val="00785CF2"/>
    <w:rsid w:val="00785E79"/>
    <w:rsid w:val="00785E81"/>
    <w:rsid w:val="0078626A"/>
    <w:rsid w:val="0078670E"/>
    <w:rsid w:val="0078696A"/>
    <w:rsid w:val="00786BFE"/>
    <w:rsid w:val="00787085"/>
    <w:rsid w:val="00787173"/>
    <w:rsid w:val="0078729F"/>
    <w:rsid w:val="007873D9"/>
    <w:rsid w:val="00787580"/>
    <w:rsid w:val="007875A1"/>
    <w:rsid w:val="007876CC"/>
    <w:rsid w:val="0078770A"/>
    <w:rsid w:val="007878BA"/>
    <w:rsid w:val="0078790A"/>
    <w:rsid w:val="00787F67"/>
    <w:rsid w:val="00790060"/>
    <w:rsid w:val="007905E3"/>
    <w:rsid w:val="00791259"/>
    <w:rsid w:val="007914D3"/>
    <w:rsid w:val="00791634"/>
    <w:rsid w:val="00791DC2"/>
    <w:rsid w:val="007921C1"/>
    <w:rsid w:val="007925A4"/>
    <w:rsid w:val="00792A50"/>
    <w:rsid w:val="00792B08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5987"/>
    <w:rsid w:val="00795F80"/>
    <w:rsid w:val="0079601B"/>
    <w:rsid w:val="00796899"/>
    <w:rsid w:val="00796997"/>
    <w:rsid w:val="007969AD"/>
    <w:rsid w:val="00796AC2"/>
    <w:rsid w:val="00796CB0"/>
    <w:rsid w:val="00796CEF"/>
    <w:rsid w:val="00797001"/>
    <w:rsid w:val="00797179"/>
    <w:rsid w:val="0079722F"/>
    <w:rsid w:val="00797EA5"/>
    <w:rsid w:val="00797F4B"/>
    <w:rsid w:val="007A0144"/>
    <w:rsid w:val="007A0697"/>
    <w:rsid w:val="007A0884"/>
    <w:rsid w:val="007A0B13"/>
    <w:rsid w:val="007A10D7"/>
    <w:rsid w:val="007A116A"/>
    <w:rsid w:val="007A1313"/>
    <w:rsid w:val="007A169D"/>
    <w:rsid w:val="007A1BF8"/>
    <w:rsid w:val="007A2286"/>
    <w:rsid w:val="007A2317"/>
    <w:rsid w:val="007A2358"/>
    <w:rsid w:val="007A2485"/>
    <w:rsid w:val="007A24AC"/>
    <w:rsid w:val="007A24EC"/>
    <w:rsid w:val="007A26E5"/>
    <w:rsid w:val="007A270E"/>
    <w:rsid w:val="007A2D46"/>
    <w:rsid w:val="007A2E7E"/>
    <w:rsid w:val="007A2F07"/>
    <w:rsid w:val="007A31C7"/>
    <w:rsid w:val="007A3380"/>
    <w:rsid w:val="007A385D"/>
    <w:rsid w:val="007A3865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63"/>
    <w:rsid w:val="007A46AD"/>
    <w:rsid w:val="007A471D"/>
    <w:rsid w:val="007A4EFF"/>
    <w:rsid w:val="007A51A7"/>
    <w:rsid w:val="007A541B"/>
    <w:rsid w:val="007A54FC"/>
    <w:rsid w:val="007A55D8"/>
    <w:rsid w:val="007A5E84"/>
    <w:rsid w:val="007A5FAB"/>
    <w:rsid w:val="007A6229"/>
    <w:rsid w:val="007A628C"/>
    <w:rsid w:val="007A6684"/>
    <w:rsid w:val="007A66BE"/>
    <w:rsid w:val="007A66F0"/>
    <w:rsid w:val="007A687B"/>
    <w:rsid w:val="007A69F8"/>
    <w:rsid w:val="007A6EA8"/>
    <w:rsid w:val="007A6FF7"/>
    <w:rsid w:val="007A7240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101A"/>
    <w:rsid w:val="007B11DA"/>
    <w:rsid w:val="007B12E4"/>
    <w:rsid w:val="007B13D8"/>
    <w:rsid w:val="007B14AA"/>
    <w:rsid w:val="007B174B"/>
    <w:rsid w:val="007B1922"/>
    <w:rsid w:val="007B1F17"/>
    <w:rsid w:val="007B1FB8"/>
    <w:rsid w:val="007B205C"/>
    <w:rsid w:val="007B223B"/>
    <w:rsid w:val="007B2B6F"/>
    <w:rsid w:val="007B2DA8"/>
    <w:rsid w:val="007B30BA"/>
    <w:rsid w:val="007B314A"/>
    <w:rsid w:val="007B361A"/>
    <w:rsid w:val="007B36C1"/>
    <w:rsid w:val="007B3A62"/>
    <w:rsid w:val="007B3A81"/>
    <w:rsid w:val="007B3B0A"/>
    <w:rsid w:val="007B40CC"/>
    <w:rsid w:val="007B41EC"/>
    <w:rsid w:val="007B4302"/>
    <w:rsid w:val="007B4358"/>
    <w:rsid w:val="007B45F2"/>
    <w:rsid w:val="007B4832"/>
    <w:rsid w:val="007B484F"/>
    <w:rsid w:val="007B4953"/>
    <w:rsid w:val="007B4A08"/>
    <w:rsid w:val="007B4AA7"/>
    <w:rsid w:val="007B4AB3"/>
    <w:rsid w:val="007B4B90"/>
    <w:rsid w:val="007B4B9E"/>
    <w:rsid w:val="007B4CB5"/>
    <w:rsid w:val="007B4DB6"/>
    <w:rsid w:val="007B521B"/>
    <w:rsid w:val="007B535C"/>
    <w:rsid w:val="007B5426"/>
    <w:rsid w:val="007B599A"/>
    <w:rsid w:val="007B5BDF"/>
    <w:rsid w:val="007B5D90"/>
    <w:rsid w:val="007B5DE8"/>
    <w:rsid w:val="007B5DFF"/>
    <w:rsid w:val="007B5F44"/>
    <w:rsid w:val="007B6334"/>
    <w:rsid w:val="007B6E5C"/>
    <w:rsid w:val="007B70D5"/>
    <w:rsid w:val="007B772A"/>
    <w:rsid w:val="007B7BCA"/>
    <w:rsid w:val="007C0347"/>
    <w:rsid w:val="007C0952"/>
    <w:rsid w:val="007C0BB6"/>
    <w:rsid w:val="007C0BC9"/>
    <w:rsid w:val="007C0BE9"/>
    <w:rsid w:val="007C0E68"/>
    <w:rsid w:val="007C0ED2"/>
    <w:rsid w:val="007C0F48"/>
    <w:rsid w:val="007C1107"/>
    <w:rsid w:val="007C1426"/>
    <w:rsid w:val="007C149D"/>
    <w:rsid w:val="007C171B"/>
    <w:rsid w:val="007C1A62"/>
    <w:rsid w:val="007C1A7E"/>
    <w:rsid w:val="007C1CA0"/>
    <w:rsid w:val="007C1D06"/>
    <w:rsid w:val="007C1F93"/>
    <w:rsid w:val="007C20A5"/>
    <w:rsid w:val="007C227F"/>
    <w:rsid w:val="007C29EA"/>
    <w:rsid w:val="007C2AD9"/>
    <w:rsid w:val="007C2D59"/>
    <w:rsid w:val="007C3316"/>
    <w:rsid w:val="007C39DB"/>
    <w:rsid w:val="007C3BF2"/>
    <w:rsid w:val="007C3C71"/>
    <w:rsid w:val="007C3EA8"/>
    <w:rsid w:val="007C3EFB"/>
    <w:rsid w:val="007C3F60"/>
    <w:rsid w:val="007C41B7"/>
    <w:rsid w:val="007C43D9"/>
    <w:rsid w:val="007C445C"/>
    <w:rsid w:val="007C45A0"/>
    <w:rsid w:val="007C53F8"/>
    <w:rsid w:val="007C559D"/>
    <w:rsid w:val="007C586C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A84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33"/>
    <w:rsid w:val="007D144C"/>
    <w:rsid w:val="007D1493"/>
    <w:rsid w:val="007D16D4"/>
    <w:rsid w:val="007D1A74"/>
    <w:rsid w:val="007D1D4B"/>
    <w:rsid w:val="007D1DA3"/>
    <w:rsid w:val="007D1E88"/>
    <w:rsid w:val="007D1FEB"/>
    <w:rsid w:val="007D2003"/>
    <w:rsid w:val="007D204A"/>
    <w:rsid w:val="007D205C"/>
    <w:rsid w:val="007D22E1"/>
    <w:rsid w:val="007D22FF"/>
    <w:rsid w:val="007D2930"/>
    <w:rsid w:val="007D2AB8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6C"/>
    <w:rsid w:val="007D5072"/>
    <w:rsid w:val="007D50A9"/>
    <w:rsid w:val="007D5165"/>
    <w:rsid w:val="007D51D1"/>
    <w:rsid w:val="007D5278"/>
    <w:rsid w:val="007D5DBF"/>
    <w:rsid w:val="007D5F4A"/>
    <w:rsid w:val="007D60F2"/>
    <w:rsid w:val="007D6466"/>
    <w:rsid w:val="007D6600"/>
    <w:rsid w:val="007D676B"/>
    <w:rsid w:val="007D6906"/>
    <w:rsid w:val="007D69A9"/>
    <w:rsid w:val="007D6D35"/>
    <w:rsid w:val="007D6DEC"/>
    <w:rsid w:val="007D6FB9"/>
    <w:rsid w:val="007D7148"/>
    <w:rsid w:val="007D71F1"/>
    <w:rsid w:val="007D77C6"/>
    <w:rsid w:val="007D7D9A"/>
    <w:rsid w:val="007E0148"/>
    <w:rsid w:val="007E06DD"/>
    <w:rsid w:val="007E080D"/>
    <w:rsid w:val="007E0A3E"/>
    <w:rsid w:val="007E0F82"/>
    <w:rsid w:val="007E1660"/>
    <w:rsid w:val="007E1764"/>
    <w:rsid w:val="007E1A52"/>
    <w:rsid w:val="007E1C09"/>
    <w:rsid w:val="007E1E20"/>
    <w:rsid w:val="007E202F"/>
    <w:rsid w:val="007E2578"/>
    <w:rsid w:val="007E25CD"/>
    <w:rsid w:val="007E28A9"/>
    <w:rsid w:val="007E28D2"/>
    <w:rsid w:val="007E29E1"/>
    <w:rsid w:val="007E2B1F"/>
    <w:rsid w:val="007E2CB6"/>
    <w:rsid w:val="007E2CFD"/>
    <w:rsid w:val="007E2DB4"/>
    <w:rsid w:val="007E30EE"/>
    <w:rsid w:val="007E354E"/>
    <w:rsid w:val="007E3575"/>
    <w:rsid w:val="007E3644"/>
    <w:rsid w:val="007E38F4"/>
    <w:rsid w:val="007E397D"/>
    <w:rsid w:val="007E3BF3"/>
    <w:rsid w:val="007E431C"/>
    <w:rsid w:val="007E466E"/>
    <w:rsid w:val="007E4771"/>
    <w:rsid w:val="007E4B8A"/>
    <w:rsid w:val="007E4BAD"/>
    <w:rsid w:val="007E4CA8"/>
    <w:rsid w:val="007E4CC3"/>
    <w:rsid w:val="007E5A5D"/>
    <w:rsid w:val="007E5BE5"/>
    <w:rsid w:val="007E5C3C"/>
    <w:rsid w:val="007E5EDA"/>
    <w:rsid w:val="007E5F6A"/>
    <w:rsid w:val="007E609A"/>
    <w:rsid w:val="007E6592"/>
    <w:rsid w:val="007E6B8B"/>
    <w:rsid w:val="007E6F4C"/>
    <w:rsid w:val="007E6F4E"/>
    <w:rsid w:val="007E74B5"/>
    <w:rsid w:val="007E76E8"/>
    <w:rsid w:val="007E77C5"/>
    <w:rsid w:val="007E78BF"/>
    <w:rsid w:val="007E7B0B"/>
    <w:rsid w:val="007E7BAC"/>
    <w:rsid w:val="007E7C43"/>
    <w:rsid w:val="007E7C8B"/>
    <w:rsid w:val="007E7F28"/>
    <w:rsid w:val="007F010C"/>
    <w:rsid w:val="007F07BB"/>
    <w:rsid w:val="007F084F"/>
    <w:rsid w:val="007F0874"/>
    <w:rsid w:val="007F1196"/>
    <w:rsid w:val="007F126F"/>
    <w:rsid w:val="007F1307"/>
    <w:rsid w:val="007F1587"/>
    <w:rsid w:val="007F17DA"/>
    <w:rsid w:val="007F17F3"/>
    <w:rsid w:val="007F1853"/>
    <w:rsid w:val="007F189A"/>
    <w:rsid w:val="007F198A"/>
    <w:rsid w:val="007F1A04"/>
    <w:rsid w:val="007F1A41"/>
    <w:rsid w:val="007F1A42"/>
    <w:rsid w:val="007F208E"/>
    <w:rsid w:val="007F20B6"/>
    <w:rsid w:val="007F211A"/>
    <w:rsid w:val="007F217C"/>
    <w:rsid w:val="007F2293"/>
    <w:rsid w:val="007F2B90"/>
    <w:rsid w:val="007F2D0F"/>
    <w:rsid w:val="007F2ED0"/>
    <w:rsid w:val="007F377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7D4"/>
    <w:rsid w:val="007F5A97"/>
    <w:rsid w:val="007F5D2B"/>
    <w:rsid w:val="007F6495"/>
    <w:rsid w:val="007F650D"/>
    <w:rsid w:val="007F6EC9"/>
    <w:rsid w:val="007F6F1D"/>
    <w:rsid w:val="007F7451"/>
    <w:rsid w:val="007F77ED"/>
    <w:rsid w:val="007F7878"/>
    <w:rsid w:val="007F79EE"/>
    <w:rsid w:val="007F7FDA"/>
    <w:rsid w:val="0080014C"/>
    <w:rsid w:val="00800482"/>
    <w:rsid w:val="00800A7C"/>
    <w:rsid w:val="0080143C"/>
    <w:rsid w:val="00801808"/>
    <w:rsid w:val="008018A3"/>
    <w:rsid w:val="008026A5"/>
    <w:rsid w:val="008026EA"/>
    <w:rsid w:val="00802910"/>
    <w:rsid w:val="00802D07"/>
    <w:rsid w:val="00802D1A"/>
    <w:rsid w:val="0080354E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4FB1"/>
    <w:rsid w:val="00805062"/>
    <w:rsid w:val="00805800"/>
    <w:rsid w:val="008059B7"/>
    <w:rsid w:val="00805B16"/>
    <w:rsid w:val="00805BD5"/>
    <w:rsid w:val="00805CF1"/>
    <w:rsid w:val="00805DC5"/>
    <w:rsid w:val="00805DF5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6D85"/>
    <w:rsid w:val="0080703C"/>
    <w:rsid w:val="0080704E"/>
    <w:rsid w:val="008074AA"/>
    <w:rsid w:val="0080758D"/>
    <w:rsid w:val="00807654"/>
    <w:rsid w:val="00807AE9"/>
    <w:rsid w:val="00807B21"/>
    <w:rsid w:val="00807D51"/>
    <w:rsid w:val="00807DAB"/>
    <w:rsid w:val="00810223"/>
    <w:rsid w:val="00810366"/>
    <w:rsid w:val="008109B5"/>
    <w:rsid w:val="00810B10"/>
    <w:rsid w:val="00810BC5"/>
    <w:rsid w:val="00810C14"/>
    <w:rsid w:val="00810D5B"/>
    <w:rsid w:val="008110C9"/>
    <w:rsid w:val="008114D4"/>
    <w:rsid w:val="00811802"/>
    <w:rsid w:val="00811943"/>
    <w:rsid w:val="00811E56"/>
    <w:rsid w:val="0081203B"/>
    <w:rsid w:val="008120C2"/>
    <w:rsid w:val="00812387"/>
    <w:rsid w:val="008127A3"/>
    <w:rsid w:val="00812A32"/>
    <w:rsid w:val="00812D5C"/>
    <w:rsid w:val="00813242"/>
    <w:rsid w:val="008133AF"/>
    <w:rsid w:val="008133B1"/>
    <w:rsid w:val="008135B0"/>
    <w:rsid w:val="008139CD"/>
    <w:rsid w:val="00813CDA"/>
    <w:rsid w:val="00813CF0"/>
    <w:rsid w:val="00813F8B"/>
    <w:rsid w:val="008140A5"/>
    <w:rsid w:val="00814470"/>
    <w:rsid w:val="00814879"/>
    <w:rsid w:val="00814BC3"/>
    <w:rsid w:val="00814BD3"/>
    <w:rsid w:val="00814E3F"/>
    <w:rsid w:val="00814E4A"/>
    <w:rsid w:val="00814EA5"/>
    <w:rsid w:val="00815150"/>
    <w:rsid w:val="008153D3"/>
    <w:rsid w:val="008154ED"/>
    <w:rsid w:val="00815938"/>
    <w:rsid w:val="0081599B"/>
    <w:rsid w:val="008159F2"/>
    <w:rsid w:val="00815A03"/>
    <w:rsid w:val="00815AD4"/>
    <w:rsid w:val="00815D80"/>
    <w:rsid w:val="00815DF3"/>
    <w:rsid w:val="008161A6"/>
    <w:rsid w:val="0081627A"/>
    <w:rsid w:val="008164EF"/>
    <w:rsid w:val="00816645"/>
    <w:rsid w:val="0081677C"/>
    <w:rsid w:val="0081680F"/>
    <w:rsid w:val="008169B1"/>
    <w:rsid w:val="008169EF"/>
    <w:rsid w:val="00816C62"/>
    <w:rsid w:val="00816CB7"/>
    <w:rsid w:val="00816DFF"/>
    <w:rsid w:val="00816E6A"/>
    <w:rsid w:val="0081701D"/>
    <w:rsid w:val="00817045"/>
    <w:rsid w:val="0081714B"/>
    <w:rsid w:val="00817156"/>
    <w:rsid w:val="0081721E"/>
    <w:rsid w:val="00817451"/>
    <w:rsid w:val="0081785A"/>
    <w:rsid w:val="00817B9A"/>
    <w:rsid w:val="00817C30"/>
    <w:rsid w:val="00817CBB"/>
    <w:rsid w:val="00817D83"/>
    <w:rsid w:val="00817D85"/>
    <w:rsid w:val="0082005F"/>
    <w:rsid w:val="00820904"/>
    <w:rsid w:val="00820A13"/>
    <w:rsid w:val="00820AEE"/>
    <w:rsid w:val="00820B8A"/>
    <w:rsid w:val="00821061"/>
    <w:rsid w:val="00821166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631"/>
    <w:rsid w:val="0082281D"/>
    <w:rsid w:val="00822A41"/>
    <w:rsid w:val="00822B6A"/>
    <w:rsid w:val="00822E73"/>
    <w:rsid w:val="00823080"/>
    <w:rsid w:val="00823128"/>
    <w:rsid w:val="00823331"/>
    <w:rsid w:val="00823485"/>
    <w:rsid w:val="00823886"/>
    <w:rsid w:val="008239B2"/>
    <w:rsid w:val="00823C84"/>
    <w:rsid w:val="00823CF6"/>
    <w:rsid w:val="00824184"/>
    <w:rsid w:val="00824390"/>
    <w:rsid w:val="008244FF"/>
    <w:rsid w:val="00824970"/>
    <w:rsid w:val="008249A5"/>
    <w:rsid w:val="008249F0"/>
    <w:rsid w:val="00824A4F"/>
    <w:rsid w:val="00824A7E"/>
    <w:rsid w:val="0082545B"/>
    <w:rsid w:val="00825A31"/>
    <w:rsid w:val="00825D50"/>
    <w:rsid w:val="00825D63"/>
    <w:rsid w:val="00825DC2"/>
    <w:rsid w:val="00826038"/>
    <w:rsid w:val="008260A5"/>
    <w:rsid w:val="008260E7"/>
    <w:rsid w:val="0082620B"/>
    <w:rsid w:val="008263A4"/>
    <w:rsid w:val="00826400"/>
    <w:rsid w:val="008265AE"/>
    <w:rsid w:val="00826A99"/>
    <w:rsid w:val="00826ACB"/>
    <w:rsid w:val="00826E43"/>
    <w:rsid w:val="00827E1B"/>
    <w:rsid w:val="00830044"/>
    <w:rsid w:val="008301C9"/>
    <w:rsid w:val="0083039F"/>
    <w:rsid w:val="00830AD7"/>
    <w:rsid w:val="00830BC6"/>
    <w:rsid w:val="008314B9"/>
    <w:rsid w:val="008314ED"/>
    <w:rsid w:val="00831C10"/>
    <w:rsid w:val="00832027"/>
    <w:rsid w:val="0083202D"/>
    <w:rsid w:val="008324B2"/>
    <w:rsid w:val="0083253F"/>
    <w:rsid w:val="00832560"/>
    <w:rsid w:val="008326B7"/>
    <w:rsid w:val="00832904"/>
    <w:rsid w:val="008329D1"/>
    <w:rsid w:val="00832D3D"/>
    <w:rsid w:val="008331BF"/>
    <w:rsid w:val="00833275"/>
    <w:rsid w:val="00833431"/>
    <w:rsid w:val="00833537"/>
    <w:rsid w:val="008335BA"/>
    <w:rsid w:val="008337C8"/>
    <w:rsid w:val="00833C2E"/>
    <w:rsid w:val="0083480D"/>
    <w:rsid w:val="00834953"/>
    <w:rsid w:val="00834B9E"/>
    <w:rsid w:val="00834BE9"/>
    <w:rsid w:val="00834E45"/>
    <w:rsid w:val="00835298"/>
    <w:rsid w:val="008352BD"/>
    <w:rsid w:val="008355F0"/>
    <w:rsid w:val="008357A5"/>
    <w:rsid w:val="00835970"/>
    <w:rsid w:val="00835978"/>
    <w:rsid w:val="00835EC1"/>
    <w:rsid w:val="0083614A"/>
    <w:rsid w:val="00836375"/>
    <w:rsid w:val="00836A66"/>
    <w:rsid w:val="00836C9D"/>
    <w:rsid w:val="00836F3E"/>
    <w:rsid w:val="00837741"/>
    <w:rsid w:val="0083788B"/>
    <w:rsid w:val="00837AEF"/>
    <w:rsid w:val="00837EA0"/>
    <w:rsid w:val="00837FE5"/>
    <w:rsid w:val="0084002F"/>
    <w:rsid w:val="008402F7"/>
    <w:rsid w:val="008404DE"/>
    <w:rsid w:val="00840740"/>
    <w:rsid w:val="00840DBE"/>
    <w:rsid w:val="00840F6F"/>
    <w:rsid w:val="0084125B"/>
    <w:rsid w:val="00841B6E"/>
    <w:rsid w:val="00841BA7"/>
    <w:rsid w:val="00841BF1"/>
    <w:rsid w:val="00841D5D"/>
    <w:rsid w:val="00841F61"/>
    <w:rsid w:val="00842045"/>
    <w:rsid w:val="008421CA"/>
    <w:rsid w:val="008421D1"/>
    <w:rsid w:val="008424C8"/>
    <w:rsid w:val="008425BD"/>
    <w:rsid w:val="008425ED"/>
    <w:rsid w:val="0084273B"/>
    <w:rsid w:val="00842BF5"/>
    <w:rsid w:val="00842DBA"/>
    <w:rsid w:val="0084371C"/>
    <w:rsid w:val="00843814"/>
    <w:rsid w:val="0084381E"/>
    <w:rsid w:val="008439B8"/>
    <w:rsid w:val="00843AE8"/>
    <w:rsid w:val="00843F3F"/>
    <w:rsid w:val="00844194"/>
    <w:rsid w:val="008444E9"/>
    <w:rsid w:val="00844ABE"/>
    <w:rsid w:val="00844AE8"/>
    <w:rsid w:val="00844BC1"/>
    <w:rsid w:val="00844E0E"/>
    <w:rsid w:val="00844F3D"/>
    <w:rsid w:val="0084508E"/>
    <w:rsid w:val="008450ED"/>
    <w:rsid w:val="0084511B"/>
    <w:rsid w:val="0084515E"/>
    <w:rsid w:val="00845298"/>
    <w:rsid w:val="008455AD"/>
    <w:rsid w:val="00845B85"/>
    <w:rsid w:val="00845DED"/>
    <w:rsid w:val="00845E51"/>
    <w:rsid w:val="008460D8"/>
    <w:rsid w:val="00846162"/>
    <w:rsid w:val="00846371"/>
    <w:rsid w:val="00846BF2"/>
    <w:rsid w:val="00846CAC"/>
    <w:rsid w:val="00847022"/>
    <w:rsid w:val="00847327"/>
    <w:rsid w:val="0084774A"/>
    <w:rsid w:val="00847EA7"/>
    <w:rsid w:val="00847F16"/>
    <w:rsid w:val="008500FE"/>
    <w:rsid w:val="00850294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393"/>
    <w:rsid w:val="00852415"/>
    <w:rsid w:val="008524E2"/>
    <w:rsid w:val="008527E8"/>
    <w:rsid w:val="00852A21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D24"/>
    <w:rsid w:val="00853E60"/>
    <w:rsid w:val="008542F1"/>
    <w:rsid w:val="008547D2"/>
    <w:rsid w:val="00854AD5"/>
    <w:rsid w:val="00854BD2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56A"/>
    <w:rsid w:val="00857AB1"/>
    <w:rsid w:val="00857D95"/>
    <w:rsid w:val="00857D99"/>
    <w:rsid w:val="0086006C"/>
    <w:rsid w:val="0086021F"/>
    <w:rsid w:val="008602BF"/>
    <w:rsid w:val="008602E9"/>
    <w:rsid w:val="00860366"/>
    <w:rsid w:val="00860813"/>
    <w:rsid w:val="00860D51"/>
    <w:rsid w:val="0086118B"/>
    <w:rsid w:val="00861277"/>
    <w:rsid w:val="00861345"/>
    <w:rsid w:val="00861482"/>
    <w:rsid w:val="008615F9"/>
    <w:rsid w:val="00861674"/>
    <w:rsid w:val="00861958"/>
    <w:rsid w:val="00861A4B"/>
    <w:rsid w:val="00861BE8"/>
    <w:rsid w:val="00862082"/>
    <w:rsid w:val="008621E2"/>
    <w:rsid w:val="008623C9"/>
    <w:rsid w:val="008626A1"/>
    <w:rsid w:val="00862BE1"/>
    <w:rsid w:val="00862D10"/>
    <w:rsid w:val="00863162"/>
    <w:rsid w:val="008631C0"/>
    <w:rsid w:val="00863510"/>
    <w:rsid w:val="008635E8"/>
    <w:rsid w:val="00863C90"/>
    <w:rsid w:val="00863CAF"/>
    <w:rsid w:val="00863EFA"/>
    <w:rsid w:val="008643AB"/>
    <w:rsid w:val="00864510"/>
    <w:rsid w:val="00864570"/>
    <w:rsid w:val="008646A7"/>
    <w:rsid w:val="0086477A"/>
    <w:rsid w:val="0086490C"/>
    <w:rsid w:val="00864997"/>
    <w:rsid w:val="0086508E"/>
    <w:rsid w:val="0086537B"/>
    <w:rsid w:val="008653C3"/>
    <w:rsid w:val="00865571"/>
    <w:rsid w:val="0086557D"/>
    <w:rsid w:val="00865C87"/>
    <w:rsid w:val="00865DA3"/>
    <w:rsid w:val="008660A9"/>
    <w:rsid w:val="00866819"/>
    <w:rsid w:val="00866931"/>
    <w:rsid w:val="00866A74"/>
    <w:rsid w:val="00866CC7"/>
    <w:rsid w:val="00866CDF"/>
    <w:rsid w:val="00866D1E"/>
    <w:rsid w:val="00866D6E"/>
    <w:rsid w:val="00866FC5"/>
    <w:rsid w:val="00867070"/>
    <w:rsid w:val="008672E3"/>
    <w:rsid w:val="0086749D"/>
    <w:rsid w:val="008676E7"/>
    <w:rsid w:val="0086775D"/>
    <w:rsid w:val="00867AC9"/>
    <w:rsid w:val="00867EF6"/>
    <w:rsid w:val="00870130"/>
    <w:rsid w:val="00870192"/>
    <w:rsid w:val="00870605"/>
    <w:rsid w:val="008706DA"/>
    <w:rsid w:val="00870EC4"/>
    <w:rsid w:val="00870FDF"/>
    <w:rsid w:val="008715D6"/>
    <w:rsid w:val="00871B37"/>
    <w:rsid w:val="00871C21"/>
    <w:rsid w:val="00871CF9"/>
    <w:rsid w:val="00871FDD"/>
    <w:rsid w:val="0087207C"/>
    <w:rsid w:val="0087213D"/>
    <w:rsid w:val="008727E0"/>
    <w:rsid w:val="008728B9"/>
    <w:rsid w:val="008728DA"/>
    <w:rsid w:val="00872ABC"/>
    <w:rsid w:val="00872B0A"/>
    <w:rsid w:val="00872B1E"/>
    <w:rsid w:val="008730A9"/>
    <w:rsid w:val="008736D8"/>
    <w:rsid w:val="00873735"/>
    <w:rsid w:val="00873743"/>
    <w:rsid w:val="008737D0"/>
    <w:rsid w:val="00873B28"/>
    <w:rsid w:val="00873FFA"/>
    <w:rsid w:val="00874236"/>
    <w:rsid w:val="0087438C"/>
    <w:rsid w:val="00874721"/>
    <w:rsid w:val="0087565E"/>
    <w:rsid w:val="00875A0C"/>
    <w:rsid w:val="00875DDB"/>
    <w:rsid w:val="00876147"/>
    <w:rsid w:val="00876634"/>
    <w:rsid w:val="008766C5"/>
    <w:rsid w:val="00876714"/>
    <w:rsid w:val="00876AB4"/>
    <w:rsid w:val="00876C78"/>
    <w:rsid w:val="00876E01"/>
    <w:rsid w:val="008771AD"/>
    <w:rsid w:val="008772F9"/>
    <w:rsid w:val="00877470"/>
    <w:rsid w:val="008774A0"/>
    <w:rsid w:val="00877551"/>
    <w:rsid w:val="00877575"/>
    <w:rsid w:val="00877864"/>
    <w:rsid w:val="00877BBA"/>
    <w:rsid w:val="00877C68"/>
    <w:rsid w:val="00877D59"/>
    <w:rsid w:val="00877ED4"/>
    <w:rsid w:val="00880024"/>
    <w:rsid w:val="0088070B"/>
    <w:rsid w:val="00880722"/>
    <w:rsid w:val="00880ED5"/>
    <w:rsid w:val="0088114B"/>
    <w:rsid w:val="008815A2"/>
    <w:rsid w:val="008815F0"/>
    <w:rsid w:val="008817E9"/>
    <w:rsid w:val="00881E2E"/>
    <w:rsid w:val="008821A2"/>
    <w:rsid w:val="00882B85"/>
    <w:rsid w:val="00882E2B"/>
    <w:rsid w:val="00882FAF"/>
    <w:rsid w:val="00883190"/>
    <w:rsid w:val="0088376E"/>
    <w:rsid w:val="0088379D"/>
    <w:rsid w:val="00883BEC"/>
    <w:rsid w:val="00883C67"/>
    <w:rsid w:val="00884102"/>
    <w:rsid w:val="008841D9"/>
    <w:rsid w:val="00884601"/>
    <w:rsid w:val="00884763"/>
    <w:rsid w:val="0088482C"/>
    <w:rsid w:val="00884A0C"/>
    <w:rsid w:val="00884B2E"/>
    <w:rsid w:val="008852DA"/>
    <w:rsid w:val="008855AB"/>
    <w:rsid w:val="0088583D"/>
    <w:rsid w:val="00885908"/>
    <w:rsid w:val="00885AC4"/>
    <w:rsid w:val="00885AF5"/>
    <w:rsid w:val="00885E00"/>
    <w:rsid w:val="00885F36"/>
    <w:rsid w:val="00886021"/>
    <w:rsid w:val="00886A0E"/>
    <w:rsid w:val="00886BE1"/>
    <w:rsid w:val="00886CE1"/>
    <w:rsid w:val="00886CFF"/>
    <w:rsid w:val="00886E19"/>
    <w:rsid w:val="008870C5"/>
    <w:rsid w:val="008872D8"/>
    <w:rsid w:val="00887661"/>
    <w:rsid w:val="008876EC"/>
    <w:rsid w:val="00887867"/>
    <w:rsid w:val="0089004B"/>
    <w:rsid w:val="00890200"/>
    <w:rsid w:val="008902C8"/>
    <w:rsid w:val="0089056B"/>
    <w:rsid w:val="008905CB"/>
    <w:rsid w:val="00890723"/>
    <w:rsid w:val="00890815"/>
    <w:rsid w:val="00890899"/>
    <w:rsid w:val="008908E2"/>
    <w:rsid w:val="00890908"/>
    <w:rsid w:val="00890F50"/>
    <w:rsid w:val="00891465"/>
    <w:rsid w:val="00891782"/>
    <w:rsid w:val="00891835"/>
    <w:rsid w:val="00891AF0"/>
    <w:rsid w:val="00891B53"/>
    <w:rsid w:val="00891DFA"/>
    <w:rsid w:val="00891E80"/>
    <w:rsid w:val="0089217E"/>
    <w:rsid w:val="00892302"/>
    <w:rsid w:val="00892330"/>
    <w:rsid w:val="0089249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00"/>
    <w:rsid w:val="00893BED"/>
    <w:rsid w:val="00893D09"/>
    <w:rsid w:val="00893E16"/>
    <w:rsid w:val="008940A0"/>
    <w:rsid w:val="00894696"/>
    <w:rsid w:val="00894740"/>
    <w:rsid w:val="0089535E"/>
    <w:rsid w:val="008955FC"/>
    <w:rsid w:val="00895F71"/>
    <w:rsid w:val="00896385"/>
    <w:rsid w:val="00896708"/>
    <w:rsid w:val="0089678A"/>
    <w:rsid w:val="0089682C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C94"/>
    <w:rsid w:val="008A1F62"/>
    <w:rsid w:val="008A1F66"/>
    <w:rsid w:val="008A2515"/>
    <w:rsid w:val="008A2674"/>
    <w:rsid w:val="008A2735"/>
    <w:rsid w:val="008A2878"/>
    <w:rsid w:val="008A28A6"/>
    <w:rsid w:val="008A291F"/>
    <w:rsid w:val="008A2971"/>
    <w:rsid w:val="008A2C9F"/>
    <w:rsid w:val="008A2DE6"/>
    <w:rsid w:val="008A327B"/>
    <w:rsid w:val="008A3288"/>
    <w:rsid w:val="008A3668"/>
    <w:rsid w:val="008A3793"/>
    <w:rsid w:val="008A3BA7"/>
    <w:rsid w:val="008A3BCB"/>
    <w:rsid w:val="008A3DC1"/>
    <w:rsid w:val="008A3E50"/>
    <w:rsid w:val="008A40BF"/>
    <w:rsid w:val="008A4119"/>
    <w:rsid w:val="008A422D"/>
    <w:rsid w:val="008A45FB"/>
    <w:rsid w:val="008A466B"/>
    <w:rsid w:val="008A4927"/>
    <w:rsid w:val="008A4B28"/>
    <w:rsid w:val="008A4BD2"/>
    <w:rsid w:val="008A4C0C"/>
    <w:rsid w:val="008A4D15"/>
    <w:rsid w:val="008A4D84"/>
    <w:rsid w:val="008A4E0E"/>
    <w:rsid w:val="008A4E46"/>
    <w:rsid w:val="008A525F"/>
    <w:rsid w:val="008A5A1D"/>
    <w:rsid w:val="008A5A37"/>
    <w:rsid w:val="008A5E0E"/>
    <w:rsid w:val="008A695F"/>
    <w:rsid w:val="008A6A72"/>
    <w:rsid w:val="008A6A93"/>
    <w:rsid w:val="008A6B71"/>
    <w:rsid w:val="008A6F39"/>
    <w:rsid w:val="008A6FA9"/>
    <w:rsid w:val="008A7009"/>
    <w:rsid w:val="008A7782"/>
    <w:rsid w:val="008A784F"/>
    <w:rsid w:val="008A7BDF"/>
    <w:rsid w:val="008A7E94"/>
    <w:rsid w:val="008B00A3"/>
    <w:rsid w:val="008B0342"/>
    <w:rsid w:val="008B048D"/>
    <w:rsid w:val="008B0C50"/>
    <w:rsid w:val="008B0D5B"/>
    <w:rsid w:val="008B14B5"/>
    <w:rsid w:val="008B1631"/>
    <w:rsid w:val="008B1823"/>
    <w:rsid w:val="008B1D77"/>
    <w:rsid w:val="008B1E4C"/>
    <w:rsid w:val="008B1ED5"/>
    <w:rsid w:val="008B24C3"/>
    <w:rsid w:val="008B2968"/>
    <w:rsid w:val="008B31C0"/>
    <w:rsid w:val="008B33F7"/>
    <w:rsid w:val="008B352F"/>
    <w:rsid w:val="008B35BC"/>
    <w:rsid w:val="008B371F"/>
    <w:rsid w:val="008B3960"/>
    <w:rsid w:val="008B3B5B"/>
    <w:rsid w:val="008B3E2F"/>
    <w:rsid w:val="008B3F28"/>
    <w:rsid w:val="008B421C"/>
    <w:rsid w:val="008B44E6"/>
    <w:rsid w:val="008B4AB4"/>
    <w:rsid w:val="008B4B6C"/>
    <w:rsid w:val="008B4B8D"/>
    <w:rsid w:val="008B4BA4"/>
    <w:rsid w:val="008B50A4"/>
    <w:rsid w:val="008B51A5"/>
    <w:rsid w:val="008B5425"/>
    <w:rsid w:val="008B563A"/>
    <w:rsid w:val="008B59A7"/>
    <w:rsid w:val="008B5EA1"/>
    <w:rsid w:val="008B5F31"/>
    <w:rsid w:val="008B5F5D"/>
    <w:rsid w:val="008B5FC7"/>
    <w:rsid w:val="008B628A"/>
    <w:rsid w:val="008B62AE"/>
    <w:rsid w:val="008B639A"/>
    <w:rsid w:val="008B6A93"/>
    <w:rsid w:val="008B6BDF"/>
    <w:rsid w:val="008B6D0D"/>
    <w:rsid w:val="008B7106"/>
    <w:rsid w:val="008B71EF"/>
    <w:rsid w:val="008B7487"/>
    <w:rsid w:val="008B7586"/>
    <w:rsid w:val="008B79A7"/>
    <w:rsid w:val="008B7B85"/>
    <w:rsid w:val="008B7F4B"/>
    <w:rsid w:val="008C0357"/>
    <w:rsid w:val="008C05D7"/>
    <w:rsid w:val="008C10CB"/>
    <w:rsid w:val="008C144B"/>
    <w:rsid w:val="008C1484"/>
    <w:rsid w:val="008C1794"/>
    <w:rsid w:val="008C191D"/>
    <w:rsid w:val="008C1E1B"/>
    <w:rsid w:val="008C2454"/>
    <w:rsid w:val="008C27C3"/>
    <w:rsid w:val="008C2C4E"/>
    <w:rsid w:val="008C2E42"/>
    <w:rsid w:val="008C30AB"/>
    <w:rsid w:val="008C3257"/>
    <w:rsid w:val="008C3AC7"/>
    <w:rsid w:val="008C3C1A"/>
    <w:rsid w:val="008C4B1C"/>
    <w:rsid w:val="008C4B53"/>
    <w:rsid w:val="008C4B5E"/>
    <w:rsid w:val="008C5871"/>
    <w:rsid w:val="008C5A2B"/>
    <w:rsid w:val="008C5A67"/>
    <w:rsid w:val="008C5C45"/>
    <w:rsid w:val="008C5F10"/>
    <w:rsid w:val="008C60AF"/>
    <w:rsid w:val="008C632F"/>
    <w:rsid w:val="008C6B44"/>
    <w:rsid w:val="008C6C88"/>
    <w:rsid w:val="008C6D7B"/>
    <w:rsid w:val="008C7022"/>
    <w:rsid w:val="008C7418"/>
    <w:rsid w:val="008C75C4"/>
    <w:rsid w:val="008C7B09"/>
    <w:rsid w:val="008C7CF1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561"/>
    <w:rsid w:val="008D39C8"/>
    <w:rsid w:val="008D3BA7"/>
    <w:rsid w:val="008D41BA"/>
    <w:rsid w:val="008D43A7"/>
    <w:rsid w:val="008D48F8"/>
    <w:rsid w:val="008D4BA1"/>
    <w:rsid w:val="008D4FAA"/>
    <w:rsid w:val="008D503B"/>
    <w:rsid w:val="008D5053"/>
    <w:rsid w:val="008D52A3"/>
    <w:rsid w:val="008D532A"/>
    <w:rsid w:val="008D55D8"/>
    <w:rsid w:val="008D5684"/>
    <w:rsid w:val="008D5A88"/>
    <w:rsid w:val="008D5C3A"/>
    <w:rsid w:val="008D6176"/>
    <w:rsid w:val="008D624B"/>
    <w:rsid w:val="008D6333"/>
    <w:rsid w:val="008D677B"/>
    <w:rsid w:val="008D67AC"/>
    <w:rsid w:val="008D6923"/>
    <w:rsid w:val="008D69DB"/>
    <w:rsid w:val="008D6C22"/>
    <w:rsid w:val="008D6CE3"/>
    <w:rsid w:val="008D6D28"/>
    <w:rsid w:val="008D6D83"/>
    <w:rsid w:val="008D6F3B"/>
    <w:rsid w:val="008D7318"/>
    <w:rsid w:val="008D78FE"/>
    <w:rsid w:val="008D7C5E"/>
    <w:rsid w:val="008E02E5"/>
    <w:rsid w:val="008E03A4"/>
    <w:rsid w:val="008E084C"/>
    <w:rsid w:val="008E08FC"/>
    <w:rsid w:val="008E0963"/>
    <w:rsid w:val="008E0D1D"/>
    <w:rsid w:val="008E11CE"/>
    <w:rsid w:val="008E12CC"/>
    <w:rsid w:val="008E15D4"/>
    <w:rsid w:val="008E1985"/>
    <w:rsid w:val="008E1CF3"/>
    <w:rsid w:val="008E1E34"/>
    <w:rsid w:val="008E1EF7"/>
    <w:rsid w:val="008E1EFF"/>
    <w:rsid w:val="008E233A"/>
    <w:rsid w:val="008E243C"/>
    <w:rsid w:val="008E276A"/>
    <w:rsid w:val="008E2977"/>
    <w:rsid w:val="008E2AD6"/>
    <w:rsid w:val="008E2C86"/>
    <w:rsid w:val="008E2EE4"/>
    <w:rsid w:val="008E2F81"/>
    <w:rsid w:val="008E30F6"/>
    <w:rsid w:val="008E343A"/>
    <w:rsid w:val="008E3609"/>
    <w:rsid w:val="008E39B5"/>
    <w:rsid w:val="008E3D2D"/>
    <w:rsid w:val="008E4286"/>
    <w:rsid w:val="008E4487"/>
    <w:rsid w:val="008E4D9B"/>
    <w:rsid w:val="008E4DF6"/>
    <w:rsid w:val="008E4EE4"/>
    <w:rsid w:val="008E531E"/>
    <w:rsid w:val="008E55CB"/>
    <w:rsid w:val="008E5884"/>
    <w:rsid w:val="008E62F9"/>
    <w:rsid w:val="008E64D7"/>
    <w:rsid w:val="008E6A99"/>
    <w:rsid w:val="008E6AAA"/>
    <w:rsid w:val="008E75D1"/>
    <w:rsid w:val="008E7644"/>
    <w:rsid w:val="008E766D"/>
    <w:rsid w:val="008E77BE"/>
    <w:rsid w:val="008E7818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2D3"/>
    <w:rsid w:val="008F13EE"/>
    <w:rsid w:val="008F1B9F"/>
    <w:rsid w:val="008F21AD"/>
    <w:rsid w:val="008F23C7"/>
    <w:rsid w:val="008F282B"/>
    <w:rsid w:val="008F2A17"/>
    <w:rsid w:val="008F32C6"/>
    <w:rsid w:val="008F376B"/>
    <w:rsid w:val="008F3900"/>
    <w:rsid w:val="008F3EA7"/>
    <w:rsid w:val="008F41AB"/>
    <w:rsid w:val="008F445A"/>
    <w:rsid w:val="008F4516"/>
    <w:rsid w:val="008F4BF7"/>
    <w:rsid w:val="008F4D7D"/>
    <w:rsid w:val="008F5219"/>
    <w:rsid w:val="008F59AD"/>
    <w:rsid w:val="008F5D4F"/>
    <w:rsid w:val="008F6338"/>
    <w:rsid w:val="008F661E"/>
    <w:rsid w:val="008F6758"/>
    <w:rsid w:val="008F6778"/>
    <w:rsid w:val="008F69A8"/>
    <w:rsid w:val="008F745C"/>
    <w:rsid w:val="008F79B9"/>
    <w:rsid w:val="008F79CE"/>
    <w:rsid w:val="008F7A7A"/>
    <w:rsid w:val="008F7EAE"/>
    <w:rsid w:val="008F7FB8"/>
    <w:rsid w:val="008F7FF7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B0F"/>
    <w:rsid w:val="00901F4C"/>
    <w:rsid w:val="009029DC"/>
    <w:rsid w:val="00902A6D"/>
    <w:rsid w:val="00902D9C"/>
    <w:rsid w:val="0090341F"/>
    <w:rsid w:val="00903A30"/>
    <w:rsid w:val="00903B1B"/>
    <w:rsid w:val="009042C4"/>
    <w:rsid w:val="009042D3"/>
    <w:rsid w:val="00904374"/>
    <w:rsid w:val="00904658"/>
    <w:rsid w:val="0090472E"/>
    <w:rsid w:val="0090490C"/>
    <w:rsid w:val="00904B41"/>
    <w:rsid w:val="00904BC1"/>
    <w:rsid w:val="00904CBA"/>
    <w:rsid w:val="00904D40"/>
    <w:rsid w:val="00904E48"/>
    <w:rsid w:val="00904E94"/>
    <w:rsid w:val="00905727"/>
    <w:rsid w:val="0090583E"/>
    <w:rsid w:val="009058EC"/>
    <w:rsid w:val="00905F1A"/>
    <w:rsid w:val="0090600D"/>
    <w:rsid w:val="00906242"/>
    <w:rsid w:val="009064BE"/>
    <w:rsid w:val="00906690"/>
    <w:rsid w:val="00906A8F"/>
    <w:rsid w:val="0090712A"/>
    <w:rsid w:val="009074CA"/>
    <w:rsid w:val="009077F8"/>
    <w:rsid w:val="009078A0"/>
    <w:rsid w:val="009078C1"/>
    <w:rsid w:val="00910433"/>
    <w:rsid w:val="0091056C"/>
    <w:rsid w:val="00910616"/>
    <w:rsid w:val="009109EA"/>
    <w:rsid w:val="00910CD7"/>
    <w:rsid w:val="00911102"/>
    <w:rsid w:val="009111D8"/>
    <w:rsid w:val="00911259"/>
    <w:rsid w:val="0091147D"/>
    <w:rsid w:val="009114E2"/>
    <w:rsid w:val="00911885"/>
    <w:rsid w:val="00911A0D"/>
    <w:rsid w:val="00911B21"/>
    <w:rsid w:val="00911C9B"/>
    <w:rsid w:val="00911CDD"/>
    <w:rsid w:val="0091209D"/>
    <w:rsid w:val="00912132"/>
    <w:rsid w:val="00912160"/>
    <w:rsid w:val="0091236C"/>
    <w:rsid w:val="00912527"/>
    <w:rsid w:val="009126EF"/>
    <w:rsid w:val="0091278F"/>
    <w:rsid w:val="00912A27"/>
    <w:rsid w:val="00912A2B"/>
    <w:rsid w:val="00912A69"/>
    <w:rsid w:val="00912B98"/>
    <w:rsid w:val="00912B99"/>
    <w:rsid w:val="00912BB1"/>
    <w:rsid w:val="00912FD6"/>
    <w:rsid w:val="009130E6"/>
    <w:rsid w:val="00913237"/>
    <w:rsid w:val="009132A8"/>
    <w:rsid w:val="00913400"/>
    <w:rsid w:val="0091343B"/>
    <w:rsid w:val="00913697"/>
    <w:rsid w:val="009138EA"/>
    <w:rsid w:val="00913DB2"/>
    <w:rsid w:val="00913E2A"/>
    <w:rsid w:val="009141E2"/>
    <w:rsid w:val="009143E4"/>
    <w:rsid w:val="0091448E"/>
    <w:rsid w:val="0091457C"/>
    <w:rsid w:val="0091478A"/>
    <w:rsid w:val="00914801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45A"/>
    <w:rsid w:val="00917431"/>
    <w:rsid w:val="0091769A"/>
    <w:rsid w:val="009176E2"/>
    <w:rsid w:val="00917814"/>
    <w:rsid w:val="00917B11"/>
    <w:rsid w:val="00917D61"/>
    <w:rsid w:val="00917DA9"/>
    <w:rsid w:val="0092034B"/>
    <w:rsid w:val="00920466"/>
    <w:rsid w:val="00920547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1F45"/>
    <w:rsid w:val="009221A1"/>
    <w:rsid w:val="00922254"/>
    <w:rsid w:val="009223CB"/>
    <w:rsid w:val="0092287D"/>
    <w:rsid w:val="00922A79"/>
    <w:rsid w:val="00922ADA"/>
    <w:rsid w:val="00922E58"/>
    <w:rsid w:val="00922F3E"/>
    <w:rsid w:val="0092369A"/>
    <w:rsid w:val="00923A43"/>
    <w:rsid w:val="00923AF5"/>
    <w:rsid w:val="00923E79"/>
    <w:rsid w:val="00923EFD"/>
    <w:rsid w:val="009240ED"/>
    <w:rsid w:val="009241BB"/>
    <w:rsid w:val="009242B4"/>
    <w:rsid w:val="009242D4"/>
    <w:rsid w:val="00924383"/>
    <w:rsid w:val="00924733"/>
    <w:rsid w:val="009247F6"/>
    <w:rsid w:val="00924935"/>
    <w:rsid w:val="00924C3C"/>
    <w:rsid w:val="00924D60"/>
    <w:rsid w:val="00924E06"/>
    <w:rsid w:val="00925148"/>
    <w:rsid w:val="00925378"/>
    <w:rsid w:val="00925560"/>
    <w:rsid w:val="0092575F"/>
    <w:rsid w:val="00925964"/>
    <w:rsid w:val="00925EB0"/>
    <w:rsid w:val="00926141"/>
    <w:rsid w:val="00926401"/>
    <w:rsid w:val="009265BA"/>
    <w:rsid w:val="00926643"/>
    <w:rsid w:val="0092667A"/>
    <w:rsid w:val="009278E1"/>
    <w:rsid w:val="00927F3B"/>
    <w:rsid w:val="00927F84"/>
    <w:rsid w:val="00927FF1"/>
    <w:rsid w:val="0093059D"/>
    <w:rsid w:val="0093061D"/>
    <w:rsid w:val="00930CEB"/>
    <w:rsid w:val="00930E09"/>
    <w:rsid w:val="00930FD4"/>
    <w:rsid w:val="00931266"/>
    <w:rsid w:val="009317F2"/>
    <w:rsid w:val="00931F67"/>
    <w:rsid w:val="009322E6"/>
    <w:rsid w:val="009326A2"/>
    <w:rsid w:val="009329DF"/>
    <w:rsid w:val="00932AC4"/>
    <w:rsid w:val="00932C61"/>
    <w:rsid w:val="00932D34"/>
    <w:rsid w:val="00932F01"/>
    <w:rsid w:val="00932F06"/>
    <w:rsid w:val="00933407"/>
    <w:rsid w:val="009337F1"/>
    <w:rsid w:val="00933844"/>
    <w:rsid w:val="0093386E"/>
    <w:rsid w:val="00933871"/>
    <w:rsid w:val="00933E55"/>
    <w:rsid w:val="009342E9"/>
    <w:rsid w:val="009343DB"/>
    <w:rsid w:val="009343F6"/>
    <w:rsid w:val="009347F2"/>
    <w:rsid w:val="00934AD6"/>
    <w:rsid w:val="00934B0A"/>
    <w:rsid w:val="00934F78"/>
    <w:rsid w:val="009351F8"/>
    <w:rsid w:val="009355AB"/>
    <w:rsid w:val="0093574E"/>
    <w:rsid w:val="0093589B"/>
    <w:rsid w:val="00936653"/>
    <w:rsid w:val="009367D2"/>
    <w:rsid w:val="00936831"/>
    <w:rsid w:val="00936C84"/>
    <w:rsid w:val="00936D85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976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DBE"/>
    <w:rsid w:val="00943DC1"/>
    <w:rsid w:val="0094412D"/>
    <w:rsid w:val="00944384"/>
    <w:rsid w:val="00944427"/>
    <w:rsid w:val="009446C7"/>
    <w:rsid w:val="009446F2"/>
    <w:rsid w:val="009447DC"/>
    <w:rsid w:val="00944844"/>
    <w:rsid w:val="00944B5D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53"/>
    <w:rsid w:val="00945C77"/>
    <w:rsid w:val="00945E30"/>
    <w:rsid w:val="0094678D"/>
    <w:rsid w:val="009467CB"/>
    <w:rsid w:val="00946B7D"/>
    <w:rsid w:val="00946DED"/>
    <w:rsid w:val="00946FBA"/>
    <w:rsid w:val="00947038"/>
    <w:rsid w:val="009472A8"/>
    <w:rsid w:val="009472F3"/>
    <w:rsid w:val="0094732C"/>
    <w:rsid w:val="00947763"/>
    <w:rsid w:val="00947AC1"/>
    <w:rsid w:val="00947C67"/>
    <w:rsid w:val="00947C86"/>
    <w:rsid w:val="0094CCCC"/>
    <w:rsid w:val="0095012E"/>
    <w:rsid w:val="009502A0"/>
    <w:rsid w:val="00950697"/>
    <w:rsid w:val="009507FA"/>
    <w:rsid w:val="00950881"/>
    <w:rsid w:val="00950992"/>
    <w:rsid w:val="00950AA4"/>
    <w:rsid w:val="00950C92"/>
    <w:rsid w:val="00950E62"/>
    <w:rsid w:val="009513BA"/>
    <w:rsid w:val="0095145E"/>
    <w:rsid w:val="00951512"/>
    <w:rsid w:val="00951613"/>
    <w:rsid w:val="009516CC"/>
    <w:rsid w:val="00951C41"/>
    <w:rsid w:val="00951E13"/>
    <w:rsid w:val="009521C1"/>
    <w:rsid w:val="00952292"/>
    <w:rsid w:val="009523B8"/>
    <w:rsid w:val="00952674"/>
    <w:rsid w:val="009527FB"/>
    <w:rsid w:val="00952A81"/>
    <w:rsid w:val="00952BF5"/>
    <w:rsid w:val="009533D5"/>
    <w:rsid w:val="009536CC"/>
    <w:rsid w:val="0095375A"/>
    <w:rsid w:val="00953812"/>
    <w:rsid w:val="00953887"/>
    <w:rsid w:val="00953AC4"/>
    <w:rsid w:val="00953CC5"/>
    <w:rsid w:val="00953FC5"/>
    <w:rsid w:val="00954536"/>
    <w:rsid w:val="009548B6"/>
    <w:rsid w:val="0095495F"/>
    <w:rsid w:val="00954E23"/>
    <w:rsid w:val="00954F09"/>
    <w:rsid w:val="00954F24"/>
    <w:rsid w:val="00954F92"/>
    <w:rsid w:val="00954FB0"/>
    <w:rsid w:val="00955299"/>
    <w:rsid w:val="0095541C"/>
    <w:rsid w:val="0095591D"/>
    <w:rsid w:val="00955985"/>
    <w:rsid w:val="00955DD3"/>
    <w:rsid w:val="00955F49"/>
    <w:rsid w:val="009565B3"/>
    <w:rsid w:val="00956EFC"/>
    <w:rsid w:val="00957633"/>
    <w:rsid w:val="00957698"/>
    <w:rsid w:val="00957775"/>
    <w:rsid w:val="00957A6E"/>
    <w:rsid w:val="00957CAB"/>
    <w:rsid w:val="00960029"/>
    <w:rsid w:val="009600FD"/>
    <w:rsid w:val="0096031C"/>
    <w:rsid w:val="009603AA"/>
    <w:rsid w:val="009603B1"/>
    <w:rsid w:val="00960554"/>
    <w:rsid w:val="0096069A"/>
    <w:rsid w:val="00960810"/>
    <w:rsid w:val="00960826"/>
    <w:rsid w:val="00960A24"/>
    <w:rsid w:val="00960D3B"/>
    <w:rsid w:val="0096129D"/>
    <w:rsid w:val="009619A5"/>
    <w:rsid w:val="00961ABF"/>
    <w:rsid w:val="00961CC4"/>
    <w:rsid w:val="0096227A"/>
    <w:rsid w:val="00962314"/>
    <w:rsid w:val="00962351"/>
    <w:rsid w:val="009624D5"/>
    <w:rsid w:val="0096302F"/>
    <w:rsid w:val="00963111"/>
    <w:rsid w:val="00963258"/>
    <w:rsid w:val="0096331A"/>
    <w:rsid w:val="009635B6"/>
    <w:rsid w:val="009637D6"/>
    <w:rsid w:val="00963975"/>
    <w:rsid w:val="00963C1E"/>
    <w:rsid w:val="00963F31"/>
    <w:rsid w:val="00964201"/>
    <w:rsid w:val="00964487"/>
    <w:rsid w:val="0096478A"/>
    <w:rsid w:val="00964A70"/>
    <w:rsid w:val="00964D72"/>
    <w:rsid w:val="0096504C"/>
    <w:rsid w:val="009650C2"/>
    <w:rsid w:val="009650F1"/>
    <w:rsid w:val="00965166"/>
    <w:rsid w:val="0096550E"/>
    <w:rsid w:val="00965D88"/>
    <w:rsid w:val="00966496"/>
    <w:rsid w:val="009665FE"/>
    <w:rsid w:val="00966CA6"/>
    <w:rsid w:val="00966CE0"/>
    <w:rsid w:val="00966E07"/>
    <w:rsid w:val="00966E45"/>
    <w:rsid w:val="00966F5B"/>
    <w:rsid w:val="0096701C"/>
    <w:rsid w:val="0096702B"/>
    <w:rsid w:val="009671DA"/>
    <w:rsid w:val="009674E9"/>
    <w:rsid w:val="009675C2"/>
    <w:rsid w:val="009678BC"/>
    <w:rsid w:val="0096799B"/>
    <w:rsid w:val="00967C1D"/>
    <w:rsid w:val="00967E50"/>
    <w:rsid w:val="0097033A"/>
    <w:rsid w:val="00970493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1F1"/>
    <w:rsid w:val="00971306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D10"/>
    <w:rsid w:val="00973023"/>
    <w:rsid w:val="0097303A"/>
    <w:rsid w:val="00973445"/>
    <w:rsid w:val="00973486"/>
    <w:rsid w:val="00973531"/>
    <w:rsid w:val="00973678"/>
    <w:rsid w:val="009736CA"/>
    <w:rsid w:val="00973712"/>
    <w:rsid w:val="00973A40"/>
    <w:rsid w:val="00973C25"/>
    <w:rsid w:val="00973E43"/>
    <w:rsid w:val="00973F24"/>
    <w:rsid w:val="0097424F"/>
    <w:rsid w:val="00974270"/>
    <w:rsid w:val="009743ED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ED8"/>
    <w:rsid w:val="00977FE7"/>
    <w:rsid w:val="00977FE8"/>
    <w:rsid w:val="009801A9"/>
    <w:rsid w:val="009803A8"/>
    <w:rsid w:val="009805CF"/>
    <w:rsid w:val="00980708"/>
    <w:rsid w:val="00980A5A"/>
    <w:rsid w:val="00980BB0"/>
    <w:rsid w:val="00980C4A"/>
    <w:rsid w:val="00980D35"/>
    <w:rsid w:val="00980D9B"/>
    <w:rsid w:val="0098130D"/>
    <w:rsid w:val="00981371"/>
    <w:rsid w:val="0098153B"/>
    <w:rsid w:val="009816F1"/>
    <w:rsid w:val="009819CC"/>
    <w:rsid w:val="00981B08"/>
    <w:rsid w:val="00981CEF"/>
    <w:rsid w:val="00981E58"/>
    <w:rsid w:val="00981EA7"/>
    <w:rsid w:val="0098236B"/>
    <w:rsid w:val="00982452"/>
    <w:rsid w:val="0098274F"/>
    <w:rsid w:val="00982A8E"/>
    <w:rsid w:val="00982D44"/>
    <w:rsid w:val="00982FF8"/>
    <w:rsid w:val="00983321"/>
    <w:rsid w:val="0098336E"/>
    <w:rsid w:val="0098362C"/>
    <w:rsid w:val="00983643"/>
    <w:rsid w:val="0098367F"/>
    <w:rsid w:val="009837B6"/>
    <w:rsid w:val="00984025"/>
    <w:rsid w:val="0098414E"/>
    <w:rsid w:val="00984294"/>
    <w:rsid w:val="00984841"/>
    <w:rsid w:val="009848A3"/>
    <w:rsid w:val="00984B6E"/>
    <w:rsid w:val="00984E81"/>
    <w:rsid w:val="009852D1"/>
    <w:rsid w:val="00985389"/>
    <w:rsid w:val="00985999"/>
    <w:rsid w:val="00985AF3"/>
    <w:rsid w:val="00985EC4"/>
    <w:rsid w:val="009860C3"/>
    <w:rsid w:val="009860FA"/>
    <w:rsid w:val="00986CC0"/>
    <w:rsid w:val="00986D83"/>
    <w:rsid w:val="00986DBD"/>
    <w:rsid w:val="00987002"/>
    <w:rsid w:val="009871F3"/>
    <w:rsid w:val="0098749C"/>
    <w:rsid w:val="009878C5"/>
    <w:rsid w:val="009901BD"/>
    <w:rsid w:val="00990517"/>
    <w:rsid w:val="00990976"/>
    <w:rsid w:val="009909D8"/>
    <w:rsid w:val="00990E27"/>
    <w:rsid w:val="009916B9"/>
    <w:rsid w:val="009918D7"/>
    <w:rsid w:val="00991932"/>
    <w:rsid w:val="00991CE0"/>
    <w:rsid w:val="00991D6F"/>
    <w:rsid w:val="0099228A"/>
    <w:rsid w:val="0099267F"/>
    <w:rsid w:val="0099293E"/>
    <w:rsid w:val="00992A47"/>
    <w:rsid w:val="00992A7D"/>
    <w:rsid w:val="00992AB7"/>
    <w:rsid w:val="00992FCE"/>
    <w:rsid w:val="009931FA"/>
    <w:rsid w:val="009932CA"/>
    <w:rsid w:val="0099351C"/>
    <w:rsid w:val="0099367F"/>
    <w:rsid w:val="00993A39"/>
    <w:rsid w:val="00993CFC"/>
    <w:rsid w:val="00993DD6"/>
    <w:rsid w:val="00994796"/>
    <w:rsid w:val="00994A51"/>
    <w:rsid w:val="00994B70"/>
    <w:rsid w:val="00995217"/>
    <w:rsid w:val="00995335"/>
    <w:rsid w:val="009954F9"/>
    <w:rsid w:val="009956A0"/>
    <w:rsid w:val="00995754"/>
    <w:rsid w:val="009957CE"/>
    <w:rsid w:val="009959E1"/>
    <w:rsid w:val="00995A46"/>
    <w:rsid w:val="00996104"/>
    <w:rsid w:val="00996244"/>
    <w:rsid w:val="00996302"/>
    <w:rsid w:val="00996337"/>
    <w:rsid w:val="009968F8"/>
    <w:rsid w:val="00996BE2"/>
    <w:rsid w:val="009971CB"/>
    <w:rsid w:val="00997291"/>
    <w:rsid w:val="00997631"/>
    <w:rsid w:val="00997744"/>
    <w:rsid w:val="009979E2"/>
    <w:rsid w:val="00997BCE"/>
    <w:rsid w:val="00997BCF"/>
    <w:rsid w:val="00997C69"/>
    <w:rsid w:val="00997E15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097"/>
    <w:rsid w:val="009A2247"/>
    <w:rsid w:val="009A2A81"/>
    <w:rsid w:val="009A2B78"/>
    <w:rsid w:val="009A2C34"/>
    <w:rsid w:val="009A2C76"/>
    <w:rsid w:val="009A2D8F"/>
    <w:rsid w:val="009A2DBE"/>
    <w:rsid w:val="009A2DEB"/>
    <w:rsid w:val="009A31C9"/>
    <w:rsid w:val="009A350A"/>
    <w:rsid w:val="009A37AF"/>
    <w:rsid w:val="009A3883"/>
    <w:rsid w:val="009A394C"/>
    <w:rsid w:val="009A39BE"/>
    <w:rsid w:val="009A3A50"/>
    <w:rsid w:val="009A3E9A"/>
    <w:rsid w:val="009A3F59"/>
    <w:rsid w:val="009A401C"/>
    <w:rsid w:val="009A41F4"/>
    <w:rsid w:val="009A4830"/>
    <w:rsid w:val="009A4838"/>
    <w:rsid w:val="009A5294"/>
    <w:rsid w:val="009A56CB"/>
    <w:rsid w:val="009A5D00"/>
    <w:rsid w:val="009A5F91"/>
    <w:rsid w:val="009A6201"/>
    <w:rsid w:val="009A63DA"/>
    <w:rsid w:val="009A6C95"/>
    <w:rsid w:val="009A6CA0"/>
    <w:rsid w:val="009A7355"/>
    <w:rsid w:val="009A7471"/>
    <w:rsid w:val="009A756E"/>
    <w:rsid w:val="009A76EC"/>
    <w:rsid w:val="009A7896"/>
    <w:rsid w:val="009A7A5A"/>
    <w:rsid w:val="009A7CE8"/>
    <w:rsid w:val="009A7EE9"/>
    <w:rsid w:val="009A7F9F"/>
    <w:rsid w:val="009B02F9"/>
    <w:rsid w:val="009B0540"/>
    <w:rsid w:val="009B061B"/>
    <w:rsid w:val="009B06E0"/>
    <w:rsid w:val="009B0995"/>
    <w:rsid w:val="009B0C75"/>
    <w:rsid w:val="009B0DD3"/>
    <w:rsid w:val="009B0EEC"/>
    <w:rsid w:val="009B111A"/>
    <w:rsid w:val="009B1371"/>
    <w:rsid w:val="009B15D4"/>
    <w:rsid w:val="009B169F"/>
    <w:rsid w:val="009B1899"/>
    <w:rsid w:val="009B1C5B"/>
    <w:rsid w:val="009B27DD"/>
    <w:rsid w:val="009B2839"/>
    <w:rsid w:val="009B2876"/>
    <w:rsid w:val="009B2CAA"/>
    <w:rsid w:val="009B2DE1"/>
    <w:rsid w:val="009B30C1"/>
    <w:rsid w:val="009B33C3"/>
    <w:rsid w:val="009B33CF"/>
    <w:rsid w:val="009B3611"/>
    <w:rsid w:val="009B36BF"/>
    <w:rsid w:val="009B3791"/>
    <w:rsid w:val="009B37EF"/>
    <w:rsid w:val="009B3C52"/>
    <w:rsid w:val="009B3EBA"/>
    <w:rsid w:val="009B401A"/>
    <w:rsid w:val="009B4593"/>
    <w:rsid w:val="009B45A1"/>
    <w:rsid w:val="009B46DE"/>
    <w:rsid w:val="009B46DF"/>
    <w:rsid w:val="009B46F0"/>
    <w:rsid w:val="009B4D9C"/>
    <w:rsid w:val="009B4DC7"/>
    <w:rsid w:val="009B4EA6"/>
    <w:rsid w:val="009B5166"/>
    <w:rsid w:val="009B52D3"/>
    <w:rsid w:val="009B5ACE"/>
    <w:rsid w:val="009B5AE6"/>
    <w:rsid w:val="009B5C56"/>
    <w:rsid w:val="009B5CFD"/>
    <w:rsid w:val="009B6494"/>
    <w:rsid w:val="009B6676"/>
    <w:rsid w:val="009B671D"/>
    <w:rsid w:val="009B6767"/>
    <w:rsid w:val="009B6890"/>
    <w:rsid w:val="009B6E48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4DA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1F00"/>
    <w:rsid w:val="009C2249"/>
    <w:rsid w:val="009C2257"/>
    <w:rsid w:val="009C237B"/>
    <w:rsid w:val="009C2396"/>
    <w:rsid w:val="009C2906"/>
    <w:rsid w:val="009C2A3E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263"/>
    <w:rsid w:val="009C5AFF"/>
    <w:rsid w:val="009C62EE"/>
    <w:rsid w:val="009C671E"/>
    <w:rsid w:val="009C6832"/>
    <w:rsid w:val="009C6845"/>
    <w:rsid w:val="009C69C1"/>
    <w:rsid w:val="009C6A1C"/>
    <w:rsid w:val="009C6CAA"/>
    <w:rsid w:val="009C72B6"/>
    <w:rsid w:val="009C731A"/>
    <w:rsid w:val="009C7399"/>
    <w:rsid w:val="009C73B5"/>
    <w:rsid w:val="009C756C"/>
    <w:rsid w:val="009C763E"/>
    <w:rsid w:val="009C76FB"/>
    <w:rsid w:val="009C78B7"/>
    <w:rsid w:val="009C7C6F"/>
    <w:rsid w:val="009C7C75"/>
    <w:rsid w:val="009C7F3B"/>
    <w:rsid w:val="009D016C"/>
    <w:rsid w:val="009D0461"/>
    <w:rsid w:val="009D0BE3"/>
    <w:rsid w:val="009D1048"/>
    <w:rsid w:val="009D1087"/>
    <w:rsid w:val="009D16C6"/>
    <w:rsid w:val="009D19A5"/>
    <w:rsid w:val="009D20D7"/>
    <w:rsid w:val="009D2311"/>
    <w:rsid w:val="009D253C"/>
    <w:rsid w:val="009D25DE"/>
    <w:rsid w:val="009D26EF"/>
    <w:rsid w:val="009D290F"/>
    <w:rsid w:val="009D2CEF"/>
    <w:rsid w:val="009D2DDD"/>
    <w:rsid w:val="009D2E30"/>
    <w:rsid w:val="009D33A0"/>
    <w:rsid w:val="009D34EF"/>
    <w:rsid w:val="009D35F0"/>
    <w:rsid w:val="009D39E6"/>
    <w:rsid w:val="009D3B60"/>
    <w:rsid w:val="009D3DB3"/>
    <w:rsid w:val="009D3F1B"/>
    <w:rsid w:val="009D40EB"/>
    <w:rsid w:val="009D413C"/>
    <w:rsid w:val="009D41D5"/>
    <w:rsid w:val="009D4A63"/>
    <w:rsid w:val="009D4D20"/>
    <w:rsid w:val="009D521C"/>
    <w:rsid w:val="009D55A3"/>
    <w:rsid w:val="009D56AF"/>
    <w:rsid w:val="009D58BD"/>
    <w:rsid w:val="009D5AC6"/>
    <w:rsid w:val="009D5B52"/>
    <w:rsid w:val="009D5FA2"/>
    <w:rsid w:val="009D64A7"/>
    <w:rsid w:val="009D65CC"/>
    <w:rsid w:val="009D662B"/>
    <w:rsid w:val="009D666F"/>
    <w:rsid w:val="009D6810"/>
    <w:rsid w:val="009D6897"/>
    <w:rsid w:val="009D6923"/>
    <w:rsid w:val="009D73D8"/>
    <w:rsid w:val="009D759E"/>
    <w:rsid w:val="009D7665"/>
    <w:rsid w:val="009D7775"/>
    <w:rsid w:val="009D7889"/>
    <w:rsid w:val="009D7949"/>
    <w:rsid w:val="009E01B7"/>
    <w:rsid w:val="009E03B6"/>
    <w:rsid w:val="009E08E7"/>
    <w:rsid w:val="009E0E9D"/>
    <w:rsid w:val="009E0FB1"/>
    <w:rsid w:val="009E1258"/>
    <w:rsid w:val="009E174F"/>
    <w:rsid w:val="009E1953"/>
    <w:rsid w:val="009E1AF0"/>
    <w:rsid w:val="009E1BCB"/>
    <w:rsid w:val="009E2576"/>
    <w:rsid w:val="009E25D4"/>
    <w:rsid w:val="009E2878"/>
    <w:rsid w:val="009E2E2E"/>
    <w:rsid w:val="009E33AF"/>
    <w:rsid w:val="009E381B"/>
    <w:rsid w:val="009E394B"/>
    <w:rsid w:val="009E399C"/>
    <w:rsid w:val="009E39D7"/>
    <w:rsid w:val="009E3B83"/>
    <w:rsid w:val="009E3C9A"/>
    <w:rsid w:val="009E3DA7"/>
    <w:rsid w:val="009E4098"/>
    <w:rsid w:val="009E40CD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490"/>
    <w:rsid w:val="009E593A"/>
    <w:rsid w:val="009E5AD1"/>
    <w:rsid w:val="009E5D6B"/>
    <w:rsid w:val="009E6717"/>
    <w:rsid w:val="009E698F"/>
    <w:rsid w:val="009E6B41"/>
    <w:rsid w:val="009E6B61"/>
    <w:rsid w:val="009E6FF6"/>
    <w:rsid w:val="009E713D"/>
    <w:rsid w:val="009E72B7"/>
    <w:rsid w:val="009E74BA"/>
    <w:rsid w:val="009E7552"/>
    <w:rsid w:val="009E773A"/>
    <w:rsid w:val="009E7AA1"/>
    <w:rsid w:val="009E7B81"/>
    <w:rsid w:val="009E7CBE"/>
    <w:rsid w:val="009E7DD8"/>
    <w:rsid w:val="009F00FD"/>
    <w:rsid w:val="009F01B1"/>
    <w:rsid w:val="009F03D8"/>
    <w:rsid w:val="009F0A48"/>
    <w:rsid w:val="009F0D5B"/>
    <w:rsid w:val="009F14FD"/>
    <w:rsid w:val="009F15C6"/>
    <w:rsid w:val="009F1845"/>
    <w:rsid w:val="009F1B75"/>
    <w:rsid w:val="009F1C4B"/>
    <w:rsid w:val="009F1FB0"/>
    <w:rsid w:val="009F2026"/>
    <w:rsid w:val="009F2029"/>
    <w:rsid w:val="009F207C"/>
    <w:rsid w:val="009F2129"/>
    <w:rsid w:val="009F2354"/>
    <w:rsid w:val="009F2406"/>
    <w:rsid w:val="009F24C1"/>
    <w:rsid w:val="009F27A4"/>
    <w:rsid w:val="009F29B7"/>
    <w:rsid w:val="009F2B74"/>
    <w:rsid w:val="009F2DD0"/>
    <w:rsid w:val="009F2E03"/>
    <w:rsid w:val="009F3008"/>
    <w:rsid w:val="009F3752"/>
    <w:rsid w:val="009F3B1E"/>
    <w:rsid w:val="009F3B9D"/>
    <w:rsid w:val="009F3DBF"/>
    <w:rsid w:val="009F4250"/>
    <w:rsid w:val="009F43C4"/>
    <w:rsid w:val="009F43E4"/>
    <w:rsid w:val="009F46CD"/>
    <w:rsid w:val="009F4746"/>
    <w:rsid w:val="009F4F49"/>
    <w:rsid w:val="009F5369"/>
    <w:rsid w:val="009F5620"/>
    <w:rsid w:val="009F5B7D"/>
    <w:rsid w:val="009F5EEA"/>
    <w:rsid w:val="009F60EB"/>
    <w:rsid w:val="009F6176"/>
    <w:rsid w:val="009F62C4"/>
    <w:rsid w:val="009F65CB"/>
    <w:rsid w:val="009F67FC"/>
    <w:rsid w:val="009F70E1"/>
    <w:rsid w:val="009F72BC"/>
    <w:rsid w:val="009F76FD"/>
    <w:rsid w:val="009F7799"/>
    <w:rsid w:val="009F793F"/>
    <w:rsid w:val="009F7DC4"/>
    <w:rsid w:val="00A00274"/>
    <w:rsid w:val="00A002FF"/>
    <w:rsid w:val="00A00590"/>
    <w:rsid w:val="00A00B17"/>
    <w:rsid w:val="00A00BA8"/>
    <w:rsid w:val="00A00FF1"/>
    <w:rsid w:val="00A010DF"/>
    <w:rsid w:val="00A01103"/>
    <w:rsid w:val="00A01881"/>
    <w:rsid w:val="00A01917"/>
    <w:rsid w:val="00A019D8"/>
    <w:rsid w:val="00A01E93"/>
    <w:rsid w:val="00A0201E"/>
    <w:rsid w:val="00A02059"/>
    <w:rsid w:val="00A0219D"/>
    <w:rsid w:val="00A0224F"/>
    <w:rsid w:val="00A022D1"/>
    <w:rsid w:val="00A03377"/>
    <w:rsid w:val="00A03534"/>
    <w:rsid w:val="00A037DC"/>
    <w:rsid w:val="00A038AB"/>
    <w:rsid w:val="00A03C53"/>
    <w:rsid w:val="00A03EF7"/>
    <w:rsid w:val="00A04704"/>
    <w:rsid w:val="00A049BB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E7D"/>
    <w:rsid w:val="00A05F86"/>
    <w:rsid w:val="00A06B98"/>
    <w:rsid w:val="00A06BF8"/>
    <w:rsid w:val="00A06C5A"/>
    <w:rsid w:val="00A06DD8"/>
    <w:rsid w:val="00A070B5"/>
    <w:rsid w:val="00A07350"/>
    <w:rsid w:val="00A073CD"/>
    <w:rsid w:val="00A07A25"/>
    <w:rsid w:val="00A07BDB"/>
    <w:rsid w:val="00A07BF7"/>
    <w:rsid w:val="00A07C30"/>
    <w:rsid w:val="00A1006A"/>
    <w:rsid w:val="00A1019F"/>
    <w:rsid w:val="00A10208"/>
    <w:rsid w:val="00A1048C"/>
    <w:rsid w:val="00A1058E"/>
    <w:rsid w:val="00A1076F"/>
    <w:rsid w:val="00A1089D"/>
    <w:rsid w:val="00A108B1"/>
    <w:rsid w:val="00A10EEF"/>
    <w:rsid w:val="00A11238"/>
    <w:rsid w:val="00A1129E"/>
    <w:rsid w:val="00A112A6"/>
    <w:rsid w:val="00A1167F"/>
    <w:rsid w:val="00A1191E"/>
    <w:rsid w:val="00A119EB"/>
    <w:rsid w:val="00A11A56"/>
    <w:rsid w:val="00A11C0D"/>
    <w:rsid w:val="00A12374"/>
    <w:rsid w:val="00A12D56"/>
    <w:rsid w:val="00A13990"/>
    <w:rsid w:val="00A13AE5"/>
    <w:rsid w:val="00A13F5C"/>
    <w:rsid w:val="00A1405D"/>
    <w:rsid w:val="00A14438"/>
    <w:rsid w:val="00A14841"/>
    <w:rsid w:val="00A14861"/>
    <w:rsid w:val="00A14AB8"/>
    <w:rsid w:val="00A152B6"/>
    <w:rsid w:val="00A15321"/>
    <w:rsid w:val="00A1532A"/>
    <w:rsid w:val="00A153DE"/>
    <w:rsid w:val="00A154DD"/>
    <w:rsid w:val="00A155DE"/>
    <w:rsid w:val="00A156DA"/>
    <w:rsid w:val="00A15A7F"/>
    <w:rsid w:val="00A15E57"/>
    <w:rsid w:val="00A15F00"/>
    <w:rsid w:val="00A16356"/>
    <w:rsid w:val="00A1641C"/>
    <w:rsid w:val="00A16B50"/>
    <w:rsid w:val="00A16D00"/>
    <w:rsid w:val="00A16E15"/>
    <w:rsid w:val="00A16FC5"/>
    <w:rsid w:val="00A1721B"/>
    <w:rsid w:val="00A1727D"/>
    <w:rsid w:val="00A173C0"/>
    <w:rsid w:val="00A1757C"/>
    <w:rsid w:val="00A17A1C"/>
    <w:rsid w:val="00A17B27"/>
    <w:rsid w:val="00A17D24"/>
    <w:rsid w:val="00A17E41"/>
    <w:rsid w:val="00A20020"/>
    <w:rsid w:val="00A2029D"/>
    <w:rsid w:val="00A20329"/>
    <w:rsid w:val="00A20564"/>
    <w:rsid w:val="00A205A6"/>
    <w:rsid w:val="00A207EE"/>
    <w:rsid w:val="00A20A14"/>
    <w:rsid w:val="00A20C34"/>
    <w:rsid w:val="00A20DCC"/>
    <w:rsid w:val="00A21339"/>
    <w:rsid w:val="00A21AB8"/>
    <w:rsid w:val="00A21BD2"/>
    <w:rsid w:val="00A220AB"/>
    <w:rsid w:val="00A220EC"/>
    <w:rsid w:val="00A22307"/>
    <w:rsid w:val="00A2231E"/>
    <w:rsid w:val="00A22546"/>
    <w:rsid w:val="00A22678"/>
    <w:rsid w:val="00A227E9"/>
    <w:rsid w:val="00A22AC5"/>
    <w:rsid w:val="00A22C05"/>
    <w:rsid w:val="00A22C67"/>
    <w:rsid w:val="00A22DB2"/>
    <w:rsid w:val="00A230F9"/>
    <w:rsid w:val="00A2333F"/>
    <w:rsid w:val="00A2383D"/>
    <w:rsid w:val="00A23C66"/>
    <w:rsid w:val="00A23CA5"/>
    <w:rsid w:val="00A247A7"/>
    <w:rsid w:val="00A25518"/>
    <w:rsid w:val="00A25804"/>
    <w:rsid w:val="00A259DD"/>
    <w:rsid w:val="00A25B8B"/>
    <w:rsid w:val="00A25CCA"/>
    <w:rsid w:val="00A26248"/>
    <w:rsid w:val="00A26E37"/>
    <w:rsid w:val="00A26FAE"/>
    <w:rsid w:val="00A26FB1"/>
    <w:rsid w:val="00A27117"/>
    <w:rsid w:val="00A271FD"/>
    <w:rsid w:val="00A27659"/>
    <w:rsid w:val="00A27ADF"/>
    <w:rsid w:val="00A27B00"/>
    <w:rsid w:val="00A27DEC"/>
    <w:rsid w:val="00A27FE3"/>
    <w:rsid w:val="00A302C4"/>
    <w:rsid w:val="00A30363"/>
    <w:rsid w:val="00A30411"/>
    <w:rsid w:val="00A308F4"/>
    <w:rsid w:val="00A3095D"/>
    <w:rsid w:val="00A30A57"/>
    <w:rsid w:val="00A30A89"/>
    <w:rsid w:val="00A30B11"/>
    <w:rsid w:val="00A30C2D"/>
    <w:rsid w:val="00A30C99"/>
    <w:rsid w:val="00A30CB8"/>
    <w:rsid w:val="00A30CE2"/>
    <w:rsid w:val="00A30EC9"/>
    <w:rsid w:val="00A31429"/>
    <w:rsid w:val="00A31485"/>
    <w:rsid w:val="00A3148C"/>
    <w:rsid w:val="00A3149C"/>
    <w:rsid w:val="00A314D2"/>
    <w:rsid w:val="00A314D9"/>
    <w:rsid w:val="00A315B2"/>
    <w:rsid w:val="00A3167A"/>
    <w:rsid w:val="00A31B49"/>
    <w:rsid w:val="00A31EDE"/>
    <w:rsid w:val="00A3266A"/>
    <w:rsid w:val="00A32916"/>
    <w:rsid w:val="00A32F32"/>
    <w:rsid w:val="00A32F4C"/>
    <w:rsid w:val="00A32FF5"/>
    <w:rsid w:val="00A33024"/>
    <w:rsid w:val="00A33171"/>
    <w:rsid w:val="00A332EE"/>
    <w:rsid w:val="00A3371B"/>
    <w:rsid w:val="00A33A0B"/>
    <w:rsid w:val="00A33E81"/>
    <w:rsid w:val="00A341F3"/>
    <w:rsid w:val="00A3482A"/>
    <w:rsid w:val="00A34864"/>
    <w:rsid w:val="00A34C8E"/>
    <w:rsid w:val="00A352DB"/>
    <w:rsid w:val="00A3537D"/>
    <w:rsid w:val="00A353E9"/>
    <w:rsid w:val="00A35EA4"/>
    <w:rsid w:val="00A35F12"/>
    <w:rsid w:val="00A35F83"/>
    <w:rsid w:val="00A36245"/>
    <w:rsid w:val="00A363DF"/>
    <w:rsid w:val="00A36794"/>
    <w:rsid w:val="00A368DF"/>
    <w:rsid w:val="00A36B58"/>
    <w:rsid w:val="00A37859"/>
    <w:rsid w:val="00A378C9"/>
    <w:rsid w:val="00A379AA"/>
    <w:rsid w:val="00A37A2D"/>
    <w:rsid w:val="00A37C22"/>
    <w:rsid w:val="00A37D84"/>
    <w:rsid w:val="00A4124D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9E"/>
    <w:rsid w:val="00A433C6"/>
    <w:rsid w:val="00A4365A"/>
    <w:rsid w:val="00A43BB3"/>
    <w:rsid w:val="00A43D81"/>
    <w:rsid w:val="00A44105"/>
    <w:rsid w:val="00A444AD"/>
    <w:rsid w:val="00A446C0"/>
    <w:rsid w:val="00A449C8"/>
    <w:rsid w:val="00A450DC"/>
    <w:rsid w:val="00A45732"/>
    <w:rsid w:val="00A459A8"/>
    <w:rsid w:val="00A45AED"/>
    <w:rsid w:val="00A45B63"/>
    <w:rsid w:val="00A45C03"/>
    <w:rsid w:val="00A45ECC"/>
    <w:rsid w:val="00A4610A"/>
    <w:rsid w:val="00A461C1"/>
    <w:rsid w:val="00A4628A"/>
    <w:rsid w:val="00A464D0"/>
    <w:rsid w:val="00A46572"/>
    <w:rsid w:val="00A47445"/>
    <w:rsid w:val="00A474C3"/>
    <w:rsid w:val="00A47641"/>
    <w:rsid w:val="00A47654"/>
    <w:rsid w:val="00A4766E"/>
    <w:rsid w:val="00A47704"/>
    <w:rsid w:val="00A4790D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0F1A"/>
    <w:rsid w:val="00A5131B"/>
    <w:rsid w:val="00A516AB"/>
    <w:rsid w:val="00A519A0"/>
    <w:rsid w:val="00A51ADC"/>
    <w:rsid w:val="00A51D0A"/>
    <w:rsid w:val="00A51E40"/>
    <w:rsid w:val="00A5206C"/>
    <w:rsid w:val="00A520CD"/>
    <w:rsid w:val="00A524FB"/>
    <w:rsid w:val="00A52872"/>
    <w:rsid w:val="00A52C19"/>
    <w:rsid w:val="00A52D48"/>
    <w:rsid w:val="00A53158"/>
    <w:rsid w:val="00A53451"/>
    <w:rsid w:val="00A53A72"/>
    <w:rsid w:val="00A53C73"/>
    <w:rsid w:val="00A5441C"/>
    <w:rsid w:val="00A54768"/>
    <w:rsid w:val="00A549A9"/>
    <w:rsid w:val="00A54B1B"/>
    <w:rsid w:val="00A54D1D"/>
    <w:rsid w:val="00A54D60"/>
    <w:rsid w:val="00A54F07"/>
    <w:rsid w:val="00A54F2A"/>
    <w:rsid w:val="00A5543B"/>
    <w:rsid w:val="00A55A3B"/>
    <w:rsid w:val="00A55A56"/>
    <w:rsid w:val="00A55B5E"/>
    <w:rsid w:val="00A55C25"/>
    <w:rsid w:val="00A56184"/>
    <w:rsid w:val="00A5647D"/>
    <w:rsid w:val="00A56F3E"/>
    <w:rsid w:val="00A575E4"/>
    <w:rsid w:val="00A57635"/>
    <w:rsid w:val="00A57AF1"/>
    <w:rsid w:val="00A57C75"/>
    <w:rsid w:val="00A57CF9"/>
    <w:rsid w:val="00A602FC"/>
    <w:rsid w:val="00A6051C"/>
    <w:rsid w:val="00A605EE"/>
    <w:rsid w:val="00A608DC"/>
    <w:rsid w:val="00A6093E"/>
    <w:rsid w:val="00A60BF8"/>
    <w:rsid w:val="00A60D62"/>
    <w:rsid w:val="00A60E3E"/>
    <w:rsid w:val="00A60E92"/>
    <w:rsid w:val="00A60FD5"/>
    <w:rsid w:val="00A610DA"/>
    <w:rsid w:val="00A61222"/>
    <w:rsid w:val="00A6136D"/>
    <w:rsid w:val="00A6156C"/>
    <w:rsid w:val="00A615C9"/>
    <w:rsid w:val="00A61775"/>
    <w:rsid w:val="00A61A8C"/>
    <w:rsid w:val="00A61BF1"/>
    <w:rsid w:val="00A61F8B"/>
    <w:rsid w:val="00A62307"/>
    <w:rsid w:val="00A623BC"/>
    <w:rsid w:val="00A628DC"/>
    <w:rsid w:val="00A6294B"/>
    <w:rsid w:val="00A629AC"/>
    <w:rsid w:val="00A62A0F"/>
    <w:rsid w:val="00A62A17"/>
    <w:rsid w:val="00A62BC2"/>
    <w:rsid w:val="00A62DFA"/>
    <w:rsid w:val="00A6326F"/>
    <w:rsid w:val="00A6348C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E"/>
    <w:rsid w:val="00A6628A"/>
    <w:rsid w:val="00A662CB"/>
    <w:rsid w:val="00A66355"/>
    <w:rsid w:val="00A66371"/>
    <w:rsid w:val="00A666EB"/>
    <w:rsid w:val="00A66797"/>
    <w:rsid w:val="00A668CD"/>
    <w:rsid w:val="00A66AF9"/>
    <w:rsid w:val="00A66C0A"/>
    <w:rsid w:val="00A6739C"/>
    <w:rsid w:val="00A674AA"/>
    <w:rsid w:val="00A675A1"/>
    <w:rsid w:val="00A6788E"/>
    <w:rsid w:val="00A67916"/>
    <w:rsid w:val="00A67B1C"/>
    <w:rsid w:val="00A67D0D"/>
    <w:rsid w:val="00A70295"/>
    <w:rsid w:val="00A704ED"/>
    <w:rsid w:val="00A7076B"/>
    <w:rsid w:val="00A70801"/>
    <w:rsid w:val="00A7082A"/>
    <w:rsid w:val="00A7086C"/>
    <w:rsid w:val="00A708A1"/>
    <w:rsid w:val="00A70BF5"/>
    <w:rsid w:val="00A70D5F"/>
    <w:rsid w:val="00A70DD1"/>
    <w:rsid w:val="00A70EE9"/>
    <w:rsid w:val="00A70EF3"/>
    <w:rsid w:val="00A70FDE"/>
    <w:rsid w:val="00A70FEA"/>
    <w:rsid w:val="00A7109B"/>
    <w:rsid w:val="00A7121C"/>
    <w:rsid w:val="00A714DB"/>
    <w:rsid w:val="00A716D9"/>
    <w:rsid w:val="00A718D5"/>
    <w:rsid w:val="00A71D82"/>
    <w:rsid w:val="00A72445"/>
    <w:rsid w:val="00A725C5"/>
    <w:rsid w:val="00A72800"/>
    <w:rsid w:val="00A728E0"/>
    <w:rsid w:val="00A728E1"/>
    <w:rsid w:val="00A72B10"/>
    <w:rsid w:val="00A73246"/>
    <w:rsid w:val="00A73361"/>
    <w:rsid w:val="00A733B7"/>
    <w:rsid w:val="00A733C0"/>
    <w:rsid w:val="00A733C2"/>
    <w:rsid w:val="00A7361E"/>
    <w:rsid w:val="00A7376A"/>
    <w:rsid w:val="00A73978"/>
    <w:rsid w:val="00A73B2E"/>
    <w:rsid w:val="00A7417B"/>
    <w:rsid w:val="00A74551"/>
    <w:rsid w:val="00A7457C"/>
    <w:rsid w:val="00A74A99"/>
    <w:rsid w:val="00A74D11"/>
    <w:rsid w:val="00A74E62"/>
    <w:rsid w:val="00A75210"/>
    <w:rsid w:val="00A75669"/>
    <w:rsid w:val="00A75825"/>
    <w:rsid w:val="00A758B0"/>
    <w:rsid w:val="00A75BB9"/>
    <w:rsid w:val="00A75C6D"/>
    <w:rsid w:val="00A75DD4"/>
    <w:rsid w:val="00A760D2"/>
    <w:rsid w:val="00A761A9"/>
    <w:rsid w:val="00A76456"/>
    <w:rsid w:val="00A765FC"/>
    <w:rsid w:val="00A76841"/>
    <w:rsid w:val="00A7694D"/>
    <w:rsid w:val="00A76E0F"/>
    <w:rsid w:val="00A7754B"/>
    <w:rsid w:val="00A775B3"/>
    <w:rsid w:val="00A77A28"/>
    <w:rsid w:val="00A77FA3"/>
    <w:rsid w:val="00A805CA"/>
    <w:rsid w:val="00A807BC"/>
    <w:rsid w:val="00A808EB"/>
    <w:rsid w:val="00A80A5E"/>
    <w:rsid w:val="00A81510"/>
    <w:rsid w:val="00A8164F"/>
    <w:rsid w:val="00A818A4"/>
    <w:rsid w:val="00A8196A"/>
    <w:rsid w:val="00A8198A"/>
    <w:rsid w:val="00A81CB8"/>
    <w:rsid w:val="00A81EDB"/>
    <w:rsid w:val="00A82039"/>
    <w:rsid w:val="00A82105"/>
    <w:rsid w:val="00A824A9"/>
    <w:rsid w:val="00A82594"/>
    <w:rsid w:val="00A83291"/>
    <w:rsid w:val="00A834A9"/>
    <w:rsid w:val="00A83531"/>
    <w:rsid w:val="00A837D6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7E7"/>
    <w:rsid w:val="00A85DF0"/>
    <w:rsid w:val="00A85E64"/>
    <w:rsid w:val="00A86111"/>
    <w:rsid w:val="00A86221"/>
    <w:rsid w:val="00A8630E"/>
    <w:rsid w:val="00A8648A"/>
    <w:rsid w:val="00A86CE1"/>
    <w:rsid w:val="00A86DCB"/>
    <w:rsid w:val="00A86FD1"/>
    <w:rsid w:val="00A875F8"/>
    <w:rsid w:val="00A87803"/>
    <w:rsid w:val="00A878CB"/>
    <w:rsid w:val="00A87B03"/>
    <w:rsid w:val="00A87BC7"/>
    <w:rsid w:val="00A87C4F"/>
    <w:rsid w:val="00A87E94"/>
    <w:rsid w:val="00A87ED2"/>
    <w:rsid w:val="00A87F1D"/>
    <w:rsid w:val="00A90449"/>
    <w:rsid w:val="00A90AD1"/>
    <w:rsid w:val="00A90AE7"/>
    <w:rsid w:val="00A90AFC"/>
    <w:rsid w:val="00A90CD8"/>
    <w:rsid w:val="00A90D92"/>
    <w:rsid w:val="00A90F68"/>
    <w:rsid w:val="00A90F9F"/>
    <w:rsid w:val="00A91496"/>
    <w:rsid w:val="00A91794"/>
    <w:rsid w:val="00A91AC2"/>
    <w:rsid w:val="00A91CEE"/>
    <w:rsid w:val="00A91F6D"/>
    <w:rsid w:val="00A92436"/>
    <w:rsid w:val="00A92456"/>
    <w:rsid w:val="00A92714"/>
    <w:rsid w:val="00A92838"/>
    <w:rsid w:val="00A9283C"/>
    <w:rsid w:val="00A92C8F"/>
    <w:rsid w:val="00A92D97"/>
    <w:rsid w:val="00A9381A"/>
    <w:rsid w:val="00A93865"/>
    <w:rsid w:val="00A938C7"/>
    <w:rsid w:val="00A93BCB"/>
    <w:rsid w:val="00A93C0C"/>
    <w:rsid w:val="00A9401B"/>
    <w:rsid w:val="00A9427D"/>
    <w:rsid w:val="00A942D7"/>
    <w:rsid w:val="00A9434C"/>
    <w:rsid w:val="00A943D0"/>
    <w:rsid w:val="00A9485C"/>
    <w:rsid w:val="00A94A70"/>
    <w:rsid w:val="00A94BD2"/>
    <w:rsid w:val="00A95147"/>
    <w:rsid w:val="00A954FE"/>
    <w:rsid w:val="00A95992"/>
    <w:rsid w:val="00A95A3D"/>
    <w:rsid w:val="00A95BB1"/>
    <w:rsid w:val="00A95D34"/>
    <w:rsid w:val="00A967C0"/>
    <w:rsid w:val="00A96AD1"/>
    <w:rsid w:val="00A96B62"/>
    <w:rsid w:val="00A96BBC"/>
    <w:rsid w:val="00A96C11"/>
    <w:rsid w:val="00A96D8D"/>
    <w:rsid w:val="00A97632"/>
    <w:rsid w:val="00A97803"/>
    <w:rsid w:val="00A97902"/>
    <w:rsid w:val="00A97B44"/>
    <w:rsid w:val="00AA01A6"/>
    <w:rsid w:val="00AA04B4"/>
    <w:rsid w:val="00AA0718"/>
    <w:rsid w:val="00AA0799"/>
    <w:rsid w:val="00AA0BF4"/>
    <w:rsid w:val="00AA1254"/>
    <w:rsid w:val="00AA1576"/>
    <w:rsid w:val="00AA159C"/>
    <w:rsid w:val="00AA1807"/>
    <w:rsid w:val="00AA18A6"/>
    <w:rsid w:val="00AA19EC"/>
    <w:rsid w:val="00AA1DBA"/>
    <w:rsid w:val="00AA1DD0"/>
    <w:rsid w:val="00AA2182"/>
    <w:rsid w:val="00AA21E4"/>
    <w:rsid w:val="00AA22DB"/>
    <w:rsid w:val="00AA243B"/>
    <w:rsid w:val="00AA281C"/>
    <w:rsid w:val="00AA285F"/>
    <w:rsid w:val="00AA28DB"/>
    <w:rsid w:val="00AA2A7F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34E"/>
    <w:rsid w:val="00AA486C"/>
    <w:rsid w:val="00AA4C5C"/>
    <w:rsid w:val="00AA4E31"/>
    <w:rsid w:val="00AA4F93"/>
    <w:rsid w:val="00AA51E0"/>
    <w:rsid w:val="00AA5278"/>
    <w:rsid w:val="00AA58DE"/>
    <w:rsid w:val="00AA5928"/>
    <w:rsid w:val="00AA5D86"/>
    <w:rsid w:val="00AA5EB8"/>
    <w:rsid w:val="00AA5FC7"/>
    <w:rsid w:val="00AA608B"/>
    <w:rsid w:val="00AA625E"/>
    <w:rsid w:val="00AA6324"/>
    <w:rsid w:val="00AA65A3"/>
    <w:rsid w:val="00AA661C"/>
    <w:rsid w:val="00AA6791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80C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74C"/>
    <w:rsid w:val="00AB1813"/>
    <w:rsid w:val="00AB1A71"/>
    <w:rsid w:val="00AB1D3A"/>
    <w:rsid w:val="00AB1F16"/>
    <w:rsid w:val="00AB205B"/>
    <w:rsid w:val="00AB232E"/>
    <w:rsid w:val="00AB2799"/>
    <w:rsid w:val="00AB2D74"/>
    <w:rsid w:val="00AB356B"/>
    <w:rsid w:val="00AB358D"/>
    <w:rsid w:val="00AB369D"/>
    <w:rsid w:val="00AB3798"/>
    <w:rsid w:val="00AB3983"/>
    <w:rsid w:val="00AB3ADA"/>
    <w:rsid w:val="00AB3C99"/>
    <w:rsid w:val="00AB3ED3"/>
    <w:rsid w:val="00AB4304"/>
    <w:rsid w:val="00AB43B7"/>
    <w:rsid w:val="00AB43DC"/>
    <w:rsid w:val="00AB4757"/>
    <w:rsid w:val="00AB49A9"/>
    <w:rsid w:val="00AB4A28"/>
    <w:rsid w:val="00AB4C4F"/>
    <w:rsid w:val="00AB4D27"/>
    <w:rsid w:val="00AB4F1A"/>
    <w:rsid w:val="00AB5104"/>
    <w:rsid w:val="00AB51BA"/>
    <w:rsid w:val="00AB58B7"/>
    <w:rsid w:val="00AB603E"/>
    <w:rsid w:val="00AB60FF"/>
    <w:rsid w:val="00AB62F6"/>
    <w:rsid w:val="00AB6562"/>
    <w:rsid w:val="00AB6677"/>
    <w:rsid w:val="00AB6C41"/>
    <w:rsid w:val="00AB6E25"/>
    <w:rsid w:val="00AB6EE3"/>
    <w:rsid w:val="00AB6F58"/>
    <w:rsid w:val="00AB7064"/>
    <w:rsid w:val="00AB7401"/>
    <w:rsid w:val="00AB75A2"/>
    <w:rsid w:val="00AB774A"/>
    <w:rsid w:val="00AB7818"/>
    <w:rsid w:val="00AB782F"/>
    <w:rsid w:val="00AB7907"/>
    <w:rsid w:val="00AB7AC0"/>
    <w:rsid w:val="00AB7DB0"/>
    <w:rsid w:val="00AB7E42"/>
    <w:rsid w:val="00AC033F"/>
    <w:rsid w:val="00AC03CD"/>
    <w:rsid w:val="00AC04FE"/>
    <w:rsid w:val="00AC05F0"/>
    <w:rsid w:val="00AC066F"/>
    <w:rsid w:val="00AC06A0"/>
    <w:rsid w:val="00AC06DF"/>
    <w:rsid w:val="00AC0AC7"/>
    <w:rsid w:val="00AC0F54"/>
    <w:rsid w:val="00AC16FE"/>
    <w:rsid w:val="00AC183D"/>
    <w:rsid w:val="00AC1EA6"/>
    <w:rsid w:val="00AC202E"/>
    <w:rsid w:val="00AC215E"/>
    <w:rsid w:val="00AC2532"/>
    <w:rsid w:val="00AC28EF"/>
    <w:rsid w:val="00AC2933"/>
    <w:rsid w:val="00AC2CF4"/>
    <w:rsid w:val="00AC2D28"/>
    <w:rsid w:val="00AC2ECB"/>
    <w:rsid w:val="00AC300D"/>
    <w:rsid w:val="00AC31C1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5C"/>
    <w:rsid w:val="00AC5CB7"/>
    <w:rsid w:val="00AC5D2E"/>
    <w:rsid w:val="00AC5E11"/>
    <w:rsid w:val="00AC5FCA"/>
    <w:rsid w:val="00AC5FEE"/>
    <w:rsid w:val="00AC6384"/>
    <w:rsid w:val="00AC64A6"/>
    <w:rsid w:val="00AC6B31"/>
    <w:rsid w:val="00AC6B43"/>
    <w:rsid w:val="00AC6B63"/>
    <w:rsid w:val="00AC6C11"/>
    <w:rsid w:val="00AC6CE5"/>
    <w:rsid w:val="00AC6D6E"/>
    <w:rsid w:val="00AC6E2B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8D"/>
    <w:rsid w:val="00AD08CB"/>
    <w:rsid w:val="00AD0C96"/>
    <w:rsid w:val="00AD10E0"/>
    <w:rsid w:val="00AD1479"/>
    <w:rsid w:val="00AD14B2"/>
    <w:rsid w:val="00AD195A"/>
    <w:rsid w:val="00AD1A49"/>
    <w:rsid w:val="00AD1F5F"/>
    <w:rsid w:val="00AD1F6F"/>
    <w:rsid w:val="00AD1FAC"/>
    <w:rsid w:val="00AD235D"/>
    <w:rsid w:val="00AD283E"/>
    <w:rsid w:val="00AD2AE3"/>
    <w:rsid w:val="00AD2C5E"/>
    <w:rsid w:val="00AD2DCF"/>
    <w:rsid w:val="00AD2DE8"/>
    <w:rsid w:val="00AD303B"/>
    <w:rsid w:val="00AD3282"/>
    <w:rsid w:val="00AD37A9"/>
    <w:rsid w:val="00AD3895"/>
    <w:rsid w:val="00AD39F3"/>
    <w:rsid w:val="00AD3A8C"/>
    <w:rsid w:val="00AD3AA6"/>
    <w:rsid w:val="00AD3BF6"/>
    <w:rsid w:val="00AD3F4B"/>
    <w:rsid w:val="00AD4181"/>
    <w:rsid w:val="00AD41FD"/>
    <w:rsid w:val="00AD46FE"/>
    <w:rsid w:val="00AD47EA"/>
    <w:rsid w:val="00AD4843"/>
    <w:rsid w:val="00AD49A7"/>
    <w:rsid w:val="00AD4AB4"/>
    <w:rsid w:val="00AD4DD3"/>
    <w:rsid w:val="00AD4E96"/>
    <w:rsid w:val="00AD5447"/>
    <w:rsid w:val="00AD54C9"/>
    <w:rsid w:val="00AD5693"/>
    <w:rsid w:val="00AD5965"/>
    <w:rsid w:val="00AD5CF3"/>
    <w:rsid w:val="00AD5E92"/>
    <w:rsid w:val="00AD5F6D"/>
    <w:rsid w:val="00AD62A5"/>
    <w:rsid w:val="00AD64D4"/>
    <w:rsid w:val="00AD687D"/>
    <w:rsid w:val="00AD6884"/>
    <w:rsid w:val="00AD6903"/>
    <w:rsid w:val="00AD6A0A"/>
    <w:rsid w:val="00AD6D2E"/>
    <w:rsid w:val="00AD6D8F"/>
    <w:rsid w:val="00AD7059"/>
    <w:rsid w:val="00AD71B8"/>
    <w:rsid w:val="00AD72A3"/>
    <w:rsid w:val="00AD75A5"/>
    <w:rsid w:val="00AD77E0"/>
    <w:rsid w:val="00AD780A"/>
    <w:rsid w:val="00AD784D"/>
    <w:rsid w:val="00AD7AB6"/>
    <w:rsid w:val="00AD7C6B"/>
    <w:rsid w:val="00AD7D57"/>
    <w:rsid w:val="00AE0331"/>
    <w:rsid w:val="00AE065E"/>
    <w:rsid w:val="00AE075D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1D80"/>
    <w:rsid w:val="00AE2049"/>
    <w:rsid w:val="00AE245E"/>
    <w:rsid w:val="00AE246A"/>
    <w:rsid w:val="00AE2533"/>
    <w:rsid w:val="00AE269E"/>
    <w:rsid w:val="00AE27CD"/>
    <w:rsid w:val="00AE2C06"/>
    <w:rsid w:val="00AE2C8D"/>
    <w:rsid w:val="00AE2D4E"/>
    <w:rsid w:val="00AE2DF3"/>
    <w:rsid w:val="00AE2E3C"/>
    <w:rsid w:val="00AE2FCD"/>
    <w:rsid w:val="00AE32FC"/>
    <w:rsid w:val="00AE3709"/>
    <w:rsid w:val="00AE371B"/>
    <w:rsid w:val="00AE38DB"/>
    <w:rsid w:val="00AE3B2F"/>
    <w:rsid w:val="00AE3E6F"/>
    <w:rsid w:val="00AE3EF9"/>
    <w:rsid w:val="00AE4031"/>
    <w:rsid w:val="00AE4103"/>
    <w:rsid w:val="00AE42DF"/>
    <w:rsid w:val="00AE4559"/>
    <w:rsid w:val="00AE496B"/>
    <w:rsid w:val="00AE4B88"/>
    <w:rsid w:val="00AE4BB4"/>
    <w:rsid w:val="00AE4C2D"/>
    <w:rsid w:val="00AE5071"/>
    <w:rsid w:val="00AE518A"/>
    <w:rsid w:val="00AE59C4"/>
    <w:rsid w:val="00AE5FA4"/>
    <w:rsid w:val="00AE5FB6"/>
    <w:rsid w:val="00AE60F4"/>
    <w:rsid w:val="00AE6157"/>
    <w:rsid w:val="00AE615B"/>
    <w:rsid w:val="00AE6266"/>
    <w:rsid w:val="00AE632E"/>
    <w:rsid w:val="00AE6537"/>
    <w:rsid w:val="00AE6CC1"/>
    <w:rsid w:val="00AE737F"/>
    <w:rsid w:val="00AE781B"/>
    <w:rsid w:val="00AE7916"/>
    <w:rsid w:val="00AF06B7"/>
    <w:rsid w:val="00AF06EB"/>
    <w:rsid w:val="00AF084A"/>
    <w:rsid w:val="00AF1073"/>
    <w:rsid w:val="00AF11F7"/>
    <w:rsid w:val="00AF1709"/>
    <w:rsid w:val="00AF1919"/>
    <w:rsid w:val="00AF2553"/>
    <w:rsid w:val="00AF2796"/>
    <w:rsid w:val="00AF27A9"/>
    <w:rsid w:val="00AF2B47"/>
    <w:rsid w:val="00AF306A"/>
    <w:rsid w:val="00AF3166"/>
    <w:rsid w:val="00AF318C"/>
    <w:rsid w:val="00AF3481"/>
    <w:rsid w:val="00AF349E"/>
    <w:rsid w:val="00AF34CF"/>
    <w:rsid w:val="00AF34D2"/>
    <w:rsid w:val="00AF3581"/>
    <w:rsid w:val="00AF3867"/>
    <w:rsid w:val="00AF39C9"/>
    <w:rsid w:val="00AF3A28"/>
    <w:rsid w:val="00AF3AB0"/>
    <w:rsid w:val="00AF3AD4"/>
    <w:rsid w:val="00AF3B64"/>
    <w:rsid w:val="00AF3F03"/>
    <w:rsid w:val="00AF3F23"/>
    <w:rsid w:val="00AF4526"/>
    <w:rsid w:val="00AF45DE"/>
    <w:rsid w:val="00AF4A0F"/>
    <w:rsid w:val="00AF4CA5"/>
    <w:rsid w:val="00AF4D35"/>
    <w:rsid w:val="00AF4E4D"/>
    <w:rsid w:val="00AF5395"/>
    <w:rsid w:val="00AF55E7"/>
    <w:rsid w:val="00AF5877"/>
    <w:rsid w:val="00AF6463"/>
    <w:rsid w:val="00AF67E5"/>
    <w:rsid w:val="00AF690B"/>
    <w:rsid w:val="00AF7338"/>
    <w:rsid w:val="00AF7455"/>
    <w:rsid w:val="00AF76CF"/>
    <w:rsid w:val="00AF7BA4"/>
    <w:rsid w:val="00AF7C55"/>
    <w:rsid w:val="00AF7ED0"/>
    <w:rsid w:val="00B001A6"/>
    <w:rsid w:val="00B003F3"/>
    <w:rsid w:val="00B00F22"/>
    <w:rsid w:val="00B0107C"/>
    <w:rsid w:val="00B01389"/>
    <w:rsid w:val="00B01590"/>
    <w:rsid w:val="00B01620"/>
    <w:rsid w:val="00B016E3"/>
    <w:rsid w:val="00B0227B"/>
    <w:rsid w:val="00B0233E"/>
    <w:rsid w:val="00B0259C"/>
    <w:rsid w:val="00B0260E"/>
    <w:rsid w:val="00B02629"/>
    <w:rsid w:val="00B02664"/>
    <w:rsid w:val="00B0291F"/>
    <w:rsid w:val="00B02BCC"/>
    <w:rsid w:val="00B02D5C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458D"/>
    <w:rsid w:val="00B052E4"/>
    <w:rsid w:val="00B0534D"/>
    <w:rsid w:val="00B05553"/>
    <w:rsid w:val="00B05594"/>
    <w:rsid w:val="00B056D4"/>
    <w:rsid w:val="00B06137"/>
    <w:rsid w:val="00B063C7"/>
    <w:rsid w:val="00B065B3"/>
    <w:rsid w:val="00B066C6"/>
    <w:rsid w:val="00B067C5"/>
    <w:rsid w:val="00B07056"/>
    <w:rsid w:val="00B07278"/>
    <w:rsid w:val="00B072D6"/>
    <w:rsid w:val="00B07925"/>
    <w:rsid w:val="00B07B82"/>
    <w:rsid w:val="00B07E4F"/>
    <w:rsid w:val="00B07EE6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62"/>
    <w:rsid w:val="00B10DCE"/>
    <w:rsid w:val="00B10EA8"/>
    <w:rsid w:val="00B11385"/>
    <w:rsid w:val="00B11457"/>
    <w:rsid w:val="00B115F8"/>
    <w:rsid w:val="00B11881"/>
    <w:rsid w:val="00B119C3"/>
    <w:rsid w:val="00B11CD4"/>
    <w:rsid w:val="00B11E17"/>
    <w:rsid w:val="00B120EB"/>
    <w:rsid w:val="00B121EB"/>
    <w:rsid w:val="00B12278"/>
    <w:rsid w:val="00B12511"/>
    <w:rsid w:val="00B125C2"/>
    <w:rsid w:val="00B125FE"/>
    <w:rsid w:val="00B1264C"/>
    <w:rsid w:val="00B131C0"/>
    <w:rsid w:val="00B133AD"/>
    <w:rsid w:val="00B133B9"/>
    <w:rsid w:val="00B13C28"/>
    <w:rsid w:val="00B13E06"/>
    <w:rsid w:val="00B14161"/>
    <w:rsid w:val="00B14541"/>
    <w:rsid w:val="00B14575"/>
    <w:rsid w:val="00B14631"/>
    <w:rsid w:val="00B146D8"/>
    <w:rsid w:val="00B14952"/>
    <w:rsid w:val="00B149DE"/>
    <w:rsid w:val="00B14A47"/>
    <w:rsid w:val="00B14A99"/>
    <w:rsid w:val="00B14C39"/>
    <w:rsid w:val="00B14C6B"/>
    <w:rsid w:val="00B15116"/>
    <w:rsid w:val="00B15348"/>
    <w:rsid w:val="00B1564D"/>
    <w:rsid w:val="00B15652"/>
    <w:rsid w:val="00B15776"/>
    <w:rsid w:val="00B158E3"/>
    <w:rsid w:val="00B15B12"/>
    <w:rsid w:val="00B16081"/>
    <w:rsid w:val="00B16453"/>
    <w:rsid w:val="00B16E51"/>
    <w:rsid w:val="00B16EB0"/>
    <w:rsid w:val="00B16FA7"/>
    <w:rsid w:val="00B17463"/>
    <w:rsid w:val="00B17767"/>
    <w:rsid w:val="00B178C9"/>
    <w:rsid w:val="00B17971"/>
    <w:rsid w:val="00B17ADC"/>
    <w:rsid w:val="00B17C12"/>
    <w:rsid w:val="00B17CF3"/>
    <w:rsid w:val="00B17E59"/>
    <w:rsid w:val="00B2010D"/>
    <w:rsid w:val="00B20255"/>
    <w:rsid w:val="00B20514"/>
    <w:rsid w:val="00B20616"/>
    <w:rsid w:val="00B207EC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AF5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97"/>
    <w:rsid w:val="00B24BBA"/>
    <w:rsid w:val="00B24BCE"/>
    <w:rsid w:val="00B24FD4"/>
    <w:rsid w:val="00B25342"/>
    <w:rsid w:val="00B2539A"/>
    <w:rsid w:val="00B254CF"/>
    <w:rsid w:val="00B25B06"/>
    <w:rsid w:val="00B25B36"/>
    <w:rsid w:val="00B25C35"/>
    <w:rsid w:val="00B25FD3"/>
    <w:rsid w:val="00B26835"/>
    <w:rsid w:val="00B26909"/>
    <w:rsid w:val="00B26A10"/>
    <w:rsid w:val="00B26A48"/>
    <w:rsid w:val="00B26AD1"/>
    <w:rsid w:val="00B26C07"/>
    <w:rsid w:val="00B26C9D"/>
    <w:rsid w:val="00B26F08"/>
    <w:rsid w:val="00B2722B"/>
    <w:rsid w:val="00B27252"/>
    <w:rsid w:val="00B27631"/>
    <w:rsid w:val="00B278A1"/>
    <w:rsid w:val="00B27A5A"/>
    <w:rsid w:val="00B27BB3"/>
    <w:rsid w:val="00B27C62"/>
    <w:rsid w:val="00B27DF1"/>
    <w:rsid w:val="00B27F63"/>
    <w:rsid w:val="00B27FE5"/>
    <w:rsid w:val="00B30026"/>
    <w:rsid w:val="00B309AA"/>
    <w:rsid w:val="00B309E8"/>
    <w:rsid w:val="00B30F10"/>
    <w:rsid w:val="00B31398"/>
    <w:rsid w:val="00B313B6"/>
    <w:rsid w:val="00B3149C"/>
    <w:rsid w:val="00B319A0"/>
    <w:rsid w:val="00B31A1E"/>
    <w:rsid w:val="00B31C73"/>
    <w:rsid w:val="00B31D9B"/>
    <w:rsid w:val="00B31EDB"/>
    <w:rsid w:val="00B32443"/>
    <w:rsid w:val="00B325D2"/>
    <w:rsid w:val="00B3275A"/>
    <w:rsid w:val="00B32EDE"/>
    <w:rsid w:val="00B3304B"/>
    <w:rsid w:val="00B33193"/>
    <w:rsid w:val="00B33373"/>
    <w:rsid w:val="00B3368F"/>
    <w:rsid w:val="00B3376B"/>
    <w:rsid w:val="00B3394D"/>
    <w:rsid w:val="00B33BFF"/>
    <w:rsid w:val="00B33C2B"/>
    <w:rsid w:val="00B33F0B"/>
    <w:rsid w:val="00B33F8A"/>
    <w:rsid w:val="00B340CF"/>
    <w:rsid w:val="00B3417E"/>
    <w:rsid w:val="00B3423B"/>
    <w:rsid w:val="00B344E2"/>
    <w:rsid w:val="00B344E4"/>
    <w:rsid w:val="00B3489B"/>
    <w:rsid w:val="00B34EBA"/>
    <w:rsid w:val="00B350C7"/>
    <w:rsid w:val="00B35125"/>
    <w:rsid w:val="00B354FE"/>
    <w:rsid w:val="00B35557"/>
    <w:rsid w:val="00B355FA"/>
    <w:rsid w:val="00B35610"/>
    <w:rsid w:val="00B35756"/>
    <w:rsid w:val="00B35C09"/>
    <w:rsid w:val="00B35E71"/>
    <w:rsid w:val="00B362D3"/>
    <w:rsid w:val="00B36BC4"/>
    <w:rsid w:val="00B36EF5"/>
    <w:rsid w:val="00B37183"/>
    <w:rsid w:val="00B37554"/>
    <w:rsid w:val="00B378C2"/>
    <w:rsid w:val="00B37A3F"/>
    <w:rsid w:val="00B37B7C"/>
    <w:rsid w:val="00B37C2E"/>
    <w:rsid w:val="00B37C75"/>
    <w:rsid w:val="00B4062D"/>
    <w:rsid w:val="00B406BB"/>
    <w:rsid w:val="00B409D9"/>
    <w:rsid w:val="00B40C4F"/>
    <w:rsid w:val="00B40F2E"/>
    <w:rsid w:val="00B4149F"/>
    <w:rsid w:val="00B4164E"/>
    <w:rsid w:val="00B4183E"/>
    <w:rsid w:val="00B41B83"/>
    <w:rsid w:val="00B41B9E"/>
    <w:rsid w:val="00B41C3F"/>
    <w:rsid w:val="00B41F0F"/>
    <w:rsid w:val="00B41F1A"/>
    <w:rsid w:val="00B41F92"/>
    <w:rsid w:val="00B42265"/>
    <w:rsid w:val="00B428BB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6B2"/>
    <w:rsid w:val="00B44CD2"/>
    <w:rsid w:val="00B44E86"/>
    <w:rsid w:val="00B4533A"/>
    <w:rsid w:val="00B4537C"/>
    <w:rsid w:val="00B454C6"/>
    <w:rsid w:val="00B454EC"/>
    <w:rsid w:val="00B456C6"/>
    <w:rsid w:val="00B45794"/>
    <w:rsid w:val="00B46494"/>
    <w:rsid w:val="00B46834"/>
    <w:rsid w:val="00B4689A"/>
    <w:rsid w:val="00B46991"/>
    <w:rsid w:val="00B47176"/>
    <w:rsid w:val="00B471A3"/>
    <w:rsid w:val="00B47363"/>
    <w:rsid w:val="00B474D1"/>
    <w:rsid w:val="00B5005A"/>
    <w:rsid w:val="00B502E1"/>
    <w:rsid w:val="00B5036E"/>
    <w:rsid w:val="00B50413"/>
    <w:rsid w:val="00B5054D"/>
    <w:rsid w:val="00B505AB"/>
    <w:rsid w:val="00B50BBF"/>
    <w:rsid w:val="00B50C24"/>
    <w:rsid w:val="00B50F73"/>
    <w:rsid w:val="00B51084"/>
    <w:rsid w:val="00B512B0"/>
    <w:rsid w:val="00B5137A"/>
    <w:rsid w:val="00B513EB"/>
    <w:rsid w:val="00B518C4"/>
    <w:rsid w:val="00B519DC"/>
    <w:rsid w:val="00B51A37"/>
    <w:rsid w:val="00B51ABB"/>
    <w:rsid w:val="00B51CE6"/>
    <w:rsid w:val="00B51F57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F64"/>
    <w:rsid w:val="00B52FB1"/>
    <w:rsid w:val="00B53374"/>
    <w:rsid w:val="00B533A6"/>
    <w:rsid w:val="00B53405"/>
    <w:rsid w:val="00B53644"/>
    <w:rsid w:val="00B536B4"/>
    <w:rsid w:val="00B53BCA"/>
    <w:rsid w:val="00B53D60"/>
    <w:rsid w:val="00B53E92"/>
    <w:rsid w:val="00B540ED"/>
    <w:rsid w:val="00B54127"/>
    <w:rsid w:val="00B5422C"/>
    <w:rsid w:val="00B545C0"/>
    <w:rsid w:val="00B54630"/>
    <w:rsid w:val="00B54BB7"/>
    <w:rsid w:val="00B54C1D"/>
    <w:rsid w:val="00B54CFE"/>
    <w:rsid w:val="00B54F95"/>
    <w:rsid w:val="00B5523C"/>
    <w:rsid w:val="00B552E9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6903"/>
    <w:rsid w:val="00B56EB5"/>
    <w:rsid w:val="00B57193"/>
    <w:rsid w:val="00B5719F"/>
    <w:rsid w:val="00B571C3"/>
    <w:rsid w:val="00B5791F"/>
    <w:rsid w:val="00B57968"/>
    <w:rsid w:val="00B57B37"/>
    <w:rsid w:val="00B57B4C"/>
    <w:rsid w:val="00B57D41"/>
    <w:rsid w:val="00B57E3C"/>
    <w:rsid w:val="00B57FF3"/>
    <w:rsid w:val="00B600E1"/>
    <w:rsid w:val="00B6028E"/>
    <w:rsid w:val="00B6051C"/>
    <w:rsid w:val="00B6058E"/>
    <w:rsid w:val="00B605EA"/>
    <w:rsid w:val="00B607BD"/>
    <w:rsid w:val="00B60DD2"/>
    <w:rsid w:val="00B612BC"/>
    <w:rsid w:val="00B61EAE"/>
    <w:rsid w:val="00B61ED9"/>
    <w:rsid w:val="00B61EF5"/>
    <w:rsid w:val="00B624DC"/>
    <w:rsid w:val="00B62901"/>
    <w:rsid w:val="00B62C0E"/>
    <w:rsid w:val="00B62CD5"/>
    <w:rsid w:val="00B62DB5"/>
    <w:rsid w:val="00B62DFE"/>
    <w:rsid w:val="00B62E85"/>
    <w:rsid w:val="00B62EE5"/>
    <w:rsid w:val="00B63104"/>
    <w:rsid w:val="00B6329C"/>
    <w:rsid w:val="00B63837"/>
    <w:rsid w:val="00B63974"/>
    <w:rsid w:val="00B639F7"/>
    <w:rsid w:val="00B63C5C"/>
    <w:rsid w:val="00B63EA7"/>
    <w:rsid w:val="00B63EC0"/>
    <w:rsid w:val="00B64238"/>
    <w:rsid w:val="00B646D0"/>
    <w:rsid w:val="00B64769"/>
    <w:rsid w:val="00B64A76"/>
    <w:rsid w:val="00B64AD3"/>
    <w:rsid w:val="00B64AF1"/>
    <w:rsid w:val="00B64B13"/>
    <w:rsid w:val="00B64C26"/>
    <w:rsid w:val="00B65130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86A"/>
    <w:rsid w:val="00B67988"/>
    <w:rsid w:val="00B67BD0"/>
    <w:rsid w:val="00B67C82"/>
    <w:rsid w:val="00B67D86"/>
    <w:rsid w:val="00B67FB7"/>
    <w:rsid w:val="00B70084"/>
    <w:rsid w:val="00B70302"/>
    <w:rsid w:val="00B7034D"/>
    <w:rsid w:val="00B70C9C"/>
    <w:rsid w:val="00B7112C"/>
    <w:rsid w:val="00B711D2"/>
    <w:rsid w:val="00B7154D"/>
    <w:rsid w:val="00B715A6"/>
    <w:rsid w:val="00B71883"/>
    <w:rsid w:val="00B71B5A"/>
    <w:rsid w:val="00B71D14"/>
    <w:rsid w:val="00B71EFE"/>
    <w:rsid w:val="00B723AB"/>
    <w:rsid w:val="00B723E3"/>
    <w:rsid w:val="00B72615"/>
    <w:rsid w:val="00B728B5"/>
    <w:rsid w:val="00B72C4D"/>
    <w:rsid w:val="00B72C68"/>
    <w:rsid w:val="00B72FD9"/>
    <w:rsid w:val="00B73215"/>
    <w:rsid w:val="00B73611"/>
    <w:rsid w:val="00B736C3"/>
    <w:rsid w:val="00B737A8"/>
    <w:rsid w:val="00B738EE"/>
    <w:rsid w:val="00B739A6"/>
    <w:rsid w:val="00B73D85"/>
    <w:rsid w:val="00B73F30"/>
    <w:rsid w:val="00B73F79"/>
    <w:rsid w:val="00B7409A"/>
    <w:rsid w:val="00B7474C"/>
    <w:rsid w:val="00B7485A"/>
    <w:rsid w:val="00B74A3A"/>
    <w:rsid w:val="00B74B7A"/>
    <w:rsid w:val="00B756AE"/>
    <w:rsid w:val="00B75926"/>
    <w:rsid w:val="00B75AE8"/>
    <w:rsid w:val="00B75BAB"/>
    <w:rsid w:val="00B76062"/>
    <w:rsid w:val="00B760BA"/>
    <w:rsid w:val="00B7646A"/>
    <w:rsid w:val="00B764F7"/>
    <w:rsid w:val="00B767ED"/>
    <w:rsid w:val="00B7682A"/>
    <w:rsid w:val="00B76941"/>
    <w:rsid w:val="00B7716F"/>
    <w:rsid w:val="00B77363"/>
    <w:rsid w:val="00B774CF"/>
    <w:rsid w:val="00B77825"/>
    <w:rsid w:val="00B77C6D"/>
    <w:rsid w:val="00B77CA2"/>
    <w:rsid w:val="00B806EA"/>
    <w:rsid w:val="00B80B07"/>
    <w:rsid w:val="00B80C4E"/>
    <w:rsid w:val="00B81147"/>
    <w:rsid w:val="00B81254"/>
    <w:rsid w:val="00B81618"/>
    <w:rsid w:val="00B81915"/>
    <w:rsid w:val="00B81BC9"/>
    <w:rsid w:val="00B81F8A"/>
    <w:rsid w:val="00B825FE"/>
    <w:rsid w:val="00B8279D"/>
    <w:rsid w:val="00B8294F"/>
    <w:rsid w:val="00B82B09"/>
    <w:rsid w:val="00B82DAD"/>
    <w:rsid w:val="00B82F9C"/>
    <w:rsid w:val="00B830C9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4059"/>
    <w:rsid w:val="00B84094"/>
    <w:rsid w:val="00B84381"/>
    <w:rsid w:val="00B84CBC"/>
    <w:rsid w:val="00B84DCA"/>
    <w:rsid w:val="00B84E62"/>
    <w:rsid w:val="00B851C4"/>
    <w:rsid w:val="00B852C6"/>
    <w:rsid w:val="00B854E3"/>
    <w:rsid w:val="00B8570C"/>
    <w:rsid w:val="00B85E0A"/>
    <w:rsid w:val="00B86304"/>
    <w:rsid w:val="00B86422"/>
    <w:rsid w:val="00B86499"/>
    <w:rsid w:val="00B864CE"/>
    <w:rsid w:val="00B865F5"/>
    <w:rsid w:val="00B86844"/>
    <w:rsid w:val="00B86980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C3E"/>
    <w:rsid w:val="00B87E4C"/>
    <w:rsid w:val="00B906A4"/>
    <w:rsid w:val="00B90756"/>
    <w:rsid w:val="00B9080A"/>
    <w:rsid w:val="00B909BE"/>
    <w:rsid w:val="00B90D4D"/>
    <w:rsid w:val="00B91229"/>
    <w:rsid w:val="00B9146A"/>
    <w:rsid w:val="00B9156D"/>
    <w:rsid w:val="00B916C5"/>
    <w:rsid w:val="00B9196A"/>
    <w:rsid w:val="00B91CAD"/>
    <w:rsid w:val="00B91EAF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B9"/>
    <w:rsid w:val="00B93530"/>
    <w:rsid w:val="00B935CF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04E"/>
    <w:rsid w:val="00B970E4"/>
    <w:rsid w:val="00B9724D"/>
    <w:rsid w:val="00B975F0"/>
    <w:rsid w:val="00B97B26"/>
    <w:rsid w:val="00B97E54"/>
    <w:rsid w:val="00BA0405"/>
    <w:rsid w:val="00BA080E"/>
    <w:rsid w:val="00BA0A17"/>
    <w:rsid w:val="00BA0C47"/>
    <w:rsid w:val="00BA0EFA"/>
    <w:rsid w:val="00BA0F83"/>
    <w:rsid w:val="00BA0FA9"/>
    <w:rsid w:val="00BA13E8"/>
    <w:rsid w:val="00BA14A0"/>
    <w:rsid w:val="00BA14EB"/>
    <w:rsid w:val="00BA1516"/>
    <w:rsid w:val="00BA1571"/>
    <w:rsid w:val="00BA160C"/>
    <w:rsid w:val="00BA1854"/>
    <w:rsid w:val="00BA189C"/>
    <w:rsid w:val="00BA192A"/>
    <w:rsid w:val="00BA1C66"/>
    <w:rsid w:val="00BA1D0B"/>
    <w:rsid w:val="00BA1D12"/>
    <w:rsid w:val="00BA1E67"/>
    <w:rsid w:val="00BA22AC"/>
    <w:rsid w:val="00BA257D"/>
    <w:rsid w:val="00BA28F1"/>
    <w:rsid w:val="00BA3304"/>
    <w:rsid w:val="00BA339D"/>
    <w:rsid w:val="00BA34EB"/>
    <w:rsid w:val="00BA37EA"/>
    <w:rsid w:val="00BA3820"/>
    <w:rsid w:val="00BA3F1F"/>
    <w:rsid w:val="00BA4679"/>
    <w:rsid w:val="00BA48DF"/>
    <w:rsid w:val="00BA4E44"/>
    <w:rsid w:val="00BA5242"/>
    <w:rsid w:val="00BA52AD"/>
    <w:rsid w:val="00BA539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8D"/>
    <w:rsid w:val="00BA6318"/>
    <w:rsid w:val="00BA647C"/>
    <w:rsid w:val="00BA67B2"/>
    <w:rsid w:val="00BA6841"/>
    <w:rsid w:val="00BA6B7F"/>
    <w:rsid w:val="00BA6C47"/>
    <w:rsid w:val="00BA6CDA"/>
    <w:rsid w:val="00BA6D38"/>
    <w:rsid w:val="00BA6DC2"/>
    <w:rsid w:val="00BA6EA1"/>
    <w:rsid w:val="00BA6F69"/>
    <w:rsid w:val="00BA6FA9"/>
    <w:rsid w:val="00BA7153"/>
    <w:rsid w:val="00BA7241"/>
    <w:rsid w:val="00BA788B"/>
    <w:rsid w:val="00BA78FF"/>
    <w:rsid w:val="00BB01A2"/>
    <w:rsid w:val="00BB058C"/>
    <w:rsid w:val="00BB065B"/>
    <w:rsid w:val="00BB0699"/>
    <w:rsid w:val="00BB0C72"/>
    <w:rsid w:val="00BB0E69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8C"/>
    <w:rsid w:val="00BB1EAF"/>
    <w:rsid w:val="00BB2BE6"/>
    <w:rsid w:val="00BB2EA9"/>
    <w:rsid w:val="00BB315C"/>
    <w:rsid w:val="00BB3272"/>
    <w:rsid w:val="00BB3516"/>
    <w:rsid w:val="00BB354D"/>
    <w:rsid w:val="00BB35BF"/>
    <w:rsid w:val="00BB3934"/>
    <w:rsid w:val="00BB3956"/>
    <w:rsid w:val="00BB3A7F"/>
    <w:rsid w:val="00BB3DB7"/>
    <w:rsid w:val="00BB3EAF"/>
    <w:rsid w:val="00BB4080"/>
    <w:rsid w:val="00BB43CD"/>
    <w:rsid w:val="00BB4538"/>
    <w:rsid w:val="00BB46D9"/>
    <w:rsid w:val="00BB49BF"/>
    <w:rsid w:val="00BB4B07"/>
    <w:rsid w:val="00BB501B"/>
    <w:rsid w:val="00BB51E1"/>
    <w:rsid w:val="00BB58CC"/>
    <w:rsid w:val="00BB5A42"/>
    <w:rsid w:val="00BB5B14"/>
    <w:rsid w:val="00BB5C4F"/>
    <w:rsid w:val="00BB5C5D"/>
    <w:rsid w:val="00BB5C69"/>
    <w:rsid w:val="00BB5D41"/>
    <w:rsid w:val="00BB5D45"/>
    <w:rsid w:val="00BB5E42"/>
    <w:rsid w:val="00BB6147"/>
    <w:rsid w:val="00BB63AE"/>
    <w:rsid w:val="00BB6C9A"/>
    <w:rsid w:val="00BB7210"/>
    <w:rsid w:val="00BB75C8"/>
    <w:rsid w:val="00BB763C"/>
    <w:rsid w:val="00BB79C3"/>
    <w:rsid w:val="00BB7C62"/>
    <w:rsid w:val="00BC0167"/>
    <w:rsid w:val="00BC0596"/>
    <w:rsid w:val="00BC05AE"/>
    <w:rsid w:val="00BC0CD3"/>
    <w:rsid w:val="00BC0D00"/>
    <w:rsid w:val="00BC11B5"/>
    <w:rsid w:val="00BC11BC"/>
    <w:rsid w:val="00BC151F"/>
    <w:rsid w:val="00BC1585"/>
    <w:rsid w:val="00BC168A"/>
    <w:rsid w:val="00BC16FD"/>
    <w:rsid w:val="00BC181D"/>
    <w:rsid w:val="00BC18FA"/>
    <w:rsid w:val="00BC1A28"/>
    <w:rsid w:val="00BC1FF0"/>
    <w:rsid w:val="00BC2081"/>
    <w:rsid w:val="00BC239C"/>
    <w:rsid w:val="00BC2453"/>
    <w:rsid w:val="00BC27BA"/>
    <w:rsid w:val="00BC2C3A"/>
    <w:rsid w:val="00BC2D11"/>
    <w:rsid w:val="00BC2F8C"/>
    <w:rsid w:val="00BC338A"/>
    <w:rsid w:val="00BC355B"/>
    <w:rsid w:val="00BC3710"/>
    <w:rsid w:val="00BC3AD5"/>
    <w:rsid w:val="00BC408E"/>
    <w:rsid w:val="00BC40DF"/>
    <w:rsid w:val="00BC41FD"/>
    <w:rsid w:val="00BC4462"/>
    <w:rsid w:val="00BC45BC"/>
    <w:rsid w:val="00BC45E2"/>
    <w:rsid w:val="00BC464B"/>
    <w:rsid w:val="00BC4A07"/>
    <w:rsid w:val="00BC4A86"/>
    <w:rsid w:val="00BC4CB2"/>
    <w:rsid w:val="00BC5254"/>
    <w:rsid w:val="00BC54C1"/>
    <w:rsid w:val="00BC5CA7"/>
    <w:rsid w:val="00BC5DCB"/>
    <w:rsid w:val="00BC5DDB"/>
    <w:rsid w:val="00BC61B7"/>
    <w:rsid w:val="00BC69A2"/>
    <w:rsid w:val="00BC6D56"/>
    <w:rsid w:val="00BC6DF2"/>
    <w:rsid w:val="00BC6E0B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C7EF0"/>
    <w:rsid w:val="00BD0A73"/>
    <w:rsid w:val="00BD0CFF"/>
    <w:rsid w:val="00BD0F5D"/>
    <w:rsid w:val="00BD0FB8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43"/>
    <w:rsid w:val="00BD2C42"/>
    <w:rsid w:val="00BD2C8E"/>
    <w:rsid w:val="00BD31D4"/>
    <w:rsid w:val="00BD32C5"/>
    <w:rsid w:val="00BD3771"/>
    <w:rsid w:val="00BD3A4B"/>
    <w:rsid w:val="00BD3C60"/>
    <w:rsid w:val="00BD3E84"/>
    <w:rsid w:val="00BD424C"/>
    <w:rsid w:val="00BD4B2D"/>
    <w:rsid w:val="00BD4E82"/>
    <w:rsid w:val="00BD5130"/>
    <w:rsid w:val="00BD54F6"/>
    <w:rsid w:val="00BD5501"/>
    <w:rsid w:val="00BD599D"/>
    <w:rsid w:val="00BD5B4A"/>
    <w:rsid w:val="00BD5E04"/>
    <w:rsid w:val="00BD5EC4"/>
    <w:rsid w:val="00BD61C1"/>
    <w:rsid w:val="00BD65BA"/>
    <w:rsid w:val="00BD6BA0"/>
    <w:rsid w:val="00BD6F6B"/>
    <w:rsid w:val="00BD7346"/>
    <w:rsid w:val="00BD7D87"/>
    <w:rsid w:val="00BE000D"/>
    <w:rsid w:val="00BE0070"/>
    <w:rsid w:val="00BE008E"/>
    <w:rsid w:val="00BE0496"/>
    <w:rsid w:val="00BE05AC"/>
    <w:rsid w:val="00BE05F4"/>
    <w:rsid w:val="00BE08D0"/>
    <w:rsid w:val="00BE093D"/>
    <w:rsid w:val="00BE0CA7"/>
    <w:rsid w:val="00BE10D4"/>
    <w:rsid w:val="00BE12E3"/>
    <w:rsid w:val="00BE133B"/>
    <w:rsid w:val="00BE1581"/>
    <w:rsid w:val="00BE1624"/>
    <w:rsid w:val="00BE1738"/>
    <w:rsid w:val="00BE1864"/>
    <w:rsid w:val="00BE1F26"/>
    <w:rsid w:val="00BE2075"/>
    <w:rsid w:val="00BE23A3"/>
    <w:rsid w:val="00BE2579"/>
    <w:rsid w:val="00BE26E3"/>
    <w:rsid w:val="00BE27FA"/>
    <w:rsid w:val="00BE27FC"/>
    <w:rsid w:val="00BE2C11"/>
    <w:rsid w:val="00BE2C94"/>
    <w:rsid w:val="00BE2FAF"/>
    <w:rsid w:val="00BE313F"/>
    <w:rsid w:val="00BE32AA"/>
    <w:rsid w:val="00BE33E8"/>
    <w:rsid w:val="00BE357B"/>
    <w:rsid w:val="00BE3621"/>
    <w:rsid w:val="00BE36DB"/>
    <w:rsid w:val="00BE36DC"/>
    <w:rsid w:val="00BE3CA3"/>
    <w:rsid w:val="00BE3DC8"/>
    <w:rsid w:val="00BE3F8D"/>
    <w:rsid w:val="00BE416D"/>
    <w:rsid w:val="00BE4446"/>
    <w:rsid w:val="00BE4523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317"/>
    <w:rsid w:val="00BE58C4"/>
    <w:rsid w:val="00BE5B26"/>
    <w:rsid w:val="00BE6165"/>
    <w:rsid w:val="00BE62F2"/>
    <w:rsid w:val="00BE643D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F78"/>
    <w:rsid w:val="00BF0044"/>
    <w:rsid w:val="00BF004B"/>
    <w:rsid w:val="00BF057B"/>
    <w:rsid w:val="00BF09C2"/>
    <w:rsid w:val="00BF0ACA"/>
    <w:rsid w:val="00BF0F91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1DB"/>
    <w:rsid w:val="00BF232E"/>
    <w:rsid w:val="00BF2418"/>
    <w:rsid w:val="00BF271B"/>
    <w:rsid w:val="00BF2883"/>
    <w:rsid w:val="00BF28FA"/>
    <w:rsid w:val="00BF2D88"/>
    <w:rsid w:val="00BF350C"/>
    <w:rsid w:val="00BF3AD1"/>
    <w:rsid w:val="00BF3EFC"/>
    <w:rsid w:val="00BF408E"/>
    <w:rsid w:val="00BF41B4"/>
    <w:rsid w:val="00BF429E"/>
    <w:rsid w:val="00BF45D3"/>
    <w:rsid w:val="00BF45EB"/>
    <w:rsid w:val="00BF49EA"/>
    <w:rsid w:val="00BF4C26"/>
    <w:rsid w:val="00BF507D"/>
    <w:rsid w:val="00BF543E"/>
    <w:rsid w:val="00BF5850"/>
    <w:rsid w:val="00BF5977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7022"/>
    <w:rsid w:val="00BF7124"/>
    <w:rsid w:val="00BF73A6"/>
    <w:rsid w:val="00BF7690"/>
    <w:rsid w:val="00BF781E"/>
    <w:rsid w:val="00BF7945"/>
    <w:rsid w:val="00BF79CB"/>
    <w:rsid w:val="00BF7A6B"/>
    <w:rsid w:val="00BF7C5C"/>
    <w:rsid w:val="00BF7F6D"/>
    <w:rsid w:val="00C0003D"/>
    <w:rsid w:val="00C0017B"/>
    <w:rsid w:val="00C001A7"/>
    <w:rsid w:val="00C00390"/>
    <w:rsid w:val="00C00425"/>
    <w:rsid w:val="00C005F8"/>
    <w:rsid w:val="00C00B1E"/>
    <w:rsid w:val="00C00B59"/>
    <w:rsid w:val="00C00DD3"/>
    <w:rsid w:val="00C00F5A"/>
    <w:rsid w:val="00C01339"/>
    <w:rsid w:val="00C0146C"/>
    <w:rsid w:val="00C0178D"/>
    <w:rsid w:val="00C017D8"/>
    <w:rsid w:val="00C017EF"/>
    <w:rsid w:val="00C01945"/>
    <w:rsid w:val="00C01967"/>
    <w:rsid w:val="00C01C26"/>
    <w:rsid w:val="00C01C9D"/>
    <w:rsid w:val="00C01D7A"/>
    <w:rsid w:val="00C0201D"/>
    <w:rsid w:val="00C020F2"/>
    <w:rsid w:val="00C02401"/>
    <w:rsid w:val="00C02481"/>
    <w:rsid w:val="00C02485"/>
    <w:rsid w:val="00C03143"/>
    <w:rsid w:val="00C031C6"/>
    <w:rsid w:val="00C03408"/>
    <w:rsid w:val="00C03487"/>
    <w:rsid w:val="00C035D6"/>
    <w:rsid w:val="00C0386E"/>
    <w:rsid w:val="00C03A86"/>
    <w:rsid w:val="00C03A8B"/>
    <w:rsid w:val="00C03ABB"/>
    <w:rsid w:val="00C03B3A"/>
    <w:rsid w:val="00C03CC7"/>
    <w:rsid w:val="00C03E3B"/>
    <w:rsid w:val="00C04444"/>
    <w:rsid w:val="00C04BEF"/>
    <w:rsid w:val="00C04F22"/>
    <w:rsid w:val="00C04F5D"/>
    <w:rsid w:val="00C0632D"/>
    <w:rsid w:val="00C06580"/>
    <w:rsid w:val="00C06708"/>
    <w:rsid w:val="00C06781"/>
    <w:rsid w:val="00C067A8"/>
    <w:rsid w:val="00C06C48"/>
    <w:rsid w:val="00C0706E"/>
    <w:rsid w:val="00C07502"/>
    <w:rsid w:val="00C07805"/>
    <w:rsid w:val="00C079F3"/>
    <w:rsid w:val="00C07FBD"/>
    <w:rsid w:val="00C07FFE"/>
    <w:rsid w:val="00C10C7A"/>
    <w:rsid w:val="00C10DE0"/>
    <w:rsid w:val="00C10E25"/>
    <w:rsid w:val="00C10EE4"/>
    <w:rsid w:val="00C10F05"/>
    <w:rsid w:val="00C10FB5"/>
    <w:rsid w:val="00C110C3"/>
    <w:rsid w:val="00C1173C"/>
    <w:rsid w:val="00C1185F"/>
    <w:rsid w:val="00C11B87"/>
    <w:rsid w:val="00C11E0B"/>
    <w:rsid w:val="00C1208C"/>
    <w:rsid w:val="00C121D7"/>
    <w:rsid w:val="00C12409"/>
    <w:rsid w:val="00C1260A"/>
    <w:rsid w:val="00C12871"/>
    <w:rsid w:val="00C12A67"/>
    <w:rsid w:val="00C1308D"/>
    <w:rsid w:val="00C13127"/>
    <w:rsid w:val="00C133D9"/>
    <w:rsid w:val="00C13D41"/>
    <w:rsid w:val="00C13F4E"/>
    <w:rsid w:val="00C1434E"/>
    <w:rsid w:val="00C1474E"/>
    <w:rsid w:val="00C14783"/>
    <w:rsid w:val="00C1488F"/>
    <w:rsid w:val="00C149B7"/>
    <w:rsid w:val="00C14FB7"/>
    <w:rsid w:val="00C152C8"/>
    <w:rsid w:val="00C15408"/>
    <w:rsid w:val="00C15CFD"/>
    <w:rsid w:val="00C16066"/>
    <w:rsid w:val="00C166DA"/>
    <w:rsid w:val="00C16748"/>
    <w:rsid w:val="00C167A7"/>
    <w:rsid w:val="00C16827"/>
    <w:rsid w:val="00C1686A"/>
    <w:rsid w:val="00C16C47"/>
    <w:rsid w:val="00C16F6A"/>
    <w:rsid w:val="00C171AA"/>
    <w:rsid w:val="00C171F7"/>
    <w:rsid w:val="00C17775"/>
    <w:rsid w:val="00C17B63"/>
    <w:rsid w:val="00C17DBC"/>
    <w:rsid w:val="00C17F8E"/>
    <w:rsid w:val="00C203D4"/>
    <w:rsid w:val="00C2066C"/>
    <w:rsid w:val="00C2082B"/>
    <w:rsid w:val="00C209E0"/>
    <w:rsid w:val="00C20A8D"/>
    <w:rsid w:val="00C20B98"/>
    <w:rsid w:val="00C20D1A"/>
    <w:rsid w:val="00C20D55"/>
    <w:rsid w:val="00C20DC8"/>
    <w:rsid w:val="00C21271"/>
    <w:rsid w:val="00C21299"/>
    <w:rsid w:val="00C21344"/>
    <w:rsid w:val="00C217AC"/>
    <w:rsid w:val="00C217C1"/>
    <w:rsid w:val="00C21B4C"/>
    <w:rsid w:val="00C22004"/>
    <w:rsid w:val="00C221DB"/>
    <w:rsid w:val="00C224C8"/>
    <w:rsid w:val="00C224D7"/>
    <w:rsid w:val="00C2290E"/>
    <w:rsid w:val="00C22CC1"/>
    <w:rsid w:val="00C22D93"/>
    <w:rsid w:val="00C22EE4"/>
    <w:rsid w:val="00C236D7"/>
    <w:rsid w:val="00C239DE"/>
    <w:rsid w:val="00C23DB7"/>
    <w:rsid w:val="00C23DF6"/>
    <w:rsid w:val="00C241D1"/>
    <w:rsid w:val="00C244D0"/>
    <w:rsid w:val="00C24655"/>
    <w:rsid w:val="00C24847"/>
    <w:rsid w:val="00C249FC"/>
    <w:rsid w:val="00C24A5F"/>
    <w:rsid w:val="00C24B02"/>
    <w:rsid w:val="00C24BDE"/>
    <w:rsid w:val="00C24C04"/>
    <w:rsid w:val="00C24C50"/>
    <w:rsid w:val="00C24F4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4CA"/>
    <w:rsid w:val="00C2660B"/>
    <w:rsid w:val="00C26612"/>
    <w:rsid w:val="00C269A9"/>
    <w:rsid w:val="00C26BF6"/>
    <w:rsid w:val="00C26C78"/>
    <w:rsid w:val="00C2730E"/>
    <w:rsid w:val="00C27B69"/>
    <w:rsid w:val="00C3059D"/>
    <w:rsid w:val="00C3080D"/>
    <w:rsid w:val="00C308BF"/>
    <w:rsid w:val="00C3097A"/>
    <w:rsid w:val="00C32102"/>
    <w:rsid w:val="00C32810"/>
    <w:rsid w:val="00C32ECA"/>
    <w:rsid w:val="00C32F54"/>
    <w:rsid w:val="00C33168"/>
    <w:rsid w:val="00C33343"/>
    <w:rsid w:val="00C3338B"/>
    <w:rsid w:val="00C334B3"/>
    <w:rsid w:val="00C33637"/>
    <w:rsid w:val="00C340A2"/>
    <w:rsid w:val="00C341BC"/>
    <w:rsid w:val="00C34654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F43"/>
    <w:rsid w:val="00C36022"/>
    <w:rsid w:val="00C36371"/>
    <w:rsid w:val="00C363DD"/>
    <w:rsid w:val="00C3656D"/>
    <w:rsid w:val="00C3669E"/>
    <w:rsid w:val="00C367CD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B76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4EB"/>
    <w:rsid w:val="00C426B7"/>
    <w:rsid w:val="00C426C3"/>
    <w:rsid w:val="00C42728"/>
    <w:rsid w:val="00C42B78"/>
    <w:rsid w:val="00C430D3"/>
    <w:rsid w:val="00C43339"/>
    <w:rsid w:val="00C43A67"/>
    <w:rsid w:val="00C44024"/>
    <w:rsid w:val="00C44132"/>
    <w:rsid w:val="00C44692"/>
    <w:rsid w:val="00C4470D"/>
    <w:rsid w:val="00C44753"/>
    <w:rsid w:val="00C44772"/>
    <w:rsid w:val="00C44CF2"/>
    <w:rsid w:val="00C44D37"/>
    <w:rsid w:val="00C45557"/>
    <w:rsid w:val="00C4559B"/>
    <w:rsid w:val="00C45615"/>
    <w:rsid w:val="00C456B4"/>
    <w:rsid w:val="00C4601B"/>
    <w:rsid w:val="00C4606C"/>
    <w:rsid w:val="00C461CA"/>
    <w:rsid w:val="00C464AF"/>
    <w:rsid w:val="00C464D0"/>
    <w:rsid w:val="00C46653"/>
    <w:rsid w:val="00C46894"/>
    <w:rsid w:val="00C46952"/>
    <w:rsid w:val="00C46D85"/>
    <w:rsid w:val="00C46DED"/>
    <w:rsid w:val="00C46F63"/>
    <w:rsid w:val="00C47108"/>
    <w:rsid w:val="00C4747C"/>
    <w:rsid w:val="00C47716"/>
    <w:rsid w:val="00C4790A"/>
    <w:rsid w:val="00C47EC3"/>
    <w:rsid w:val="00C47EF2"/>
    <w:rsid w:val="00C47EFE"/>
    <w:rsid w:val="00C500D8"/>
    <w:rsid w:val="00C501A9"/>
    <w:rsid w:val="00C5048F"/>
    <w:rsid w:val="00C5051E"/>
    <w:rsid w:val="00C50756"/>
    <w:rsid w:val="00C508D2"/>
    <w:rsid w:val="00C50AEA"/>
    <w:rsid w:val="00C50C0A"/>
    <w:rsid w:val="00C50EC4"/>
    <w:rsid w:val="00C51287"/>
    <w:rsid w:val="00C5175C"/>
    <w:rsid w:val="00C519E7"/>
    <w:rsid w:val="00C51A17"/>
    <w:rsid w:val="00C5251A"/>
    <w:rsid w:val="00C52CC9"/>
    <w:rsid w:val="00C52DD8"/>
    <w:rsid w:val="00C53276"/>
    <w:rsid w:val="00C5378A"/>
    <w:rsid w:val="00C537A2"/>
    <w:rsid w:val="00C5450A"/>
    <w:rsid w:val="00C546F8"/>
    <w:rsid w:val="00C548C9"/>
    <w:rsid w:val="00C54CCB"/>
    <w:rsid w:val="00C54E19"/>
    <w:rsid w:val="00C55233"/>
    <w:rsid w:val="00C5537D"/>
    <w:rsid w:val="00C55E65"/>
    <w:rsid w:val="00C56029"/>
    <w:rsid w:val="00C5617D"/>
    <w:rsid w:val="00C562FA"/>
    <w:rsid w:val="00C5637C"/>
    <w:rsid w:val="00C563C1"/>
    <w:rsid w:val="00C56D89"/>
    <w:rsid w:val="00C56F59"/>
    <w:rsid w:val="00C572AE"/>
    <w:rsid w:val="00C57312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A61"/>
    <w:rsid w:val="00C60DFC"/>
    <w:rsid w:val="00C60FBF"/>
    <w:rsid w:val="00C61440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176"/>
    <w:rsid w:val="00C63513"/>
    <w:rsid w:val="00C635CE"/>
    <w:rsid w:val="00C63753"/>
    <w:rsid w:val="00C637E7"/>
    <w:rsid w:val="00C63A24"/>
    <w:rsid w:val="00C63B06"/>
    <w:rsid w:val="00C63C9B"/>
    <w:rsid w:val="00C63F36"/>
    <w:rsid w:val="00C640B8"/>
    <w:rsid w:val="00C64102"/>
    <w:rsid w:val="00C64160"/>
    <w:rsid w:val="00C641D3"/>
    <w:rsid w:val="00C641EA"/>
    <w:rsid w:val="00C6477E"/>
    <w:rsid w:val="00C64A9F"/>
    <w:rsid w:val="00C64B85"/>
    <w:rsid w:val="00C65017"/>
    <w:rsid w:val="00C65283"/>
    <w:rsid w:val="00C6576E"/>
    <w:rsid w:val="00C659DD"/>
    <w:rsid w:val="00C65A48"/>
    <w:rsid w:val="00C65A74"/>
    <w:rsid w:val="00C65D6A"/>
    <w:rsid w:val="00C65DD7"/>
    <w:rsid w:val="00C6603A"/>
    <w:rsid w:val="00C66047"/>
    <w:rsid w:val="00C66050"/>
    <w:rsid w:val="00C663E8"/>
    <w:rsid w:val="00C6652E"/>
    <w:rsid w:val="00C66989"/>
    <w:rsid w:val="00C669B9"/>
    <w:rsid w:val="00C66AC3"/>
    <w:rsid w:val="00C66BE1"/>
    <w:rsid w:val="00C66E93"/>
    <w:rsid w:val="00C6709C"/>
    <w:rsid w:val="00C67142"/>
    <w:rsid w:val="00C6742A"/>
    <w:rsid w:val="00C6763D"/>
    <w:rsid w:val="00C67885"/>
    <w:rsid w:val="00C678B0"/>
    <w:rsid w:val="00C67963"/>
    <w:rsid w:val="00C6798F"/>
    <w:rsid w:val="00C67B8C"/>
    <w:rsid w:val="00C67D0A"/>
    <w:rsid w:val="00C67E06"/>
    <w:rsid w:val="00C67E68"/>
    <w:rsid w:val="00C707F3"/>
    <w:rsid w:val="00C70AC5"/>
    <w:rsid w:val="00C70BEB"/>
    <w:rsid w:val="00C70F33"/>
    <w:rsid w:val="00C71599"/>
    <w:rsid w:val="00C71650"/>
    <w:rsid w:val="00C71699"/>
    <w:rsid w:val="00C716E3"/>
    <w:rsid w:val="00C718BB"/>
    <w:rsid w:val="00C71AE0"/>
    <w:rsid w:val="00C71B95"/>
    <w:rsid w:val="00C71C5A"/>
    <w:rsid w:val="00C72015"/>
    <w:rsid w:val="00C7205C"/>
    <w:rsid w:val="00C72100"/>
    <w:rsid w:val="00C7249F"/>
    <w:rsid w:val="00C72605"/>
    <w:rsid w:val="00C72976"/>
    <w:rsid w:val="00C72D42"/>
    <w:rsid w:val="00C72E99"/>
    <w:rsid w:val="00C72F75"/>
    <w:rsid w:val="00C730B8"/>
    <w:rsid w:val="00C731A6"/>
    <w:rsid w:val="00C7350F"/>
    <w:rsid w:val="00C7362A"/>
    <w:rsid w:val="00C73640"/>
    <w:rsid w:val="00C7383F"/>
    <w:rsid w:val="00C73E7F"/>
    <w:rsid w:val="00C74108"/>
    <w:rsid w:val="00C741BC"/>
    <w:rsid w:val="00C7421A"/>
    <w:rsid w:val="00C74338"/>
    <w:rsid w:val="00C746A1"/>
    <w:rsid w:val="00C747E7"/>
    <w:rsid w:val="00C74969"/>
    <w:rsid w:val="00C74A0D"/>
    <w:rsid w:val="00C74AA7"/>
    <w:rsid w:val="00C74BF3"/>
    <w:rsid w:val="00C74C8E"/>
    <w:rsid w:val="00C74EAB"/>
    <w:rsid w:val="00C75070"/>
    <w:rsid w:val="00C755CE"/>
    <w:rsid w:val="00C7572F"/>
    <w:rsid w:val="00C75A4D"/>
    <w:rsid w:val="00C75A6B"/>
    <w:rsid w:val="00C75AB8"/>
    <w:rsid w:val="00C75BDC"/>
    <w:rsid w:val="00C761C9"/>
    <w:rsid w:val="00C761DD"/>
    <w:rsid w:val="00C7640E"/>
    <w:rsid w:val="00C767F3"/>
    <w:rsid w:val="00C7695D"/>
    <w:rsid w:val="00C76FE3"/>
    <w:rsid w:val="00C77072"/>
    <w:rsid w:val="00C7707C"/>
    <w:rsid w:val="00C7715E"/>
    <w:rsid w:val="00C7731B"/>
    <w:rsid w:val="00C7737C"/>
    <w:rsid w:val="00C77431"/>
    <w:rsid w:val="00C77BDA"/>
    <w:rsid w:val="00C77D31"/>
    <w:rsid w:val="00C77D64"/>
    <w:rsid w:val="00C77DEF"/>
    <w:rsid w:val="00C77E20"/>
    <w:rsid w:val="00C801C2"/>
    <w:rsid w:val="00C80574"/>
    <w:rsid w:val="00C806A1"/>
    <w:rsid w:val="00C8077A"/>
    <w:rsid w:val="00C811DB"/>
    <w:rsid w:val="00C81238"/>
    <w:rsid w:val="00C812CE"/>
    <w:rsid w:val="00C81315"/>
    <w:rsid w:val="00C815D0"/>
    <w:rsid w:val="00C81A7D"/>
    <w:rsid w:val="00C81B53"/>
    <w:rsid w:val="00C81BDD"/>
    <w:rsid w:val="00C81D78"/>
    <w:rsid w:val="00C82427"/>
    <w:rsid w:val="00C8292B"/>
    <w:rsid w:val="00C829A3"/>
    <w:rsid w:val="00C82B70"/>
    <w:rsid w:val="00C8315D"/>
    <w:rsid w:val="00C834BD"/>
    <w:rsid w:val="00C83629"/>
    <w:rsid w:val="00C836D3"/>
    <w:rsid w:val="00C83999"/>
    <w:rsid w:val="00C83D2D"/>
    <w:rsid w:val="00C84135"/>
    <w:rsid w:val="00C84150"/>
    <w:rsid w:val="00C8436B"/>
    <w:rsid w:val="00C84615"/>
    <w:rsid w:val="00C846D3"/>
    <w:rsid w:val="00C84DE0"/>
    <w:rsid w:val="00C85260"/>
    <w:rsid w:val="00C85A29"/>
    <w:rsid w:val="00C85AC6"/>
    <w:rsid w:val="00C86861"/>
    <w:rsid w:val="00C86A72"/>
    <w:rsid w:val="00C86AD6"/>
    <w:rsid w:val="00C86D1D"/>
    <w:rsid w:val="00C870E9"/>
    <w:rsid w:val="00C87449"/>
    <w:rsid w:val="00C87481"/>
    <w:rsid w:val="00C874D8"/>
    <w:rsid w:val="00C87569"/>
    <w:rsid w:val="00C8790C"/>
    <w:rsid w:val="00C87AA7"/>
    <w:rsid w:val="00C9024A"/>
    <w:rsid w:val="00C90590"/>
    <w:rsid w:val="00C90C1E"/>
    <w:rsid w:val="00C91189"/>
    <w:rsid w:val="00C912C7"/>
    <w:rsid w:val="00C914D1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CC9"/>
    <w:rsid w:val="00C930B7"/>
    <w:rsid w:val="00C934EE"/>
    <w:rsid w:val="00C936EB"/>
    <w:rsid w:val="00C93A18"/>
    <w:rsid w:val="00C93D92"/>
    <w:rsid w:val="00C94583"/>
    <w:rsid w:val="00C946B3"/>
    <w:rsid w:val="00C94793"/>
    <w:rsid w:val="00C94A8A"/>
    <w:rsid w:val="00C94A9F"/>
    <w:rsid w:val="00C951BA"/>
    <w:rsid w:val="00C951FB"/>
    <w:rsid w:val="00C9524D"/>
    <w:rsid w:val="00C953BB"/>
    <w:rsid w:val="00C9567E"/>
    <w:rsid w:val="00C9575D"/>
    <w:rsid w:val="00C9583B"/>
    <w:rsid w:val="00C95925"/>
    <w:rsid w:val="00C95BAA"/>
    <w:rsid w:val="00C95D1F"/>
    <w:rsid w:val="00C95EF1"/>
    <w:rsid w:val="00C961CC"/>
    <w:rsid w:val="00C96226"/>
    <w:rsid w:val="00C96716"/>
    <w:rsid w:val="00C968B6"/>
    <w:rsid w:val="00C9694D"/>
    <w:rsid w:val="00C96FCA"/>
    <w:rsid w:val="00C971A5"/>
    <w:rsid w:val="00C97446"/>
    <w:rsid w:val="00C97494"/>
    <w:rsid w:val="00C9770A"/>
    <w:rsid w:val="00C97731"/>
    <w:rsid w:val="00C9781E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0DB9"/>
    <w:rsid w:val="00CA107E"/>
    <w:rsid w:val="00CA190C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2CF"/>
    <w:rsid w:val="00CA4321"/>
    <w:rsid w:val="00CA4853"/>
    <w:rsid w:val="00CA4B12"/>
    <w:rsid w:val="00CA4BF0"/>
    <w:rsid w:val="00CA506A"/>
    <w:rsid w:val="00CA51CF"/>
    <w:rsid w:val="00CA522D"/>
    <w:rsid w:val="00CA53EC"/>
    <w:rsid w:val="00CA55C4"/>
    <w:rsid w:val="00CA5874"/>
    <w:rsid w:val="00CA59F7"/>
    <w:rsid w:val="00CA5F77"/>
    <w:rsid w:val="00CA62A1"/>
    <w:rsid w:val="00CA6B15"/>
    <w:rsid w:val="00CA6BB0"/>
    <w:rsid w:val="00CA6BC8"/>
    <w:rsid w:val="00CA70C5"/>
    <w:rsid w:val="00CA713B"/>
    <w:rsid w:val="00CA740A"/>
    <w:rsid w:val="00CA741C"/>
    <w:rsid w:val="00CA748D"/>
    <w:rsid w:val="00CA74FB"/>
    <w:rsid w:val="00CA76C3"/>
    <w:rsid w:val="00CA7B57"/>
    <w:rsid w:val="00CA7CEA"/>
    <w:rsid w:val="00CA7D2F"/>
    <w:rsid w:val="00CA7DBF"/>
    <w:rsid w:val="00CA7FDE"/>
    <w:rsid w:val="00CB0716"/>
    <w:rsid w:val="00CB07C9"/>
    <w:rsid w:val="00CB09BD"/>
    <w:rsid w:val="00CB0A06"/>
    <w:rsid w:val="00CB0B02"/>
    <w:rsid w:val="00CB0FC4"/>
    <w:rsid w:val="00CB14FB"/>
    <w:rsid w:val="00CB15B0"/>
    <w:rsid w:val="00CB204A"/>
    <w:rsid w:val="00CB23F0"/>
    <w:rsid w:val="00CB2AA3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308"/>
    <w:rsid w:val="00CB53DE"/>
    <w:rsid w:val="00CB58EF"/>
    <w:rsid w:val="00CB5977"/>
    <w:rsid w:val="00CB5DAD"/>
    <w:rsid w:val="00CB608C"/>
    <w:rsid w:val="00CB6334"/>
    <w:rsid w:val="00CB64A1"/>
    <w:rsid w:val="00CB66A5"/>
    <w:rsid w:val="00CB6946"/>
    <w:rsid w:val="00CB694E"/>
    <w:rsid w:val="00CB69B0"/>
    <w:rsid w:val="00CB6ABA"/>
    <w:rsid w:val="00CB6B3C"/>
    <w:rsid w:val="00CB6BF5"/>
    <w:rsid w:val="00CB7449"/>
    <w:rsid w:val="00CB75B5"/>
    <w:rsid w:val="00CB75E4"/>
    <w:rsid w:val="00CB7910"/>
    <w:rsid w:val="00CB7A65"/>
    <w:rsid w:val="00CB7ABA"/>
    <w:rsid w:val="00CB7B02"/>
    <w:rsid w:val="00CB7DEE"/>
    <w:rsid w:val="00CB7E11"/>
    <w:rsid w:val="00CC0103"/>
    <w:rsid w:val="00CC0141"/>
    <w:rsid w:val="00CC0283"/>
    <w:rsid w:val="00CC05FE"/>
    <w:rsid w:val="00CC079D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46F"/>
    <w:rsid w:val="00CC2999"/>
    <w:rsid w:val="00CC2A28"/>
    <w:rsid w:val="00CC2C34"/>
    <w:rsid w:val="00CC2FE1"/>
    <w:rsid w:val="00CC30C0"/>
    <w:rsid w:val="00CC3100"/>
    <w:rsid w:val="00CC34D0"/>
    <w:rsid w:val="00CC37EC"/>
    <w:rsid w:val="00CC3A54"/>
    <w:rsid w:val="00CC3C16"/>
    <w:rsid w:val="00CC3E5C"/>
    <w:rsid w:val="00CC405E"/>
    <w:rsid w:val="00CC4583"/>
    <w:rsid w:val="00CC480B"/>
    <w:rsid w:val="00CC4C46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E72"/>
    <w:rsid w:val="00CC7636"/>
    <w:rsid w:val="00CC7668"/>
    <w:rsid w:val="00CC79E5"/>
    <w:rsid w:val="00CC7D2C"/>
    <w:rsid w:val="00CD0228"/>
    <w:rsid w:val="00CD02AA"/>
    <w:rsid w:val="00CD02D7"/>
    <w:rsid w:val="00CD044A"/>
    <w:rsid w:val="00CD0512"/>
    <w:rsid w:val="00CD0580"/>
    <w:rsid w:val="00CD0CE9"/>
    <w:rsid w:val="00CD14C1"/>
    <w:rsid w:val="00CD1768"/>
    <w:rsid w:val="00CD183D"/>
    <w:rsid w:val="00CD1847"/>
    <w:rsid w:val="00CD1E99"/>
    <w:rsid w:val="00CD1F4C"/>
    <w:rsid w:val="00CD1F94"/>
    <w:rsid w:val="00CD200C"/>
    <w:rsid w:val="00CD20E1"/>
    <w:rsid w:val="00CD2382"/>
    <w:rsid w:val="00CD24A3"/>
    <w:rsid w:val="00CD27B4"/>
    <w:rsid w:val="00CD27F2"/>
    <w:rsid w:val="00CD29F8"/>
    <w:rsid w:val="00CD2B51"/>
    <w:rsid w:val="00CD2DAC"/>
    <w:rsid w:val="00CD32B4"/>
    <w:rsid w:val="00CD39A7"/>
    <w:rsid w:val="00CD415F"/>
    <w:rsid w:val="00CD4214"/>
    <w:rsid w:val="00CD42E7"/>
    <w:rsid w:val="00CD4305"/>
    <w:rsid w:val="00CD4446"/>
    <w:rsid w:val="00CD454F"/>
    <w:rsid w:val="00CD4755"/>
    <w:rsid w:val="00CD4ADF"/>
    <w:rsid w:val="00CD5212"/>
    <w:rsid w:val="00CD5421"/>
    <w:rsid w:val="00CD551C"/>
    <w:rsid w:val="00CD5A63"/>
    <w:rsid w:val="00CD60D8"/>
    <w:rsid w:val="00CD60F6"/>
    <w:rsid w:val="00CD6460"/>
    <w:rsid w:val="00CD68A6"/>
    <w:rsid w:val="00CD68BE"/>
    <w:rsid w:val="00CD6D3E"/>
    <w:rsid w:val="00CD6F4B"/>
    <w:rsid w:val="00CD7022"/>
    <w:rsid w:val="00CD710A"/>
    <w:rsid w:val="00CD7143"/>
    <w:rsid w:val="00CD72AF"/>
    <w:rsid w:val="00CD74AA"/>
    <w:rsid w:val="00CD7918"/>
    <w:rsid w:val="00CE0213"/>
    <w:rsid w:val="00CE0718"/>
    <w:rsid w:val="00CE0842"/>
    <w:rsid w:val="00CE0D7F"/>
    <w:rsid w:val="00CE16E3"/>
    <w:rsid w:val="00CE1BFA"/>
    <w:rsid w:val="00CE1CA9"/>
    <w:rsid w:val="00CE1F75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530"/>
    <w:rsid w:val="00CE58AD"/>
    <w:rsid w:val="00CE5A80"/>
    <w:rsid w:val="00CE5ACA"/>
    <w:rsid w:val="00CE5B51"/>
    <w:rsid w:val="00CE5D98"/>
    <w:rsid w:val="00CE6059"/>
    <w:rsid w:val="00CE621A"/>
    <w:rsid w:val="00CE6590"/>
    <w:rsid w:val="00CE679A"/>
    <w:rsid w:val="00CE6AB8"/>
    <w:rsid w:val="00CE6B9E"/>
    <w:rsid w:val="00CE6BAA"/>
    <w:rsid w:val="00CE6C77"/>
    <w:rsid w:val="00CE6F9B"/>
    <w:rsid w:val="00CE7385"/>
    <w:rsid w:val="00CE74F1"/>
    <w:rsid w:val="00CE78A7"/>
    <w:rsid w:val="00CE7967"/>
    <w:rsid w:val="00CE7BC6"/>
    <w:rsid w:val="00CE7E01"/>
    <w:rsid w:val="00CF0381"/>
    <w:rsid w:val="00CF0786"/>
    <w:rsid w:val="00CF08DC"/>
    <w:rsid w:val="00CF0A3B"/>
    <w:rsid w:val="00CF0C6E"/>
    <w:rsid w:val="00CF0D54"/>
    <w:rsid w:val="00CF0D69"/>
    <w:rsid w:val="00CF0D6C"/>
    <w:rsid w:val="00CF0EDA"/>
    <w:rsid w:val="00CF148E"/>
    <w:rsid w:val="00CF151D"/>
    <w:rsid w:val="00CF19DC"/>
    <w:rsid w:val="00CF1BCB"/>
    <w:rsid w:val="00CF1DE5"/>
    <w:rsid w:val="00CF1FAA"/>
    <w:rsid w:val="00CF20F7"/>
    <w:rsid w:val="00CF21E5"/>
    <w:rsid w:val="00CF21F9"/>
    <w:rsid w:val="00CF3359"/>
    <w:rsid w:val="00CF3377"/>
    <w:rsid w:val="00CF385B"/>
    <w:rsid w:val="00CF3DCC"/>
    <w:rsid w:val="00CF3FE8"/>
    <w:rsid w:val="00CF40BE"/>
    <w:rsid w:val="00CF4B04"/>
    <w:rsid w:val="00CF4B32"/>
    <w:rsid w:val="00CF4D86"/>
    <w:rsid w:val="00CF508C"/>
    <w:rsid w:val="00CF535B"/>
    <w:rsid w:val="00CF5802"/>
    <w:rsid w:val="00CF59DE"/>
    <w:rsid w:val="00CF5CA3"/>
    <w:rsid w:val="00CF66EC"/>
    <w:rsid w:val="00CF68F6"/>
    <w:rsid w:val="00CF6D32"/>
    <w:rsid w:val="00CF6E44"/>
    <w:rsid w:val="00CF773A"/>
    <w:rsid w:val="00CF77DF"/>
    <w:rsid w:val="00CF789A"/>
    <w:rsid w:val="00CF78B3"/>
    <w:rsid w:val="00CF7970"/>
    <w:rsid w:val="00CF799B"/>
    <w:rsid w:val="00CF79BD"/>
    <w:rsid w:val="00CF7B87"/>
    <w:rsid w:val="00D00445"/>
    <w:rsid w:val="00D00668"/>
    <w:rsid w:val="00D0087B"/>
    <w:rsid w:val="00D009BB"/>
    <w:rsid w:val="00D00A8A"/>
    <w:rsid w:val="00D00AFB"/>
    <w:rsid w:val="00D00C94"/>
    <w:rsid w:val="00D00F1B"/>
    <w:rsid w:val="00D01021"/>
    <w:rsid w:val="00D0103B"/>
    <w:rsid w:val="00D01187"/>
    <w:rsid w:val="00D017A0"/>
    <w:rsid w:val="00D01954"/>
    <w:rsid w:val="00D0198A"/>
    <w:rsid w:val="00D019A3"/>
    <w:rsid w:val="00D02242"/>
    <w:rsid w:val="00D025CB"/>
    <w:rsid w:val="00D026F8"/>
    <w:rsid w:val="00D02792"/>
    <w:rsid w:val="00D02AA3"/>
    <w:rsid w:val="00D02AE8"/>
    <w:rsid w:val="00D02B59"/>
    <w:rsid w:val="00D02B6C"/>
    <w:rsid w:val="00D02EC1"/>
    <w:rsid w:val="00D02F54"/>
    <w:rsid w:val="00D03044"/>
    <w:rsid w:val="00D03625"/>
    <w:rsid w:val="00D03998"/>
    <w:rsid w:val="00D03A27"/>
    <w:rsid w:val="00D03AA9"/>
    <w:rsid w:val="00D03FD3"/>
    <w:rsid w:val="00D040E1"/>
    <w:rsid w:val="00D0433E"/>
    <w:rsid w:val="00D048EF"/>
    <w:rsid w:val="00D04A77"/>
    <w:rsid w:val="00D04C39"/>
    <w:rsid w:val="00D04D3B"/>
    <w:rsid w:val="00D04E21"/>
    <w:rsid w:val="00D054C6"/>
    <w:rsid w:val="00D05908"/>
    <w:rsid w:val="00D059E6"/>
    <w:rsid w:val="00D05E53"/>
    <w:rsid w:val="00D05E7C"/>
    <w:rsid w:val="00D05F3F"/>
    <w:rsid w:val="00D061A9"/>
    <w:rsid w:val="00D06489"/>
    <w:rsid w:val="00D064C9"/>
    <w:rsid w:val="00D0668E"/>
    <w:rsid w:val="00D06827"/>
    <w:rsid w:val="00D06A07"/>
    <w:rsid w:val="00D06A35"/>
    <w:rsid w:val="00D06AF7"/>
    <w:rsid w:val="00D06FA2"/>
    <w:rsid w:val="00D07369"/>
    <w:rsid w:val="00D073D1"/>
    <w:rsid w:val="00D07629"/>
    <w:rsid w:val="00D07883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226F"/>
    <w:rsid w:val="00D12AC1"/>
    <w:rsid w:val="00D12DF5"/>
    <w:rsid w:val="00D12FA1"/>
    <w:rsid w:val="00D13678"/>
    <w:rsid w:val="00D1372E"/>
    <w:rsid w:val="00D13A64"/>
    <w:rsid w:val="00D13C6E"/>
    <w:rsid w:val="00D14324"/>
    <w:rsid w:val="00D14392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8E6"/>
    <w:rsid w:val="00D17BCB"/>
    <w:rsid w:val="00D17C49"/>
    <w:rsid w:val="00D17F45"/>
    <w:rsid w:val="00D20214"/>
    <w:rsid w:val="00D20AA1"/>
    <w:rsid w:val="00D20EA2"/>
    <w:rsid w:val="00D21193"/>
    <w:rsid w:val="00D2138B"/>
    <w:rsid w:val="00D213EE"/>
    <w:rsid w:val="00D21956"/>
    <w:rsid w:val="00D21CAF"/>
    <w:rsid w:val="00D21CF9"/>
    <w:rsid w:val="00D21D65"/>
    <w:rsid w:val="00D21EEE"/>
    <w:rsid w:val="00D21F1F"/>
    <w:rsid w:val="00D2209D"/>
    <w:rsid w:val="00D2212F"/>
    <w:rsid w:val="00D226EA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D10"/>
    <w:rsid w:val="00D23EAF"/>
    <w:rsid w:val="00D24034"/>
    <w:rsid w:val="00D242BB"/>
    <w:rsid w:val="00D24810"/>
    <w:rsid w:val="00D24D18"/>
    <w:rsid w:val="00D24D92"/>
    <w:rsid w:val="00D24DCF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27F"/>
    <w:rsid w:val="00D305BA"/>
    <w:rsid w:val="00D306FF"/>
    <w:rsid w:val="00D30DE5"/>
    <w:rsid w:val="00D30E11"/>
    <w:rsid w:val="00D31426"/>
    <w:rsid w:val="00D316B5"/>
    <w:rsid w:val="00D31767"/>
    <w:rsid w:val="00D3187E"/>
    <w:rsid w:val="00D31C75"/>
    <w:rsid w:val="00D31CE2"/>
    <w:rsid w:val="00D31F15"/>
    <w:rsid w:val="00D31F1F"/>
    <w:rsid w:val="00D3201A"/>
    <w:rsid w:val="00D326D5"/>
    <w:rsid w:val="00D32DF6"/>
    <w:rsid w:val="00D3360C"/>
    <w:rsid w:val="00D3386D"/>
    <w:rsid w:val="00D3396F"/>
    <w:rsid w:val="00D33CB5"/>
    <w:rsid w:val="00D33F94"/>
    <w:rsid w:val="00D3422A"/>
    <w:rsid w:val="00D344D3"/>
    <w:rsid w:val="00D34717"/>
    <w:rsid w:val="00D34C22"/>
    <w:rsid w:val="00D34ECB"/>
    <w:rsid w:val="00D35021"/>
    <w:rsid w:val="00D35178"/>
    <w:rsid w:val="00D351B0"/>
    <w:rsid w:val="00D354B8"/>
    <w:rsid w:val="00D358B2"/>
    <w:rsid w:val="00D36059"/>
    <w:rsid w:val="00D360A6"/>
    <w:rsid w:val="00D360F3"/>
    <w:rsid w:val="00D3632D"/>
    <w:rsid w:val="00D36744"/>
    <w:rsid w:val="00D36BEC"/>
    <w:rsid w:val="00D36CD9"/>
    <w:rsid w:val="00D37616"/>
    <w:rsid w:val="00D37651"/>
    <w:rsid w:val="00D376DE"/>
    <w:rsid w:val="00D3790D"/>
    <w:rsid w:val="00D37B78"/>
    <w:rsid w:val="00D37CE3"/>
    <w:rsid w:val="00D37EA0"/>
    <w:rsid w:val="00D4001E"/>
    <w:rsid w:val="00D4028D"/>
    <w:rsid w:val="00D40539"/>
    <w:rsid w:val="00D406E2"/>
    <w:rsid w:val="00D40D9E"/>
    <w:rsid w:val="00D40E5E"/>
    <w:rsid w:val="00D414AB"/>
    <w:rsid w:val="00D4170D"/>
    <w:rsid w:val="00D41767"/>
    <w:rsid w:val="00D417A5"/>
    <w:rsid w:val="00D41BFC"/>
    <w:rsid w:val="00D41C34"/>
    <w:rsid w:val="00D41CF1"/>
    <w:rsid w:val="00D41F86"/>
    <w:rsid w:val="00D4258B"/>
    <w:rsid w:val="00D42AA5"/>
    <w:rsid w:val="00D42B8D"/>
    <w:rsid w:val="00D42CC1"/>
    <w:rsid w:val="00D430AE"/>
    <w:rsid w:val="00D432A6"/>
    <w:rsid w:val="00D432B4"/>
    <w:rsid w:val="00D43667"/>
    <w:rsid w:val="00D43754"/>
    <w:rsid w:val="00D43986"/>
    <w:rsid w:val="00D43C5A"/>
    <w:rsid w:val="00D43F3D"/>
    <w:rsid w:val="00D44196"/>
    <w:rsid w:val="00D441C1"/>
    <w:rsid w:val="00D44386"/>
    <w:rsid w:val="00D446B0"/>
    <w:rsid w:val="00D4473E"/>
    <w:rsid w:val="00D44805"/>
    <w:rsid w:val="00D448BE"/>
    <w:rsid w:val="00D448FE"/>
    <w:rsid w:val="00D44C7A"/>
    <w:rsid w:val="00D44DE0"/>
    <w:rsid w:val="00D45D7A"/>
    <w:rsid w:val="00D45FDC"/>
    <w:rsid w:val="00D46057"/>
    <w:rsid w:val="00D46116"/>
    <w:rsid w:val="00D463D7"/>
    <w:rsid w:val="00D4644B"/>
    <w:rsid w:val="00D474F2"/>
    <w:rsid w:val="00D4764F"/>
    <w:rsid w:val="00D47989"/>
    <w:rsid w:val="00D47B3D"/>
    <w:rsid w:val="00D47DDB"/>
    <w:rsid w:val="00D501A6"/>
    <w:rsid w:val="00D501C0"/>
    <w:rsid w:val="00D50397"/>
    <w:rsid w:val="00D506DA"/>
    <w:rsid w:val="00D50B97"/>
    <w:rsid w:val="00D50DC8"/>
    <w:rsid w:val="00D50E30"/>
    <w:rsid w:val="00D513D2"/>
    <w:rsid w:val="00D515F1"/>
    <w:rsid w:val="00D5176B"/>
    <w:rsid w:val="00D51ECF"/>
    <w:rsid w:val="00D51FA4"/>
    <w:rsid w:val="00D5209E"/>
    <w:rsid w:val="00D524AA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3FB8"/>
    <w:rsid w:val="00D54037"/>
    <w:rsid w:val="00D54231"/>
    <w:rsid w:val="00D544DD"/>
    <w:rsid w:val="00D54614"/>
    <w:rsid w:val="00D547C0"/>
    <w:rsid w:val="00D54A03"/>
    <w:rsid w:val="00D54BC6"/>
    <w:rsid w:val="00D54F5A"/>
    <w:rsid w:val="00D550D1"/>
    <w:rsid w:val="00D551B6"/>
    <w:rsid w:val="00D55202"/>
    <w:rsid w:val="00D55271"/>
    <w:rsid w:val="00D55686"/>
    <w:rsid w:val="00D55C56"/>
    <w:rsid w:val="00D55D8E"/>
    <w:rsid w:val="00D55E1E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6C2"/>
    <w:rsid w:val="00D60A14"/>
    <w:rsid w:val="00D60CC6"/>
    <w:rsid w:val="00D60EE0"/>
    <w:rsid w:val="00D60FAD"/>
    <w:rsid w:val="00D611EA"/>
    <w:rsid w:val="00D6121C"/>
    <w:rsid w:val="00D61445"/>
    <w:rsid w:val="00D615DD"/>
    <w:rsid w:val="00D61653"/>
    <w:rsid w:val="00D616CC"/>
    <w:rsid w:val="00D618CA"/>
    <w:rsid w:val="00D61913"/>
    <w:rsid w:val="00D61CB0"/>
    <w:rsid w:val="00D61F44"/>
    <w:rsid w:val="00D62442"/>
    <w:rsid w:val="00D624B3"/>
    <w:rsid w:val="00D6272B"/>
    <w:rsid w:val="00D6299D"/>
    <w:rsid w:val="00D62B16"/>
    <w:rsid w:val="00D62BD1"/>
    <w:rsid w:val="00D62BE8"/>
    <w:rsid w:val="00D62C45"/>
    <w:rsid w:val="00D62C81"/>
    <w:rsid w:val="00D62EF3"/>
    <w:rsid w:val="00D632BE"/>
    <w:rsid w:val="00D635D3"/>
    <w:rsid w:val="00D63805"/>
    <w:rsid w:val="00D63A0A"/>
    <w:rsid w:val="00D63A1A"/>
    <w:rsid w:val="00D63D30"/>
    <w:rsid w:val="00D63E76"/>
    <w:rsid w:val="00D642A5"/>
    <w:rsid w:val="00D6462E"/>
    <w:rsid w:val="00D647F3"/>
    <w:rsid w:val="00D64B2D"/>
    <w:rsid w:val="00D6517C"/>
    <w:rsid w:val="00D6530E"/>
    <w:rsid w:val="00D65596"/>
    <w:rsid w:val="00D65656"/>
    <w:rsid w:val="00D65DBE"/>
    <w:rsid w:val="00D65E22"/>
    <w:rsid w:val="00D662C1"/>
    <w:rsid w:val="00D6636E"/>
    <w:rsid w:val="00D66818"/>
    <w:rsid w:val="00D66B21"/>
    <w:rsid w:val="00D66C46"/>
    <w:rsid w:val="00D66CBC"/>
    <w:rsid w:val="00D672E4"/>
    <w:rsid w:val="00D67573"/>
    <w:rsid w:val="00D67799"/>
    <w:rsid w:val="00D67C6A"/>
    <w:rsid w:val="00D67CEA"/>
    <w:rsid w:val="00D67DC0"/>
    <w:rsid w:val="00D67F06"/>
    <w:rsid w:val="00D70122"/>
    <w:rsid w:val="00D70A09"/>
    <w:rsid w:val="00D70A8B"/>
    <w:rsid w:val="00D70C8E"/>
    <w:rsid w:val="00D70D67"/>
    <w:rsid w:val="00D70FDA"/>
    <w:rsid w:val="00D7153C"/>
    <w:rsid w:val="00D716DD"/>
    <w:rsid w:val="00D718A3"/>
    <w:rsid w:val="00D71BC8"/>
    <w:rsid w:val="00D71C8F"/>
    <w:rsid w:val="00D71F13"/>
    <w:rsid w:val="00D71F4E"/>
    <w:rsid w:val="00D723FB"/>
    <w:rsid w:val="00D7243D"/>
    <w:rsid w:val="00D7253A"/>
    <w:rsid w:val="00D7261F"/>
    <w:rsid w:val="00D729DC"/>
    <w:rsid w:val="00D72DAF"/>
    <w:rsid w:val="00D731CB"/>
    <w:rsid w:val="00D73407"/>
    <w:rsid w:val="00D73497"/>
    <w:rsid w:val="00D738C1"/>
    <w:rsid w:val="00D739E9"/>
    <w:rsid w:val="00D739F4"/>
    <w:rsid w:val="00D73AD4"/>
    <w:rsid w:val="00D73FFB"/>
    <w:rsid w:val="00D74101"/>
    <w:rsid w:val="00D748F2"/>
    <w:rsid w:val="00D749AA"/>
    <w:rsid w:val="00D74A98"/>
    <w:rsid w:val="00D74C51"/>
    <w:rsid w:val="00D74E51"/>
    <w:rsid w:val="00D74F7D"/>
    <w:rsid w:val="00D74FCF"/>
    <w:rsid w:val="00D75057"/>
    <w:rsid w:val="00D754B9"/>
    <w:rsid w:val="00D75EAD"/>
    <w:rsid w:val="00D765A5"/>
    <w:rsid w:val="00D768FE"/>
    <w:rsid w:val="00D76980"/>
    <w:rsid w:val="00D76B59"/>
    <w:rsid w:val="00D76DC5"/>
    <w:rsid w:val="00D77369"/>
    <w:rsid w:val="00D7750F"/>
    <w:rsid w:val="00D7754D"/>
    <w:rsid w:val="00D7787E"/>
    <w:rsid w:val="00D778CB"/>
    <w:rsid w:val="00D77A57"/>
    <w:rsid w:val="00D77ABC"/>
    <w:rsid w:val="00D77E7B"/>
    <w:rsid w:val="00D77ECC"/>
    <w:rsid w:val="00D802D3"/>
    <w:rsid w:val="00D80646"/>
    <w:rsid w:val="00D806CF"/>
    <w:rsid w:val="00D81562"/>
    <w:rsid w:val="00D81567"/>
    <w:rsid w:val="00D817D5"/>
    <w:rsid w:val="00D81AF9"/>
    <w:rsid w:val="00D81EBA"/>
    <w:rsid w:val="00D82026"/>
    <w:rsid w:val="00D8206E"/>
    <w:rsid w:val="00D823E4"/>
    <w:rsid w:val="00D8247D"/>
    <w:rsid w:val="00D82656"/>
    <w:rsid w:val="00D828B7"/>
    <w:rsid w:val="00D82C66"/>
    <w:rsid w:val="00D830D3"/>
    <w:rsid w:val="00D83404"/>
    <w:rsid w:val="00D835F5"/>
    <w:rsid w:val="00D837F0"/>
    <w:rsid w:val="00D839A8"/>
    <w:rsid w:val="00D83B34"/>
    <w:rsid w:val="00D83B7C"/>
    <w:rsid w:val="00D83C03"/>
    <w:rsid w:val="00D83E61"/>
    <w:rsid w:val="00D842BB"/>
    <w:rsid w:val="00D842DE"/>
    <w:rsid w:val="00D843E2"/>
    <w:rsid w:val="00D84532"/>
    <w:rsid w:val="00D847F4"/>
    <w:rsid w:val="00D84ED9"/>
    <w:rsid w:val="00D84FE4"/>
    <w:rsid w:val="00D85150"/>
    <w:rsid w:val="00D852F2"/>
    <w:rsid w:val="00D85410"/>
    <w:rsid w:val="00D857B3"/>
    <w:rsid w:val="00D85E17"/>
    <w:rsid w:val="00D86030"/>
    <w:rsid w:val="00D861DB"/>
    <w:rsid w:val="00D865E3"/>
    <w:rsid w:val="00D86730"/>
    <w:rsid w:val="00D867FA"/>
    <w:rsid w:val="00D86C06"/>
    <w:rsid w:val="00D86C24"/>
    <w:rsid w:val="00D86C2B"/>
    <w:rsid w:val="00D86D67"/>
    <w:rsid w:val="00D86FEC"/>
    <w:rsid w:val="00D870DD"/>
    <w:rsid w:val="00D8714F"/>
    <w:rsid w:val="00D87A6D"/>
    <w:rsid w:val="00D87DC8"/>
    <w:rsid w:val="00D90E25"/>
    <w:rsid w:val="00D90F7F"/>
    <w:rsid w:val="00D91370"/>
    <w:rsid w:val="00D91676"/>
    <w:rsid w:val="00D91802"/>
    <w:rsid w:val="00D91D52"/>
    <w:rsid w:val="00D91D93"/>
    <w:rsid w:val="00D921A7"/>
    <w:rsid w:val="00D921CA"/>
    <w:rsid w:val="00D928B2"/>
    <w:rsid w:val="00D928B5"/>
    <w:rsid w:val="00D92960"/>
    <w:rsid w:val="00D92C6F"/>
    <w:rsid w:val="00D92C92"/>
    <w:rsid w:val="00D92F57"/>
    <w:rsid w:val="00D93044"/>
    <w:rsid w:val="00D9317E"/>
    <w:rsid w:val="00D931F2"/>
    <w:rsid w:val="00D9326C"/>
    <w:rsid w:val="00D93335"/>
    <w:rsid w:val="00D937B5"/>
    <w:rsid w:val="00D937E0"/>
    <w:rsid w:val="00D938B7"/>
    <w:rsid w:val="00D93A2B"/>
    <w:rsid w:val="00D93A76"/>
    <w:rsid w:val="00D93CA8"/>
    <w:rsid w:val="00D93D2D"/>
    <w:rsid w:val="00D93E67"/>
    <w:rsid w:val="00D940B6"/>
    <w:rsid w:val="00D940C0"/>
    <w:rsid w:val="00D9412B"/>
    <w:rsid w:val="00D94270"/>
    <w:rsid w:val="00D94E3C"/>
    <w:rsid w:val="00D95473"/>
    <w:rsid w:val="00D95A38"/>
    <w:rsid w:val="00D95F00"/>
    <w:rsid w:val="00D95F74"/>
    <w:rsid w:val="00D95F82"/>
    <w:rsid w:val="00D96709"/>
    <w:rsid w:val="00D967AF"/>
    <w:rsid w:val="00D9689E"/>
    <w:rsid w:val="00D9752A"/>
    <w:rsid w:val="00D97613"/>
    <w:rsid w:val="00D97700"/>
    <w:rsid w:val="00D978CA"/>
    <w:rsid w:val="00D979B6"/>
    <w:rsid w:val="00D97AE5"/>
    <w:rsid w:val="00D97CA7"/>
    <w:rsid w:val="00DA00E8"/>
    <w:rsid w:val="00DA0B38"/>
    <w:rsid w:val="00DA0CBD"/>
    <w:rsid w:val="00DA1379"/>
    <w:rsid w:val="00DA14A4"/>
    <w:rsid w:val="00DA14DF"/>
    <w:rsid w:val="00DA18E9"/>
    <w:rsid w:val="00DA19B5"/>
    <w:rsid w:val="00DA1A94"/>
    <w:rsid w:val="00DA1BDC"/>
    <w:rsid w:val="00DA1C56"/>
    <w:rsid w:val="00DA209D"/>
    <w:rsid w:val="00DA2642"/>
    <w:rsid w:val="00DA26CF"/>
    <w:rsid w:val="00DA2861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67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4FB"/>
    <w:rsid w:val="00DA5A68"/>
    <w:rsid w:val="00DA5A82"/>
    <w:rsid w:val="00DA5DDA"/>
    <w:rsid w:val="00DA5E74"/>
    <w:rsid w:val="00DA6263"/>
    <w:rsid w:val="00DA6881"/>
    <w:rsid w:val="00DA6B81"/>
    <w:rsid w:val="00DA6BE0"/>
    <w:rsid w:val="00DA6C40"/>
    <w:rsid w:val="00DA6C54"/>
    <w:rsid w:val="00DA6F05"/>
    <w:rsid w:val="00DA7457"/>
    <w:rsid w:val="00DA7C8F"/>
    <w:rsid w:val="00DB050B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1B5"/>
    <w:rsid w:val="00DB1270"/>
    <w:rsid w:val="00DB163E"/>
    <w:rsid w:val="00DB1718"/>
    <w:rsid w:val="00DB1BC4"/>
    <w:rsid w:val="00DB1CA7"/>
    <w:rsid w:val="00DB1F1B"/>
    <w:rsid w:val="00DB225F"/>
    <w:rsid w:val="00DB2304"/>
    <w:rsid w:val="00DB2556"/>
    <w:rsid w:val="00DB276C"/>
    <w:rsid w:val="00DB2AD7"/>
    <w:rsid w:val="00DB2FD2"/>
    <w:rsid w:val="00DB3353"/>
    <w:rsid w:val="00DB341A"/>
    <w:rsid w:val="00DB3AC8"/>
    <w:rsid w:val="00DB3C1C"/>
    <w:rsid w:val="00DB3E24"/>
    <w:rsid w:val="00DB3E72"/>
    <w:rsid w:val="00DB403B"/>
    <w:rsid w:val="00DB43EA"/>
    <w:rsid w:val="00DB450A"/>
    <w:rsid w:val="00DB4605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3F3"/>
    <w:rsid w:val="00DB541B"/>
    <w:rsid w:val="00DB554B"/>
    <w:rsid w:val="00DB5568"/>
    <w:rsid w:val="00DB56D9"/>
    <w:rsid w:val="00DB5734"/>
    <w:rsid w:val="00DB5955"/>
    <w:rsid w:val="00DB5ABB"/>
    <w:rsid w:val="00DB5AD2"/>
    <w:rsid w:val="00DB63C9"/>
    <w:rsid w:val="00DB6405"/>
    <w:rsid w:val="00DB6532"/>
    <w:rsid w:val="00DB6594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73C"/>
    <w:rsid w:val="00DC0D8C"/>
    <w:rsid w:val="00DC0FD2"/>
    <w:rsid w:val="00DC12D5"/>
    <w:rsid w:val="00DC14B5"/>
    <w:rsid w:val="00DC15CA"/>
    <w:rsid w:val="00DC1CE9"/>
    <w:rsid w:val="00DC1D23"/>
    <w:rsid w:val="00DC26FF"/>
    <w:rsid w:val="00DC2CD2"/>
    <w:rsid w:val="00DC2D38"/>
    <w:rsid w:val="00DC3289"/>
    <w:rsid w:val="00DC355F"/>
    <w:rsid w:val="00DC36C1"/>
    <w:rsid w:val="00DC39B7"/>
    <w:rsid w:val="00DC3B8A"/>
    <w:rsid w:val="00DC3C47"/>
    <w:rsid w:val="00DC3D4F"/>
    <w:rsid w:val="00DC4149"/>
    <w:rsid w:val="00DC43D5"/>
    <w:rsid w:val="00DC440A"/>
    <w:rsid w:val="00DC46BE"/>
    <w:rsid w:val="00DC470A"/>
    <w:rsid w:val="00DC4C89"/>
    <w:rsid w:val="00DC4FD3"/>
    <w:rsid w:val="00DC509E"/>
    <w:rsid w:val="00DC53F2"/>
    <w:rsid w:val="00DC5492"/>
    <w:rsid w:val="00DC560F"/>
    <w:rsid w:val="00DC5624"/>
    <w:rsid w:val="00DC5A59"/>
    <w:rsid w:val="00DC6316"/>
    <w:rsid w:val="00DC668D"/>
    <w:rsid w:val="00DC6A4E"/>
    <w:rsid w:val="00DC6B39"/>
    <w:rsid w:val="00DC6BD8"/>
    <w:rsid w:val="00DC6C59"/>
    <w:rsid w:val="00DC6D10"/>
    <w:rsid w:val="00DC6F5A"/>
    <w:rsid w:val="00DC7206"/>
    <w:rsid w:val="00DC7F7D"/>
    <w:rsid w:val="00DD0053"/>
    <w:rsid w:val="00DD0196"/>
    <w:rsid w:val="00DD028C"/>
    <w:rsid w:val="00DD02CF"/>
    <w:rsid w:val="00DD03C6"/>
    <w:rsid w:val="00DD06F9"/>
    <w:rsid w:val="00DD072E"/>
    <w:rsid w:val="00DD0798"/>
    <w:rsid w:val="00DD07E1"/>
    <w:rsid w:val="00DD082C"/>
    <w:rsid w:val="00DD0B97"/>
    <w:rsid w:val="00DD0D61"/>
    <w:rsid w:val="00DD0F40"/>
    <w:rsid w:val="00DD0F7C"/>
    <w:rsid w:val="00DD0FBA"/>
    <w:rsid w:val="00DD10AA"/>
    <w:rsid w:val="00DD10E4"/>
    <w:rsid w:val="00DD1277"/>
    <w:rsid w:val="00DD1515"/>
    <w:rsid w:val="00DD162D"/>
    <w:rsid w:val="00DD182D"/>
    <w:rsid w:val="00DD1870"/>
    <w:rsid w:val="00DD1892"/>
    <w:rsid w:val="00DD1986"/>
    <w:rsid w:val="00DD220A"/>
    <w:rsid w:val="00DD2251"/>
    <w:rsid w:val="00DD22FF"/>
    <w:rsid w:val="00DD2408"/>
    <w:rsid w:val="00DD275C"/>
    <w:rsid w:val="00DD27AD"/>
    <w:rsid w:val="00DD294E"/>
    <w:rsid w:val="00DD2BBB"/>
    <w:rsid w:val="00DD2CC2"/>
    <w:rsid w:val="00DD2DA0"/>
    <w:rsid w:val="00DD2DBD"/>
    <w:rsid w:val="00DD2E3A"/>
    <w:rsid w:val="00DD3056"/>
    <w:rsid w:val="00DD306C"/>
    <w:rsid w:val="00DD32ED"/>
    <w:rsid w:val="00DD3CDB"/>
    <w:rsid w:val="00DD3CE2"/>
    <w:rsid w:val="00DD3E50"/>
    <w:rsid w:val="00DD3F37"/>
    <w:rsid w:val="00DD41B1"/>
    <w:rsid w:val="00DD4505"/>
    <w:rsid w:val="00DD4867"/>
    <w:rsid w:val="00DD4B0B"/>
    <w:rsid w:val="00DD4F1E"/>
    <w:rsid w:val="00DD5085"/>
    <w:rsid w:val="00DD5131"/>
    <w:rsid w:val="00DD5434"/>
    <w:rsid w:val="00DD5486"/>
    <w:rsid w:val="00DD588F"/>
    <w:rsid w:val="00DD5A18"/>
    <w:rsid w:val="00DD6160"/>
    <w:rsid w:val="00DD648B"/>
    <w:rsid w:val="00DD650F"/>
    <w:rsid w:val="00DD67D0"/>
    <w:rsid w:val="00DD696F"/>
    <w:rsid w:val="00DD6C25"/>
    <w:rsid w:val="00DD72BC"/>
    <w:rsid w:val="00DD7509"/>
    <w:rsid w:val="00DD7632"/>
    <w:rsid w:val="00DD7650"/>
    <w:rsid w:val="00DD775A"/>
    <w:rsid w:val="00DD7A86"/>
    <w:rsid w:val="00DD7A8C"/>
    <w:rsid w:val="00DD7B1E"/>
    <w:rsid w:val="00DD7CE2"/>
    <w:rsid w:val="00DD7DB9"/>
    <w:rsid w:val="00DE0323"/>
    <w:rsid w:val="00DE045D"/>
    <w:rsid w:val="00DE047C"/>
    <w:rsid w:val="00DE099C"/>
    <w:rsid w:val="00DE0D85"/>
    <w:rsid w:val="00DE0E61"/>
    <w:rsid w:val="00DE0F82"/>
    <w:rsid w:val="00DE1047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CE7"/>
    <w:rsid w:val="00DE3F75"/>
    <w:rsid w:val="00DE4062"/>
    <w:rsid w:val="00DE411A"/>
    <w:rsid w:val="00DE4166"/>
    <w:rsid w:val="00DE4202"/>
    <w:rsid w:val="00DE4660"/>
    <w:rsid w:val="00DE49B5"/>
    <w:rsid w:val="00DE4A11"/>
    <w:rsid w:val="00DE534F"/>
    <w:rsid w:val="00DE553D"/>
    <w:rsid w:val="00DE55A7"/>
    <w:rsid w:val="00DE5C92"/>
    <w:rsid w:val="00DE5CAF"/>
    <w:rsid w:val="00DE5DA1"/>
    <w:rsid w:val="00DE6167"/>
    <w:rsid w:val="00DE6433"/>
    <w:rsid w:val="00DE6833"/>
    <w:rsid w:val="00DE68D9"/>
    <w:rsid w:val="00DE69C1"/>
    <w:rsid w:val="00DE6CF8"/>
    <w:rsid w:val="00DE6F47"/>
    <w:rsid w:val="00DE70E3"/>
    <w:rsid w:val="00DE73F0"/>
    <w:rsid w:val="00DE7937"/>
    <w:rsid w:val="00DE7A3A"/>
    <w:rsid w:val="00DF03BA"/>
    <w:rsid w:val="00DF05FF"/>
    <w:rsid w:val="00DF0635"/>
    <w:rsid w:val="00DF07CF"/>
    <w:rsid w:val="00DF09AD"/>
    <w:rsid w:val="00DF0A93"/>
    <w:rsid w:val="00DF0A97"/>
    <w:rsid w:val="00DF0C46"/>
    <w:rsid w:val="00DF0D9D"/>
    <w:rsid w:val="00DF0F76"/>
    <w:rsid w:val="00DF1298"/>
    <w:rsid w:val="00DF1415"/>
    <w:rsid w:val="00DF1477"/>
    <w:rsid w:val="00DF19FE"/>
    <w:rsid w:val="00DF24CD"/>
    <w:rsid w:val="00DF27AE"/>
    <w:rsid w:val="00DF2A85"/>
    <w:rsid w:val="00DF2BCA"/>
    <w:rsid w:val="00DF2C0D"/>
    <w:rsid w:val="00DF2EFA"/>
    <w:rsid w:val="00DF32B6"/>
    <w:rsid w:val="00DF3484"/>
    <w:rsid w:val="00DF3544"/>
    <w:rsid w:val="00DF35E8"/>
    <w:rsid w:val="00DF37B4"/>
    <w:rsid w:val="00DF386C"/>
    <w:rsid w:val="00DF38EC"/>
    <w:rsid w:val="00DF3955"/>
    <w:rsid w:val="00DF3CD8"/>
    <w:rsid w:val="00DF3DD0"/>
    <w:rsid w:val="00DF40D6"/>
    <w:rsid w:val="00DF41CD"/>
    <w:rsid w:val="00DF45DD"/>
    <w:rsid w:val="00DF4A1C"/>
    <w:rsid w:val="00DF4A39"/>
    <w:rsid w:val="00DF4A9B"/>
    <w:rsid w:val="00DF4AE4"/>
    <w:rsid w:val="00DF4B08"/>
    <w:rsid w:val="00DF527D"/>
    <w:rsid w:val="00DF545A"/>
    <w:rsid w:val="00DF5578"/>
    <w:rsid w:val="00DF5A6D"/>
    <w:rsid w:val="00DF5B6B"/>
    <w:rsid w:val="00DF5B86"/>
    <w:rsid w:val="00DF64A3"/>
    <w:rsid w:val="00DF6934"/>
    <w:rsid w:val="00DF7037"/>
    <w:rsid w:val="00DF72C9"/>
    <w:rsid w:val="00DF73C8"/>
    <w:rsid w:val="00DF7456"/>
    <w:rsid w:val="00DF77B0"/>
    <w:rsid w:val="00DF7A9D"/>
    <w:rsid w:val="00DF7B34"/>
    <w:rsid w:val="00DF7C4E"/>
    <w:rsid w:val="00DF7DF2"/>
    <w:rsid w:val="00DF7F26"/>
    <w:rsid w:val="00E000B5"/>
    <w:rsid w:val="00E001C2"/>
    <w:rsid w:val="00E001CE"/>
    <w:rsid w:val="00E005CC"/>
    <w:rsid w:val="00E00606"/>
    <w:rsid w:val="00E0060E"/>
    <w:rsid w:val="00E007EF"/>
    <w:rsid w:val="00E00B76"/>
    <w:rsid w:val="00E00C9D"/>
    <w:rsid w:val="00E00F68"/>
    <w:rsid w:val="00E00FD3"/>
    <w:rsid w:val="00E01211"/>
    <w:rsid w:val="00E0123A"/>
    <w:rsid w:val="00E01408"/>
    <w:rsid w:val="00E01ACB"/>
    <w:rsid w:val="00E01D73"/>
    <w:rsid w:val="00E020FD"/>
    <w:rsid w:val="00E0213F"/>
    <w:rsid w:val="00E021EC"/>
    <w:rsid w:val="00E0239E"/>
    <w:rsid w:val="00E023E5"/>
    <w:rsid w:val="00E02700"/>
    <w:rsid w:val="00E02AA4"/>
    <w:rsid w:val="00E02AC7"/>
    <w:rsid w:val="00E02BFC"/>
    <w:rsid w:val="00E02F58"/>
    <w:rsid w:val="00E031AA"/>
    <w:rsid w:val="00E031C1"/>
    <w:rsid w:val="00E031CC"/>
    <w:rsid w:val="00E03A14"/>
    <w:rsid w:val="00E03BF8"/>
    <w:rsid w:val="00E04432"/>
    <w:rsid w:val="00E04658"/>
    <w:rsid w:val="00E046A3"/>
    <w:rsid w:val="00E0479D"/>
    <w:rsid w:val="00E048B6"/>
    <w:rsid w:val="00E048EF"/>
    <w:rsid w:val="00E048F2"/>
    <w:rsid w:val="00E04995"/>
    <w:rsid w:val="00E04A31"/>
    <w:rsid w:val="00E04DD3"/>
    <w:rsid w:val="00E04F5C"/>
    <w:rsid w:val="00E04FA7"/>
    <w:rsid w:val="00E05217"/>
    <w:rsid w:val="00E059D6"/>
    <w:rsid w:val="00E05BB4"/>
    <w:rsid w:val="00E05CD3"/>
    <w:rsid w:val="00E05DB7"/>
    <w:rsid w:val="00E06648"/>
    <w:rsid w:val="00E066D6"/>
    <w:rsid w:val="00E06A70"/>
    <w:rsid w:val="00E06D89"/>
    <w:rsid w:val="00E06F3C"/>
    <w:rsid w:val="00E073A2"/>
    <w:rsid w:val="00E07679"/>
    <w:rsid w:val="00E078F5"/>
    <w:rsid w:val="00E079D9"/>
    <w:rsid w:val="00E07EA6"/>
    <w:rsid w:val="00E07EFE"/>
    <w:rsid w:val="00E102F6"/>
    <w:rsid w:val="00E10A2B"/>
    <w:rsid w:val="00E10E77"/>
    <w:rsid w:val="00E11279"/>
    <w:rsid w:val="00E11285"/>
    <w:rsid w:val="00E11353"/>
    <w:rsid w:val="00E1145E"/>
    <w:rsid w:val="00E114DE"/>
    <w:rsid w:val="00E116C5"/>
    <w:rsid w:val="00E1183A"/>
    <w:rsid w:val="00E11E98"/>
    <w:rsid w:val="00E122AC"/>
    <w:rsid w:val="00E123FF"/>
    <w:rsid w:val="00E124AD"/>
    <w:rsid w:val="00E124D1"/>
    <w:rsid w:val="00E12572"/>
    <w:rsid w:val="00E12624"/>
    <w:rsid w:val="00E1263B"/>
    <w:rsid w:val="00E127F6"/>
    <w:rsid w:val="00E12B4B"/>
    <w:rsid w:val="00E12B8B"/>
    <w:rsid w:val="00E12BDD"/>
    <w:rsid w:val="00E12C04"/>
    <w:rsid w:val="00E12D35"/>
    <w:rsid w:val="00E13225"/>
    <w:rsid w:val="00E133E0"/>
    <w:rsid w:val="00E13534"/>
    <w:rsid w:val="00E135EF"/>
    <w:rsid w:val="00E138E5"/>
    <w:rsid w:val="00E13911"/>
    <w:rsid w:val="00E13915"/>
    <w:rsid w:val="00E13C8F"/>
    <w:rsid w:val="00E1406E"/>
    <w:rsid w:val="00E14093"/>
    <w:rsid w:val="00E14999"/>
    <w:rsid w:val="00E14B4B"/>
    <w:rsid w:val="00E14C3F"/>
    <w:rsid w:val="00E14CB9"/>
    <w:rsid w:val="00E15285"/>
    <w:rsid w:val="00E15588"/>
    <w:rsid w:val="00E15598"/>
    <w:rsid w:val="00E1599A"/>
    <w:rsid w:val="00E16143"/>
    <w:rsid w:val="00E16B61"/>
    <w:rsid w:val="00E16C6A"/>
    <w:rsid w:val="00E16F22"/>
    <w:rsid w:val="00E16FA7"/>
    <w:rsid w:val="00E170AF"/>
    <w:rsid w:val="00E1715D"/>
    <w:rsid w:val="00E172F9"/>
    <w:rsid w:val="00E1739C"/>
    <w:rsid w:val="00E1739F"/>
    <w:rsid w:val="00E17604"/>
    <w:rsid w:val="00E17613"/>
    <w:rsid w:val="00E1789C"/>
    <w:rsid w:val="00E17ACA"/>
    <w:rsid w:val="00E17BE9"/>
    <w:rsid w:val="00E17E81"/>
    <w:rsid w:val="00E2029C"/>
    <w:rsid w:val="00E203B9"/>
    <w:rsid w:val="00E204D5"/>
    <w:rsid w:val="00E2058B"/>
    <w:rsid w:val="00E20822"/>
    <w:rsid w:val="00E20976"/>
    <w:rsid w:val="00E20A05"/>
    <w:rsid w:val="00E20CA4"/>
    <w:rsid w:val="00E2125F"/>
    <w:rsid w:val="00E21452"/>
    <w:rsid w:val="00E214F4"/>
    <w:rsid w:val="00E218FA"/>
    <w:rsid w:val="00E21C30"/>
    <w:rsid w:val="00E21E0A"/>
    <w:rsid w:val="00E21F02"/>
    <w:rsid w:val="00E2207E"/>
    <w:rsid w:val="00E22153"/>
    <w:rsid w:val="00E221F7"/>
    <w:rsid w:val="00E22AB7"/>
    <w:rsid w:val="00E22BCE"/>
    <w:rsid w:val="00E22F89"/>
    <w:rsid w:val="00E22F9D"/>
    <w:rsid w:val="00E22FE1"/>
    <w:rsid w:val="00E23049"/>
    <w:rsid w:val="00E234F6"/>
    <w:rsid w:val="00E23719"/>
    <w:rsid w:val="00E23C1C"/>
    <w:rsid w:val="00E23CE8"/>
    <w:rsid w:val="00E23E8D"/>
    <w:rsid w:val="00E2400B"/>
    <w:rsid w:val="00E24209"/>
    <w:rsid w:val="00E246EF"/>
    <w:rsid w:val="00E2490B"/>
    <w:rsid w:val="00E249C2"/>
    <w:rsid w:val="00E249E4"/>
    <w:rsid w:val="00E249F8"/>
    <w:rsid w:val="00E24B56"/>
    <w:rsid w:val="00E24C5B"/>
    <w:rsid w:val="00E24E1E"/>
    <w:rsid w:val="00E25194"/>
    <w:rsid w:val="00E25210"/>
    <w:rsid w:val="00E25462"/>
    <w:rsid w:val="00E254D7"/>
    <w:rsid w:val="00E2567D"/>
    <w:rsid w:val="00E25A57"/>
    <w:rsid w:val="00E25D01"/>
    <w:rsid w:val="00E25F48"/>
    <w:rsid w:val="00E2606C"/>
    <w:rsid w:val="00E265D7"/>
    <w:rsid w:val="00E2678B"/>
    <w:rsid w:val="00E27150"/>
    <w:rsid w:val="00E275B3"/>
    <w:rsid w:val="00E27F25"/>
    <w:rsid w:val="00E304DC"/>
    <w:rsid w:val="00E306AA"/>
    <w:rsid w:val="00E30C1A"/>
    <w:rsid w:val="00E30E79"/>
    <w:rsid w:val="00E30EB6"/>
    <w:rsid w:val="00E30F66"/>
    <w:rsid w:val="00E30F8E"/>
    <w:rsid w:val="00E31121"/>
    <w:rsid w:val="00E311EA"/>
    <w:rsid w:val="00E31974"/>
    <w:rsid w:val="00E31BB9"/>
    <w:rsid w:val="00E31D5A"/>
    <w:rsid w:val="00E31EFE"/>
    <w:rsid w:val="00E320B0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0FB"/>
    <w:rsid w:val="00E33147"/>
    <w:rsid w:val="00E33151"/>
    <w:rsid w:val="00E33486"/>
    <w:rsid w:val="00E336C6"/>
    <w:rsid w:val="00E33AC3"/>
    <w:rsid w:val="00E3403E"/>
    <w:rsid w:val="00E341EE"/>
    <w:rsid w:val="00E34240"/>
    <w:rsid w:val="00E3428D"/>
    <w:rsid w:val="00E34884"/>
    <w:rsid w:val="00E34901"/>
    <w:rsid w:val="00E349D5"/>
    <w:rsid w:val="00E35005"/>
    <w:rsid w:val="00E358FE"/>
    <w:rsid w:val="00E3597A"/>
    <w:rsid w:val="00E35990"/>
    <w:rsid w:val="00E35B45"/>
    <w:rsid w:val="00E35F11"/>
    <w:rsid w:val="00E360BA"/>
    <w:rsid w:val="00E364F3"/>
    <w:rsid w:val="00E3681B"/>
    <w:rsid w:val="00E36FEC"/>
    <w:rsid w:val="00E37708"/>
    <w:rsid w:val="00E377B3"/>
    <w:rsid w:val="00E37A2A"/>
    <w:rsid w:val="00E37B43"/>
    <w:rsid w:val="00E37ECE"/>
    <w:rsid w:val="00E37FAA"/>
    <w:rsid w:val="00E40293"/>
    <w:rsid w:val="00E403F9"/>
    <w:rsid w:val="00E405CC"/>
    <w:rsid w:val="00E4076B"/>
    <w:rsid w:val="00E408FC"/>
    <w:rsid w:val="00E409E5"/>
    <w:rsid w:val="00E40A49"/>
    <w:rsid w:val="00E40B5E"/>
    <w:rsid w:val="00E40D3B"/>
    <w:rsid w:val="00E4123F"/>
    <w:rsid w:val="00E41251"/>
    <w:rsid w:val="00E415A4"/>
    <w:rsid w:val="00E41875"/>
    <w:rsid w:val="00E418FA"/>
    <w:rsid w:val="00E41C38"/>
    <w:rsid w:val="00E41E77"/>
    <w:rsid w:val="00E42972"/>
    <w:rsid w:val="00E42EC3"/>
    <w:rsid w:val="00E43006"/>
    <w:rsid w:val="00E43136"/>
    <w:rsid w:val="00E43150"/>
    <w:rsid w:val="00E4357D"/>
    <w:rsid w:val="00E438AB"/>
    <w:rsid w:val="00E43AEC"/>
    <w:rsid w:val="00E43D98"/>
    <w:rsid w:val="00E43ED6"/>
    <w:rsid w:val="00E44215"/>
    <w:rsid w:val="00E444D3"/>
    <w:rsid w:val="00E44502"/>
    <w:rsid w:val="00E449B7"/>
    <w:rsid w:val="00E44E62"/>
    <w:rsid w:val="00E450F0"/>
    <w:rsid w:val="00E45155"/>
    <w:rsid w:val="00E4517D"/>
    <w:rsid w:val="00E453DE"/>
    <w:rsid w:val="00E4541D"/>
    <w:rsid w:val="00E45492"/>
    <w:rsid w:val="00E45714"/>
    <w:rsid w:val="00E457B9"/>
    <w:rsid w:val="00E457ED"/>
    <w:rsid w:val="00E45965"/>
    <w:rsid w:val="00E45C8E"/>
    <w:rsid w:val="00E45D07"/>
    <w:rsid w:val="00E45D69"/>
    <w:rsid w:val="00E45DF1"/>
    <w:rsid w:val="00E45EF6"/>
    <w:rsid w:val="00E46159"/>
    <w:rsid w:val="00E467BF"/>
    <w:rsid w:val="00E46996"/>
    <w:rsid w:val="00E46AD8"/>
    <w:rsid w:val="00E46E8E"/>
    <w:rsid w:val="00E470DE"/>
    <w:rsid w:val="00E47542"/>
    <w:rsid w:val="00E47A36"/>
    <w:rsid w:val="00E5070B"/>
    <w:rsid w:val="00E50817"/>
    <w:rsid w:val="00E50BBC"/>
    <w:rsid w:val="00E51138"/>
    <w:rsid w:val="00E5118C"/>
    <w:rsid w:val="00E5135D"/>
    <w:rsid w:val="00E518C9"/>
    <w:rsid w:val="00E51BBC"/>
    <w:rsid w:val="00E51C16"/>
    <w:rsid w:val="00E52074"/>
    <w:rsid w:val="00E522A6"/>
    <w:rsid w:val="00E52875"/>
    <w:rsid w:val="00E5288B"/>
    <w:rsid w:val="00E52A05"/>
    <w:rsid w:val="00E52B4B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3E5E"/>
    <w:rsid w:val="00E54AFE"/>
    <w:rsid w:val="00E54F6D"/>
    <w:rsid w:val="00E5503D"/>
    <w:rsid w:val="00E55097"/>
    <w:rsid w:val="00E55662"/>
    <w:rsid w:val="00E55A39"/>
    <w:rsid w:val="00E55B8E"/>
    <w:rsid w:val="00E56C1D"/>
    <w:rsid w:val="00E56D62"/>
    <w:rsid w:val="00E5763F"/>
    <w:rsid w:val="00E57647"/>
    <w:rsid w:val="00E57F67"/>
    <w:rsid w:val="00E57FE4"/>
    <w:rsid w:val="00E60389"/>
    <w:rsid w:val="00E60A2B"/>
    <w:rsid w:val="00E60A88"/>
    <w:rsid w:val="00E61084"/>
    <w:rsid w:val="00E61171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4BE"/>
    <w:rsid w:val="00E634C6"/>
    <w:rsid w:val="00E634DD"/>
    <w:rsid w:val="00E6390F"/>
    <w:rsid w:val="00E63948"/>
    <w:rsid w:val="00E63CBA"/>
    <w:rsid w:val="00E640BC"/>
    <w:rsid w:val="00E6431C"/>
    <w:rsid w:val="00E644FD"/>
    <w:rsid w:val="00E64618"/>
    <w:rsid w:val="00E6463E"/>
    <w:rsid w:val="00E646A1"/>
    <w:rsid w:val="00E646EA"/>
    <w:rsid w:val="00E64F14"/>
    <w:rsid w:val="00E6535A"/>
    <w:rsid w:val="00E6544E"/>
    <w:rsid w:val="00E65AF8"/>
    <w:rsid w:val="00E65D6D"/>
    <w:rsid w:val="00E66330"/>
    <w:rsid w:val="00E66537"/>
    <w:rsid w:val="00E66778"/>
    <w:rsid w:val="00E668D1"/>
    <w:rsid w:val="00E66A86"/>
    <w:rsid w:val="00E66AB4"/>
    <w:rsid w:val="00E66B65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7024D"/>
    <w:rsid w:val="00E70667"/>
    <w:rsid w:val="00E70BF3"/>
    <w:rsid w:val="00E70F58"/>
    <w:rsid w:val="00E70FD2"/>
    <w:rsid w:val="00E7107D"/>
    <w:rsid w:val="00E71293"/>
    <w:rsid w:val="00E713CD"/>
    <w:rsid w:val="00E71441"/>
    <w:rsid w:val="00E7188C"/>
    <w:rsid w:val="00E71977"/>
    <w:rsid w:val="00E71DC8"/>
    <w:rsid w:val="00E71E22"/>
    <w:rsid w:val="00E7203A"/>
    <w:rsid w:val="00E727F5"/>
    <w:rsid w:val="00E729F4"/>
    <w:rsid w:val="00E72A86"/>
    <w:rsid w:val="00E72BEE"/>
    <w:rsid w:val="00E72D34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BC"/>
    <w:rsid w:val="00E74DC6"/>
    <w:rsid w:val="00E74EFE"/>
    <w:rsid w:val="00E74F5C"/>
    <w:rsid w:val="00E75296"/>
    <w:rsid w:val="00E753E7"/>
    <w:rsid w:val="00E75A0F"/>
    <w:rsid w:val="00E75C37"/>
    <w:rsid w:val="00E75D11"/>
    <w:rsid w:val="00E75D69"/>
    <w:rsid w:val="00E763CE"/>
    <w:rsid w:val="00E76518"/>
    <w:rsid w:val="00E76601"/>
    <w:rsid w:val="00E76968"/>
    <w:rsid w:val="00E769CD"/>
    <w:rsid w:val="00E769D7"/>
    <w:rsid w:val="00E76C5F"/>
    <w:rsid w:val="00E76DA1"/>
    <w:rsid w:val="00E76F82"/>
    <w:rsid w:val="00E77817"/>
    <w:rsid w:val="00E77D4A"/>
    <w:rsid w:val="00E8011C"/>
    <w:rsid w:val="00E80732"/>
    <w:rsid w:val="00E80E79"/>
    <w:rsid w:val="00E81277"/>
    <w:rsid w:val="00E8132F"/>
    <w:rsid w:val="00E81954"/>
    <w:rsid w:val="00E819DE"/>
    <w:rsid w:val="00E819F5"/>
    <w:rsid w:val="00E81B90"/>
    <w:rsid w:val="00E81DC7"/>
    <w:rsid w:val="00E81E02"/>
    <w:rsid w:val="00E82A3E"/>
    <w:rsid w:val="00E82C19"/>
    <w:rsid w:val="00E83308"/>
    <w:rsid w:val="00E83534"/>
    <w:rsid w:val="00E83700"/>
    <w:rsid w:val="00E8386D"/>
    <w:rsid w:val="00E8393A"/>
    <w:rsid w:val="00E83FFF"/>
    <w:rsid w:val="00E8407E"/>
    <w:rsid w:val="00E84226"/>
    <w:rsid w:val="00E84721"/>
    <w:rsid w:val="00E84758"/>
    <w:rsid w:val="00E84C2A"/>
    <w:rsid w:val="00E84C33"/>
    <w:rsid w:val="00E84C86"/>
    <w:rsid w:val="00E84E1E"/>
    <w:rsid w:val="00E85095"/>
    <w:rsid w:val="00E85181"/>
    <w:rsid w:val="00E8556A"/>
    <w:rsid w:val="00E859F2"/>
    <w:rsid w:val="00E85B2D"/>
    <w:rsid w:val="00E85B73"/>
    <w:rsid w:val="00E85D3A"/>
    <w:rsid w:val="00E85DB3"/>
    <w:rsid w:val="00E85EE6"/>
    <w:rsid w:val="00E8612B"/>
    <w:rsid w:val="00E863E1"/>
    <w:rsid w:val="00E86530"/>
    <w:rsid w:val="00E869F3"/>
    <w:rsid w:val="00E86A88"/>
    <w:rsid w:val="00E8707E"/>
    <w:rsid w:val="00E877E0"/>
    <w:rsid w:val="00E87AE9"/>
    <w:rsid w:val="00E87DFA"/>
    <w:rsid w:val="00E87F94"/>
    <w:rsid w:val="00E87FD9"/>
    <w:rsid w:val="00E900E4"/>
    <w:rsid w:val="00E90998"/>
    <w:rsid w:val="00E90A02"/>
    <w:rsid w:val="00E9173A"/>
    <w:rsid w:val="00E919EA"/>
    <w:rsid w:val="00E91C5F"/>
    <w:rsid w:val="00E91D94"/>
    <w:rsid w:val="00E92536"/>
    <w:rsid w:val="00E92A5B"/>
    <w:rsid w:val="00E92A98"/>
    <w:rsid w:val="00E92ADB"/>
    <w:rsid w:val="00E93005"/>
    <w:rsid w:val="00E932DA"/>
    <w:rsid w:val="00E937B8"/>
    <w:rsid w:val="00E938B5"/>
    <w:rsid w:val="00E93B8D"/>
    <w:rsid w:val="00E93C4A"/>
    <w:rsid w:val="00E93E98"/>
    <w:rsid w:val="00E940C1"/>
    <w:rsid w:val="00E94219"/>
    <w:rsid w:val="00E9441F"/>
    <w:rsid w:val="00E9466B"/>
    <w:rsid w:val="00E947E3"/>
    <w:rsid w:val="00E94CDD"/>
    <w:rsid w:val="00E95053"/>
    <w:rsid w:val="00E95161"/>
    <w:rsid w:val="00E95258"/>
    <w:rsid w:val="00E95549"/>
    <w:rsid w:val="00E9557F"/>
    <w:rsid w:val="00E95928"/>
    <w:rsid w:val="00E9594E"/>
    <w:rsid w:val="00E9598E"/>
    <w:rsid w:val="00E95C45"/>
    <w:rsid w:val="00E967C4"/>
    <w:rsid w:val="00E96A0E"/>
    <w:rsid w:val="00E96AEB"/>
    <w:rsid w:val="00E971CB"/>
    <w:rsid w:val="00E97362"/>
    <w:rsid w:val="00E976E3"/>
    <w:rsid w:val="00E97872"/>
    <w:rsid w:val="00E97AC6"/>
    <w:rsid w:val="00E97B6D"/>
    <w:rsid w:val="00E97BCB"/>
    <w:rsid w:val="00E97C1E"/>
    <w:rsid w:val="00E97C87"/>
    <w:rsid w:val="00EA01A4"/>
    <w:rsid w:val="00EA05E6"/>
    <w:rsid w:val="00EA0A78"/>
    <w:rsid w:val="00EA0C54"/>
    <w:rsid w:val="00EA0C5E"/>
    <w:rsid w:val="00EA0CC2"/>
    <w:rsid w:val="00EA0F7B"/>
    <w:rsid w:val="00EA13EF"/>
    <w:rsid w:val="00EA1507"/>
    <w:rsid w:val="00EA1AA9"/>
    <w:rsid w:val="00EA1AB7"/>
    <w:rsid w:val="00EA2541"/>
    <w:rsid w:val="00EA2574"/>
    <w:rsid w:val="00EA2665"/>
    <w:rsid w:val="00EA2A8A"/>
    <w:rsid w:val="00EA2DD7"/>
    <w:rsid w:val="00EA2E61"/>
    <w:rsid w:val="00EA30B6"/>
    <w:rsid w:val="00EA30D2"/>
    <w:rsid w:val="00EA347D"/>
    <w:rsid w:val="00EA3875"/>
    <w:rsid w:val="00EA38A3"/>
    <w:rsid w:val="00EA3D45"/>
    <w:rsid w:val="00EA3F03"/>
    <w:rsid w:val="00EA4095"/>
    <w:rsid w:val="00EA40D2"/>
    <w:rsid w:val="00EA4215"/>
    <w:rsid w:val="00EA42BA"/>
    <w:rsid w:val="00EA433D"/>
    <w:rsid w:val="00EA4541"/>
    <w:rsid w:val="00EA4612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E83"/>
    <w:rsid w:val="00EA6304"/>
    <w:rsid w:val="00EA6540"/>
    <w:rsid w:val="00EA6B7C"/>
    <w:rsid w:val="00EA6C88"/>
    <w:rsid w:val="00EA7022"/>
    <w:rsid w:val="00EA782B"/>
    <w:rsid w:val="00EA7900"/>
    <w:rsid w:val="00EA797F"/>
    <w:rsid w:val="00EA79F6"/>
    <w:rsid w:val="00EA7A35"/>
    <w:rsid w:val="00EA7B8D"/>
    <w:rsid w:val="00EA7C84"/>
    <w:rsid w:val="00EB0416"/>
    <w:rsid w:val="00EB0496"/>
    <w:rsid w:val="00EB09DA"/>
    <w:rsid w:val="00EB0F97"/>
    <w:rsid w:val="00EB11C5"/>
    <w:rsid w:val="00EB1296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05"/>
    <w:rsid w:val="00EB3845"/>
    <w:rsid w:val="00EB3D06"/>
    <w:rsid w:val="00EB44F2"/>
    <w:rsid w:val="00EB457D"/>
    <w:rsid w:val="00EB46F3"/>
    <w:rsid w:val="00EB492C"/>
    <w:rsid w:val="00EB4C20"/>
    <w:rsid w:val="00EB4DED"/>
    <w:rsid w:val="00EB4E3D"/>
    <w:rsid w:val="00EB52B9"/>
    <w:rsid w:val="00EB535B"/>
    <w:rsid w:val="00EB5424"/>
    <w:rsid w:val="00EB5851"/>
    <w:rsid w:val="00EB5DDD"/>
    <w:rsid w:val="00EB637B"/>
    <w:rsid w:val="00EB6825"/>
    <w:rsid w:val="00EB689E"/>
    <w:rsid w:val="00EB695C"/>
    <w:rsid w:val="00EB697A"/>
    <w:rsid w:val="00EB6D37"/>
    <w:rsid w:val="00EB6F3B"/>
    <w:rsid w:val="00EB6FF2"/>
    <w:rsid w:val="00EB704D"/>
    <w:rsid w:val="00EB71F6"/>
    <w:rsid w:val="00EB7C34"/>
    <w:rsid w:val="00EB7ED0"/>
    <w:rsid w:val="00EC00ED"/>
    <w:rsid w:val="00EC027C"/>
    <w:rsid w:val="00EC03EB"/>
    <w:rsid w:val="00EC0627"/>
    <w:rsid w:val="00EC0669"/>
    <w:rsid w:val="00EC0696"/>
    <w:rsid w:val="00EC07E9"/>
    <w:rsid w:val="00EC0B1D"/>
    <w:rsid w:val="00EC0C4F"/>
    <w:rsid w:val="00EC0CEF"/>
    <w:rsid w:val="00EC1184"/>
    <w:rsid w:val="00EC1320"/>
    <w:rsid w:val="00EC14B4"/>
    <w:rsid w:val="00EC1B63"/>
    <w:rsid w:val="00EC1BB7"/>
    <w:rsid w:val="00EC2041"/>
    <w:rsid w:val="00EC2058"/>
    <w:rsid w:val="00EC222F"/>
    <w:rsid w:val="00EC2400"/>
    <w:rsid w:val="00EC247B"/>
    <w:rsid w:val="00EC2A14"/>
    <w:rsid w:val="00EC2D30"/>
    <w:rsid w:val="00EC31B5"/>
    <w:rsid w:val="00EC32BC"/>
    <w:rsid w:val="00EC396F"/>
    <w:rsid w:val="00EC3991"/>
    <w:rsid w:val="00EC3C7E"/>
    <w:rsid w:val="00EC40CF"/>
    <w:rsid w:val="00EC4295"/>
    <w:rsid w:val="00EC445F"/>
    <w:rsid w:val="00EC4511"/>
    <w:rsid w:val="00EC466D"/>
    <w:rsid w:val="00EC48DC"/>
    <w:rsid w:val="00EC4CA9"/>
    <w:rsid w:val="00EC4CF4"/>
    <w:rsid w:val="00EC4E23"/>
    <w:rsid w:val="00EC4F93"/>
    <w:rsid w:val="00EC5252"/>
    <w:rsid w:val="00EC548E"/>
    <w:rsid w:val="00EC54D4"/>
    <w:rsid w:val="00EC574A"/>
    <w:rsid w:val="00EC5902"/>
    <w:rsid w:val="00EC5970"/>
    <w:rsid w:val="00EC5988"/>
    <w:rsid w:val="00EC5CFF"/>
    <w:rsid w:val="00EC5E06"/>
    <w:rsid w:val="00EC5E80"/>
    <w:rsid w:val="00EC66C2"/>
    <w:rsid w:val="00EC685B"/>
    <w:rsid w:val="00EC7217"/>
    <w:rsid w:val="00EC7300"/>
    <w:rsid w:val="00EC747C"/>
    <w:rsid w:val="00EC7752"/>
    <w:rsid w:val="00EC7CCE"/>
    <w:rsid w:val="00EC7FB1"/>
    <w:rsid w:val="00ED010C"/>
    <w:rsid w:val="00ED0C07"/>
    <w:rsid w:val="00ED0E7F"/>
    <w:rsid w:val="00ED1019"/>
    <w:rsid w:val="00ED1112"/>
    <w:rsid w:val="00ED14A8"/>
    <w:rsid w:val="00ED1BAA"/>
    <w:rsid w:val="00ED249F"/>
    <w:rsid w:val="00ED27ED"/>
    <w:rsid w:val="00ED2A0B"/>
    <w:rsid w:val="00ED2DA7"/>
    <w:rsid w:val="00ED2DCB"/>
    <w:rsid w:val="00ED3117"/>
    <w:rsid w:val="00ED32E3"/>
    <w:rsid w:val="00ED3427"/>
    <w:rsid w:val="00ED39CD"/>
    <w:rsid w:val="00ED3B42"/>
    <w:rsid w:val="00ED4146"/>
    <w:rsid w:val="00ED4325"/>
    <w:rsid w:val="00ED4504"/>
    <w:rsid w:val="00ED4765"/>
    <w:rsid w:val="00ED47D0"/>
    <w:rsid w:val="00ED48FE"/>
    <w:rsid w:val="00ED4AF1"/>
    <w:rsid w:val="00ED4C9A"/>
    <w:rsid w:val="00ED4DE9"/>
    <w:rsid w:val="00ED5004"/>
    <w:rsid w:val="00ED5349"/>
    <w:rsid w:val="00ED562C"/>
    <w:rsid w:val="00ED5685"/>
    <w:rsid w:val="00ED56B2"/>
    <w:rsid w:val="00ED56CA"/>
    <w:rsid w:val="00ED5F6E"/>
    <w:rsid w:val="00ED7667"/>
    <w:rsid w:val="00ED7F42"/>
    <w:rsid w:val="00EE044E"/>
    <w:rsid w:val="00EE04F0"/>
    <w:rsid w:val="00EE0828"/>
    <w:rsid w:val="00EE0A56"/>
    <w:rsid w:val="00EE0A98"/>
    <w:rsid w:val="00EE0AE4"/>
    <w:rsid w:val="00EE0B84"/>
    <w:rsid w:val="00EE10DF"/>
    <w:rsid w:val="00EE12A3"/>
    <w:rsid w:val="00EE1320"/>
    <w:rsid w:val="00EE15B2"/>
    <w:rsid w:val="00EE170D"/>
    <w:rsid w:val="00EE172D"/>
    <w:rsid w:val="00EE1837"/>
    <w:rsid w:val="00EE19B0"/>
    <w:rsid w:val="00EE1B9B"/>
    <w:rsid w:val="00EE1E45"/>
    <w:rsid w:val="00EE1E48"/>
    <w:rsid w:val="00EE1FAF"/>
    <w:rsid w:val="00EE24C6"/>
    <w:rsid w:val="00EE293D"/>
    <w:rsid w:val="00EE2D04"/>
    <w:rsid w:val="00EE2DC5"/>
    <w:rsid w:val="00EE2E6D"/>
    <w:rsid w:val="00EE3239"/>
    <w:rsid w:val="00EE32A2"/>
    <w:rsid w:val="00EE3328"/>
    <w:rsid w:val="00EE33CC"/>
    <w:rsid w:val="00EE352D"/>
    <w:rsid w:val="00EE38FF"/>
    <w:rsid w:val="00EE39B1"/>
    <w:rsid w:val="00EE3C1A"/>
    <w:rsid w:val="00EE3D3B"/>
    <w:rsid w:val="00EE3E1C"/>
    <w:rsid w:val="00EE4549"/>
    <w:rsid w:val="00EE4AA2"/>
    <w:rsid w:val="00EE4BCE"/>
    <w:rsid w:val="00EE4ED7"/>
    <w:rsid w:val="00EE51A8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0C61"/>
    <w:rsid w:val="00EF11CA"/>
    <w:rsid w:val="00EF140C"/>
    <w:rsid w:val="00EF1751"/>
    <w:rsid w:val="00EF1EC0"/>
    <w:rsid w:val="00EF2198"/>
    <w:rsid w:val="00EF234F"/>
    <w:rsid w:val="00EF270D"/>
    <w:rsid w:val="00EF2A2F"/>
    <w:rsid w:val="00EF2AA0"/>
    <w:rsid w:val="00EF2B43"/>
    <w:rsid w:val="00EF2D84"/>
    <w:rsid w:val="00EF2DCF"/>
    <w:rsid w:val="00EF3866"/>
    <w:rsid w:val="00EF3D52"/>
    <w:rsid w:val="00EF44D7"/>
    <w:rsid w:val="00EF47E8"/>
    <w:rsid w:val="00EF490F"/>
    <w:rsid w:val="00EF4B9A"/>
    <w:rsid w:val="00EF4BB5"/>
    <w:rsid w:val="00EF4BC9"/>
    <w:rsid w:val="00EF4DF8"/>
    <w:rsid w:val="00EF4F0F"/>
    <w:rsid w:val="00EF50D1"/>
    <w:rsid w:val="00EF5498"/>
    <w:rsid w:val="00EF6200"/>
    <w:rsid w:val="00EF6CB6"/>
    <w:rsid w:val="00EF6D56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BB"/>
    <w:rsid w:val="00F00E2A"/>
    <w:rsid w:val="00F00FF9"/>
    <w:rsid w:val="00F01581"/>
    <w:rsid w:val="00F01647"/>
    <w:rsid w:val="00F01881"/>
    <w:rsid w:val="00F0198E"/>
    <w:rsid w:val="00F01A85"/>
    <w:rsid w:val="00F01C77"/>
    <w:rsid w:val="00F024EF"/>
    <w:rsid w:val="00F02591"/>
    <w:rsid w:val="00F025F9"/>
    <w:rsid w:val="00F02A68"/>
    <w:rsid w:val="00F02B0B"/>
    <w:rsid w:val="00F02BCC"/>
    <w:rsid w:val="00F02C7E"/>
    <w:rsid w:val="00F02D4B"/>
    <w:rsid w:val="00F02E6C"/>
    <w:rsid w:val="00F03053"/>
    <w:rsid w:val="00F03207"/>
    <w:rsid w:val="00F034FF"/>
    <w:rsid w:val="00F038FB"/>
    <w:rsid w:val="00F03A3F"/>
    <w:rsid w:val="00F03D1F"/>
    <w:rsid w:val="00F0406F"/>
    <w:rsid w:val="00F041C1"/>
    <w:rsid w:val="00F042EC"/>
    <w:rsid w:val="00F044C7"/>
    <w:rsid w:val="00F045B0"/>
    <w:rsid w:val="00F045B8"/>
    <w:rsid w:val="00F04EFF"/>
    <w:rsid w:val="00F05610"/>
    <w:rsid w:val="00F05920"/>
    <w:rsid w:val="00F05B4A"/>
    <w:rsid w:val="00F05C3A"/>
    <w:rsid w:val="00F05C49"/>
    <w:rsid w:val="00F06389"/>
    <w:rsid w:val="00F063B3"/>
    <w:rsid w:val="00F066D6"/>
    <w:rsid w:val="00F0674B"/>
    <w:rsid w:val="00F06BB4"/>
    <w:rsid w:val="00F06E52"/>
    <w:rsid w:val="00F07086"/>
    <w:rsid w:val="00F071C0"/>
    <w:rsid w:val="00F07574"/>
    <w:rsid w:val="00F07621"/>
    <w:rsid w:val="00F07782"/>
    <w:rsid w:val="00F079E0"/>
    <w:rsid w:val="00F07A98"/>
    <w:rsid w:val="00F07CD7"/>
    <w:rsid w:val="00F07E99"/>
    <w:rsid w:val="00F10CD1"/>
    <w:rsid w:val="00F1134E"/>
    <w:rsid w:val="00F116E8"/>
    <w:rsid w:val="00F119F2"/>
    <w:rsid w:val="00F11EB0"/>
    <w:rsid w:val="00F12273"/>
    <w:rsid w:val="00F125E9"/>
    <w:rsid w:val="00F127BC"/>
    <w:rsid w:val="00F12A01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DDB"/>
    <w:rsid w:val="00F13E68"/>
    <w:rsid w:val="00F13FBE"/>
    <w:rsid w:val="00F144F9"/>
    <w:rsid w:val="00F146DB"/>
    <w:rsid w:val="00F14C50"/>
    <w:rsid w:val="00F14FB2"/>
    <w:rsid w:val="00F151D2"/>
    <w:rsid w:val="00F1567B"/>
    <w:rsid w:val="00F1572E"/>
    <w:rsid w:val="00F158F0"/>
    <w:rsid w:val="00F15AB5"/>
    <w:rsid w:val="00F15DA9"/>
    <w:rsid w:val="00F15DAD"/>
    <w:rsid w:val="00F162F1"/>
    <w:rsid w:val="00F1641D"/>
    <w:rsid w:val="00F168A7"/>
    <w:rsid w:val="00F1702B"/>
    <w:rsid w:val="00F170DE"/>
    <w:rsid w:val="00F170F9"/>
    <w:rsid w:val="00F17136"/>
    <w:rsid w:val="00F1721F"/>
    <w:rsid w:val="00F17951"/>
    <w:rsid w:val="00F17FF5"/>
    <w:rsid w:val="00F2011A"/>
    <w:rsid w:val="00F201F0"/>
    <w:rsid w:val="00F201F6"/>
    <w:rsid w:val="00F20C95"/>
    <w:rsid w:val="00F20E43"/>
    <w:rsid w:val="00F212CE"/>
    <w:rsid w:val="00F21395"/>
    <w:rsid w:val="00F2159E"/>
    <w:rsid w:val="00F216DD"/>
    <w:rsid w:val="00F2190D"/>
    <w:rsid w:val="00F21E38"/>
    <w:rsid w:val="00F21EF4"/>
    <w:rsid w:val="00F2201B"/>
    <w:rsid w:val="00F22328"/>
    <w:rsid w:val="00F225FC"/>
    <w:rsid w:val="00F2282B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42E0"/>
    <w:rsid w:val="00F247AF"/>
    <w:rsid w:val="00F24D29"/>
    <w:rsid w:val="00F24E3C"/>
    <w:rsid w:val="00F24FBE"/>
    <w:rsid w:val="00F2521D"/>
    <w:rsid w:val="00F2589C"/>
    <w:rsid w:val="00F258F5"/>
    <w:rsid w:val="00F25BFB"/>
    <w:rsid w:val="00F25C7B"/>
    <w:rsid w:val="00F2624A"/>
    <w:rsid w:val="00F268B8"/>
    <w:rsid w:val="00F26AA8"/>
    <w:rsid w:val="00F26BA2"/>
    <w:rsid w:val="00F26C54"/>
    <w:rsid w:val="00F26E90"/>
    <w:rsid w:val="00F27092"/>
    <w:rsid w:val="00F270D0"/>
    <w:rsid w:val="00F27107"/>
    <w:rsid w:val="00F2742B"/>
    <w:rsid w:val="00F274FB"/>
    <w:rsid w:val="00F275AE"/>
    <w:rsid w:val="00F277AD"/>
    <w:rsid w:val="00F27978"/>
    <w:rsid w:val="00F27B69"/>
    <w:rsid w:val="00F27C45"/>
    <w:rsid w:val="00F304DE"/>
    <w:rsid w:val="00F30501"/>
    <w:rsid w:val="00F305D1"/>
    <w:rsid w:val="00F30709"/>
    <w:rsid w:val="00F30962"/>
    <w:rsid w:val="00F30C88"/>
    <w:rsid w:val="00F312E7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5B5"/>
    <w:rsid w:val="00F33621"/>
    <w:rsid w:val="00F33633"/>
    <w:rsid w:val="00F3369E"/>
    <w:rsid w:val="00F3380A"/>
    <w:rsid w:val="00F3395D"/>
    <w:rsid w:val="00F33D90"/>
    <w:rsid w:val="00F3450E"/>
    <w:rsid w:val="00F347BA"/>
    <w:rsid w:val="00F3485C"/>
    <w:rsid w:val="00F34871"/>
    <w:rsid w:val="00F348C7"/>
    <w:rsid w:val="00F34E05"/>
    <w:rsid w:val="00F34FE2"/>
    <w:rsid w:val="00F356A6"/>
    <w:rsid w:val="00F3586D"/>
    <w:rsid w:val="00F35CED"/>
    <w:rsid w:val="00F35DE1"/>
    <w:rsid w:val="00F35DF2"/>
    <w:rsid w:val="00F35E81"/>
    <w:rsid w:val="00F35F6D"/>
    <w:rsid w:val="00F35F87"/>
    <w:rsid w:val="00F35FC3"/>
    <w:rsid w:val="00F36043"/>
    <w:rsid w:val="00F3615B"/>
    <w:rsid w:val="00F36215"/>
    <w:rsid w:val="00F362A5"/>
    <w:rsid w:val="00F36340"/>
    <w:rsid w:val="00F36403"/>
    <w:rsid w:val="00F36882"/>
    <w:rsid w:val="00F36A85"/>
    <w:rsid w:val="00F3730E"/>
    <w:rsid w:val="00F3794F"/>
    <w:rsid w:val="00F37BE2"/>
    <w:rsid w:val="00F40B47"/>
    <w:rsid w:val="00F40B51"/>
    <w:rsid w:val="00F40D4F"/>
    <w:rsid w:val="00F40DA0"/>
    <w:rsid w:val="00F40EF4"/>
    <w:rsid w:val="00F41401"/>
    <w:rsid w:val="00F41532"/>
    <w:rsid w:val="00F4153A"/>
    <w:rsid w:val="00F415E4"/>
    <w:rsid w:val="00F416F7"/>
    <w:rsid w:val="00F41C35"/>
    <w:rsid w:val="00F41DCB"/>
    <w:rsid w:val="00F423DC"/>
    <w:rsid w:val="00F42626"/>
    <w:rsid w:val="00F4263D"/>
    <w:rsid w:val="00F42815"/>
    <w:rsid w:val="00F428FA"/>
    <w:rsid w:val="00F42D46"/>
    <w:rsid w:val="00F42F1E"/>
    <w:rsid w:val="00F42F23"/>
    <w:rsid w:val="00F42FDD"/>
    <w:rsid w:val="00F43089"/>
    <w:rsid w:val="00F431F7"/>
    <w:rsid w:val="00F43617"/>
    <w:rsid w:val="00F438C9"/>
    <w:rsid w:val="00F43935"/>
    <w:rsid w:val="00F43BE5"/>
    <w:rsid w:val="00F43C1D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58F"/>
    <w:rsid w:val="00F45C7A"/>
    <w:rsid w:val="00F46058"/>
    <w:rsid w:val="00F46709"/>
    <w:rsid w:val="00F46C54"/>
    <w:rsid w:val="00F46F2F"/>
    <w:rsid w:val="00F46F4D"/>
    <w:rsid w:val="00F46F85"/>
    <w:rsid w:val="00F471B3"/>
    <w:rsid w:val="00F477C4"/>
    <w:rsid w:val="00F479B3"/>
    <w:rsid w:val="00F47E24"/>
    <w:rsid w:val="00F47F37"/>
    <w:rsid w:val="00F500FA"/>
    <w:rsid w:val="00F506E8"/>
    <w:rsid w:val="00F5072D"/>
    <w:rsid w:val="00F5074F"/>
    <w:rsid w:val="00F50E78"/>
    <w:rsid w:val="00F50EC6"/>
    <w:rsid w:val="00F50F8B"/>
    <w:rsid w:val="00F51073"/>
    <w:rsid w:val="00F513B8"/>
    <w:rsid w:val="00F5154A"/>
    <w:rsid w:val="00F5178A"/>
    <w:rsid w:val="00F517AF"/>
    <w:rsid w:val="00F51842"/>
    <w:rsid w:val="00F51CFE"/>
    <w:rsid w:val="00F51D7F"/>
    <w:rsid w:val="00F524DA"/>
    <w:rsid w:val="00F52911"/>
    <w:rsid w:val="00F52BEF"/>
    <w:rsid w:val="00F52EB6"/>
    <w:rsid w:val="00F53322"/>
    <w:rsid w:val="00F5333A"/>
    <w:rsid w:val="00F53475"/>
    <w:rsid w:val="00F5351A"/>
    <w:rsid w:val="00F535EE"/>
    <w:rsid w:val="00F5360B"/>
    <w:rsid w:val="00F536D4"/>
    <w:rsid w:val="00F537B8"/>
    <w:rsid w:val="00F5387E"/>
    <w:rsid w:val="00F53E62"/>
    <w:rsid w:val="00F54091"/>
    <w:rsid w:val="00F543CD"/>
    <w:rsid w:val="00F54465"/>
    <w:rsid w:val="00F54523"/>
    <w:rsid w:val="00F549F1"/>
    <w:rsid w:val="00F54A2B"/>
    <w:rsid w:val="00F54D9E"/>
    <w:rsid w:val="00F54ED6"/>
    <w:rsid w:val="00F54F56"/>
    <w:rsid w:val="00F5508D"/>
    <w:rsid w:val="00F550AE"/>
    <w:rsid w:val="00F550DC"/>
    <w:rsid w:val="00F55317"/>
    <w:rsid w:val="00F55352"/>
    <w:rsid w:val="00F558C4"/>
    <w:rsid w:val="00F55B4A"/>
    <w:rsid w:val="00F56078"/>
    <w:rsid w:val="00F56311"/>
    <w:rsid w:val="00F56436"/>
    <w:rsid w:val="00F566FB"/>
    <w:rsid w:val="00F56959"/>
    <w:rsid w:val="00F56BD2"/>
    <w:rsid w:val="00F56C78"/>
    <w:rsid w:val="00F56FC6"/>
    <w:rsid w:val="00F5707C"/>
    <w:rsid w:val="00F6018F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622"/>
    <w:rsid w:val="00F629B9"/>
    <w:rsid w:val="00F629DB"/>
    <w:rsid w:val="00F62B86"/>
    <w:rsid w:val="00F62C26"/>
    <w:rsid w:val="00F62C52"/>
    <w:rsid w:val="00F62DD1"/>
    <w:rsid w:val="00F62F21"/>
    <w:rsid w:val="00F632F2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CC1"/>
    <w:rsid w:val="00F64D81"/>
    <w:rsid w:val="00F64FC8"/>
    <w:rsid w:val="00F65040"/>
    <w:rsid w:val="00F650BF"/>
    <w:rsid w:val="00F6527E"/>
    <w:rsid w:val="00F658B3"/>
    <w:rsid w:val="00F6635A"/>
    <w:rsid w:val="00F66417"/>
    <w:rsid w:val="00F66420"/>
    <w:rsid w:val="00F66465"/>
    <w:rsid w:val="00F666AB"/>
    <w:rsid w:val="00F66C79"/>
    <w:rsid w:val="00F66C95"/>
    <w:rsid w:val="00F66F70"/>
    <w:rsid w:val="00F67072"/>
    <w:rsid w:val="00F67353"/>
    <w:rsid w:val="00F673AA"/>
    <w:rsid w:val="00F67829"/>
    <w:rsid w:val="00F6785B"/>
    <w:rsid w:val="00F7031F"/>
    <w:rsid w:val="00F704FC"/>
    <w:rsid w:val="00F70861"/>
    <w:rsid w:val="00F70865"/>
    <w:rsid w:val="00F70BB3"/>
    <w:rsid w:val="00F70D00"/>
    <w:rsid w:val="00F7134F"/>
    <w:rsid w:val="00F716AE"/>
    <w:rsid w:val="00F71A67"/>
    <w:rsid w:val="00F71A76"/>
    <w:rsid w:val="00F71ED2"/>
    <w:rsid w:val="00F71F75"/>
    <w:rsid w:val="00F720D9"/>
    <w:rsid w:val="00F7214D"/>
    <w:rsid w:val="00F723C6"/>
    <w:rsid w:val="00F72665"/>
    <w:rsid w:val="00F72A02"/>
    <w:rsid w:val="00F72D70"/>
    <w:rsid w:val="00F72D79"/>
    <w:rsid w:val="00F72FA0"/>
    <w:rsid w:val="00F73383"/>
    <w:rsid w:val="00F73988"/>
    <w:rsid w:val="00F739E8"/>
    <w:rsid w:val="00F73F2D"/>
    <w:rsid w:val="00F73F8C"/>
    <w:rsid w:val="00F74477"/>
    <w:rsid w:val="00F74525"/>
    <w:rsid w:val="00F74FDB"/>
    <w:rsid w:val="00F753B9"/>
    <w:rsid w:val="00F756FB"/>
    <w:rsid w:val="00F75A7A"/>
    <w:rsid w:val="00F75D7A"/>
    <w:rsid w:val="00F76356"/>
    <w:rsid w:val="00F76488"/>
    <w:rsid w:val="00F765A1"/>
    <w:rsid w:val="00F76D53"/>
    <w:rsid w:val="00F76E8E"/>
    <w:rsid w:val="00F772E7"/>
    <w:rsid w:val="00F774C0"/>
    <w:rsid w:val="00F774EC"/>
    <w:rsid w:val="00F77604"/>
    <w:rsid w:val="00F7779B"/>
    <w:rsid w:val="00F777A7"/>
    <w:rsid w:val="00F77960"/>
    <w:rsid w:val="00F77D96"/>
    <w:rsid w:val="00F77EE3"/>
    <w:rsid w:val="00F80043"/>
    <w:rsid w:val="00F8009B"/>
    <w:rsid w:val="00F8020D"/>
    <w:rsid w:val="00F803F1"/>
    <w:rsid w:val="00F80428"/>
    <w:rsid w:val="00F807D6"/>
    <w:rsid w:val="00F80A3C"/>
    <w:rsid w:val="00F80F23"/>
    <w:rsid w:val="00F80F2E"/>
    <w:rsid w:val="00F80F50"/>
    <w:rsid w:val="00F8100E"/>
    <w:rsid w:val="00F81358"/>
    <w:rsid w:val="00F8141B"/>
    <w:rsid w:val="00F815BD"/>
    <w:rsid w:val="00F815CF"/>
    <w:rsid w:val="00F81757"/>
    <w:rsid w:val="00F81764"/>
    <w:rsid w:val="00F827ED"/>
    <w:rsid w:val="00F82849"/>
    <w:rsid w:val="00F82954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47F"/>
    <w:rsid w:val="00F836B2"/>
    <w:rsid w:val="00F83865"/>
    <w:rsid w:val="00F83C6D"/>
    <w:rsid w:val="00F83D69"/>
    <w:rsid w:val="00F841F3"/>
    <w:rsid w:val="00F843A8"/>
    <w:rsid w:val="00F850DE"/>
    <w:rsid w:val="00F85225"/>
    <w:rsid w:val="00F852E2"/>
    <w:rsid w:val="00F85310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832"/>
    <w:rsid w:val="00F87F38"/>
    <w:rsid w:val="00F902A3"/>
    <w:rsid w:val="00F909C2"/>
    <w:rsid w:val="00F90A5C"/>
    <w:rsid w:val="00F90D05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AD5"/>
    <w:rsid w:val="00F9418A"/>
    <w:rsid w:val="00F941F9"/>
    <w:rsid w:val="00F94284"/>
    <w:rsid w:val="00F9492F"/>
    <w:rsid w:val="00F94DC3"/>
    <w:rsid w:val="00F94F3A"/>
    <w:rsid w:val="00F956D0"/>
    <w:rsid w:val="00F958C9"/>
    <w:rsid w:val="00F95BBB"/>
    <w:rsid w:val="00F95BE6"/>
    <w:rsid w:val="00F95C1A"/>
    <w:rsid w:val="00F95F00"/>
    <w:rsid w:val="00F95F85"/>
    <w:rsid w:val="00F96156"/>
    <w:rsid w:val="00F9641A"/>
    <w:rsid w:val="00F96688"/>
    <w:rsid w:val="00F967ED"/>
    <w:rsid w:val="00F968E6"/>
    <w:rsid w:val="00F969B9"/>
    <w:rsid w:val="00F970B9"/>
    <w:rsid w:val="00F9751D"/>
    <w:rsid w:val="00F975A0"/>
    <w:rsid w:val="00F979A7"/>
    <w:rsid w:val="00F97CA2"/>
    <w:rsid w:val="00F97E57"/>
    <w:rsid w:val="00FA0033"/>
    <w:rsid w:val="00FA0132"/>
    <w:rsid w:val="00FA0463"/>
    <w:rsid w:val="00FA05E2"/>
    <w:rsid w:val="00FA0852"/>
    <w:rsid w:val="00FA093F"/>
    <w:rsid w:val="00FA0F17"/>
    <w:rsid w:val="00FA1087"/>
    <w:rsid w:val="00FA1163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ABA"/>
    <w:rsid w:val="00FA2E01"/>
    <w:rsid w:val="00FA2F78"/>
    <w:rsid w:val="00FA3077"/>
    <w:rsid w:val="00FA32A1"/>
    <w:rsid w:val="00FA32EC"/>
    <w:rsid w:val="00FA3CF4"/>
    <w:rsid w:val="00FA3E32"/>
    <w:rsid w:val="00FA4300"/>
    <w:rsid w:val="00FA4452"/>
    <w:rsid w:val="00FA465A"/>
    <w:rsid w:val="00FA4B52"/>
    <w:rsid w:val="00FA4C5F"/>
    <w:rsid w:val="00FA4C6A"/>
    <w:rsid w:val="00FA532E"/>
    <w:rsid w:val="00FA54B7"/>
    <w:rsid w:val="00FA558B"/>
    <w:rsid w:val="00FA59E7"/>
    <w:rsid w:val="00FA5AB2"/>
    <w:rsid w:val="00FA5DF4"/>
    <w:rsid w:val="00FA65F3"/>
    <w:rsid w:val="00FA68DC"/>
    <w:rsid w:val="00FA6A52"/>
    <w:rsid w:val="00FA6B02"/>
    <w:rsid w:val="00FA6D73"/>
    <w:rsid w:val="00FA6E67"/>
    <w:rsid w:val="00FA7243"/>
    <w:rsid w:val="00FA736E"/>
    <w:rsid w:val="00FA771C"/>
    <w:rsid w:val="00FA775E"/>
    <w:rsid w:val="00FA77BF"/>
    <w:rsid w:val="00FA7AB2"/>
    <w:rsid w:val="00FA7F57"/>
    <w:rsid w:val="00FB0009"/>
    <w:rsid w:val="00FB0382"/>
    <w:rsid w:val="00FB0531"/>
    <w:rsid w:val="00FB07C6"/>
    <w:rsid w:val="00FB0D21"/>
    <w:rsid w:val="00FB10F3"/>
    <w:rsid w:val="00FB123A"/>
    <w:rsid w:val="00FB12AE"/>
    <w:rsid w:val="00FB1371"/>
    <w:rsid w:val="00FB162F"/>
    <w:rsid w:val="00FB1AA3"/>
    <w:rsid w:val="00FB1E62"/>
    <w:rsid w:val="00FB2060"/>
    <w:rsid w:val="00FB2291"/>
    <w:rsid w:val="00FB230E"/>
    <w:rsid w:val="00FB232E"/>
    <w:rsid w:val="00FB28CA"/>
    <w:rsid w:val="00FB28CF"/>
    <w:rsid w:val="00FB2A41"/>
    <w:rsid w:val="00FB2B5E"/>
    <w:rsid w:val="00FB2D75"/>
    <w:rsid w:val="00FB3086"/>
    <w:rsid w:val="00FB3420"/>
    <w:rsid w:val="00FB3BE8"/>
    <w:rsid w:val="00FB3FAC"/>
    <w:rsid w:val="00FB4546"/>
    <w:rsid w:val="00FB46BF"/>
    <w:rsid w:val="00FB4841"/>
    <w:rsid w:val="00FB49B1"/>
    <w:rsid w:val="00FB4CA9"/>
    <w:rsid w:val="00FB4FB8"/>
    <w:rsid w:val="00FB5002"/>
    <w:rsid w:val="00FB50B3"/>
    <w:rsid w:val="00FB5219"/>
    <w:rsid w:val="00FB5C74"/>
    <w:rsid w:val="00FB5C91"/>
    <w:rsid w:val="00FB5CB8"/>
    <w:rsid w:val="00FB5DF7"/>
    <w:rsid w:val="00FB5F99"/>
    <w:rsid w:val="00FB69AA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0B"/>
    <w:rsid w:val="00FC0A31"/>
    <w:rsid w:val="00FC0A46"/>
    <w:rsid w:val="00FC0C03"/>
    <w:rsid w:val="00FC0C5B"/>
    <w:rsid w:val="00FC0C87"/>
    <w:rsid w:val="00FC10AC"/>
    <w:rsid w:val="00FC113F"/>
    <w:rsid w:val="00FC1E79"/>
    <w:rsid w:val="00FC23B1"/>
    <w:rsid w:val="00FC27CC"/>
    <w:rsid w:val="00FC2870"/>
    <w:rsid w:val="00FC28B1"/>
    <w:rsid w:val="00FC29F4"/>
    <w:rsid w:val="00FC2FE5"/>
    <w:rsid w:val="00FC3336"/>
    <w:rsid w:val="00FC35BE"/>
    <w:rsid w:val="00FC366A"/>
    <w:rsid w:val="00FC388F"/>
    <w:rsid w:val="00FC3AA6"/>
    <w:rsid w:val="00FC4071"/>
    <w:rsid w:val="00FC40C3"/>
    <w:rsid w:val="00FC430D"/>
    <w:rsid w:val="00FC47F8"/>
    <w:rsid w:val="00FC504E"/>
    <w:rsid w:val="00FC50B8"/>
    <w:rsid w:val="00FC513F"/>
    <w:rsid w:val="00FC5749"/>
    <w:rsid w:val="00FC5EF5"/>
    <w:rsid w:val="00FC5FB2"/>
    <w:rsid w:val="00FC60DF"/>
    <w:rsid w:val="00FC6277"/>
    <w:rsid w:val="00FC64B0"/>
    <w:rsid w:val="00FC6682"/>
    <w:rsid w:val="00FC68B2"/>
    <w:rsid w:val="00FC6C6B"/>
    <w:rsid w:val="00FC6DD4"/>
    <w:rsid w:val="00FC6FD6"/>
    <w:rsid w:val="00FC703D"/>
    <w:rsid w:val="00FC74D4"/>
    <w:rsid w:val="00FC787F"/>
    <w:rsid w:val="00FC7A51"/>
    <w:rsid w:val="00FC7DB5"/>
    <w:rsid w:val="00FC7EE4"/>
    <w:rsid w:val="00FD0314"/>
    <w:rsid w:val="00FD0C33"/>
    <w:rsid w:val="00FD127B"/>
    <w:rsid w:val="00FD14D8"/>
    <w:rsid w:val="00FD171C"/>
    <w:rsid w:val="00FD1A53"/>
    <w:rsid w:val="00FD1BD7"/>
    <w:rsid w:val="00FD1BF5"/>
    <w:rsid w:val="00FD1F50"/>
    <w:rsid w:val="00FD1FB2"/>
    <w:rsid w:val="00FD2181"/>
    <w:rsid w:val="00FD2245"/>
    <w:rsid w:val="00FD23D4"/>
    <w:rsid w:val="00FD27DD"/>
    <w:rsid w:val="00FD2854"/>
    <w:rsid w:val="00FD2B5B"/>
    <w:rsid w:val="00FD32C6"/>
    <w:rsid w:val="00FD35EC"/>
    <w:rsid w:val="00FD36C7"/>
    <w:rsid w:val="00FD44F4"/>
    <w:rsid w:val="00FD45B4"/>
    <w:rsid w:val="00FD4F29"/>
    <w:rsid w:val="00FD4F97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C8F"/>
    <w:rsid w:val="00FD6C9D"/>
    <w:rsid w:val="00FD6CBF"/>
    <w:rsid w:val="00FD7427"/>
    <w:rsid w:val="00FD7652"/>
    <w:rsid w:val="00FD77B6"/>
    <w:rsid w:val="00FD788F"/>
    <w:rsid w:val="00FD7CAD"/>
    <w:rsid w:val="00FD7E54"/>
    <w:rsid w:val="00FD7FC5"/>
    <w:rsid w:val="00FE026B"/>
    <w:rsid w:val="00FE031A"/>
    <w:rsid w:val="00FE0526"/>
    <w:rsid w:val="00FE070F"/>
    <w:rsid w:val="00FE0A66"/>
    <w:rsid w:val="00FE1154"/>
    <w:rsid w:val="00FE13E6"/>
    <w:rsid w:val="00FE176E"/>
    <w:rsid w:val="00FE1B8F"/>
    <w:rsid w:val="00FE1B9E"/>
    <w:rsid w:val="00FE1BF7"/>
    <w:rsid w:val="00FE1EC4"/>
    <w:rsid w:val="00FE2573"/>
    <w:rsid w:val="00FE2884"/>
    <w:rsid w:val="00FE2A07"/>
    <w:rsid w:val="00FE2A61"/>
    <w:rsid w:val="00FE2BA7"/>
    <w:rsid w:val="00FE2D0A"/>
    <w:rsid w:val="00FE3031"/>
    <w:rsid w:val="00FE31FB"/>
    <w:rsid w:val="00FE33E6"/>
    <w:rsid w:val="00FE3768"/>
    <w:rsid w:val="00FE3D6C"/>
    <w:rsid w:val="00FE4294"/>
    <w:rsid w:val="00FE44C0"/>
    <w:rsid w:val="00FE4906"/>
    <w:rsid w:val="00FE4CC8"/>
    <w:rsid w:val="00FE50F9"/>
    <w:rsid w:val="00FE57C3"/>
    <w:rsid w:val="00FE5821"/>
    <w:rsid w:val="00FE58E4"/>
    <w:rsid w:val="00FE5F2B"/>
    <w:rsid w:val="00FE60BE"/>
    <w:rsid w:val="00FE6345"/>
    <w:rsid w:val="00FE6B0A"/>
    <w:rsid w:val="00FE6D5C"/>
    <w:rsid w:val="00FE6F49"/>
    <w:rsid w:val="00FE70B8"/>
    <w:rsid w:val="00FE70F5"/>
    <w:rsid w:val="00FE746B"/>
    <w:rsid w:val="00FE7500"/>
    <w:rsid w:val="00FE7503"/>
    <w:rsid w:val="00FE760E"/>
    <w:rsid w:val="00FE767F"/>
    <w:rsid w:val="00FE7777"/>
    <w:rsid w:val="00FE7B7D"/>
    <w:rsid w:val="00FE7BA9"/>
    <w:rsid w:val="00FE7E04"/>
    <w:rsid w:val="00FE7F37"/>
    <w:rsid w:val="00FF042B"/>
    <w:rsid w:val="00FF044D"/>
    <w:rsid w:val="00FF0483"/>
    <w:rsid w:val="00FF05EF"/>
    <w:rsid w:val="00FF074A"/>
    <w:rsid w:val="00FF08A1"/>
    <w:rsid w:val="00FF0A35"/>
    <w:rsid w:val="00FF0CBD"/>
    <w:rsid w:val="00FF0D1F"/>
    <w:rsid w:val="00FF0DEE"/>
    <w:rsid w:val="00FF0FE2"/>
    <w:rsid w:val="00FF13CE"/>
    <w:rsid w:val="00FF163B"/>
    <w:rsid w:val="00FF170E"/>
    <w:rsid w:val="00FF182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024"/>
    <w:rsid w:val="00FF3317"/>
    <w:rsid w:val="00FF3427"/>
    <w:rsid w:val="00FF34E3"/>
    <w:rsid w:val="00FF377B"/>
    <w:rsid w:val="00FF3862"/>
    <w:rsid w:val="00FF39F1"/>
    <w:rsid w:val="00FF3CF4"/>
    <w:rsid w:val="00FF4371"/>
    <w:rsid w:val="00FF46BF"/>
    <w:rsid w:val="00FF487C"/>
    <w:rsid w:val="00FF4B5A"/>
    <w:rsid w:val="00FF4C63"/>
    <w:rsid w:val="00FF4EAC"/>
    <w:rsid w:val="00FF50BA"/>
    <w:rsid w:val="00FF51EF"/>
    <w:rsid w:val="00FF555A"/>
    <w:rsid w:val="00FF5630"/>
    <w:rsid w:val="00FF5789"/>
    <w:rsid w:val="00FF5898"/>
    <w:rsid w:val="00FF5C4C"/>
    <w:rsid w:val="00FF5E85"/>
    <w:rsid w:val="00FF5F05"/>
    <w:rsid w:val="00FF5FAE"/>
    <w:rsid w:val="00FF630B"/>
    <w:rsid w:val="00FF6868"/>
    <w:rsid w:val="00FF6B07"/>
    <w:rsid w:val="00FF6D42"/>
    <w:rsid w:val="00FF760B"/>
    <w:rsid w:val="00FF7A72"/>
    <w:rsid w:val="00FF7B60"/>
    <w:rsid w:val="00FF7D16"/>
    <w:rsid w:val="00FF7F26"/>
    <w:rsid w:val="01A4D1FD"/>
    <w:rsid w:val="22C21AD5"/>
    <w:rsid w:val="22E8C4F8"/>
    <w:rsid w:val="242ACEBD"/>
    <w:rsid w:val="2D2856F7"/>
    <w:rsid w:val="2D871AA8"/>
    <w:rsid w:val="2DEBB6AF"/>
    <w:rsid w:val="2FFD0E3F"/>
    <w:rsid w:val="3106AEAC"/>
    <w:rsid w:val="38655238"/>
    <w:rsid w:val="397E6E9A"/>
    <w:rsid w:val="39F71FAA"/>
    <w:rsid w:val="3CF0CCB7"/>
    <w:rsid w:val="3DF3AFF9"/>
    <w:rsid w:val="42929636"/>
    <w:rsid w:val="43B60267"/>
    <w:rsid w:val="4576A5D0"/>
    <w:rsid w:val="45FBEAEA"/>
    <w:rsid w:val="46B79DC1"/>
    <w:rsid w:val="479E140C"/>
    <w:rsid w:val="4B566AA5"/>
    <w:rsid w:val="4FAB2B57"/>
    <w:rsid w:val="5359A204"/>
    <w:rsid w:val="591BC246"/>
    <w:rsid w:val="5978FC58"/>
    <w:rsid w:val="59CDF775"/>
    <w:rsid w:val="636E7FD9"/>
    <w:rsid w:val="66F4CE8D"/>
    <w:rsid w:val="70F1C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AEC612"/>
  <w15:chartTrackingRefBased/>
  <w15:docId w15:val="{6C831E77-9879-4A66-8FE6-1D2A1058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A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A461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25"/>
      <w:jc w:val="thaiDistribute"/>
    </w:pPr>
    <w:rPr>
      <w:rFonts w:ascii="Angsana New" w:hAnsi="Angsana New"/>
      <w:sz w:val="24"/>
      <w:szCs w:val="24"/>
    </w:rPr>
  </w:style>
  <w:style w:type="character" w:customStyle="1" w:styleId="AccPolicyHeadingChar">
    <w:name w:val="Acc Policy Heading Char"/>
    <w:link w:val="AccPolicyHeading"/>
    <w:rsid w:val="00A461C1"/>
    <w:rPr>
      <w:rFonts w:ascii="Angsana New" w:hAnsi="Angsana New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84532"/>
    <w:rPr>
      <w:rFonts w:ascii="Arial" w:hAnsi="Arial"/>
      <w:sz w:val="18"/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61E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518"/>
      </w:tabs>
      <w:spacing w:line="260" w:lineRule="atLeast"/>
      <w:ind w:right="389"/>
      <w:jc w:val="both"/>
    </w:pPr>
    <w:rPr>
      <w:rFonts w:ascii="Angsana New" w:hAnsi="Angsana New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B61EF5"/>
    <w:rPr>
      <w:rFonts w:ascii="Angsana New" w:hAnsi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ascii="Angsana New" w:hAnsi="Angsana New"/>
      <w:b/>
      <w:i/>
      <w:iCs/>
      <w:sz w:val="30"/>
      <w:szCs w:val="30"/>
      <w:lang w:val="x-none"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0"/>
    <w:basedOn w:val="Normal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0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Angsana New" w:eastAsia="Times New Roman" w:hAnsi="Angsana New"/>
      <w:sz w:val="28"/>
      <w:szCs w:val="28"/>
    </w:rPr>
  </w:style>
  <w:style w:type="character" w:customStyle="1" w:styleId="Heading1Char1">
    <w:name w:val="Heading 1 Char1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BodyTextIndentChar1">
    <w:name w:val="Body Text Indent Char1"/>
    <w:aliases w:val="i Char1"/>
    <w:rsid w:val="00F43C1D"/>
    <w:rPr>
      <w:rFonts w:ascii="Arial" w:eastAsia="Times New Roman" w:hAnsi="Arial" w:cs="Times New Roman"/>
      <w:sz w:val="18"/>
      <w:szCs w:val="18"/>
    </w:rPr>
  </w:style>
  <w:style w:type="paragraph" w:customStyle="1" w:styleId="Pa18">
    <w:name w:val="Pa18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F43C1D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43C1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43C1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43C1D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43C1D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43C1D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43C1D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43C1D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43C1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43C1D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F43C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4B303A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3Deffects2">
    <w:name w:val="Table 3D effects 2"/>
    <w:basedOn w:val="TableNormal"/>
    <w:rsid w:val="00FD35EC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1Light-Accent1">
    <w:name w:val="Grid Table 1 Light Accent 1"/>
    <w:basedOn w:val="TableNormal"/>
    <w:uiPriority w:val="46"/>
    <w:rsid w:val="00FD35EC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uiPriority w:val="99"/>
    <w:semiHidden/>
    <w:unhideWhenUsed/>
    <w:rsid w:val="00FD35EC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D35EC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3489F-1D19-47E1-AC4D-A94FD2617DB5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47C57D69-A910-4E19-8C8F-BCA67356C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0DC45-2D7C-435D-846E-8E929D2CFF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10</TotalTime>
  <Pages>7</Pages>
  <Words>2011</Words>
  <Characters>7942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ซิมโฟนี่ คอมมูนิเคชั่น จำกัด (มหาชน) และบริษัทย่อย</vt:lpstr>
    </vt:vector>
  </TitlesOfParts>
  <Company>KPMG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ซิมโฟนี่ คอมมูนิเคชั่น จำกัด (มหาชน) และบริษัทย่อย</dc:title>
  <dc:subject/>
  <dc:creator>Nuttha, Urapeevachareewan</dc:creator>
  <cp:keywords/>
  <cp:lastModifiedBy>Kornsiri, Chongaksorn</cp:lastModifiedBy>
  <cp:revision>7</cp:revision>
  <cp:lastPrinted>2025-02-24T10:10:00Z</cp:lastPrinted>
  <dcterms:created xsi:type="dcterms:W3CDTF">2025-02-27T03:10:00Z</dcterms:created>
  <dcterms:modified xsi:type="dcterms:W3CDTF">2025-02-28T03:26:00Z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0x010100F40CCEEB8E3D284CBE04BA5BA2F6326A</vt:lpwstr>
  </property>
  <property fmtid="{D5CDD505-2E9C-101B-9397-08002B2CF9AE}" pid="3" name="MediaServiceImageTags">
    <vt:lpwstr/>
  </property>
  <property fmtid="{D5CDD505-2E9C-101B-9397-08002B2CF9AE}" pid="4" name="MSIP_Label_7a4074b6-ae10-44c3-9248-82e73b5899b3_Enabled">
    <vt:lpwstr>true</vt:lpwstr>
  </property>
  <property fmtid="{D5CDD505-2E9C-101B-9397-08002B2CF9AE}" pid="5" name="MSIP_Label_7a4074b6-ae10-44c3-9248-82e73b5899b3_SetDate">
    <vt:lpwstr>2024-01-26T09:41:20Z</vt:lpwstr>
  </property>
  <property fmtid="{D5CDD505-2E9C-101B-9397-08002B2CF9AE}" pid="6" name="MSIP_Label_7a4074b6-ae10-44c3-9248-82e73b5899b3_Method">
    <vt:lpwstr>Standard</vt:lpwstr>
  </property>
  <property fmtid="{D5CDD505-2E9C-101B-9397-08002B2CF9AE}" pid="7" name="MSIP_Label_7a4074b6-ae10-44c3-9248-82e73b5899b3_Name">
    <vt:lpwstr>Public</vt:lpwstr>
  </property>
  <property fmtid="{D5CDD505-2E9C-101B-9397-08002B2CF9AE}" pid="8" name="MSIP_Label_7a4074b6-ae10-44c3-9248-82e73b5899b3_SiteId">
    <vt:lpwstr>b93aa31d-e9dc-41ad-9a6a-3e43366a05ef</vt:lpwstr>
  </property>
  <property fmtid="{D5CDD505-2E9C-101B-9397-08002B2CF9AE}" pid="9" name="MSIP_Label_7a4074b6-ae10-44c3-9248-82e73b5899b3_ActionId">
    <vt:lpwstr>18ce6817-4265-4bd9-b00c-5524aee3f7ab</vt:lpwstr>
  </property>
  <property fmtid="{D5CDD505-2E9C-101B-9397-08002B2CF9AE}" pid="10" name="MSIP_Label_7a4074b6-ae10-44c3-9248-82e73b5899b3_ContentBits">
    <vt:lpwstr>0</vt:lpwstr>
  </property>
</Properties>
</file>