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270"/>
        <w:gridCol w:w="7880"/>
      </w:tblGrid>
      <w:tr w:rsidR="00135230" w:rsidRPr="009C526C" w14:paraId="21390D00" w14:textId="77777777" w:rsidTr="00EE51E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3E73FDC" w14:textId="77777777" w:rsidR="00135230" w:rsidRPr="009C526C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spacing w:val="0"/>
              </w:rPr>
            </w:pPr>
            <w:r w:rsidRPr="009C526C">
              <w:rPr>
                <w:rFonts w:cs="Angsana New"/>
                <w:spacing w:val="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9899957" w14:textId="77777777" w:rsidR="00135230" w:rsidRPr="009C526C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spacing w:val="0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14:paraId="1ECC5DD9" w14:textId="77777777" w:rsidR="00135230" w:rsidRPr="009C526C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spacing w:val="0"/>
              </w:rPr>
            </w:pPr>
            <w:r w:rsidRPr="009C526C">
              <w:rPr>
                <w:rFonts w:cs="Angsana New"/>
                <w:spacing w:val="0"/>
                <w:cs/>
              </w:rPr>
              <w:t>สารบัญ</w:t>
            </w:r>
          </w:p>
        </w:tc>
      </w:tr>
      <w:tr w:rsidR="00135230" w:rsidRPr="009C526C" w14:paraId="72C866C1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24B47133" w14:textId="77777777" w:rsidR="00135230" w:rsidRPr="009C526C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39676DD8" w14:textId="77777777" w:rsidR="00135230" w:rsidRPr="009C526C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4FEDD9C6" w14:textId="77777777" w:rsidR="00135230" w:rsidRPr="009C526C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</w:tr>
      <w:tr w:rsidR="00135230" w:rsidRPr="009C526C" w14:paraId="44583248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40E91AD2" w14:textId="62A22D2E" w:rsidR="00135230" w:rsidRPr="009C526C" w:rsidRDefault="00903A1C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1</w:t>
            </w:r>
          </w:p>
        </w:tc>
        <w:tc>
          <w:tcPr>
            <w:tcW w:w="270" w:type="dxa"/>
          </w:tcPr>
          <w:p w14:paraId="49B6BCEF" w14:textId="77777777" w:rsidR="00135230" w:rsidRPr="009C526C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027B0414" w14:textId="77777777" w:rsidR="00135230" w:rsidRPr="009C526C" w:rsidRDefault="00135230" w:rsidP="0098397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  <w:cs/>
              </w:rPr>
              <w:t>เกณฑ์การจัดทำงบการเงินระหว่างกาล</w:t>
            </w:r>
          </w:p>
        </w:tc>
      </w:tr>
      <w:tr w:rsidR="0012201F" w:rsidRPr="009C526C" w14:paraId="25D4ED13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068DC4C9" w14:textId="69D3B9B3" w:rsidR="0012201F" w:rsidRPr="009C526C" w:rsidRDefault="00903A1C" w:rsidP="001220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2</w:t>
            </w:r>
          </w:p>
        </w:tc>
        <w:tc>
          <w:tcPr>
            <w:tcW w:w="270" w:type="dxa"/>
          </w:tcPr>
          <w:p w14:paraId="07C30839" w14:textId="77777777" w:rsidR="0012201F" w:rsidRPr="009C526C" w:rsidRDefault="0012201F" w:rsidP="001220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01F24D5" w14:textId="77777777" w:rsidR="0012201F" w:rsidRPr="009C526C" w:rsidRDefault="0012201F" w:rsidP="001220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9C526C">
              <w:rPr>
                <w:rFonts w:cs="Angsana New"/>
                <w:b w:val="0"/>
                <w:bCs w:val="0"/>
                <w:spacing w:val="0"/>
                <w:cs/>
              </w:rPr>
              <w:t>บุคคลหรือกิจการที่เกี่ยวข้องกัน</w:t>
            </w:r>
          </w:p>
        </w:tc>
      </w:tr>
      <w:tr w:rsidR="00B36DE8" w:rsidRPr="009C526C" w14:paraId="485B5D5A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4E7DF09F" w14:textId="7F64A81A" w:rsidR="00B36DE8" w:rsidRPr="009C526C" w:rsidRDefault="00903A1C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3</w:t>
            </w:r>
          </w:p>
        </w:tc>
        <w:tc>
          <w:tcPr>
            <w:tcW w:w="270" w:type="dxa"/>
          </w:tcPr>
          <w:p w14:paraId="5084E2B2" w14:textId="77777777" w:rsidR="00B36DE8" w:rsidRPr="00D514F8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highlight w:val="yellow"/>
              </w:rPr>
            </w:pPr>
          </w:p>
        </w:tc>
        <w:tc>
          <w:tcPr>
            <w:tcW w:w="7880" w:type="dxa"/>
            <w:vAlign w:val="center"/>
          </w:tcPr>
          <w:p w14:paraId="14F9A5D3" w14:textId="03D56DB2" w:rsidR="00B36DE8" w:rsidRPr="00DF273D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DF273D">
              <w:rPr>
                <w:rFonts w:cs="Angsana New"/>
                <w:b w:val="0"/>
                <w:bCs w:val="0"/>
                <w:spacing w:val="0"/>
                <w:cs/>
              </w:rPr>
              <w:t>ลูกหนี้การค้าและลูกหนี้หมุนเวียนอื่น</w:t>
            </w:r>
          </w:p>
        </w:tc>
      </w:tr>
      <w:tr w:rsidR="00F15634" w:rsidRPr="009C526C" w14:paraId="5CA707FD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60A599BF" w14:textId="2981E71B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4</w:t>
            </w:r>
          </w:p>
        </w:tc>
        <w:tc>
          <w:tcPr>
            <w:tcW w:w="270" w:type="dxa"/>
          </w:tcPr>
          <w:p w14:paraId="4C082B4C" w14:textId="77777777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7071E690" w14:textId="6E999C59" w:rsidR="00F15634" w:rsidRPr="00DF273D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DF273D">
              <w:rPr>
                <w:rFonts w:cs="Angsana New"/>
                <w:b w:val="0"/>
                <w:bCs w:val="0"/>
                <w:spacing w:val="0"/>
                <w:cs/>
              </w:rPr>
              <w:t>อุปกรณ์โครงข่าย</w:t>
            </w:r>
          </w:p>
        </w:tc>
      </w:tr>
      <w:tr w:rsidR="00F15634" w:rsidRPr="009C526C" w14:paraId="775D94C2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10A7F07F" w14:textId="79CE2985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5</w:t>
            </w:r>
          </w:p>
        </w:tc>
        <w:tc>
          <w:tcPr>
            <w:tcW w:w="270" w:type="dxa"/>
          </w:tcPr>
          <w:p w14:paraId="15C1E03A" w14:textId="77777777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49C3CB5D" w14:textId="7B24E2CB" w:rsidR="00F15634" w:rsidRPr="00DF273D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DF273D">
              <w:rPr>
                <w:rFonts w:cs="Angsana New"/>
                <w:b w:val="0"/>
                <w:bCs w:val="0"/>
                <w:spacing w:val="0"/>
                <w:cs/>
              </w:rPr>
              <w:t>ที่ดิน อาคาร และอุปกรณ์</w:t>
            </w:r>
          </w:p>
        </w:tc>
      </w:tr>
      <w:tr w:rsidR="00F15634" w:rsidRPr="009C526C" w14:paraId="4B718340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C20DED8" w14:textId="63A5A178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6</w:t>
            </w:r>
          </w:p>
        </w:tc>
        <w:tc>
          <w:tcPr>
            <w:tcW w:w="270" w:type="dxa"/>
          </w:tcPr>
          <w:p w14:paraId="7411F4C9" w14:textId="77777777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FE8A792" w14:textId="7221CA32" w:rsidR="00F15634" w:rsidRPr="00DF273D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DF273D">
              <w:rPr>
                <w:rFonts w:cs="Angsana New"/>
                <w:b w:val="0"/>
                <w:bCs w:val="0"/>
                <w:spacing w:val="0"/>
                <w:cs/>
              </w:rPr>
              <w:t>สินทรัพย์สิทธิการใช้</w:t>
            </w:r>
          </w:p>
        </w:tc>
      </w:tr>
      <w:tr w:rsidR="00F15634" w:rsidRPr="009C526C" w14:paraId="461C1B3D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CC507CA" w14:textId="6A030ADF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7</w:t>
            </w:r>
          </w:p>
        </w:tc>
        <w:tc>
          <w:tcPr>
            <w:tcW w:w="270" w:type="dxa"/>
          </w:tcPr>
          <w:p w14:paraId="0DC8AC8C" w14:textId="77777777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6903A5E" w14:textId="3E2A07A8" w:rsidR="00F15634" w:rsidRPr="00DF273D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DF273D">
              <w:rPr>
                <w:rFonts w:cs="Angsana New"/>
                <w:b w:val="0"/>
                <w:bCs w:val="0"/>
                <w:spacing w:val="0"/>
                <w:cs/>
              </w:rPr>
              <w:t>หนี้สินที่มีภาระดอกเบี้ย</w:t>
            </w:r>
          </w:p>
        </w:tc>
      </w:tr>
      <w:tr w:rsidR="00F15634" w:rsidRPr="009C526C" w14:paraId="00C5468B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A2551DA" w14:textId="3CB2067F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8</w:t>
            </w:r>
          </w:p>
        </w:tc>
        <w:tc>
          <w:tcPr>
            <w:tcW w:w="270" w:type="dxa"/>
          </w:tcPr>
          <w:p w14:paraId="64C1FD46" w14:textId="77777777" w:rsidR="00F15634" w:rsidRPr="009C526C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011E418C" w14:textId="2A271F8B" w:rsidR="00F15634" w:rsidRPr="00DF273D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DF273D">
              <w:rPr>
                <w:rFonts w:cs="Angsana New"/>
                <w:b w:val="0"/>
                <w:bCs w:val="0"/>
                <w:spacing w:val="0"/>
                <w:cs/>
              </w:rPr>
              <w:t>ส่วนงานดำเนินงานและการจำแนกรายได้</w:t>
            </w:r>
          </w:p>
        </w:tc>
      </w:tr>
      <w:tr w:rsidR="00890637" w:rsidRPr="009C526C" w14:paraId="017A0743" w14:textId="77777777" w:rsidTr="00D26B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21223ED8" w14:textId="01675ED4" w:rsidR="00890637" w:rsidRPr="00890637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>
              <w:rPr>
                <w:rFonts w:cs="Angsana New"/>
                <w:b w:val="0"/>
                <w:bCs w:val="0"/>
                <w:spacing w:val="0"/>
              </w:rPr>
              <w:t>9</w:t>
            </w:r>
          </w:p>
        </w:tc>
        <w:tc>
          <w:tcPr>
            <w:tcW w:w="270" w:type="dxa"/>
          </w:tcPr>
          <w:p w14:paraId="39D1BAA3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3DF1D4B5" w14:textId="5F5E7992" w:rsidR="00890637" w:rsidRPr="00DF273D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DF273D">
              <w:rPr>
                <w:rFonts w:cs="Angsana New"/>
                <w:b w:val="0"/>
                <w:bCs w:val="0"/>
                <w:spacing w:val="0"/>
                <w:cs/>
              </w:rPr>
              <w:t>เครื่องมือทางการเงิน</w:t>
            </w:r>
          </w:p>
        </w:tc>
      </w:tr>
      <w:tr w:rsidR="00890637" w:rsidRPr="009C526C" w14:paraId="1FC14BB9" w14:textId="77777777" w:rsidTr="00D26B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27F3914C" w14:textId="1D6D1E91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1</w:t>
            </w:r>
            <w:r>
              <w:rPr>
                <w:rFonts w:cs="Angsana New"/>
                <w:b w:val="0"/>
                <w:bCs w:val="0"/>
                <w:spacing w:val="0"/>
              </w:rPr>
              <w:t>0</w:t>
            </w:r>
          </w:p>
        </w:tc>
        <w:tc>
          <w:tcPr>
            <w:tcW w:w="270" w:type="dxa"/>
          </w:tcPr>
          <w:p w14:paraId="4619D791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86FB00A" w14:textId="66E6EF08" w:rsidR="00890637" w:rsidRPr="00DF273D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DF273D">
              <w:rPr>
                <w:rFonts w:cs="Angsana New"/>
                <w:b w:val="0"/>
                <w:bCs w:val="0"/>
                <w:spacing w:val="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890637" w:rsidRPr="009C526C" w14:paraId="0E07CE1C" w14:textId="77777777" w:rsidTr="002F7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7C24F685" w14:textId="1F6D65D3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1</w:t>
            </w:r>
            <w:r>
              <w:rPr>
                <w:rFonts w:cs="Angsana New"/>
                <w:b w:val="0"/>
                <w:bCs w:val="0"/>
                <w:spacing w:val="0"/>
              </w:rPr>
              <w:t>1</w:t>
            </w:r>
          </w:p>
        </w:tc>
        <w:tc>
          <w:tcPr>
            <w:tcW w:w="270" w:type="dxa"/>
          </w:tcPr>
          <w:p w14:paraId="311249D3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25A6E0B9" w14:textId="7A6D5806" w:rsidR="00890637" w:rsidRPr="00DF273D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9C526C">
              <w:rPr>
                <w:rFonts w:cs="Angsana New"/>
                <w:b w:val="0"/>
                <w:bCs w:val="0"/>
                <w:spacing w:val="0"/>
                <w:cs/>
              </w:rPr>
              <w:t>หนี้สินที่อาจเกิดขึ้น</w:t>
            </w:r>
          </w:p>
        </w:tc>
      </w:tr>
      <w:tr w:rsidR="00890637" w:rsidRPr="009C526C" w14:paraId="098BFF76" w14:textId="77777777" w:rsidTr="007E05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A7BAD37" w14:textId="6643859B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C526C">
              <w:rPr>
                <w:rFonts w:cs="Angsana New"/>
                <w:b w:val="0"/>
                <w:bCs w:val="0"/>
                <w:spacing w:val="0"/>
              </w:rPr>
              <w:t>12</w:t>
            </w:r>
          </w:p>
        </w:tc>
        <w:tc>
          <w:tcPr>
            <w:tcW w:w="270" w:type="dxa"/>
          </w:tcPr>
          <w:p w14:paraId="55B109B2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03CDCF07" w14:textId="71661415" w:rsidR="00890637" w:rsidRPr="009C526C" w:rsidRDefault="008F32B4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8F32B4">
              <w:rPr>
                <w:rFonts w:cs="Angsana New"/>
                <w:b w:val="0"/>
                <w:bCs w:val="0"/>
                <w:spacing w:val="0"/>
                <w:cs/>
              </w:rPr>
              <w:t>เหตุการณ์ภายหลังรอบระยะเวลารายงาน</w:t>
            </w:r>
          </w:p>
        </w:tc>
      </w:tr>
      <w:tr w:rsidR="00890637" w:rsidRPr="009C526C" w14:paraId="61C86008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AD40305" w14:textId="52D2AE94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1284B6A7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085FE45C" w14:textId="1585E406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</w:p>
        </w:tc>
      </w:tr>
      <w:tr w:rsidR="00890637" w:rsidRPr="009C526C" w14:paraId="6814D502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F18FF1A" w14:textId="10C54483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5CFF6D5F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4E13C90D" w14:textId="15A5B2B3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</w:p>
        </w:tc>
      </w:tr>
      <w:tr w:rsidR="00890637" w:rsidRPr="009C526C" w14:paraId="43392267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E072222" w14:textId="74BDB98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52B55C99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12AE4927" w14:textId="1B5DB38C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890637" w:rsidRPr="009C526C" w14:paraId="79A4C1DB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01E99CF8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7A377782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3CF0B6E2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890637" w:rsidRPr="009C526C" w14:paraId="7CC64C7D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40ADF2E2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6C4B998C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2B4E7AB5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890637" w:rsidRPr="009C526C" w14:paraId="71B91A00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E715656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3D0A160E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46FCF7BE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890637" w:rsidRPr="009C526C" w14:paraId="00E4D4E8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65275401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30CE9AAF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0110E9C5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</w:tr>
      <w:tr w:rsidR="00890637" w:rsidRPr="009C526C" w14:paraId="3284D584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65C86D72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551B9759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1E8A1643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890637" w:rsidRPr="009C526C" w14:paraId="22634AF8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2D00063E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74FC3177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0A02A43C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890637" w:rsidRPr="009C526C" w14:paraId="77BEF6E3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63FD646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6A0C0E86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B961560" w14:textId="77777777" w:rsidR="00890637" w:rsidRPr="009C526C" w:rsidRDefault="00890637" w:rsidP="0089063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</w:p>
        </w:tc>
      </w:tr>
    </w:tbl>
    <w:p w14:paraId="74125BC5" w14:textId="77777777" w:rsidR="00710575" w:rsidRPr="009C526C" w:rsidRDefault="00710575" w:rsidP="003D41E8">
      <w:pPr>
        <w:rPr>
          <w:b/>
          <w:bCs/>
        </w:rPr>
      </w:pPr>
    </w:p>
    <w:p w14:paraId="7F5797C3" w14:textId="77777777" w:rsidR="009E3C9A" w:rsidRPr="009C526C" w:rsidRDefault="00805CAE" w:rsidP="00805C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spacing w:val="0"/>
        </w:rPr>
      </w:pPr>
      <w:r w:rsidRPr="009C526C">
        <w:br w:type="page"/>
      </w:r>
      <w:r w:rsidR="009E3C9A" w:rsidRPr="009C526C">
        <w:rPr>
          <w:spacing w:val="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5E661623" w14:textId="77777777" w:rsidR="009E3C9A" w:rsidRPr="009C526C" w:rsidRDefault="009E3C9A" w:rsidP="003D4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spacing w:val="0"/>
          <w:cs/>
        </w:rPr>
      </w:pPr>
    </w:p>
    <w:p w14:paraId="0D6C3820" w14:textId="1ED16214" w:rsidR="0009267B" w:rsidRPr="009C526C" w:rsidRDefault="0009267B" w:rsidP="003D4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rPr>
          <w:spacing w:val="0"/>
        </w:rPr>
      </w:pPr>
      <w:r w:rsidRPr="009C526C">
        <w:rPr>
          <w:spacing w:val="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C1686A" w:rsidRPr="009C526C">
        <w:rPr>
          <w:spacing w:val="0"/>
          <w:cs/>
        </w:rPr>
        <w:t>เมื่อวันที</w:t>
      </w:r>
      <w:r w:rsidR="00CF220E" w:rsidRPr="009C526C">
        <w:rPr>
          <w:rFonts w:hint="cs"/>
          <w:spacing w:val="0"/>
          <w:cs/>
        </w:rPr>
        <w:t>่</w:t>
      </w:r>
      <w:r w:rsidR="00B60623">
        <w:rPr>
          <w:rFonts w:hint="cs"/>
          <w:spacing w:val="0"/>
          <w:cs/>
        </w:rPr>
        <w:t xml:space="preserve"> </w:t>
      </w:r>
      <w:r w:rsidR="00B60623">
        <w:rPr>
          <w:spacing w:val="0"/>
        </w:rPr>
        <w:t>9</w:t>
      </w:r>
      <w:r w:rsidR="00EB65F4" w:rsidRPr="009C526C">
        <w:rPr>
          <w:spacing w:val="0"/>
        </w:rPr>
        <w:t xml:space="preserve"> </w:t>
      </w:r>
      <w:r w:rsidR="003E7BFD">
        <w:rPr>
          <w:rFonts w:hint="cs"/>
          <w:spacing w:val="0"/>
          <w:cs/>
        </w:rPr>
        <w:t>พฤ</w:t>
      </w:r>
      <w:r w:rsidR="00AF08B9">
        <w:rPr>
          <w:rFonts w:hint="cs"/>
          <w:spacing w:val="0"/>
          <w:cs/>
        </w:rPr>
        <w:t>ษภาคม</w:t>
      </w:r>
      <w:r w:rsidR="00EB65F4" w:rsidRPr="009C526C">
        <w:rPr>
          <w:spacing w:val="0"/>
        </w:rPr>
        <w:t xml:space="preserve"> </w:t>
      </w:r>
      <w:r w:rsidR="00903A1C" w:rsidRPr="009C526C">
        <w:rPr>
          <w:spacing w:val="0"/>
        </w:rPr>
        <w:t>256</w:t>
      </w:r>
      <w:r w:rsidR="00AF08B9">
        <w:rPr>
          <w:spacing w:val="0"/>
        </w:rPr>
        <w:t>8</w:t>
      </w:r>
    </w:p>
    <w:p w14:paraId="0554470E" w14:textId="67BA8B0A" w:rsidR="0035760D" w:rsidRPr="009C526C" w:rsidRDefault="0035760D" w:rsidP="00822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trike/>
        </w:rPr>
      </w:pPr>
    </w:p>
    <w:p w14:paraId="0D3699E3" w14:textId="4B39BD60" w:rsidR="0009267B" w:rsidRPr="009C526C" w:rsidRDefault="00903A1C" w:rsidP="004F71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jc w:val="both"/>
        <w:rPr>
          <w:b/>
          <w:bCs/>
          <w:spacing w:val="0"/>
          <w:lang w:val="th-TH"/>
        </w:rPr>
      </w:pPr>
      <w:r w:rsidRPr="009C526C">
        <w:rPr>
          <w:b/>
          <w:bCs/>
          <w:spacing w:val="0"/>
        </w:rPr>
        <w:t>1</w:t>
      </w:r>
      <w:r w:rsidR="00805CAE" w:rsidRPr="009C526C">
        <w:rPr>
          <w:b/>
          <w:bCs/>
          <w:spacing w:val="0"/>
          <w:cs/>
          <w:lang w:val="th-TH"/>
        </w:rPr>
        <w:tab/>
      </w:r>
      <w:r w:rsidR="0009267B" w:rsidRPr="009C526C">
        <w:rPr>
          <w:b/>
          <w:bCs/>
          <w:spacing w:val="0"/>
          <w:cs/>
          <w:lang w:val="th-TH"/>
        </w:rPr>
        <w:t>เกณฑ์การจัดทำงบการเงินระหว่างกาล</w:t>
      </w:r>
    </w:p>
    <w:p w14:paraId="509467B3" w14:textId="3DF7E639" w:rsidR="0009267B" w:rsidRPr="009C526C" w:rsidRDefault="0009267B" w:rsidP="00822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5"/>
        <w:jc w:val="thaiDistribute"/>
        <w:rPr>
          <w:spacing w:val="0"/>
        </w:rPr>
      </w:pPr>
    </w:p>
    <w:p w14:paraId="685B26B3" w14:textId="6681B5FE" w:rsidR="0009267B" w:rsidRPr="009C526C" w:rsidRDefault="00886BE1" w:rsidP="00BD2B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spacing w:val="0"/>
        </w:rPr>
      </w:pPr>
      <w:r w:rsidRPr="009C526C">
        <w:rPr>
          <w:spacing w:val="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1B4915" w:rsidRPr="009C526C">
        <w:rPr>
          <w:spacing w:val="0"/>
        </w:rPr>
        <w:br/>
      </w:r>
      <w:r w:rsidRPr="009C526C">
        <w:rPr>
          <w:spacing w:val="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1B4915" w:rsidRPr="009C526C">
        <w:rPr>
          <w:spacing w:val="0"/>
        </w:rPr>
        <w:br/>
      </w:r>
      <w:r w:rsidRPr="009C526C">
        <w:rPr>
          <w:spacing w:val="0"/>
          <w:cs/>
        </w:rPr>
        <w:t xml:space="preserve">ฉบับที่ </w:t>
      </w:r>
      <w:r w:rsidR="00903A1C" w:rsidRPr="009C526C">
        <w:rPr>
          <w:spacing w:val="0"/>
        </w:rPr>
        <w:t>34</w:t>
      </w:r>
      <w:r w:rsidRPr="009C526C">
        <w:rPr>
          <w:spacing w:val="0"/>
          <w:cs/>
        </w:rPr>
        <w:t xml:space="preserve"> เรื่อง </w:t>
      </w:r>
      <w:r w:rsidRPr="009C526C">
        <w:rPr>
          <w:i/>
          <w:iCs/>
          <w:spacing w:val="0"/>
          <w:cs/>
        </w:rPr>
        <w:t>การรายงานทางการเงินระหว่างกาล</w:t>
      </w:r>
      <w:r w:rsidRPr="009C526C">
        <w:rPr>
          <w:spacing w:val="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822342" w:rsidRPr="009C526C">
        <w:rPr>
          <w:spacing w:val="0"/>
          <w:cs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</w:t>
      </w:r>
      <w:r w:rsidR="000F2132" w:rsidRPr="009C526C">
        <w:rPr>
          <w:spacing w:val="0"/>
          <w:cs/>
        </w:rPr>
        <w:t xml:space="preserve">่ </w:t>
      </w:r>
      <w:r w:rsidR="00903A1C" w:rsidRPr="009C526C">
        <w:rPr>
          <w:spacing w:val="0"/>
        </w:rPr>
        <w:t>31</w:t>
      </w:r>
      <w:r w:rsidR="000F2132" w:rsidRPr="009C526C">
        <w:rPr>
          <w:spacing w:val="0"/>
        </w:rPr>
        <w:t xml:space="preserve"> </w:t>
      </w:r>
      <w:r w:rsidR="00822342" w:rsidRPr="009C526C">
        <w:rPr>
          <w:spacing w:val="0"/>
          <w:cs/>
        </w:rPr>
        <w:t>ธันวาคม</w:t>
      </w:r>
      <w:r w:rsidR="000F2132" w:rsidRPr="009C526C">
        <w:rPr>
          <w:spacing w:val="0"/>
        </w:rPr>
        <w:t xml:space="preserve"> </w:t>
      </w:r>
      <w:r w:rsidR="00903A1C" w:rsidRPr="009C526C">
        <w:rPr>
          <w:spacing w:val="0"/>
        </w:rPr>
        <w:t>256</w:t>
      </w:r>
      <w:r w:rsidR="00AF08B9">
        <w:rPr>
          <w:spacing w:val="0"/>
        </w:rPr>
        <w:t>7</w:t>
      </w:r>
    </w:p>
    <w:p w14:paraId="4EE1E1E9" w14:textId="77777777" w:rsidR="008E531E" w:rsidRPr="009C526C" w:rsidRDefault="008E531E" w:rsidP="00822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jc w:val="thaiDistribute"/>
        <w:rPr>
          <w:rFonts w:eastAsia="MS Mincho"/>
          <w:spacing w:val="0"/>
        </w:rPr>
      </w:pPr>
    </w:p>
    <w:p w14:paraId="4AA476B2" w14:textId="59F44D75" w:rsidR="00886BE1" w:rsidRPr="009C526C" w:rsidRDefault="00886BE1" w:rsidP="009A00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spacing w:val="0"/>
        </w:rPr>
      </w:pPr>
      <w:r w:rsidRPr="009C526C">
        <w:rPr>
          <w:spacing w:val="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903A1C" w:rsidRPr="009C526C">
        <w:rPr>
          <w:spacing w:val="0"/>
        </w:rPr>
        <w:t>31</w:t>
      </w:r>
      <w:r w:rsidRPr="009C526C">
        <w:rPr>
          <w:spacing w:val="0"/>
        </w:rPr>
        <w:t xml:space="preserve"> </w:t>
      </w:r>
      <w:r w:rsidRPr="009C526C">
        <w:rPr>
          <w:spacing w:val="0"/>
          <w:cs/>
        </w:rPr>
        <w:t xml:space="preserve">ธันวาคม </w:t>
      </w:r>
      <w:r w:rsidR="00903A1C" w:rsidRPr="009C526C">
        <w:rPr>
          <w:spacing w:val="0"/>
        </w:rPr>
        <w:t>256</w:t>
      </w:r>
      <w:r w:rsidR="00AF08B9">
        <w:rPr>
          <w:spacing w:val="0"/>
        </w:rPr>
        <w:t>7</w:t>
      </w:r>
    </w:p>
    <w:p w14:paraId="647F32FA" w14:textId="77777777" w:rsidR="00345FE7" w:rsidRPr="009C526C" w:rsidRDefault="00345FE7" w:rsidP="00F201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Cs/>
          <w:spacing w:val="0"/>
        </w:rPr>
      </w:pPr>
    </w:p>
    <w:p w14:paraId="7ED385D2" w14:textId="63F0E6BD" w:rsidR="00F212CE" w:rsidRPr="009C526C" w:rsidRDefault="00903A1C" w:rsidP="009A00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/>
          <w:bCs/>
          <w:spacing w:val="0"/>
          <w:cs/>
          <w:lang w:val="th-TH"/>
        </w:rPr>
      </w:pPr>
      <w:r w:rsidRPr="009C526C">
        <w:rPr>
          <w:b/>
          <w:bCs/>
          <w:spacing w:val="0"/>
        </w:rPr>
        <w:t>2</w:t>
      </w:r>
      <w:r w:rsidR="00805CAE" w:rsidRPr="009C526C">
        <w:rPr>
          <w:b/>
          <w:bCs/>
          <w:spacing w:val="0"/>
          <w:cs/>
          <w:lang w:val="th-TH"/>
        </w:rPr>
        <w:tab/>
      </w:r>
      <w:r w:rsidR="00F212CE" w:rsidRPr="009C526C">
        <w:rPr>
          <w:b/>
          <w:bCs/>
          <w:spacing w:val="0"/>
          <w:cs/>
          <w:lang w:val="th-TH"/>
        </w:rPr>
        <w:t>บุคคลหรือกิจการที่เกี่ยวข้องกัน</w:t>
      </w:r>
    </w:p>
    <w:p w14:paraId="13C1C3CD" w14:textId="77777777" w:rsidR="00F212CE" w:rsidRPr="009C526C" w:rsidRDefault="00F212CE" w:rsidP="009A0048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spacing w:val="0"/>
          <w:lang w:val="en-US"/>
        </w:rPr>
      </w:pPr>
    </w:p>
    <w:p w14:paraId="0B81425A" w14:textId="06AFECB6" w:rsidR="00D01187" w:rsidRPr="009C526C" w:rsidRDefault="00AF5278" w:rsidP="009A0048">
      <w:pPr>
        <w:tabs>
          <w:tab w:val="left" w:pos="540"/>
        </w:tabs>
        <w:ind w:left="540" w:right="65"/>
        <w:jc w:val="thaiDistribute"/>
        <w:rPr>
          <w:b/>
          <w:spacing w:val="0"/>
        </w:rPr>
      </w:pPr>
      <w:r w:rsidRPr="009C526C">
        <w:rPr>
          <w:rFonts w:hint="cs"/>
          <w:b/>
          <w:spacing w:val="0"/>
          <w:cs/>
        </w:rPr>
        <w:t>บุคคลหรือกิจการที่เกี่ยวข้องกันที่</w:t>
      </w:r>
      <w:r w:rsidR="00611E72" w:rsidRPr="009C526C">
        <w:rPr>
          <w:b/>
          <w:spacing w:val="0"/>
          <w:cs/>
        </w:rPr>
        <w:t>มีรายการระหว่างกันที่มีนัยสำคัญ</w:t>
      </w:r>
      <w:r w:rsidRPr="009C526C">
        <w:rPr>
          <w:rFonts w:hint="cs"/>
          <w:b/>
          <w:spacing w:val="0"/>
          <w:cs/>
        </w:rPr>
        <w:t>กับกลุ่มบริษัท</w:t>
      </w:r>
      <w:r w:rsidR="00611E72" w:rsidRPr="009C526C">
        <w:rPr>
          <w:b/>
          <w:spacing w:val="0"/>
          <w:cs/>
        </w:rPr>
        <w:t>ในระหว่างงวด</w:t>
      </w:r>
      <w:r w:rsidRPr="009C526C">
        <w:rPr>
          <w:rFonts w:hint="cs"/>
          <w:b/>
          <w:spacing w:val="0"/>
          <w:cs/>
        </w:rPr>
        <w:t xml:space="preserve"> มี</w:t>
      </w:r>
      <w:r w:rsidR="00611E72" w:rsidRPr="009C526C">
        <w:rPr>
          <w:b/>
          <w:spacing w:val="0"/>
          <w:cs/>
        </w:rPr>
        <w:t>ดังต่อไปนี้</w:t>
      </w:r>
    </w:p>
    <w:p w14:paraId="78DB36FB" w14:textId="77777777" w:rsidR="00E269F1" w:rsidRPr="009C526C" w:rsidRDefault="00E269F1" w:rsidP="00AF5278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spacing w:val="0"/>
          <w:lang w:val="en-US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620"/>
        <w:gridCol w:w="18"/>
        <w:gridCol w:w="3492"/>
      </w:tblGrid>
      <w:tr w:rsidR="00526911" w:rsidRPr="009C526C" w14:paraId="506FB69C" w14:textId="77777777" w:rsidTr="00A07F01">
        <w:trPr>
          <w:trHeight w:val="20"/>
          <w:tblHeader/>
        </w:trPr>
        <w:tc>
          <w:tcPr>
            <w:tcW w:w="4140" w:type="dxa"/>
          </w:tcPr>
          <w:p w14:paraId="0CD9358C" w14:textId="77777777" w:rsidR="00526911" w:rsidRPr="009C526C" w:rsidRDefault="00E269F1" w:rsidP="003D41E8">
            <w:pPr>
              <w:ind w:right="-108"/>
              <w:rPr>
                <w:b/>
                <w:bCs/>
                <w:spacing w:val="0"/>
              </w:rPr>
            </w:pPr>
            <w:r w:rsidRPr="009C526C">
              <w:rPr>
                <w:spacing w:val="0"/>
              </w:rPr>
              <w:br w:type="page"/>
            </w:r>
            <w:r w:rsidRPr="009C526C">
              <w:rPr>
                <w:bCs/>
                <w:spacing w:val="0"/>
              </w:rPr>
              <w:br w:type="page"/>
            </w:r>
            <w:r w:rsidR="00526911" w:rsidRPr="009C526C">
              <w:rPr>
                <w:b/>
                <w:bCs/>
                <w:spacing w:val="0"/>
                <w:cs/>
              </w:rPr>
              <w:t>ชื่อกิจการ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03E7E0CE" w14:textId="77777777" w:rsidR="00526911" w:rsidRPr="009C526C" w:rsidRDefault="00526911" w:rsidP="0075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b/>
                <w:bCs/>
                <w:spacing w:val="0"/>
                <w:rtl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ประเทศที่จัดตั้ง</w:t>
            </w:r>
          </w:p>
        </w:tc>
        <w:tc>
          <w:tcPr>
            <w:tcW w:w="3492" w:type="dxa"/>
          </w:tcPr>
          <w:p w14:paraId="71A7E100" w14:textId="6BD9CAD7" w:rsidR="00526911" w:rsidRPr="009C526C" w:rsidRDefault="00526911" w:rsidP="00CC246F">
            <w:pPr>
              <w:spacing w:line="380" w:lineRule="exact"/>
              <w:ind w:left="14"/>
              <w:jc w:val="thaiDistribute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ลักษณะความสัมพันธ์</w:t>
            </w:r>
          </w:p>
        </w:tc>
      </w:tr>
      <w:tr w:rsidR="00526911" w:rsidRPr="009C526C" w14:paraId="1D2FF9E2" w14:textId="77777777" w:rsidTr="00A07F01">
        <w:trPr>
          <w:trHeight w:val="20"/>
        </w:trPr>
        <w:tc>
          <w:tcPr>
            <w:tcW w:w="4140" w:type="dxa"/>
          </w:tcPr>
          <w:p w14:paraId="68BD5104" w14:textId="77777777" w:rsidR="00CC246F" w:rsidRPr="009C526C" w:rsidRDefault="00271BF4" w:rsidP="003D41E8">
            <w:pPr>
              <w:ind w:right="-108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บริษัท ไดมอนด์ ไลน์ เซอร์วิสเซส จำกัด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41D9F832" w14:textId="77777777" w:rsidR="00526911" w:rsidRPr="009C526C" w:rsidRDefault="00CC246F" w:rsidP="003D4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ไทย</w:t>
            </w:r>
          </w:p>
        </w:tc>
        <w:tc>
          <w:tcPr>
            <w:tcW w:w="3492" w:type="dxa"/>
          </w:tcPr>
          <w:p w14:paraId="621365A9" w14:textId="77777777" w:rsidR="00526911" w:rsidRPr="009C526C" w:rsidRDefault="00CC246F" w:rsidP="00CC246F">
            <w:pPr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บริษัทย่อย</w:t>
            </w:r>
          </w:p>
        </w:tc>
      </w:tr>
      <w:tr w:rsidR="0098397D" w:rsidRPr="009C526C" w14:paraId="4A2950D7" w14:textId="77777777" w:rsidTr="00A07F01">
        <w:trPr>
          <w:trHeight w:val="20"/>
        </w:trPr>
        <w:tc>
          <w:tcPr>
            <w:tcW w:w="4140" w:type="dxa"/>
          </w:tcPr>
          <w:p w14:paraId="549225BF" w14:textId="77777777" w:rsidR="0098397D" w:rsidRPr="009C526C" w:rsidRDefault="0098397D" w:rsidP="0098397D">
            <w:pPr>
              <w:ind w:right="-108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บริษัท เอมส์ ดาต้า เซ็นเตอร์ (ประเทศไทย) จำกัด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05BEF7A4" w14:textId="77777777" w:rsidR="0098397D" w:rsidRPr="009C526C" w:rsidRDefault="0098397D" w:rsidP="00983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ไทย</w:t>
            </w:r>
          </w:p>
        </w:tc>
        <w:tc>
          <w:tcPr>
            <w:tcW w:w="3492" w:type="dxa"/>
          </w:tcPr>
          <w:p w14:paraId="0A2F0D99" w14:textId="59792DA4" w:rsidR="0098397D" w:rsidRPr="0061623F" w:rsidRDefault="00A06764" w:rsidP="00930586">
            <w:pPr>
              <w:tabs>
                <w:tab w:val="clear" w:pos="227"/>
                <w:tab w:val="left" w:pos="230"/>
              </w:tabs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61623F">
              <w:rPr>
                <w:spacing w:val="0"/>
                <w:cs/>
              </w:rPr>
              <w:t>บริษัทใหญ่ของผู้ถือหุ้นรายให</w:t>
            </w:r>
            <w:r w:rsidR="00930586" w:rsidRPr="0061623F">
              <w:rPr>
                <w:rFonts w:hint="cs"/>
                <w:spacing w:val="0"/>
                <w:cs/>
              </w:rPr>
              <w:t>ญ่</w:t>
            </w:r>
            <w:r w:rsidR="00917F70" w:rsidRPr="0061623F">
              <w:rPr>
                <w:rFonts w:hint="cs"/>
                <w:spacing w:val="0"/>
                <w:cs/>
              </w:rPr>
              <w:t>ร่วมกัน</w:t>
            </w:r>
          </w:p>
        </w:tc>
      </w:tr>
      <w:tr w:rsidR="0098397D" w:rsidRPr="009C526C" w14:paraId="1FD73367" w14:textId="77777777" w:rsidTr="00A07F01">
        <w:trPr>
          <w:trHeight w:val="20"/>
        </w:trPr>
        <w:tc>
          <w:tcPr>
            <w:tcW w:w="4140" w:type="dxa"/>
          </w:tcPr>
          <w:p w14:paraId="2E0F3308" w14:textId="77777777" w:rsidR="0098397D" w:rsidRPr="009C526C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9C526C">
              <w:rPr>
                <w:spacing w:val="0"/>
              </w:rPr>
              <w:t xml:space="preserve">TIME DOTCOM INTERNATIONAL </w:t>
            </w:r>
          </w:p>
          <w:p w14:paraId="1825751A" w14:textId="77777777" w:rsidR="0098397D" w:rsidRPr="009C526C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9C526C">
              <w:rPr>
                <w:spacing w:val="0"/>
              </w:rPr>
              <w:t xml:space="preserve">   SDN BHD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700A2CF3" w14:textId="77777777" w:rsidR="0098397D" w:rsidRPr="009C526C" w:rsidRDefault="0098397D" w:rsidP="00983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มาเลเซีย</w:t>
            </w:r>
          </w:p>
        </w:tc>
        <w:tc>
          <w:tcPr>
            <w:tcW w:w="3492" w:type="dxa"/>
          </w:tcPr>
          <w:p w14:paraId="516B638F" w14:textId="5E46861F" w:rsidR="0098397D" w:rsidRPr="009C526C" w:rsidRDefault="0098397D" w:rsidP="0098397D">
            <w:pPr>
              <w:tabs>
                <w:tab w:val="clear" w:pos="2580"/>
                <w:tab w:val="clear" w:pos="2807"/>
              </w:tabs>
              <w:spacing w:line="380" w:lineRule="exact"/>
              <w:ind w:left="14"/>
              <w:rPr>
                <w:spacing w:val="0"/>
              </w:rPr>
            </w:pPr>
            <w:r w:rsidRPr="009C526C">
              <w:rPr>
                <w:spacing w:val="0"/>
                <w:cs/>
              </w:rPr>
              <w:t>ผู้ถือหุ้นรายใหญ่ ถือหุ้นในบริษัท</w:t>
            </w:r>
            <w:r w:rsidR="00611E72" w:rsidRPr="009C526C">
              <w:rPr>
                <w:spacing w:val="0"/>
                <w:cs/>
              </w:rPr>
              <w:t>ตั้งแต่</w:t>
            </w:r>
            <w:r w:rsidRPr="009C526C">
              <w:rPr>
                <w:spacing w:val="0"/>
                <w:cs/>
              </w:rPr>
              <w:br/>
              <w:t xml:space="preserve">   ร้อยละ </w:t>
            </w:r>
            <w:r w:rsidR="00903A1C" w:rsidRPr="009C526C">
              <w:rPr>
                <w:spacing w:val="0"/>
              </w:rPr>
              <w:t>10</w:t>
            </w:r>
            <w:r w:rsidRPr="009C526C">
              <w:rPr>
                <w:spacing w:val="0"/>
                <w:cs/>
              </w:rPr>
              <w:t xml:space="preserve"> ขึ้นไป และมี</w:t>
            </w:r>
            <w:r w:rsidR="00611E72" w:rsidRPr="009C526C">
              <w:rPr>
                <w:spacing w:val="0"/>
                <w:cs/>
              </w:rPr>
              <w:t>ผู้แทนเป็น</w:t>
            </w:r>
            <w:r w:rsidRPr="009C526C">
              <w:rPr>
                <w:spacing w:val="0"/>
              </w:rPr>
              <w:br/>
              <w:t xml:space="preserve">   </w:t>
            </w:r>
            <w:r w:rsidRPr="009C526C">
              <w:rPr>
                <w:spacing w:val="0"/>
                <w:cs/>
              </w:rPr>
              <w:t>กรรมการของบริษัท</w:t>
            </w:r>
          </w:p>
        </w:tc>
      </w:tr>
      <w:tr w:rsidR="00F15634" w:rsidRPr="009C526C" w14:paraId="51B00E94" w14:textId="77777777" w:rsidTr="006E0069">
        <w:trPr>
          <w:trHeight w:val="20"/>
        </w:trPr>
        <w:tc>
          <w:tcPr>
            <w:tcW w:w="4140" w:type="dxa"/>
          </w:tcPr>
          <w:p w14:paraId="5A6822C9" w14:textId="77777777" w:rsidR="00F15634" w:rsidRPr="009C526C" w:rsidRDefault="00F15634" w:rsidP="006E0069">
            <w:pPr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9C526C">
              <w:rPr>
                <w:spacing w:val="0"/>
              </w:rPr>
              <w:t>TIME DOTCOM BERHAD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680B564E" w14:textId="77777777" w:rsidR="00F15634" w:rsidRPr="009C526C" w:rsidRDefault="00F15634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</w:rPr>
            </w:pPr>
            <w:r w:rsidRPr="009C526C">
              <w:rPr>
                <w:spacing w:val="0"/>
                <w:cs/>
              </w:rPr>
              <w:t>มาเลเซีย</w:t>
            </w:r>
          </w:p>
        </w:tc>
        <w:tc>
          <w:tcPr>
            <w:tcW w:w="3492" w:type="dxa"/>
          </w:tcPr>
          <w:p w14:paraId="15FACDA6" w14:textId="77777777" w:rsidR="00F15634" w:rsidRPr="009C526C" w:rsidRDefault="00F15634" w:rsidP="006E0069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9C526C">
              <w:rPr>
                <w:spacing w:val="0"/>
                <w:cs/>
              </w:rPr>
              <w:t>บริษัทใหญ่ของผู้ถือหุ้นรายใหญ่</w:t>
            </w:r>
          </w:p>
        </w:tc>
      </w:tr>
      <w:tr w:rsidR="0098397D" w:rsidRPr="009C526C" w14:paraId="410213FA" w14:textId="77777777" w:rsidTr="00A07F01">
        <w:trPr>
          <w:trHeight w:val="20"/>
        </w:trPr>
        <w:tc>
          <w:tcPr>
            <w:tcW w:w="4140" w:type="dxa"/>
          </w:tcPr>
          <w:p w14:paraId="6451B43B" w14:textId="77777777" w:rsidR="0098397D" w:rsidRPr="009C526C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9C526C">
              <w:rPr>
                <w:spacing w:val="0"/>
              </w:rPr>
              <w:t xml:space="preserve">TT </w:t>
            </w:r>
            <w:proofErr w:type="spellStart"/>
            <w:r w:rsidRPr="009C526C">
              <w:rPr>
                <w:spacing w:val="0"/>
              </w:rPr>
              <w:t>dotCom</w:t>
            </w:r>
            <w:proofErr w:type="spellEnd"/>
            <w:r w:rsidRPr="009C526C">
              <w:rPr>
                <w:spacing w:val="0"/>
              </w:rPr>
              <w:t xml:space="preserve"> </w:t>
            </w:r>
            <w:proofErr w:type="spellStart"/>
            <w:r w:rsidRPr="009C526C">
              <w:rPr>
                <w:spacing w:val="0"/>
              </w:rPr>
              <w:t>Sdn</w:t>
            </w:r>
            <w:proofErr w:type="spellEnd"/>
            <w:r w:rsidR="002F7B3E" w:rsidRPr="009C526C">
              <w:rPr>
                <w:spacing w:val="0"/>
              </w:rPr>
              <w:t>.</w:t>
            </w:r>
            <w:r w:rsidRPr="009C526C">
              <w:rPr>
                <w:spacing w:val="0"/>
              </w:rPr>
              <w:t xml:space="preserve"> Bhd</w:t>
            </w:r>
            <w:r w:rsidR="002F7B3E" w:rsidRPr="009C526C">
              <w:rPr>
                <w:spacing w:val="0"/>
              </w:rPr>
              <w:t>.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2D7C32A5" w14:textId="77777777" w:rsidR="0098397D" w:rsidRPr="009C526C" w:rsidRDefault="0098397D" w:rsidP="00F72A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</w:rPr>
            </w:pPr>
            <w:r w:rsidRPr="009C526C">
              <w:rPr>
                <w:spacing w:val="0"/>
                <w:cs/>
              </w:rPr>
              <w:t>มาเลเซีย</w:t>
            </w:r>
          </w:p>
        </w:tc>
        <w:tc>
          <w:tcPr>
            <w:tcW w:w="3492" w:type="dxa"/>
          </w:tcPr>
          <w:p w14:paraId="10AFBD69" w14:textId="77777777" w:rsidR="0098397D" w:rsidRPr="009C526C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9C526C">
              <w:rPr>
                <w:spacing w:val="0"/>
                <w:cs/>
              </w:rPr>
              <w:t>ผู้ถือหุ้นและกรรมการร่วมกัน</w:t>
            </w:r>
          </w:p>
        </w:tc>
      </w:tr>
      <w:tr w:rsidR="00E152C3" w:rsidRPr="009C526C" w14:paraId="3190882C" w14:textId="77777777" w:rsidTr="00A07F01">
        <w:trPr>
          <w:trHeight w:val="20"/>
        </w:trPr>
        <w:tc>
          <w:tcPr>
            <w:tcW w:w="4140" w:type="dxa"/>
          </w:tcPr>
          <w:p w14:paraId="1FBEC473" w14:textId="63017845" w:rsidR="00E152C3" w:rsidRPr="009C526C" w:rsidRDefault="00E152C3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9C526C">
              <w:rPr>
                <w:spacing w:val="0"/>
              </w:rPr>
              <w:t xml:space="preserve">TIME </w:t>
            </w:r>
            <w:proofErr w:type="spellStart"/>
            <w:r w:rsidRPr="009C526C">
              <w:rPr>
                <w:spacing w:val="0"/>
              </w:rPr>
              <w:t>dotCom</w:t>
            </w:r>
            <w:proofErr w:type="spellEnd"/>
            <w:r w:rsidRPr="009C526C">
              <w:rPr>
                <w:spacing w:val="0"/>
              </w:rPr>
              <w:t xml:space="preserve"> (Cambodia) Co., Ltd.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748342A5" w14:textId="3D84EFD3" w:rsidR="00E152C3" w:rsidRPr="009C526C" w:rsidRDefault="00E152C3" w:rsidP="00F72A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9C526C">
              <w:rPr>
                <w:rFonts w:hint="cs"/>
                <w:spacing w:val="0"/>
                <w:cs/>
              </w:rPr>
              <w:t>กัมพูชา</w:t>
            </w:r>
          </w:p>
        </w:tc>
        <w:tc>
          <w:tcPr>
            <w:tcW w:w="3492" w:type="dxa"/>
          </w:tcPr>
          <w:p w14:paraId="6AA0B018" w14:textId="1AB242EC" w:rsidR="00E152C3" w:rsidRPr="009C526C" w:rsidRDefault="00E152C3" w:rsidP="00051472">
            <w:pPr>
              <w:spacing w:line="380" w:lineRule="exact"/>
              <w:jc w:val="thaiDistribute"/>
              <w:rPr>
                <w:spacing w:val="0"/>
                <w:cs/>
              </w:rPr>
            </w:pPr>
            <w:r w:rsidRPr="009C526C">
              <w:rPr>
                <w:rFonts w:hint="cs"/>
                <w:spacing w:val="0"/>
                <w:cs/>
              </w:rPr>
              <w:t>ผู้ถือหุ้นและกรรมการร่วมกัน</w:t>
            </w:r>
          </w:p>
        </w:tc>
      </w:tr>
      <w:tr w:rsidR="0098397D" w:rsidRPr="009C526C" w14:paraId="689C3CE9" w14:textId="77777777" w:rsidTr="00A07F01">
        <w:trPr>
          <w:trHeight w:val="20"/>
        </w:trPr>
        <w:tc>
          <w:tcPr>
            <w:tcW w:w="4140" w:type="dxa"/>
            <w:tcBorders>
              <w:top w:val="nil"/>
              <w:bottom w:val="nil"/>
            </w:tcBorders>
          </w:tcPr>
          <w:p w14:paraId="28AF5002" w14:textId="77777777" w:rsidR="0098397D" w:rsidRPr="009C526C" w:rsidRDefault="0098397D" w:rsidP="0098397D">
            <w:pPr>
              <w:spacing w:line="380" w:lineRule="exact"/>
              <w:ind w:left="14"/>
              <w:rPr>
                <w:spacing w:val="0"/>
              </w:rPr>
            </w:pPr>
            <w:r w:rsidRPr="009C526C">
              <w:rPr>
                <w:spacing w:val="0"/>
              </w:rPr>
              <w:lastRenderedPageBreak/>
              <w:t xml:space="preserve">CMC Telecommunication Infrastructure </w:t>
            </w:r>
          </w:p>
          <w:p w14:paraId="689D1632" w14:textId="77777777" w:rsidR="0098397D" w:rsidRPr="009C526C" w:rsidRDefault="0098397D" w:rsidP="0098397D">
            <w:pPr>
              <w:spacing w:line="380" w:lineRule="exact"/>
              <w:ind w:left="14"/>
              <w:rPr>
                <w:spacing w:val="0"/>
                <w:cs/>
              </w:rPr>
            </w:pPr>
            <w:r w:rsidRPr="009C526C">
              <w:rPr>
                <w:spacing w:val="0"/>
              </w:rPr>
              <w:t xml:space="preserve">   Corporation</w:t>
            </w:r>
          </w:p>
        </w:tc>
        <w:tc>
          <w:tcPr>
            <w:tcW w:w="1620" w:type="dxa"/>
            <w:shd w:val="clear" w:color="auto" w:fill="auto"/>
          </w:tcPr>
          <w:p w14:paraId="6D696237" w14:textId="77777777" w:rsidR="0098397D" w:rsidRPr="009C526C" w:rsidRDefault="0098397D" w:rsidP="00F72A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เวียดนาม</w:t>
            </w:r>
          </w:p>
        </w:tc>
        <w:tc>
          <w:tcPr>
            <w:tcW w:w="3510" w:type="dxa"/>
            <w:gridSpan w:val="2"/>
          </w:tcPr>
          <w:p w14:paraId="7EE9C0F4" w14:textId="77777777" w:rsidR="0098397D" w:rsidRPr="009C526C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9C526C">
              <w:rPr>
                <w:spacing w:val="0"/>
                <w:cs/>
              </w:rPr>
              <w:t>ผู้ถือหุ้นและกรรมการร่วมกัน</w:t>
            </w:r>
          </w:p>
        </w:tc>
      </w:tr>
      <w:tr w:rsidR="0098397D" w:rsidRPr="009C526C" w14:paraId="53A5BF17" w14:textId="77777777" w:rsidTr="00A07F01">
        <w:trPr>
          <w:trHeight w:val="20"/>
        </w:trPr>
        <w:tc>
          <w:tcPr>
            <w:tcW w:w="4140" w:type="dxa"/>
            <w:tcBorders>
              <w:top w:val="nil"/>
              <w:bottom w:val="nil"/>
            </w:tcBorders>
          </w:tcPr>
          <w:p w14:paraId="4CD9A29E" w14:textId="77777777" w:rsidR="0098397D" w:rsidRPr="009C526C" w:rsidRDefault="0098397D" w:rsidP="0098397D">
            <w:pPr>
              <w:spacing w:line="380" w:lineRule="exact"/>
              <w:ind w:left="14"/>
              <w:rPr>
                <w:spacing w:val="0"/>
              </w:rPr>
            </w:pPr>
            <w:r w:rsidRPr="009C526C">
              <w:rPr>
                <w:spacing w:val="0"/>
              </w:rPr>
              <w:t xml:space="preserve">TIME </w:t>
            </w:r>
            <w:proofErr w:type="spellStart"/>
            <w:r w:rsidRPr="009C526C">
              <w:rPr>
                <w:spacing w:val="0"/>
              </w:rPr>
              <w:t>dotCom</w:t>
            </w:r>
            <w:proofErr w:type="spellEnd"/>
            <w:r w:rsidRPr="009C526C">
              <w:rPr>
                <w:spacing w:val="0"/>
              </w:rPr>
              <w:t xml:space="preserve"> Global Services </w:t>
            </w:r>
            <w:proofErr w:type="spellStart"/>
            <w:r w:rsidRPr="009C526C">
              <w:rPr>
                <w:spacing w:val="0"/>
              </w:rPr>
              <w:t>Sdn</w:t>
            </w:r>
            <w:proofErr w:type="spellEnd"/>
            <w:r w:rsidR="002F7B3E" w:rsidRPr="009C526C">
              <w:rPr>
                <w:spacing w:val="0"/>
              </w:rPr>
              <w:t>.</w:t>
            </w:r>
            <w:r w:rsidRPr="009C526C">
              <w:rPr>
                <w:spacing w:val="0"/>
              </w:rPr>
              <w:t xml:space="preserve"> Bhd</w:t>
            </w:r>
            <w:r w:rsidR="002F7B3E" w:rsidRPr="009C526C">
              <w:rPr>
                <w:spacing w:val="0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14:paraId="5440576C" w14:textId="77777777" w:rsidR="0098397D" w:rsidRPr="009C526C" w:rsidRDefault="0098397D" w:rsidP="00F72A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มาเลเชีย</w:t>
            </w:r>
          </w:p>
        </w:tc>
        <w:tc>
          <w:tcPr>
            <w:tcW w:w="3510" w:type="dxa"/>
            <w:gridSpan w:val="2"/>
          </w:tcPr>
          <w:p w14:paraId="4366A3C6" w14:textId="77777777" w:rsidR="0098397D" w:rsidRPr="009C526C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9C526C">
              <w:rPr>
                <w:spacing w:val="0"/>
                <w:cs/>
              </w:rPr>
              <w:t>ผู้ถือหุ้นและกรรมการร่วมกัน</w:t>
            </w:r>
          </w:p>
        </w:tc>
      </w:tr>
      <w:tr w:rsidR="007D1712" w:rsidRPr="009C526C" w14:paraId="6B291A3A" w14:textId="77777777" w:rsidTr="00A07F01">
        <w:trPr>
          <w:trHeight w:val="20"/>
        </w:trPr>
        <w:tc>
          <w:tcPr>
            <w:tcW w:w="4140" w:type="dxa"/>
            <w:tcBorders>
              <w:top w:val="nil"/>
              <w:bottom w:val="nil"/>
            </w:tcBorders>
          </w:tcPr>
          <w:p w14:paraId="254FE338" w14:textId="0A1AC7E8" w:rsidR="007D1712" w:rsidRPr="009C526C" w:rsidRDefault="007D1712" w:rsidP="007D1712">
            <w:pPr>
              <w:spacing w:line="380" w:lineRule="exact"/>
              <w:ind w:left="14"/>
              <w:rPr>
                <w:spacing w:val="0"/>
              </w:rPr>
            </w:pPr>
            <w:r w:rsidRPr="00DF6273">
              <w:rPr>
                <w:cs/>
              </w:rPr>
              <w:t>บริษัท สุพรีม ดิสทิบิวชั่น จำกัด (มหาชน)</w:t>
            </w:r>
          </w:p>
        </w:tc>
        <w:tc>
          <w:tcPr>
            <w:tcW w:w="1620" w:type="dxa"/>
            <w:shd w:val="clear" w:color="auto" w:fill="auto"/>
          </w:tcPr>
          <w:p w14:paraId="04CCB0C4" w14:textId="4073C1A2" w:rsidR="007D1712" w:rsidRPr="009C526C" w:rsidRDefault="007D1712" w:rsidP="007D17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DF6273">
              <w:rPr>
                <w:cs/>
              </w:rPr>
              <w:t>ไทย</w:t>
            </w:r>
          </w:p>
        </w:tc>
        <w:tc>
          <w:tcPr>
            <w:tcW w:w="3510" w:type="dxa"/>
            <w:gridSpan w:val="2"/>
          </w:tcPr>
          <w:p w14:paraId="3BA60560" w14:textId="33D84017" w:rsidR="007D1712" w:rsidRPr="009C526C" w:rsidRDefault="007D1712" w:rsidP="007D1712">
            <w:pPr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DF6273">
              <w:rPr>
                <w:cs/>
              </w:rPr>
              <w:t>กรรมการร่วมกัน</w:t>
            </w:r>
          </w:p>
        </w:tc>
      </w:tr>
      <w:tr w:rsidR="007D1712" w:rsidRPr="009C526C" w14:paraId="39A9D77C" w14:textId="77777777" w:rsidTr="00A07F01">
        <w:trPr>
          <w:trHeight w:val="20"/>
        </w:trPr>
        <w:tc>
          <w:tcPr>
            <w:tcW w:w="4140" w:type="dxa"/>
            <w:tcBorders>
              <w:top w:val="nil"/>
              <w:bottom w:val="nil"/>
            </w:tcBorders>
          </w:tcPr>
          <w:p w14:paraId="1CF00A9E" w14:textId="0A1F7CD6" w:rsidR="007D1712" w:rsidRPr="009C526C" w:rsidRDefault="007D1712" w:rsidP="007D1712">
            <w:pPr>
              <w:spacing w:line="380" w:lineRule="exact"/>
              <w:ind w:left="14"/>
              <w:rPr>
                <w:spacing w:val="0"/>
              </w:rPr>
            </w:pPr>
            <w:r w:rsidRPr="00DF6273">
              <w:rPr>
                <w:cs/>
              </w:rPr>
              <w:t>บริษัท หลักทรัพย์ฟินันซ่า จำกัด</w:t>
            </w:r>
          </w:p>
        </w:tc>
        <w:tc>
          <w:tcPr>
            <w:tcW w:w="1620" w:type="dxa"/>
            <w:shd w:val="clear" w:color="auto" w:fill="auto"/>
          </w:tcPr>
          <w:p w14:paraId="3FD40100" w14:textId="7504E658" w:rsidR="007D1712" w:rsidRPr="009C526C" w:rsidRDefault="007D1712" w:rsidP="007D17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DF6273">
              <w:rPr>
                <w:cs/>
              </w:rPr>
              <w:t>ไทย</w:t>
            </w:r>
          </w:p>
        </w:tc>
        <w:tc>
          <w:tcPr>
            <w:tcW w:w="3510" w:type="dxa"/>
            <w:gridSpan w:val="2"/>
          </w:tcPr>
          <w:p w14:paraId="43374048" w14:textId="5805BE8B" w:rsidR="007D1712" w:rsidRPr="009C526C" w:rsidRDefault="007D1712" w:rsidP="007D1712">
            <w:pPr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DF6273">
              <w:rPr>
                <w:cs/>
              </w:rPr>
              <w:t>กรรมการร่วมกัน</w:t>
            </w:r>
          </w:p>
        </w:tc>
      </w:tr>
      <w:tr w:rsidR="00800612" w:rsidRPr="009C526C" w14:paraId="2A9901F8" w14:textId="77777777" w:rsidTr="00A07F01">
        <w:trPr>
          <w:trHeight w:val="20"/>
        </w:trPr>
        <w:tc>
          <w:tcPr>
            <w:tcW w:w="4140" w:type="dxa"/>
            <w:tcBorders>
              <w:top w:val="nil"/>
              <w:bottom w:val="nil"/>
            </w:tcBorders>
          </w:tcPr>
          <w:p w14:paraId="518CCF93" w14:textId="29F27D86" w:rsidR="00800612" w:rsidRPr="00DF6273" w:rsidRDefault="00800612" w:rsidP="00800612">
            <w:pPr>
              <w:spacing w:line="380" w:lineRule="exact"/>
              <w:ind w:left="14"/>
            </w:pPr>
            <w:r w:rsidRPr="00800612">
              <w:rPr>
                <w:cs/>
              </w:rPr>
              <w:t>บริษัท อาร์ วี คอนเน็กซ์ จำกัด</w:t>
            </w:r>
          </w:p>
        </w:tc>
        <w:tc>
          <w:tcPr>
            <w:tcW w:w="1620" w:type="dxa"/>
            <w:shd w:val="clear" w:color="auto" w:fill="auto"/>
          </w:tcPr>
          <w:p w14:paraId="220425C7" w14:textId="674FCDBF" w:rsidR="00800612" w:rsidRPr="00DF6273" w:rsidRDefault="00800612" w:rsidP="008006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cs/>
              </w:rPr>
            </w:pPr>
            <w:r w:rsidRPr="00DF6273">
              <w:rPr>
                <w:cs/>
              </w:rPr>
              <w:t>ไทย</w:t>
            </w:r>
          </w:p>
        </w:tc>
        <w:tc>
          <w:tcPr>
            <w:tcW w:w="3510" w:type="dxa"/>
            <w:gridSpan w:val="2"/>
          </w:tcPr>
          <w:p w14:paraId="142A01F0" w14:textId="7B95069A" w:rsidR="00800612" w:rsidRPr="00DF6273" w:rsidRDefault="00800612" w:rsidP="00800612">
            <w:pPr>
              <w:spacing w:line="380" w:lineRule="exact"/>
              <w:ind w:left="14"/>
              <w:jc w:val="thaiDistribute"/>
              <w:rPr>
                <w:cs/>
              </w:rPr>
            </w:pPr>
            <w:r w:rsidRPr="00DF6273">
              <w:rPr>
                <w:cs/>
              </w:rPr>
              <w:t>กรรมการร่วมกัน</w:t>
            </w:r>
          </w:p>
        </w:tc>
      </w:tr>
    </w:tbl>
    <w:p w14:paraId="1B2092AA" w14:textId="7355777C" w:rsidR="00F97627" w:rsidRPr="007A62F9" w:rsidRDefault="00F97627" w:rsidP="00F976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</w:pPr>
    </w:p>
    <w:tbl>
      <w:tblPr>
        <w:tblW w:w="92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29"/>
        <w:gridCol w:w="1077"/>
        <w:gridCol w:w="270"/>
        <w:gridCol w:w="1004"/>
        <w:gridCol w:w="316"/>
        <w:gridCol w:w="1118"/>
        <w:gridCol w:w="6"/>
        <w:gridCol w:w="268"/>
        <w:gridCol w:w="1087"/>
      </w:tblGrid>
      <w:tr w:rsidR="002160CA" w:rsidRPr="009C526C" w14:paraId="7AC4C308" w14:textId="77777777" w:rsidTr="00930586">
        <w:trPr>
          <w:trHeight w:val="425"/>
        </w:trPr>
        <w:tc>
          <w:tcPr>
            <w:tcW w:w="4129" w:type="dxa"/>
            <w:shd w:val="clear" w:color="auto" w:fill="auto"/>
          </w:tcPr>
          <w:p w14:paraId="6AE4478B" w14:textId="064C858E" w:rsidR="002160CA" w:rsidRPr="009C526C" w:rsidRDefault="002160CA" w:rsidP="00216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0"/>
              <w:rPr>
                <w:b/>
                <w:bCs/>
                <w:i/>
                <w:iCs/>
                <w:spacing w:val="0"/>
              </w:rPr>
            </w:pPr>
          </w:p>
        </w:tc>
        <w:tc>
          <w:tcPr>
            <w:tcW w:w="2351" w:type="dxa"/>
            <w:gridSpan w:val="3"/>
            <w:shd w:val="clear" w:color="auto" w:fill="auto"/>
          </w:tcPr>
          <w:p w14:paraId="52998865" w14:textId="77777777" w:rsidR="002160CA" w:rsidRPr="009C526C" w:rsidRDefault="002160CA" w:rsidP="002160CA">
            <w:pPr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316" w:type="dxa"/>
            <w:shd w:val="clear" w:color="auto" w:fill="auto"/>
          </w:tcPr>
          <w:p w14:paraId="67126FEB" w14:textId="77777777" w:rsidR="002160CA" w:rsidRPr="009C526C" w:rsidRDefault="002160CA" w:rsidP="002160CA">
            <w:pPr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2479" w:type="dxa"/>
            <w:gridSpan w:val="4"/>
            <w:shd w:val="clear" w:color="auto" w:fill="auto"/>
          </w:tcPr>
          <w:p w14:paraId="495C736C" w14:textId="77777777" w:rsidR="002160CA" w:rsidRPr="009C526C" w:rsidRDefault="002160CA" w:rsidP="002160CA">
            <w:pPr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งบการเงินเฉพาะกิจการ</w:t>
            </w:r>
          </w:p>
        </w:tc>
      </w:tr>
      <w:tr w:rsidR="00AF08B9" w:rsidRPr="009C526C" w14:paraId="566F3B3B" w14:textId="77777777" w:rsidTr="00930586">
        <w:tc>
          <w:tcPr>
            <w:tcW w:w="4129" w:type="dxa"/>
            <w:shd w:val="clear" w:color="auto" w:fill="auto"/>
          </w:tcPr>
          <w:p w14:paraId="697B1113" w14:textId="04BB5B6A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i/>
                <w:iCs/>
                <w:spacing w:val="-6"/>
                <w:cs/>
              </w:rPr>
            </w:pPr>
            <w:r w:rsidRPr="009C526C">
              <w:rPr>
                <w:b/>
                <w:bCs/>
                <w:i/>
                <w:iCs/>
                <w:spacing w:val="-6"/>
                <w:cs/>
              </w:rPr>
              <w:t>สำหรับงวด</w:t>
            </w:r>
            <w:r>
              <w:rPr>
                <w:rFonts w:hint="cs"/>
                <w:b/>
                <w:bCs/>
                <w:i/>
                <w:iCs/>
                <w:spacing w:val="-6"/>
                <w:cs/>
              </w:rPr>
              <w:t>สาม</w:t>
            </w:r>
            <w:r w:rsidRPr="009C526C">
              <w:rPr>
                <w:b/>
                <w:bCs/>
                <w:i/>
                <w:iCs/>
                <w:spacing w:val="-6"/>
                <w:cs/>
              </w:rPr>
              <w:t>เดือนสิ้นสุดวันที่</w:t>
            </w:r>
            <w:r w:rsidRPr="009C526C">
              <w:rPr>
                <w:b/>
                <w:bCs/>
                <w:i/>
                <w:iCs/>
                <w:spacing w:val="-6"/>
              </w:rPr>
              <w:t xml:space="preserve"> 3</w:t>
            </w:r>
            <w:r>
              <w:rPr>
                <w:b/>
                <w:bCs/>
                <w:i/>
                <w:iCs/>
                <w:spacing w:val="-6"/>
              </w:rPr>
              <w:t>1</w:t>
            </w:r>
            <w:r w:rsidRPr="009C526C">
              <w:rPr>
                <w:b/>
                <w:bCs/>
                <w:i/>
                <w:iCs/>
                <w:spacing w:val="-6"/>
                <w:cs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spacing w:val="-6"/>
                <w:cs/>
              </w:rPr>
              <w:t>มีนาคม</w:t>
            </w:r>
          </w:p>
        </w:tc>
        <w:tc>
          <w:tcPr>
            <w:tcW w:w="1077" w:type="dxa"/>
            <w:shd w:val="clear" w:color="auto" w:fill="auto"/>
          </w:tcPr>
          <w:p w14:paraId="314AF9D1" w14:textId="1F24BE6E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45EA0B1" w14:textId="77777777" w:rsidR="00AF08B9" w:rsidRPr="009C526C" w:rsidRDefault="00AF08B9" w:rsidP="00AF08B9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5D477101" w14:textId="234BF345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C526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316" w:type="dxa"/>
            <w:shd w:val="clear" w:color="auto" w:fill="auto"/>
          </w:tcPr>
          <w:p w14:paraId="18C710E0" w14:textId="77777777" w:rsidR="00AF08B9" w:rsidRPr="009C526C" w:rsidRDefault="00AF08B9" w:rsidP="00AF08B9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27DF2F3A" w14:textId="48A4EFE5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4" w:type="dxa"/>
            <w:gridSpan w:val="2"/>
            <w:shd w:val="clear" w:color="auto" w:fill="auto"/>
          </w:tcPr>
          <w:p w14:paraId="38239358" w14:textId="77777777" w:rsidR="00AF08B9" w:rsidRPr="009C526C" w:rsidRDefault="00AF08B9" w:rsidP="00AF08B9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47D8778D" w14:textId="1C9632C9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C526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2160CA" w:rsidRPr="009C526C" w14:paraId="1B5767E8" w14:textId="77777777" w:rsidTr="00930586">
        <w:trPr>
          <w:trHeight w:val="344"/>
        </w:trPr>
        <w:tc>
          <w:tcPr>
            <w:tcW w:w="4129" w:type="dxa"/>
            <w:shd w:val="clear" w:color="auto" w:fill="auto"/>
          </w:tcPr>
          <w:p w14:paraId="04402C91" w14:textId="77777777" w:rsidR="002160CA" w:rsidRPr="009C526C" w:rsidRDefault="002160CA" w:rsidP="007E0517">
            <w:pPr>
              <w:spacing w:line="240" w:lineRule="auto"/>
              <w:jc w:val="both"/>
              <w:rPr>
                <w:u w:val="single"/>
              </w:rPr>
            </w:pPr>
          </w:p>
        </w:tc>
        <w:tc>
          <w:tcPr>
            <w:tcW w:w="5146" w:type="dxa"/>
            <w:gridSpan w:val="8"/>
            <w:shd w:val="clear" w:color="auto" w:fill="auto"/>
          </w:tcPr>
          <w:p w14:paraId="2CFA59E5" w14:textId="77777777" w:rsidR="002160CA" w:rsidRPr="009C526C" w:rsidRDefault="002160CA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9C526C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2160CA" w:rsidRPr="009C526C" w14:paraId="5EEC77B5" w14:textId="77777777" w:rsidTr="00930586">
        <w:tc>
          <w:tcPr>
            <w:tcW w:w="4129" w:type="dxa"/>
            <w:shd w:val="clear" w:color="auto" w:fill="auto"/>
          </w:tcPr>
          <w:p w14:paraId="0339EE3A" w14:textId="77777777" w:rsidR="002160CA" w:rsidRPr="009C526C" w:rsidRDefault="002160CA" w:rsidP="007E0517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cs/>
              </w:rPr>
            </w:pPr>
            <w:r w:rsidRPr="009C526C">
              <w:rPr>
                <w:b/>
                <w:bCs/>
                <w:cs/>
              </w:rPr>
              <w:t>ผู้ถือหุ้นรายใหญ่</w:t>
            </w:r>
          </w:p>
        </w:tc>
        <w:tc>
          <w:tcPr>
            <w:tcW w:w="1077" w:type="dxa"/>
            <w:shd w:val="clear" w:color="auto" w:fill="auto"/>
          </w:tcPr>
          <w:p w14:paraId="6074CA5C" w14:textId="77777777" w:rsidR="002160CA" w:rsidRPr="009C526C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B841A77" w14:textId="77777777" w:rsidR="002160CA" w:rsidRPr="009C526C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15F83F6B" w14:textId="77777777" w:rsidR="002160CA" w:rsidRPr="009C526C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6" w:type="dxa"/>
            <w:shd w:val="clear" w:color="auto" w:fill="auto"/>
          </w:tcPr>
          <w:p w14:paraId="6FA5ACD5" w14:textId="77777777" w:rsidR="002160CA" w:rsidRPr="009C526C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41E453BA" w14:textId="77777777" w:rsidR="002160CA" w:rsidRPr="009C526C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F6CD338" w14:textId="77777777" w:rsidR="002160CA" w:rsidRPr="009C526C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3CF00494" w14:textId="77777777" w:rsidR="002160CA" w:rsidRPr="009C526C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A372C" w:rsidRPr="009C526C" w14:paraId="2F3E2EB7" w14:textId="77777777" w:rsidTr="00930586">
        <w:tc>
          <w:tcPr>
            <w:tcW w:w="4129" w:type="dxa"/>
            <w:shd w:val="clear" w:color="auto" w:fill="auto"/>
          </w:tcPr>
          <w:p w14:paraId="30B941B5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</w:pPr>
            <w:r w:rsidRPr="009C526C">
              <w:rPr>
                <w:cs/>
              </w:rPr>
              <w:t>ขายสินค้าหรือการให้บริการ</w:t>
            </w:r>
            <w:r w:rsidRPr="009C526C">
              <w:t xml:space="preserve"> </w:t>
            </w:r>
          </w:p>
        </w:tc>
        <w:tc>
          <w:tcPr>
            <w:tcW w:w="1077" w:type="dxa"/>
            <w:shd w:val="clear" w:color="auto" w:fill="auto"/>
          </w:tcPr>
          <w:p w14:paraId="4E1A8642" w14:textId="50973E07" w:rsidR="000A372C" w:rsidRPr="009C526C" w:rsidRDefault="00C864B8" w:rsidP="00387AE6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270" w:type="dxa"/>
            <w:shd w:val="clear" w:color="auto" w:fill="auto"/>
          </w:tcPr>
          <w:p w14:paraId="6A9D7315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3554D60E" w14:textId="164535B6" w:rsidR="000A372C" w:rsidRPr="009C526C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316" w:type="dxa"/>
            <w:shd w:val="clear" w:color="auto" w:fill="auto"/>
          </w:tcPr>
          <w:p w14:paraId="12A4A05E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50A9025A" w14:textId="33DCBA3A" w:rsidR="000A372C" w:rsidRPr="009C526C" w:rsidRDefault="00C864B8" w:rsidP="000A372C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274" w:type="dxa"/>
            <w:gridSpan w:val="2"/>
            <w:shd w:val="clear" w:color="auto" w:fill="auto"/>
          </w:tcPr>
          <w:p w14:paraId="7ECC061E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74139B6A" w14:textId="50E6B0C2" w:rsidR="000A372C" w:rsidRPr="009C526C" w:rsidRDefault="000A372C" w:rsidP="00387AE6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</w:tr>
      <w:tr w:rsidR="000A372C" w:rsidRPr="009C526C" w14:paraId="21C9F2B0" w14:textId="77777777" w:rsidTr="00930586">
        <w:tc>
          <w:tcPr>
            <w:tcW w:w="4129" w:type="dxa"/>
            <w:shd w:val="clear" w:color="auto" w:fill="auto"/>
          </w:tcPr>
          <w:p w14:paraId="339664FF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cs/>
              </w:rPr>
            </w:pPr>
            <w:r w:rsidRPr="009C526C">
              <w:rPr>
                <w:b/>
                <w:bCs/>
                <w:cs/>
              </w:rPr>
              <w:t>กิจการอื่นที่เกี่ยวข้องกัน</w:t>
            </w:r>
          </w:p>
        </w:tc>
        <w:tc>
          <w:tcPr>
            <w:tcW w:w="1077" w:type="dxa"/>
            <w:shd w:val="clear" w:color="auto" w:fill="auto"/>
          </w:tcPr>
          <w:p w14:paraId="2BAD5771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400447F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095089B1" w14:textId="77777777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16" w:type="dxa"/>
            <w:shd w:val="clear" w:color="auto" w:fill="auto"/>
          </w:tcPr>
          <w:p w14:paraId="71BEFEB3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473E0A18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216184E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4AF3D28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A372C" w:rsidRPr="009C526C" w14:paraId="679DDAE1" w14:textId="77777777" w:rsidTr="00930586">
        <w:tc>
          <w:tcPr>
            <w:tcW w:w="4129" w:type="dxa"/>
            <w:shd w:val="clear" w:color="auto" w:fill="auto"/>
          </w:tcPr>
          <w:p w14:paraId="5B700488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</w:pPr>
            <w:r w:rsidRPr="009C526C">
              <w:rPr>
                <w:cs/>
              </w:rPr>
              <w:t>ขายสินค้าหรือการให้บริการ</w:t>
            </w:r>
          </w:p>
        </w:tc>
        <w:tc>
          <w:tcPr>
            <w:tcW w:w="1077" w:type="dxa"/>
            <w:shd w:val="clear" w:color="auto" w:fill="auto"/>
          </w:tcPr>
          <w:p w14:paraId="736AB0E4" w14:textId="041C3795" w:rsidR="000A372C" w:rsidRPr="009C526C" w:rsidRDefault="00C864B8" w:rsidP="00387AE6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64B8">
              <w:rPr>
                <w:rFonts w:ascii="Angsana New" w:hAnsi="Angsana New"/>
                <w:sz w:val="30"/>
                <w:szCs w:val="30"/>
                <w:lang w:val="en-US"/>
              </w:rPr>
              <w:t>20,</w:t>
            </w:r>
            <w:r w:rsidR="003E3415">
              <w:rPr>
                <w:rFonts w:ascii="Angsana New" w:hAnsi="Angsana New"/>
                <w:sz w:val="30"/>
                <w:szCs w:val="30"/>
                <w:lang w:val="en-US"/>
              </w:rPr>
              <w:t>971</w:t>
            </w:r>
          </w:p>
        </w:tc>
        <w:tc>
          <w:tcPr>
            <w:tcW w:w="270" w:type="dxa"/>
            <w:shd w:val="clear" w:color="auto" w:fill="auto"/>
          </w:tcPr>
          <w:p w14:paraId="5F1112B6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2D07C1EF" w14:textId="2A64198C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21,181</w:t>
            </w:r>
          </w:p>
        </w:tc>
        <w:tc>
          <w:tcPr>
            <w:tcW w:w="316" w:type="dxa"/>
            <w:shd w:val="clear" w:color="auto" w:fill="auto"/>
          </w:tcPr>
          <w:p w14:paraId="1DA7C44B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48223C40" w14:textId="09471A6A" w:rsidR="000A372C" w:rsidRPr="009C526C" w:rsidRDefault="00C864B8" w:rsidP="00387AE6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64B8">
              <w:rPr>
                <w:rFonts w:ascii="Angsana New" w:hAnsi="Angsana New"/>
                <w:sz w:val="30"/>
                <w:szCs w:val="30"/>
                <w:lang w:val="en-US"/>
              </w:rPr>
              <w:t>20,</w:t>
            </w:r>
            <w:r w:rsidR="003E3415">
              <w:rPr>
                <w:rFonts w:ascii="Angsana New" w:hAnsi="Angsana New"/>
                <w:sz w:val="30"/>
                <w:szCs w:val="30"/>
                <w:lang w:val="en-US"/>
              </w:rPr>
              <w:t>971</w:t>
            </w:r>
          </w:p>
        </w:tc>
        <w:tc>
          <w:tcPr>
            <w:tcW w:w="274" w:type="dxa"/>
            <w:gridSpan w:val="2"/>
            <w:shd w:val="clear" w:color="auto" w:fill="auto"/>
          </w:tcPr>
          <w:p w14:paraId="646E3645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7324D8CB" w14:textId="0FD550AA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  <w:rPr>
                <w:rFonts w:asciiTheme="majorBidi" w:hAnsiTheme="majorBidi" w:cstheme="majorBidi"/>
                <w:spacing w:val="0"/>
              </w:rPr>
            </w:pPr>
            <w:r w:rsidRPr="00BA70D6">
              <w:t>21,181</w:t>
            </w:r>
          </w:p>
        </w:tc>
      </w:tr>
      <w:tr w:rsidR="000A372C" w:rsidRPr="009C526C" w14:paraId="6882131F" w14:textId="77777777" w:rsidTr="00930586">
        <w:tc>
          <w:tcPr>
            <w:tcW w:w="4129" w:type="dxa"/>
            <w:shd w:val="clear" w:color="auto" w:fill="auto"/>
          </w:tcPr>
          <w:p w14:paraId="2DE2E2C0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  <w:rPr>
                <w:cs/>
              </w:rPr>
            </w:pPr>
            <w:r w:rsidRPr="009C526C">
              <w:rPr>
                <w:cs/>
              </w:rPr>
              <w:t>รับบริการ</w:t>
            </w:r>
          </w:p>
        </w:tc>
        <w:tc>
          <w:tcPr>
            <w:tcW w:w="1077" w:type="dxa"/>
            <w:shd w:val="clear" w:color="auto" w:fill="auto"/>
          </w:tcPr>
          <w:p w14:paraId="7421A0A3" w14:textId="3A0D3CC0" w:rsidR="000A372C" w:rsidRPr="00387AE6" w:rsidRDefault="00C864B8" w:rsidP="00387AE6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28,</w:t>
            </w:r>
            <w:r w:rsidR="00F40259" w:rsidRPr="00387AE6">
              <w:rPr>
                <w:rFonts w:ascii="Angsana New" w:hAnsi="Angsana New"/>
                <w:sz w:val="30"/>
                <w:szCs w:val="30"/>
                <w:lang w:val="en-US"/>
              </w:rPr>
              <w:t>224</w:t>
            </w:r>
          </w:p>
        </w:tc>
        <w:tc>
          <w:tcPr>
            <w:tcW w:w="270" w:type="dxa"/>
            <w:shd w:val="clear" w:color="auto" w:fill="auto"/>
          </w:tcPr>
          <w:p w14:paraId="491C7298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636501EA" w14:textId="5D34E636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32,927</w:t>
            </w:r>
          </w:p>
        </w:tc>
        <w:tc>
          <w:tcPr>
            <w:tcW w:w="316" w:type="dxa"/>
            <w:shd w:val="clear" w:color="auto" w:fill="auto"/>
          </w:tcPr>
          <w:p w14:paraId="35075FE6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76F6D7FD" w14:textId="4560CEA7" w:rsidR="000A372C" w:rsidRPr="00387AE6" w:rsidRDefault="00C864B8" w:rsidP="00387AE6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28,</w:t>
            </w:r>
            <w:r w:rsidR="00F40259" w:rsidRPr="00387AE6">
              <w:rPr>
                <w:rFonts w:ascii="Angsana New" w:hAnsi="Angsana New"/>
                <w:sz w:val="30"/>
                <w:szCs w:val="30"/>
                <w:lang w:val="en-US"/>
              </w:rPr>
              <w:t>224</w:t>
            </w:r>
          </w:p>
        </w:tc>
        <w:tc>
          <w:tcPr>
            <w:tcW w:w="274" w:type="dxa"/>
            <w:gridSpan w:val="2"/>
            <w:shd w:val="clear" w:color="auto" w:fill="auto"/>
          </w:tcPr>
          <w:p w14:paraId="76C8F227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5FEBC14" w14:textId="058440D6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  <w:rPr>
                <w:rFonts w:asciiTheme="majorBidi" w:hAnsiTheme="majorBidi" w:cstheme="majorBidi"/>
                <w:spacing w:val="0"/>
              </w:rPr>
            </w:pPr>
            <w:r w:rsidRPr="00BA70D6">
              <w:t>32,927</w:t>
            </w:r>
          </w:p>
        </w:tc>
      </w:tr>
      <w:tr w:rsidR="000A372C" w:rsidRPr="009C526C" w14:paraId="4D0BC8C3" w14:textId="77777777" w:rsidTr="00930586">
        <w:tc>
          <w:tcPr>
            <w:tcW w:w="4129" w:type="dxa"/>
            <w:shd w:val="clear" w:color="auto" w:fill="auto"/>
          </w:tcPr>
          <w:p w14:paraId="61246D84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</w:pPr>
            <w:r w:rsidRPr="009C526C">
              <w:rPr>
                <w:b/>
                <w:bCs/>
                <w:cs/>
              </w:rPr>
              <w:t>ผู้บริหารสำคัญ</w:t>
            </w:r>
          </w:p>
        </w:tc>
        <w:tc>
          <w:tcPr>
            <w:tcW w:w="1077" w:type="dxa"/>
            <w:shd w:val="clear" w:color="auto" w:fill="auto"/>
          </w:tcPr>
          <w:p w14:paraId="4D8A5850" w14:textId="77777777" w:rsidR="000A372C" w:rsidRPr="00387AE6" w:rsidRDefault="000A372C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14:paraId="4F6ADC77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51988E2E" w14:textId="77777777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6" w:type="dxa"/>
            <w:shd w:val="clear" w:color="auto" w:fill="auto"/>
          </w:tcPr>
          <w:p w14:paraId="64936974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064172D1" w14:textId="77777777" w:rsidR="000A372C" w:rsidRPr="00387AE6" w:rsidRDefault="000A372C" w:rsidP="000A372C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7DE7014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4B7E72ED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A372C" w:rsidRPr="009C526C" w14:paraId="0FC83A9B" w14:textId="77777777" w:rsidTr="00930586">
        <w:tc>
          <w:tcPr>
            <w:tcW w:w="4129" w:type="dxa"/>
            <w:shd w:val="clear" w:color="auto" w:fill="auto"/>
          </w:tcPr>
          <w:p w14:paraId="5821B270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  <w:rPr>
                <w:cs/>
              </w:rPr>
            </w:pPr>
            <w:r w:rsidRPr="009C526C">
              <w:rPr>
                <w:cs/>
              </w:rPr>
              <w:t>ค่าตอบแทนผู้บริหารสำคัญ</w:t>
            </w:r>
          </w:p>
        </w:tc>
        <w:tc>
          <w:tcPr>
            <w:tcW w:w="1077" w:type="dxa"/>
            <w:shd w:val="clear" w:color="auto" w:fill="auto"/>
          </w:tcPr>
          <w:p w14:paraId="1FC7451C" w14:textId="77777777" w:rsidR="000A372C" w:rsidRPr="00387AE6" w:rsidRDefault="000A372C" w:rsidP="000A372C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AB31585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034D5AB3" w14:textId="2D2BE062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16" w:type="dxa"/>
            <w:shd w:val="clear" w:color="auto" w:fill="auto"/>
          </w:tcPr>
          <w:p w14:paraId="499D2E2A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2E00D063" w14:textId="77777777" w:rsidR="000A372C" w:rsidRPr="00387AE6" w:rsidRDefault="000A372C" w:rsidP="000A372C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047293F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75065A6F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A372C" w:rsidRPr="009C526C" w14:paraId="0C774BE7" w14:textId="77777777" w:rsidTr="00930586">
        <w:trPr>
          <w:trHeight w:val="80"/>
        </w:trPr>
        <w:tc>
          <w:tcPr>
            <w:tcW w:w="4129" w:type="dxa"/>
            <w:shd w:val="clear" w:color="auto" w:fill="auto"/>
          </w:tcPr>
          <w:p w14:paraId="0F7CFD8A" w14:textId="77777777" w:rsidR="000A372C" w:rsidRPr="009C526C" w:rsidRDefault="000A372C" w:rsidP="000A372C">
            <w:pPr>
              <w:tabs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left" w:pos="2835"/>
              </w:tabs>
              <w:spacing w:line="240" w:lineRule="auto"/>
              <w:jc w:val="both"/>
            </w:pPr>
            <w:r w:rsidRPr="009C526C">
              <w:t xml:space="preserve">   </w:t>
            </w:r>
            <w:r w:rsidRPr="009C526C">
              <w:rPr>
                <w:cs/>
              </w:rPr>
              <w:t>ผลประโยชน์ระยะสั้นของพนักงาน</w:t>
            </w:r>
          </w:p>
        </w:tc>
        <w:tc>
          <w:tcPr>
            <w:tcW w:w="1077" w:type="dxa"/>
            <w:shd w:val="clear" w:color="auto" w:fill="auto"/>
          </w:tcPr>
          <w:p w14:paraId="49175792" w14:textId="2D06352B" w:rsidR="000A372C" w:rsidRPr="00387AE6" w:rsidRDefault="0082028E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5,</w:t>
            </w:r>
            <w:r w:rsidR="00D47A92" w:rsidRPr="00387AE6">
              <w:rPr>
                <w:rFonts w:ascii="Angsana New" w:hAnsi="Angsana New"/>
                <w:sz w:val="30"/>
                <w:szCs w:val="30"/>
                <w:lang w:val="en-US"/>
              </w:rPr>
              <w:t>708</w:t>
            </w:r>
          </w:p>
        </w:tc>
        <w:tc>
          <w:tcPr>
            <w:tcW w:w="270" w:type="dxa"/>
          </w:tcPr>
          <w:p w14:paraId="1F875DF9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272CDC72" w14:textId="0B0D5E4F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6,806</w:t>
            </w:r>
          </w:p>
        </w:tc>
        <w:tc>
          <w:tcPr>
            <w:tcW w:w="316" w:type="dxa"/>
          </w:tcPr>
          <w:p w14:paraId="7F11C3B9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678E86E4" w14:textId="3071D573" w:rsidR="000A372C" w:rsidRPr="00387AE6" w:rsidRDefault="0082028E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GB"/>
              </w:rPr>
              <w:t>5,</w:t>
            </w:r>
            <w:r w:rsidR="00D47A92" w:rsidRPr="00387AE6">
              <w:rPr>
                <w:rFonts w:ascii="Angsana New" w:hAnsi="Angsana New"/>
                <w:sz w:val="30"/>
                <w:szCs w:val="30"/>
                <w:lang w:val="en-GB"/>
              </w:rPr>
              <w:t>708</w:t>
            </w:r>
          </w:p>
        </w:tc>
        <w:tc>
          <w:tcPr>
            <w:tcW w:w="274" w:type="dxa"/>
            <w:gridSpan w:val="2"/>
            <w:shd w:val="clear" w:color="auto" w:fill="auto"/>
          </w:tcPr>
          <w:p w14:paraId="61D9CE3D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7BC9EC33" w14:textId="20589CD2" w:rsidR="000A372C" w:rsidRPr="009C526C" w:rsidRDefault="000A372C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24C29FFE">
              <w:rPr>
                <w:rFonts w:ascii="Angsana New" w:hAnsi="Angsana New"/>
                <w:sz w:val="30"/>
                <w:szCs w:val="30"/>
                <w:lang w:val="en-GB"/>
              </w:rPr>
              <w:t>6,806</w:t>
            </w:r>
          </w:p>
        </w:tc>
      </w:tr>
      <w:tr w:rsidR="000A372C" w:rsidRPr="009C526C" w14:paraId="24CD71C5" w14:textId="77777777" w:rsidTr="00930586">
        <w:trPr>
          <w:trHeight w:val="80"/>
        </w:trPr>
        <w:tc>
          <w:tcPr>
            <w:tcW w:w="4129" w:type="dxa"/>
            <w:shd w:val="clear" w:color="auto" w:fill="auto"/>
          </w:tcPr>
          <w:p w14:paraId="57A79BA2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</w:pPr>
            <w:r w:rsidRPr="009C526C">
              <w:t xml:space="preserve">   </w:t>
            </w:r>
            <w:r w:rsidRPr="009C526C">
              <w:rPr>
                <w:cs/>
              </w:rPr>
              <w:t>ผลประโยชน์หลังออกจากงาน</w:t>
            </w:r>
          </w:p>
        </w:tc>
        <w:tc>
          <w:tcPr>
            <w:tcW w:w="1077" w:type="dxa"/>
            <w:shd w:val="clear" w:color="auto" w:fill="auto"/>
          </w:tcPr>
          <w:p w14:paraId="540A70F7" w14:textId="0708416B" w:rsidR="000A372C" w:rsidRPr="00387AE6" w:rsidRDefault="0082028E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GB"/>
              </w:rPr>
              <w:t>186</w:t>
            </w:r>
          </w:p>
        </w:tc>
        <w:tc>
          <w:tcPr>
            <w:tcW w:w="270" w:type="dxa"/>
          </w:tcPr>
          <w:p w14:paraId="2F9C88C7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  <w:tcBorders>
              <w:bottom w:val="nil"/>
            </w:tcBorders>
            <w:shd w:val="clear" w:color="auto" w:fill="auto"/>
          </w:tcPr>
          <w:p w14:paraId="2337F3FD" w14:textId="1AE7AE9B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275</w:t>
            </w:r>
          </w:p>
        </w:tc>
        <w:tc>
          <w:tcPr>
            <w:tcW w:w="316" w:type="dxa"/>
          </w:tcPr>
          <w:p w14:paraId="34980581" w14:textId="77777777" w:rsidR="000A372C" w:rsidRPr="00387AE6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47180279" w14:textId="50D553D7" w:rsidR="000A372C" w:rsidRPr="00387AE6" w:rsidRDefault="0082028E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GB"/>
              </w:rPr>
              <w:t>186</w:t>
            </w:r>
          </w:p>
        </w:tc>
        <w:tc>
          <w:tcPr>
            <w:tcW w:w="274" w:type="dxa"/>
            <w:gridSpan w:val="2"/>
            <w:shd w:val="clear" w:color="auto" w:fill="auto"/>
          </w:tcPr>
          <w:p w14:paraId="7F23C946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tcBorders>
              <w:bottom w:val="nil"/>
            </w:tcBorders>
            <w:shd w:val="clear" w:color="auto" w:fill="auto"/>
          </w:tcPr>
          <w:p w14:paraId="1AED8329" w14:textId="0284D5BF" w:rsidR="000A372C" w:rsidRPr="009C526C" w:rsidRDefault="000A372C" w:rsidP="00387AE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24C29FFE">
              <w:rPr>
                <w:rFonts w:ascii="Angsana New" w:hAnsi="Angsana New"/>
                <w:sz w:val="30"/>
                <w:szCs w:val="30"/>
                <w:lang w:val="en-GB"/>
              </w:rPr>
              <w:t>275</w:t>
            </w:r>
          </w:p>
        </w:tc>
      </w:tr>
      <w:tr w:rsidR="000A372C" w:rsidRPr="009C526C" w14:paraId="425382E6" w14:textId="77777777" w:rsidTr="00930586">
        <w:trPr>
          <w:trHeight w:val="80"/>
        </w:trPr>
        <w:tc>
          <w:tcPr>
            <w:tcW w:w="4129" w:type="dxa"/>
            <w:shd w:val="clear" w:color="auto" w:fill="auto"/>
          </w:tcPr>
          <w:p w14:paraId="3940D984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14:paraId="07E5627E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06001E78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04" w:type="dxa"/>
          </w:tcPr>
          <w:p w14:paraId="4D9D98E4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16" w:type="dxa"/>
          </w:tcPr>
          <w:p w14:paraId="31FF3E9E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118" w:type="dxa"/>
          </w:tcPr>
          <w:p w14:paraId="2811FA6F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4C12F4B" w14:textId="77777777" w:rsidR="000A372C" w:rsidRPr="009C526C" w:rsidRDefault="000A372C" w:rsidP="000A372C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2402837" w14:textId="77777777" w:rsidR="000A372C" w:rsidRPr="009C526C" w:rsidRDefault="000A372C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</w:tr>
      <w:tr w:rsidR="000A372C" w:rsidRPr="009C526C" w14:paraId="2EA65803" w14:textId="77777777" w:rsidTr="00930586">
        <w:trPr>
          <w:trHeight w:val="425"/>
        </w:trPr>
        <w:tc>
          <w:tcPr>
            <w:tcW w:w="4129" w:type="dxa"/>
          </w:tcPr>
          <w:p w14:paraId="06BE9D00" w14:textId="77777777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i/>
                <w:iCs/>
                <w:spacing w:val="0"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br w:type="page"/>
            </w:r>
          </w:p>
        </w:tc>
        <w:tc>
          <w:tcPr>
            <w:tcW w:w="2351" w:type="dxa"/>
            <w:gridSpan w:val="3"/>
          </w:tcPr>
          <w:p w14:paraId="5999CD7C" w14:textId="795D7562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left" w:pos="520"/>
                <w:tab w:val="left" w:pos="610"/>
                <w:tab w:val="left" w:pos="880"/>
              </w:tabs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316" w:type="dxa"/>
          </w:tcPr>
          <w:p w14:paraId="7C6CE8A2" w14:textId="77777777" w:rsidR="000A372C" w:rsidRPr="009C526C" w:rsidRDefault="000A372C" w:rsidP="000A372C">
            <w:pPr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2479" w:type="dxa"/>
            <w:gridSpan w:val="4"/>
          </w:tcPr>
          <w:p w14:paraId="79257FD7" w14:textId="15B90E06" w:rsidR="000A372C" w:rsidRPr="009C526C" w:rsidRDefault="000A372C" w:rsidP="000A372C">
            <w:pPr>
              <w:tabs>
                <w:tab w:val="clear" w:pos="227"/>
                <w:tab w:val="left" w:pos="290"/>
              </w:tabs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งบการเงินเฉพาะกิจการ</w:t>
            </w:r>
          </w:p>
        </w:tc>
      </w:tr>
      <w:tr w:rsidR="006C5024" w:rsidRPr="009C526C" w14:paraId="5F773FED" w14:textId="77777777" w:rsidTr="00930586">
        <w:tc>
          <w:tcPr>
            <w:tcW w:w="4129" w:type="dxa"/>
          </w:tcPr>
          <w:p w14:paraId="3E8B3D23" w14:textId="358496AB" w:rsidR="006C5024" w:rsidRPr="009C526C" w:rsidRDefault="006C5024" w:rsidP="006C50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b/>
                <w:bCs/>
                <w:i/>
                <w:iCs/>
                <w:spacing w:val="0"/>
                <w:cs/>
              </w:rPr>
            </w:pPr>
          </w:p>
        </w:tc>
        <w:tc>
          <w:tcPr>
            <w:tcW w:w="1077" w:type="dxa"/>
          </w:tcPr>
          <w:p w14:paraId="7EB53D94" w14:textId="03B98D6D" w:rsidR="006C5024" w:rsidRPr="009C526C" w:rsidRDefault="006C5024" w:rsidP="006C5024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0A085D1E" w14:textId="77777777" w:rsidR="006C5024" w:rsidRPr="009C526C" w:rsidRDefault="006C5024" w:rsidP="006C5024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</w:tcPr>
          <w:p w14:paraId="7DE8EF3B" w14:textId="5E4CC619" w:rsidR="006C5024" w:rsidRPr="009C526C" w:rsidRDefault="006C5024" w:rsidP="006C5024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31 </w:t>
            </w:r>
            <w:r w:rsidRPr="009C526C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316" w:type="dxa"/>
          </w:tcPr>
          <w:p w14:paraId="6C2EB87F" w14:textId="77777777" w:rsidR="006C5024" w:rsidRPr="009C526C" w:rsidRDefault="006C5024" w:rsidP="006C5024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124" w:type="dxa"/>
            <w:gridSpan w:val="2"/>
          </w:tcPr>
          <w:p w14:paraId="5768C8F6" w14:textId="11E12513" w:rsidR="006C5024" w:rsidRPr="009C526C" w:rsidRDefault="006C5024" w:rsidP="006C5024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8" w:type="dxa"/>
          </w:tcPr>
          <w:p w14:paraId="69F263B3" w14:textId="77777777" w:rsidR="006C5024" w:rsidRPr="009C526C" w:rsidRDefault="006C5024" w:rsidP="006C5024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</w:tcPr>
          <w:p w14:paraId="12E7BE2B" w14:textId="7FD76B21" w:rsidR="006C5024" w:rsidRPr="009C526C" w:rsidRDefault="006C5024" w:rsidP="006C5024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31 </w:t>
            </w:r>
            <w:r w:rsidRPr="009C526C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6C5024" w:rsidRPr="009C526C" w14:paraId="280FBE4C" w14:textId="77777777" w:rsidTr="00930586">
        <w:tc>
          <w:tcPr>
            <w:tcW w:w="4129" w:type="dxa"/>
          </w:tcPr>
          <w:p w14:paraId="7CDC4BCC" w14:textId="36BE16FC" w:rsidR="006C5024" w:rsidRPr="00387AE6" w:rsidRDefault="006C5024" w:rsidP="006C50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b/>
                <w:bCs/>
                <w:i/>
                <w:iCs/>
                <w:spacing w:val="0"/>
                <w:cs/>
              </w:rPr>
            </w:pPr>
            <w:r w:rsidRPr="00387AE6">
              <w:rPr>
                <w:rFonts w:hint="cs"/>
                <w:b/>
                <w:bCs/>
                <w:i/>
                <w:iCs/>
                <w:spacing w:val="0"/>
                <w:cs/>
              </w:rPr>
              <w:t>ณ วันที่</w:t>
            </w:r>
          </w:p>
        </w:tc>
        <w:tc>
          <w:tcPr>
            <w:tcW w:w="1077" w:type="dxa"/>
          </w:tcPr>
          <w:p w14:paraId="2A54D61C" w14:textId="02CCC509" w:rsidR="006C5024" w:rsidRPr="00387AE6" w:rsidRDefault="006C5024" w:rsidP="006C5024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2568</w:t>
            </w:r>
          </w:p>
        </w:tc>
        <w:tc>
          <w:tcPr>
            <w:tcW w:w="270" w:type="dxa"/>
          </w:tcPr>
          <w:p w14:paraId="13A6B389" w14:textId="77777777" w:rsidR="006C5024" w:rsidRPr="00387AE6" w:rsidRDefault="006C5024" w:rsidP="006C5024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004" w:type="dxa"/>
          </w:tcPr>
          <w:p w14:paraId="7D424D8E" w14:textId="5E778EC0" w:rsidR="006C5024" w:rsidRPr="00387AE6" w:rsidRDefault="006C5024" w:rsidP="006C5024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2567</w:t>
            </w:r>
          </w:p>
        </w:tc>
        <w:tc>
          <w:tcPr>
            <w:tcW w:w="316" w:type="dxa"/>
          </w:tcPr>
          <w:p w14:paraId="73A64907" w14:textId="77777777" w:rsidR="006C5024" w:rsidRPr="00387AE6" w:rsidRDefault="006C5024" w:rsidP="006C5024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124" w:type="dxa"/>
            <w:gridSpan w:val="2"/>
          </w:tcPr>
          <w:p w14:paraId="4D4C88E7" w14:textId="1B7525DA" w:rsidR="006C5024" w:rsidRPr="00387AE6" w:rsidRDefault="006C5024" w:rsidP="006C5024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2568</w:t>
            </w:r>
          </w:p>
        </w:tc>
        <w:tc>
          <w:tcPr>
            <w:tcW w:w="268" w:type="dxa"/>
          </w:tcPr>
          <w:p w14:paraId="0C2CED66" w14:textId="77777777" w:rsidR="006C5024" w:rsidRPr="00387AE6" w:rsidRDefault="006C5024" w:rsidP="006C5024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</w:tcPr>
          <w:p w14:paraId="329C0F9D" w14:textId="1D71AE51" w:rsidR="006C5024" w:rsidRPr="009C526C" w:rsidRDefault="006C5024" w:rsidP="006C5024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2567</w:t>
            </w:r>
          </w:p>
        </w:tc>
      </w:tr>
      <w:tr w:rsidR="000A372C" w:rsidRPr="009C526C" w14:paraId="67C924A7" w14:textId="77777777" w:rsidTr="00930586">
        <w:tc>
          <w:tcPr>
            <w:tcW w:w="4129" w:type="dxa"/>
          </w:tcPr>
          <w:p w14:paraId="7F042F4A" w14:textId="77777777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pacing w:val="0"/>
                <w:cs/>
              </w:rPr>
            </w:pPr>
          </w:p>
        </w:tc>
        <w:tc>
          <w:tcPr>
            <w:tcW w:w="5146" w:type="dxa"/>
            <w:gridSpan w:val="8"/>
            <w:shd w:val="clear" w:color="auto" w:fill="auto"/>
          </w:tcPr>
          <w:p w14:paraId="5E97273C" w14:textId="77777777" w:rsidR="000A372C" w:rsidRPr="009C526C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spacing w:val="0"/>
              </w:rPr>
            </w:pPr>
            <w:r w:rsidRPr="009C526C">
              <w:rPr>
                <w:i/>
                <w:iCs/>
                <w:spacing w:val="0"/>
                <w:cs/>
              </w:rPr>
              <w:t>(พันบาท)</w:t>
            </w:r>
          </w:p>
        </w:tc>
      </w:tr>
      <w:tr w:rsidR="000A372C" w:rsidRPr="009C526C" w14:paraId="3FAF8BFD" w14:textId="77777777" w:rsidTr="00930586">
        <w:tc>
          <w:tcPr>
            <w:tcW w:w="4129" w:type="dxa"/>
          </w:tcPr>
          <w:p w14:paraId="2A8FFE2D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  <w:rPr>
                <w:spacing w:val="0"/>
                <w:cs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>ลูกหนี้การค้า</w:t>
            </w:r>
          </w:p>
        </w:tc>
        <w:tc>
          <w:tcPr>
            <w:tcW w:w="1077" w:type="dxa"/>
          </w:tcPr>
          <w:p w14:paraId="7116C036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0D8DCD8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</w:tcPr>
          <w:p w14:paraId="6A9CFC72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16" w:type="dxa"/>
          </w:tcPr>
          <w:p w14:paraId="238D812D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06A15412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68" w:type="dxa"/>
          </w:tcPr>
          <w:p w14:paraId="7622FD45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375B2BE4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0A372C" w:rsidRPr="009C526C" w14:paraId="2EF5C117" w14:textId="77777777" w:rsidTr="00930586">
        <w:tc>
          <w:tcPr>
            <w:tcW w:w="4129" w:type="dxa"/>
          </w:tcPr>
          <w:p w14:paraId="4C9A51A9" w14:textId="77777777" w:rsidR="000A372C" w:rsidRPr="009C526C" w:rsidRDefault="000A372C" w:rsidP="000A372C">
            <w:pPr>
              <w:tabs>
                <w:tab w:val="left" w:pos="342"/>
              </w:tabs>
              <w:spacing w:line="240" w:lineRule="auto"/>
              <w:jc w:val="both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ผู้ถือหุ้นรายใหญ่</w:t>
            </w:r>
          </w:p>
        </w:tc>
        <w:tc>
          <w:tcPr>
            <w:tcW w:w="1077" w:type="dxa"/>
          </w:tcPr>
          <w:p w14:paraId="573B97AF" w14:textId="076BFD16" w:rsidR="000A372C" w:rsidRPr="009C526C" w:rsidRDefault="00BA2ACA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10</w:t>
            </w:r>
          </w:p>
        </w:tc>
        <w:tc>
          <w:tcPr>
            <w:tcW w:w="270" w:type="dxa"/>
          </w:tcPr>
          <w:p w14:paraId="243705DE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</w:tcPr>
          <w:p w14:paraId="6DE8E1B3" w14:textId="5FAC96EE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316" w:type="dxa"/>
          </w:tcPr>
          <w:p w14:paraId="1A2777E1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772EC348" w14:textId="1F07E487" w:rsidR="000A372C" w:rsidRPr="009C526C" w:rsidRDefault="00BA2ACA" w:rsidP="00387AE6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10</w:t>
            </w:r>
          </w:p>
        </w:tc>
        <w:tc>
          <w:tcPr>
            <w:tcW w:w="268" w:type="dxa"/>
          </w:tcPr>
          <w:p w14:paraId="5806AB79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12ED26CA" w14:textId="7118356C" w:rsidR="000A372C" w:rsidRPr="00387AE6" w:rsidRDefault="000A372C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</w:pPr>
            <w:r w:rsidRPr="00387AE6">
              <w:t>10</w:t>
            </w:r>
          </w:p>
        </w:tc>
      </w:tr>
      <w:tr w:rsidR="000A372C" w:rsidRPr="009C526C" w14:paraId="06099814" w14:textId="77777777" w:rsidTr="00930586">
        <w:tc>
          <w:tcPr>
            <w:tcW w:w="4129" w:type="dxa"/>
            <w:shd w:val="clear" w:color="auto" w:fill="auto"/>
            <w:vAlign w:val="center"/>
          </w:tcPr>
          <w:p w14:paraId="5B610979" w14:textId="77777777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กิจการอื่นที่เกี่ยวข้องกัน</w:t>
            </w:r>
          </w:p>
        </w:tc>
        <w:tc>
          <w:tcPr>
            <w:tcW w:w="1077" w:type="dxa"/>
            <w:tcBorders>
              <w:left w:val="nil"/>
            </w:tcBorders>
          </w:tcPr>
          <w:p w14:paraId="34B54EA9" w14:textId="7E78BDCC" w:rsidR="000A372C" w:rsidRPr="009C526C" w:rsidRDefault="003E2F57" w:rsidP="000A372C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E2F57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1,158</w:t>
            </w:r>
          </w:p>
        </w:tc>
        <w:tc>
          <w:tcPr>
            <w:tcW w:w="270" w:type="dxa"/>
          </w:tcPr>
          <w:p w14:paraId="2A9782DC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  <w:shd w:val="clear" w:color="auto" w:fill="auto"/>
          </w:tcPr>
          <w:p w14:paraId="1184071E" w14:textId="7B2700CC" w:rsidR="000A372C" w:rsidRPr="00387AE6" w:rsidRDefault="000A372C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1,123</w:t>
            </w:r>
          </w:p>
        </w:tc>
        <w:tc>
          <w:tcPr>
            <w:tcW w:w="316" w:type="dxa"/>
          </w:tcPr>
          <w:p w14:paraId="1111D188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73A01AC1" w14:textId="2C531199" w:rsidR="000A372C" w:rsidRPr="009C526C" w:rsidRDefault="003E2F57" w:rsidP="000A372C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3E2F57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1,158</w:t>
            </w:r>
          </w:p>
        </w:tc>
        <w:tc>
          <w:tcPr>
            <w:tcW w:w="268" w:type="dxa"/>
          </w:tcPr>
          <w:p w14:paraId="602F61D6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14C9352C" w14:textId="48C66B91" w:rsidR="000A372C" w:rsidRPr="00387AE6" w:rsidRDefault="000A372C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</w:pPr>
            <w:r w:rsidRPr="00387AE6">
              <w:t>1,123</w:t>
            </w:r>
          </w:p>
        </w:tc>
      </w:tr>
      <w:tr w:rsidR="000A372C" w:rsidRPr="009C526C" w14:paraId="723B0AE3" w14:textId="77777777" w:rsidTr="00930586">
        <w:tc>
          <w:tcPr>
            <w:tcW w:w="4129" w:type="dxa"/>
            <w:shd w:val="clear" w:color="auto" w:fill="auto"/>
            <w:vAlign w:val="center"/>
          </w:tcPr>
          <w:p w14:paraId="391BE87F" w14:textId="77777777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7EB31092" w14:textId="47F0C62E" w:rsidR="000A372C" w:rsidRPr="009C526C" w:rsidRDefault="003E2F57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rPr>
                <w:b/>
                <w:bCs/>
                <w:spacing w:val="0"/>
                <w:cs/>
              </w:rPr>
            </w:pPr>
            <w:r w:rsidRPr="003E2F57">
              <w:rPr>
                <w:b/>
                <w:bCs/>
                <w:spacing w:val="0"/>
              </w:rPr>
              <w:t>1,168</w:t>
            </w:r>
          </w:p>
        </w:tc>
        <w:tc>
          <w:tcPr>
            <w:tcW w:w="270" w:type="dxa"/>
          </w:tcPr>
          <w:p w14:paraId="368FB956" w14:textId="77777777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C5DB4E" w14:textId="2256983C" w:rsidR="000A372C" w:rsidRPr="009C526C" w:rsidRDefault="000A372C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334990">
              <w:rPr>
                <w:b/>
                <w:bCs/>
              </w:rPr>
              <w:t>1,133</w:t>
            </w:r>
          </w:p>
        </w:tc>
        <w:tc>
          <w:tcPr>
            <w:tcW w:w="316" w:type="dxa"/>
          </w:tcPr>
          <w:p w14:paraId="3B7B089E" w14:textId="77777777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A066199" w14:textId="00105A65" w:rsidR="000A372C" w:rsidRPr="009C526C" w:rsidRDefault="003E2F57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rPr>
                <w:b/>
                <w:bCs/>
                <w:spacing w:val="0"/>
              </w:rPr>
            </w:pPr>
            <w:r w:rsidRPr="003E2F57">
              <w:rPr>
                <w:b/>
                <w:bCs/>
                <w:spacing w:val="0"/>
              </w:rPr>
              <w:t>1,168</w:t>
            </w:r>
          </w:p>
        </w:tc>
        <w:tc>
          <w:tcPr>
            <w:tcW w:w="268" w:type="dxa"/>
          </w:tcPr>
          <w:p w14:paraId="61DB205E" w14:textId="77777777" w:rsidR="000A372C" w:rsidRPr="009C526C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</w:tcPr>
          <w:p w14:paraId="2E75A4AB" w14:textId="7F1972E9" w:rsidR="000A372C" w:rsidRPr="009C526C" w:rsidRDefault="000A372C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  <w:rPr>
                <w:b/>
                <w:bCs/>
                <w:spacing w:val="0"/>
                <w:lang w:val="en-GB"/>
              </w:rPr>
            </w:pPr>
            <w:r>
              <w:rPr>
                <w:b/>
                <w:bCs/>
              </w:rPr>
              <w:t>1,133</w:t>
            </w:r>
          </w:p>
        </w:tc>
      </w:tr>
      <w:tr w:rsidR="000A372C" w:rsidRPr="009C526C" w14:paraId="19F2082B" w14:textId="77777777" w:rsidTr="00930586">
        <w:trPr>
          <w:tblHeader/>
        </w:trPr>
        <w:tc>
          <w:tcPr>
            <w:tcW w:w="4129" w:type="dxa"/>
          </w:tcPr>
          <w:p w14:paraId="5C8DDF46" w14:textId="77777777" w:rsidR="000A372C" w:rsidRDefault="000A372C" w:rsidP="000A372C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spacing w:val="0"/>
              </w:rPr>
            </w:pPr>
          </w:p>
          <w:p w14:paraId="0DD3552C" w14:textId="77777777" w:rsidR="00930586" w:rsidRPr="009C526C" w:rsidRDefault="00930586" w:rsidP="000A372C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spacing w:val="0"/>
                <w:cs/>
              </w:rPr>
            </w:pPr>
          </w:p>
        </w:tc>
        <w:tc>
          <w:tcPr>
            <w:tcW w:w="1077" w:type="dxa"/>
          </w:tcPr>
          <w:p w14:paraId="7F773333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AF430E7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</w:tcPr>
          <w:p w14:paraId="2504CDAF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16" w:type="dxa"/>
          </w:tcPr>
          <w:p w14:paraId="44537C27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51CECC3E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68" w:type="dxa"/>
          </w:tcPr>
          <w:p w14:paraId="057E4BD5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592FCDAB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387AE6" w:rsidRPr="009C526C" w14:paraId="6EF88508" w14:textId="77777777" w:rsidTr="00930586">
        <w:trPr>
          <w:tblHeader/>
        </w:trPr>
        <w:tc>
          <w:tcPr>
            <w:tcW w:w="4129" w:type="dxa"/>
          </w:tcPr>
          <w:p w14:paraId="36DFFB60" w14:textId="77777777" w:rsidR="00387AE6" w:rsidRDefault="00387AE6" w:rsidP="000A372C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spacing w:val="0"/>
              </w:rPr>
            </w:pPr>
          </w:p>
        </w:tc>
        <w:tc>
          <w:tcPr>
            <w:tcW w:w="1077" w:type="dxa"/>
          </w:tcPr>
          <w:p w14:paraId="49BB692B" w14:textId="77777777" w:rsidR="00387AE6" w:rsidRPr="009C526C" w:rsidRDefault="00387A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5BE618D" w14:textId="77777777" w:rsidR="00387AE6" w:rsidRPr="009C526C" w:rsidRDefault="00387A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</w:tcPr>
          <w:p w14:paraId="63B12A46" w14:textId="77777777" w:rsidR="00387AE6" w:rsidRPr="009C526C" w:rsidRDefault="00387A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16" w:type="dxa"/>
          </w:tcPr>
          <w:p w14:paraId="1EAFA748" w14:textId="77777777" w:rsidR="00387AE6" w:rsidRPr="009C526C" w:rsidRDefault="00387A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53B1458E" w14:textId="77777777" w:rsidR="00387AE6" w:rsidRPr="009C526C" w:rsidRDefault="00387A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68" w:type="dxa"/>
          </w:tcPr>
          <w:p w14:paraId="52C62E9A" w14:textId="77777777" w:rsidR="00387AE6" w:rsidRPr="009C526C" w:rsidRDefault="00387A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17F6B7DE" w14:textId="77777777" w:rsidR="00387AE6" w:rsidRPr="009C526C" w:rsidRDefault="00387A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930586" w:rsidRPr="009C526C" w14:paraId="17E70865" w14:textId="77777777" w:rsidTr="00930586">
        <w:trPr>
          <w:tblHeader/>
        </w:trPr>
        <w:tc>
          <w:tcPr>
            <w:tcW w:w="4129" w:type="dxa"/>
          </w:tcPr>
          <w:p w14:paraId="1BCA3ED2" w14:textId="77777777" w:rsidR="00930586" w:rsidRPr="00B37C75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2351" w:type="dxa"/>
            <w:gridSpan w:val="3"/>
          </w:tcPr>
          <w:p w14:paraId="0188BFEB" w14:textId="4F146563" w:rsidR="00930586" w:rsidRPr="009C526C" w:rsidRDefault="00930586" w:rsidP="00930586">
            <w:pPr>
              <w:tabs>
                <w:tab w:val="clear" w:pos="227"/>
                <w:tab w:val="clear" w:pos="454"/>
                <w:tab w:val="clear" w:pos="680"/>
                <w:tab w:val="left" w:pos="520"/>
                <w:tab w:val="left" w:pos="610"/>
                <w:tab w:val="left" w:pos="880"/>
              </w:tabs>
              <w:spacing w:line="240" w:lineRule="auto"/>
              <w:ind w:left="-108" w:right="-108"/>
              <w:jc w:val="center"/>
              <w:rPr>
                <w:spacing w:val="0"/>
                <w:lang w:val="en-GB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316" w:type="dxa"/>
          </w:tcPr>
          <w:p w14:paraId="76375BEE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479" w:type="dxa"/>
            <w:gridSpan w:val="4"/>
          </w:tcPr>
          <w:p w14:paraId="1DB3DB0B" w14:textId="41EBA6E7" w:rsidR="00930586" w:rsidRPr="009C526C" w:rsidRDefault="00930586" w:rsidP="00930586">
            <w:pPr>
              <w:tabs>
                <w:tab w:val="clear" w:pos="227"/>
                <w:tab w:val="left" w:pos="290"/>
              </w:tabs>
              <w:spacing w:line="240" w:lineRule="auto"/>
              <w:ind w:left="-108" w:right="-108"/>
              <w:jc w:val="center"/>
              <w:rPr>
                <w:spacing w:val="0"/>
                <w:lang w:val="en-GB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งบการเงินเฉพาะกิจการ</w:t>
            </w:r>
          </w:p>
        </w:tc>
      </w:tr>
      <w:tr w:rsidR="00930586" w:rsidRPr="009C526C" w14:paraId="0A5A0CA6" w14:textId="77777777" w:rsidTr="00930586">
        <w:trPr>
          <w:tblHeader/>
        </w:trPr>
        <w:tc>
          <w:tcPr>
            <w:tcW w:w="4129" w:type="dxa"/>
          </w:tcPr>
          <w:p w14:paraId="55C5B370" w14:textId="77777777" w:rsidR="00930586" w:rsidRPr="00B37C75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077" w:type="dxa"/>
          </w:tcPr>
          <w:p w14:paraId="1C81C5A1" w14:textId="4A05D7D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39876138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</w:tcPr>
          <w:p w14:paraId="19A96FDF" w14:textId="155F511F" w:rsidR="00930586" w:rsidRPr="00697291" w:rsidRDefault="00930586" w:rsidP="00697291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  <w:r w:rsidRPr="00697291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</w:t>
            </w:r>
            <w:r w:rsidRPr="00697291">
              <w:rPr>
                <w:rFonts w:ascii="Angsana New" w:hAnsi="Angsana New"/>
                <w:spacing w:val="0"/>
                <w:sz w:val="24"/>
                <w:szCs w:val="24"/>
                <w:lang w:val="en-US"/>
              </w:rPr>
              <w:t xml:space="preserve"> </w:t>
            </w:r>
            <w:r w:rsidRPr="00697291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316" w:type="dxa"/>
          </w:tcPr>
          <w:p w14:paraId="14357F47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63608249" w14:textId="7DD574D0" w:rsidR="00930586" w:rsidRPr="00930586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8" w:type="dxa"/>
          </w:tcPr>
          <w:p w14:paraId="08730CE7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40C2C05A" w14:textId="1FF23E06" w:rsidR="00930586" w:rsidRPr="00697291" w:rsidRDefault="00930586" w:rsidP="00697291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697291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31 </w:t>
            </w:r>
            <w:r w:rsidRPr="00697291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930586" w:rsidRPr="009C526C" w14:paraId="52D12CD6" w14:textId="77777777" w:rsidTr="00930586">
        <w:trPr>
          <w:tblHeader/>
        </w:trPr>
        <w:tc>
          <w:tcPr>
            <w:tcW w:w="4129" w:type="dxa"/>
          </w:tcPr>
          <w:p w14:paraId="65B4F976" w14:textId="77777777" w:rsidR="00930586" w:rsidRPr="00B37C75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077" w:type="dxa"/>
          </w:tcPr>
          <w:p w14:paraId="6AD2FEE7" w14:textId="5D36284C" w:rsidR="00930586" w:rsidRPr="009C526C" w:rsidRDefault="00930586" w:rsidP="00697291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14:paraId="3B89D85B" w14:textId="77777777" w:rsidR="00930586" w:rsidRPr="009C526C" w:rsidRDefault="00930586" w:rsidP="00697291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</w:tcPr>
          <w:p w14:paraId="323DFF64" w14:textId="210CFED9" w:rsidR="00930586" w:rsidRPr="00697291" w:rsidRDefault="00930586" w:rsidP="00697291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316" w:type="dxa"/>
          </w:tcPr>
          <w:p w14:paraId="0F7B5B20" w14:textId="77777777" w:rsidR="00930586" w:rsidRPr="00697291" w:rsidRDefault="00930586" w:rsidP="00697291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124" w:type="dxa"/>
            <w:gridSpan w:val="2"/>
          </w:tcPr>
          <w:p w14:paraId="0A638C28" w14:textId="45826DBA" w:rsidR="00930586" w:rsidRPr="00697291" w:rsidRDefault="00930586" w:rsidP="00697291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268" w:type="dxa"/>
          </w:tcPr>
          <w:p w14:paraId="2804907B" w14:textId="77777777" w:rsidR="00930586" w:rsidRPr="00697291" w:rsidRDefault="00930586" w:rsidP="00697291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87" w:type="dxa"/>
          </w:tcPr>
          <w:p w14:paraId="52279021" w14:textId="3DD7E7D7" w:rsidR="00930586" w:rsidRPr="00697291" w:rsidRDefault="00930586" w:rsidP="00697291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</w:tr>
      <w:tr w:rsidR="00930586" w:rsidRPr="009C526C" w14:paraId="7C4C103C" w14:textId="77777777" w:rsidTr="00930586">
        <w:trPr>
          <w:tblHeader/>
        </w:trPr>
        <w:tc>
          <w:tcPr>
            <w:tcW w:w="4129" w:type="dxa"/>
          </w:tcPr>
          <w:p w14:paraId="1237E9DA" w14:textId="77777777" w:rsidR="00930586" w:rsidRPr="00B37C75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5146" w:type="dxa"/>
            <w:gridSpan w:val="8"/>
          </w:tcPr>
          <w:p w14:paraId="6619868F" w14:textId="04AB112B" w:rsidR="00930586" w:rsidRPr="009C526C" w:rsidRDefault="00930586" w:rsidP="009305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spacing w:val="0"/>
                <w:lang w:val="en-GB"/>
              </w:rPr>
            </w:pPr>
            <w:r w:rsidRPr="009C526C">
              <w:rPr>
                <w:i/>
                <w:iCs/>
                <w:spacing w:val="0"/>
                <w:cs/>
              </w:rPr>
              <w:t>(พันบาท)</w:t>
            </w:r>
          </w:p>
        </w:tc>
      </w:tr>
      <w:tr w:rsidR="00930586" w:rsidRPr="009C526C" w14:paraId="2737BD06" w14:textId="77777777" w:rsidTr="00930586">
        <w:trPr>
          <w:tblHeader/>
        </w:trPr>
        <w:tc>
          <w:tcPr>
            <w:tcW w:w="4129" w:type="dxa"/>
          </w:tcPr>
          <w:p w14:paraId="3FED6D54" w14:textId="562F8033" w:rsidR="00930586" w:rsidRPr="009C526C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spacing w:val="0"/>
                <w:cs/>
              </w:rPr>
            </w:pPr>
            <w:r w:rsidRPr="00B37C75">
              <w:rPr>
                <w:b/>
                <w:bCs/>
                <w:i/>
                <w:iCs/>
                <w:cs/>
              </w:rPr>
              <w:t>รายได้ค้างรับ</w:t>
            </w:r>
          </w:p>
        </w:tc>
        <w:tc>
          <w:tcPr>
            <w:tcW w:w="1077" w:type="dxa"/>
          </w:tcPr>
          <w:p w14:paraId="1287FB92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5CAD188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</w:tcPr>
          <w:p w14:paraId="50D4F871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16" w:type="dxa"/>
          </w:tcPr>
          <w:p w14:paraId="154BDD12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1A6CC319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68" w:type="dxa"/>
          </w:tcPr>
          <w:p w14:paraId="59855B77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6C12C5B6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930586" w:rsidRPr="009C526C" w14:paraId="144007D5" w14:textId="77777777" w:rsidTr="00930586">
        <w:trPr>
          <w:tblHeader/>
        </w:trPr>
        <w:tc>
          <w:tcPr>
            <w:tcW w:w="4129" w:type="dxa"/>
            <w:vAlign w:val="center"/>
          </w:tcPr>
          <w:p w14:paraId="3A661D0D" w14:textId="77560FAC" w:rsidR="00930586" w:rsidRPr="009C526C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spacing w:val="0"/>
                <w:cs/>
              </w:rPr>
            </w:pPr>
            <w:r w:rsidRPr="00B37C75">
              <w:rPr>
                <w:rFonts w:hint="cs"/>
                <w:cs/>
              </w:rPr>
              <w:t>กิจการอื่นที่เกี่ยวข้องกัน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A755256" w14:textId="3F9A14FB" w:rsidR="00930586" w:rsidRPr="009C526C" w:rsidRDefault="00930586" w:rsidP="00387AE6">
            <w:pPr>
              <w:pStyle w:val="a1"/>
              <w:tabs>
                <w:tab w:val="decimal" w:pos="5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01E4AC8D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3CBC41B7" w14:textId="0C06A085" w:rsidR="00930586" w:rsidRPr="009C526C" w:rsidRDefault="00930586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US"/>
              </w:rPr>
              <w:t>134</w:t>
            </w:r>
          </w:p>
        </w:tc>
        <w:tc>
          <w:tcPr>
            <w:tcW w:w="316" w:type="dxa"/>
          </w:tcPr>
          <w:p w14:paraId="1D31CE92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14:paraId="1ACE6D4A" w14:textId="15B0F387" w:rsidR="00930586" w:rsidRPr="009C526C" w:rsidRDefault="00930586" w:rsidP="00387AE6">
            <w:pPr>
              <w:pStyle w:val="a1"/>
              <w:tabs>
                <w:tab w:val="decimal" w:pos="57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-</w:t>
            </w:r>
          </w:p>
        </w:tc>
        <w:tc>
          <w:tcPr>
            <w:tcW w:w="268" w:type="dxa"/>
          </w:tcPr>
          <w:p w14:paraId="7C4376D6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4332F078" w14:textId="74A91D44" w:rsidR="00930586" w:rsidRPr="009C526C" w:rsidRDefault="00930586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  <w:rPr>
                <w:spacing w:val="0"/>
                <w:lang w:val="en-GB"/>
              </w:rPr>
            </w:pPr>
            <w:r w:rsidRPr="00387AE6">
              <w:t>134</w:t>
            </w:r>
          </w:p>
        </w:tc>
      </w:tr>
      <w:tr w:rsidR="00930586" w:rsidRPr="009C526C" w14:paraId="6B9E4F98" w14:textId="77777777" w:rsidTr="00930586">
        <w:trPr>
          <w:tblHeader/>
        </w:trPr>
        <w:tc>
          <w:tcPr>
            <w:tcW w:w="4129" w:type="dxa"/>
            <w:vAlign w:val="center"/>
          </w:tcPr>
          <w:p w14:paraId="4DF4DA92" w14:textId="3BA42FF2" w:rsidR="00930586" w:rsidRPr="009C526C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spacing w:val="0"/>
                <w:cs/>
              </w:rPr>
            </w:pPr>
            <w:r w:rsidRPr="00B37C75">
              <w:rPr>
                <w:b/>
                <w:bCs/>
                <w:cs/>
              </w:rPr>
              <w:t>รวม</w:t>
            </w: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4571E04A" w14:textId="1523B3AF" w:rsidR="00930586" w:rsidRPr="006F6754" w:rsidRDefault="00930586" w:rsidP="00387AE6">
            <w:pPr>
              <w:pStyle w:val="a1"/>
              <w:tabs>
                <w:tab w:val="decimal" w:pos="5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6F6754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3CB65B23" w14:textId="77777777" w:rsidR="00930586" w:rsidRPr="006F6754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</w:tcPr>
          <w:p w14:paraId="3AD328E7" w14:textId="7548D5DF" w:rsidR="00930586" w:rsidRPr="006F6754" w:rsidRDefault="00930586" w:rsidP="00387AE6">
            <w:pPr>
              <w:pStyle w:val="a1"/>
              <w:tabs>
                <w:tab w:val="decimal" w:pos="72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6F6754">
              <w:rPr>
                <w:rFonts w:ascii="Angsana New" w:hAnsi="Angsana New"/>
                <w:b/>
                <w:bCs/>
                <w:sz w:val="30"/>
                <w:szCs w:val="30"/>
              </w:rPr>
              <w:t>134</w:t>
            </w:r>
          </w:p>
        </w:tc>
        <w:tc>
          <w:tcPr>
            <w:tcW w:w="316" w:type="dxa"/>
          </w:tcPr>
          <w:p w14:paraId="51D501EE" w14:textId="77777777" w:rsidR="00930586" w:rsidRPr="006F6754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3B7E365" w14:textId="407B494D" w:rsidR="00930586" w:rsidRPr="006F6754" w:rsidRDefault="00930586" w:rsidP="00387AE6">
            <w:pPr>
              <w:pStyle w:val="a1"/>
              <w:tabs>
                <w:tab w:val="decimal" w:pos="57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6F6754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-</w:t>
            </w:r>
          </w:p>
        </w:tc>
        <w:tc>
          <w:tcPr>
            <w:tcW w:w="268" w:type="dxa"/>
          </w:tcPr>
          <w:p w14:paraId="709B9505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</w:tcPr>
          <w:p w14:paraId="1BB0E06C" w14:textId="16D4BD35" w:rsidR="00930586" w:rsidRPr="00387AE6" w:rsidRDefault="00930586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  <w:rPr>
                <w:b/>
                <w:bCs/>
              </w:rPr>
            </w:pPr>
            <w:r w:rsidRPr="00387AE6">
              <w:rPr>
                <w:b/>
                <w:bCs/>
              </w:rPr>
              <w:t>134</w:t>
            </w:r>
          </w:p>
        </w:tc>
      </w:tr>
      <w:tr w:rsidR="00930586" w:rsidRPr="009C526C" w14:paraId="4275C4DE" w14:textId="77777777" w:rsidTr="00930586">
        <w:trPr>
          <w:tblHeader/>
        </w:trPr>
        <w:tc>
          <w:tcPr>
            <w:tcW w:w="4129" w:type="dxa"/>
          </w:tcPr>
          <w:p w14:paraId="5AEF6811" w14:textId="77777777" w:rsidR="00930586" w:rsidRPr="009C526C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i/>
                <w:iCs/>
                <w:spacing w:val="0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2D784312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79B1DCC8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  <w:tcBorders>
              <w:top w:val="double" w:sz="4" w:space="0" w:color="auto"/>
            </w:tcBorders>
          </w:tcPr>
          <w:p w14:paraId="376FDD4B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16" w:type="dxa"/>
          </w:tcPr>
          <w:p w14:paraId="59894ACE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</w:tcPr>
          <w:p w14:paraId="0307A266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68" w:type="dxa"/>
          </w:tcPr>
          <w:p w14:paraId="56EDC333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</w:tcPr>
          <w:p w14:paraId="7A665271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930586" w:rsidRPr="009C526C" w14:paraId="7EBBC2C8" w14:textId="77777777" w:rsidTr="00930586">
        <w:trPr>
          <w:tblHeader/>
        </w:trPr>
        <w:tc>
          <w:tcPr>
            <w:tcW w:w="4129" w:type="dxa"/>
          </w:tcPr>
          <w:p w14:paraId="3259B315" w14:textId="1DD2DF35" w:rsidR="00930586" w:rsidRPr="009C526C" w:rsidRDefault="00930586" w:rsidP="00930586">
            <w:pPr>
              <w:tabs>
                <w:tab w:val="left" w:pos="342"/>
              </w:tabs>
              <w:spacing w:line="240" w:lineRule="auto"/>
              <w:jc w:val="both"/>
              <w:rPr>
                <w:spacing w:val="0"/>
                <w:cs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>เจ้าหนี้การค้า</w:t>
            </w:r>
          </w:p>
        </w:tc>
        <w:tc>
          <w:tcPr>
            <w:tcW w:w="1077" w:type="dxa"/>
          </w:tcPr>
          <w:p w14:paraId="3637FE27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D1DE9A0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</w:tcPr>
          <w:p w14:paraId="1F984F3B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16" w:type="dxa"/>
          </w:tcPr>
          <w:p w14:paraId="31245570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59EE7CB5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68" w:type="dxa"/>
          </w:tcPr>
          <w:p w14:paraId="2D330F7C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1AE5D8D2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930586" w:rsidRPr="009C526C" w14:paraId="20CA04B5" w14:textId="77777777" w:rsidTr="00930586">
        <w:trPr>
          <w:tblHeader/>
        </w:trPr>
        <w:tc>
          <w:tcPr>
            <w:tcW w:w="4129" w:type="dxa"/>
            <w:shd w:val="clear" w:color="auto" w:fill="auto"/>
            <w:vAlign w:val="center"/>
          </w:tcPr>
          <w:p w14:paraId="78FDBBA0" w14:textId="77777777" w:rsidR="00930586" w:rsidRPr="009C526C" w:rsidRDefault="00930586" w:rsidP="00930586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กิจการอื่นที่เกี่ยวข้องกัน</w:t>
            </w:r>
          </w:p>
        </w:tc>
        <w:tc>
          <w:tcPr>
            <w:tcW w:w="1077" w:type="dxa"/>
            <w:tcBorders>
              <w:left w:val="nil"/>
            </w:tcBorders>
          </w:tcPr>
          <w:p w14:paraId="3913E223" w14:textId="07BBB72E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BA2ACA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33,6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41</w:t>
            </w:r>
          </w:p>
        </w:tc>
        <w:tc>
          <w:tcPr>
            <w:tcW w:w="270" w:type="dxa"/>
          </w:tcPr>
          <w:p w14:paraId="4AD719AD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04" w:type="dxa"/>
            <w:shd w:val="clear" w:color="auto" w:fill="auto"/>
          </w:tcPr>
          <w:p w14:paraId="3900EE32" w14:textId="52104876" w:rsidR="00930586" w:rsidRPr="009C526C" w:rsidRDefault="00930586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spacing w:val="0"/>
              </w:rPr>
            </w:pPr>
            <w:r w:rsidRPr="00387AE6">
              <w:t>2</w:t>
            </w:r>
            <w:r w:rsidRPr="00A1129E">
              <w:rPr>
                <w:lang w:val="en-GB"/>
              </w:rPr>
              <w:t>1,279</w:t>
            </w:r>
          </w:p>
        </w:tc>
        <w:tc>
          <w:tcPr>
            <w:tcW w:w="316" w:type="dxa"/>
          </w:tcPr>
          <w:p w14:paraId="73BEC0AA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24" w:type="dxa"/>
            <w:gridSpan w:val="2"/>
          </w:tcPr>
          <w:p w14:paraId="77F2250D" w14:textId="1D616546" w:rsidR="00930586" w:rsidRPr="009C526C" w:rsidRDefault="00930586" w:rsidP="00930586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BA2ACA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33,6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41</w:t>
            </w:r>
          </w:p>
        </w:tc>
        <w:tc>
          <w:tcPr>
            <w:tcW w:w="268" w:type="dxa"/>
          </w:tcPr>
          <w:p w14:paraId="1F846820" w14:textId="77777777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7" w:type="dxa"/>
          </w:tcPr>
          <w:p w14:paraId="359B459A" w14:textId="12492155" w:rsidR="00930586" w:rsidRPr="009C526C" w:rsidRDefault="00930586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  <w:rPr>
                <w:spacing w:val="0"/>
                <w:lang w:val="en-GB"/>
              </w:rPr>
            </w:pPr>
            <w:r w:rsidRPr="00387AE6">
              <w:t>21,279</w:t>
            </w:r>
          </w:p>
        </w:tc>
      </w:tr>
      <w:tr w:rsidR="00930586" w:rsidRPr="009C526C" w14:paraId="405C2B10" w14:textId="77777777" w:rsidTr="00930586">
        <w:trPr>
          <w:tblHeader/>
        </w:trPr>
        <w:tc>
          <w:tcPr>
            <w:tcW w:w="4129" w:type="dxa"/>
            <w:shd w:val="clear" w:color="auto" w:fill="auto"/>
            <w:vAlign w:val="center"/>
          </w:tcPr>
          <w:p w14:paraId="01234C7B" w14:textId="77777777" w:rsidR="00930586" w:rsidRPr="009C526C" w:rsidRDefault="00930586" w:rsidP="00930586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4239AB0E" w14:textId="43935E02" w:rsidR="00930586" w:rsidRPr="009C526C" w:rsidRDefault="00930586" w:rsidP="00930586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BA2ACA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33,6</w:t>
            </w:r>
            <w:r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41</w:t>
            </w:r>
          </w:p>
        </w:tc>
        <w:tc>
          <w:tcPr>
            <w:tcW w:w="270" w:type="dxa"/>
          </w:tcPr>
          <w:p w14:paraId="3963FD8C" w14:textId="77777777" w:rsidR="00930586" w:rsidRPr="009C526C" w:rsidRDefault="00930586" w:rsidP="009305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02B169" w14:textId="55B8B68D" w:rsidR="00930586" w:rsidRPr="00387AE6" w:rsidRDefault="00930586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b/>
                <w:bCs/>
              </w:rPr>
            </w:pPr>
            <w:r w:rsidRPr="00387AE6">
              <w:rPr>
                <w:b/>
                <w:bCs/>
              </w:rPr>
              <w:t>21,279</w:t>
            </w:r>
          </w:p>
        </w:tc>
        <w:tc>
          <w:tcPr>
            <w:tcW w:w="316" w:type="dxa"/>
          </w:tcPr>
          <w:p w14:paraId="1E5CE2E9" w14:textId="77777777" w:rsidR="00930586" w:rsidRPr="009C526C" w:rsidRDefault="00930586" w:rsidP="009305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C79CF58" w14:textId="4C4D89D3" w:rsidR="00930586" w:rsidRPr="009C526C" w:rsidRDefault="00930586" w:rsidP="00930586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BA2ACA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33,6</w:t>
            </w:r>
            <w:r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41</w:t>
            </w:r>
          </w:p>
        </w:tc>
        <w:tc>
          <w:tcPr>
            <w:tcW w:w="268" w:type="dxa"/>
          </w:tcPr>
          <w:p w14:paraId="181466D8" w14:textId="77777777" w:rsidR="00930586" w:rsidRPr="009C526C" w:rsidRDefault="00930586" w:rsidP="009305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</w:tcPr>
          <w:p w14:paraId="61BA3A51" w14:textId="1A9071EE" w:rsidR="00930586" w:rsidRPr="009C526C" w:rsidRDefault="00930586" w:rsidP="00387A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  <w:rPr>
                <w:b/>
                <w:bCs/>
                <w:spacing w:val="0"/>
                <w:lang w:val="en-GB"/>
              </w:rPr>
            </w:pPr>
            <w:r w:rsidRPr="00A1129E">
              <w:rPr>
                <w:b/>
                <w:bCs/>
              </w:rPr>
              <w:t>21,279</w:t>
            </w:r>
          </w:p>
        </w:tc>
      </w:tr>
    </w:tbl>
    <w:p w14:paraId="782033A7" w14:textId="77777777" w:rsidR="00D96A2A" w:rsidRPr="007A62F9" w:rsidRDefault="00D96A2A" w:rsidP="003879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cs/>
        </w:rPr>
      </w:pPr>
    </w:p>
    <w:p w14:paraId="6720C77E" w14:textId="2FBA1E3A" w:rsidR="006C655C" w:rsidRDefault="00903A1C" w:rsidP="007D17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b/>
          <w:bCs/>
          <w:spacing w:val="0"/>
          <w:lang w:val="th-TH"/>
        </w:rPr>
      </w:pPr>
      <w:r w:rsidRPr="0029714C">
        <w:rPr>
          <w:b/>
          <w:bCs/>
        </w:rPr>
        <w:t>3</w:t>
      </w:r>
      <w:r w:rsidR="003879EE" w:rsidRPr="0029714C">
        <w:rPr>
          <w:b/>
          <w:bCs/>
          <w:cs/>
          <w:lang w:val="th-TH"/>
        </w:rPr>
        <w:tab/>
      </w:r>
      <w:r w:rsidR="00994644" w:rsidRPr="0029714C">
        <w:rPr>
          <w:b/>
          <w:bCs/>
          <w:spacing w:val="0"/>
          <w:cs/>
          <w:lang w:val="th-TH"/>
        </w:rPr>
        <w:t>ลูกหนี้การค้าและลูกหนี้หมุนเวียนอื่น</w:t>
      </w:r>
    </w:p>
    <w:p w14:paraId="658D9D47" w14:textId="77777777" w:rsidR="007D1712" w:rsidRPr="007A62F9" w:rsidRDefault="007D1712" w:rsidP="007D17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spacing w:val="0"/>
          <w:lang w:val="th-TH"/>
        </w:rPr>
      </w:pPr>
    </w:p>
    <w:tbl>
      <w:tblPr>
        <w:tblW w:w="933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968"/>
        <w:gridCol w:w="897"/>
        <w:gridCol w:w="236"/>
        <w:gridCol w:w="1080"/>
        <w:gridCol w:w="236"/>
        <w:gridCol w:w="1170"/>
        <w:gridCol w:w="241"/>
        <w:gridCol w:w="1077"/>
        <w:gridCol w:w="255"/>
        <w:gridCol w:w="1176"/>
      </w:tblGrid>
      <w:tr w:rsidR="007A62F9" w:rsidRPr="007D1712" w14:paraId="4B7C4A82" w14:textId="77777777" w:rsidTr="007A62F9">
        <w:trPr>
          <w:tblHeader/>
        </w:trPr>
        <w:tc>
          <w:tcPr>
            <w:tcW w:w="2968" w:type="dxa"/>
          </w:tcPr>
          <w:p w14:paraId="3D8AF7FD" w14:textId="77777777" w:rsidR="007A62F9" w:rsidRPr="009C526C" w:rsidRDefault="007A62F9" w:rsidP="00CB1D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60"/>
              <w:rPr>
                <w:b/>
                <w:bCs/>
                <w:spacing w:val="0"/>
              </w:rPr>
            </w:pPr>
          </w:p>
        </w:tc>
        <w:tc>
          <w:tcPr>
            <w:tcW w:w="897" w:type="dxa"/>
          </w:tcPr>
          <w:p w14:paraId="17587F94" w14:textId="77777777" w:rsidR="007A62F9" w:rsidRPr="009C526C" w:rsidRDefault="007A62F9" w:rsidP="00CB1D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  <w:cs/>
              </w:rPr>
            </w:pPr>
          </w:p>
        </w:tc>
        <w:tc>
          <w:tcPr>
            <w:tcW w:w="236" w:type="dxa"/>
          </w:tcPr>
          <w:p w14:paraId="05199CDE" w14:textId="77777777" w:rsidR="007A62F9" w:rsidRPr="009C526C" w:rsidRDefault="007A62F9" w:rsidP="00CB1D2E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2486" w:type="dxa"/>
            <w:gridSpan w:val="3"/>
            <w:vAlign w:val="bottom"/>
            <w:hideMark/>
          </w:tcPr>
          <w:p w14:paraId="3922FC00" w14:textId="3B213C78" w:rsidR="007A62F9" w:rsidRPr="007D1712" w:rsidRDefault="007A62F9" w:rsidP="00CB1D2E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</w:pPr>
            <w:r w:rsidRPr="009C526C"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1" w:type="dxa"/>
          </w:tcPr>
          <w:p w14:paraId="0E2A5E6D" w14:textId="77777777" w:rsidR="007A62F9" w:rsidRPr="009C526C" w:rsidRDefault="007A62F9" w:rsidP="00CB1D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b/>
                <w:spacing w:val="0"/>
              </w:rPr>
            </w:pPr>
          </w:p>
        </w:tc>
        <w:tc>
          <w:tcPr>
            <w:tcW w:w="2508" w:type="dxa"/>
            <w:gridSpan w:val="3"/>
            <w:vAlign w:val="bottom"/>
            <w:hideMark/>
          </w:tcPr>
          <w:p w14:paraId="0A752796" w14:textId="77777777" w:rsidR="007A62F9" w:rsidRPr="007D1712" w:rsidRDefault="007A62F9" w:rsidP="00CB1D2E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lang w:bidi="th-TH"/>
              </w:rPr>
            </w:pPr>
            <w:r w:rsidRPr="009C526C"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F08B9" w:rsidRPr="009C526C" w14:paraId="32BA79A7" w14:textId="77777777" w:rsidTr="007A62F9">
        <w:trPr>
          <w:tblHeader/>
        </w:trPr>
        <w:tc>
          <w:tcPr>
            <w:tcW w:w="2968" w:type="dxa"/>
          </w:tcPr>
          <w:p w14:paraId="7A432CB9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897" w:type="dxa"/>
          </w:tcPr>
          <w:p w14:paraId="7E17AAB1" w14:textId="77777777" w:rsidR="00AF08B9" w:rsidRPr="009C526C" w:rsidRDefault="00AF08B9" w:rsidP="00AF08B9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36" w:type="dxa"/>
          </w:tcPr>
          <w:p w14:paraId="192D04B3" w14:textId="77777777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CFC414F" w14:textId="5DB51A2C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36" w:type="dxa"/>
          </w:tcPr>
          <w:p w14:paraId="24625B07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70" w:type="dxa"/>
          </w:tcPr>
          <w:p w14:paraId="6C4AE199" w14:textId="77777777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31 </w:t>
            </w:r>
            <w:r w:rsidRPr="009C526C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41" w:type="dxa"/>
          </w:tcPr>
          <w:p w14:paraId="0FBDA46B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077" w:type="dxa"/>
          </w:tcPr>
          <w:p w14:paraId="79595DD5" w14:textId="5CDA0707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55" w:type="dxa"/>
          </w:tcPr>
          <w:p w14:paraId="7471A0B9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76" w:type="dxa"/>
          </w:tcPr>
          <w:p w14:paraId="462FCC39" w14:textId="77777777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cs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31 </w:t>
            </w:r>
            <w:r w:rsidRPr="009C526C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AF08B9" w:rsidRPr="009C526C" w14:paraId="03D2EBB3" w14:textId="77777777" w:rsidTr="007A62F9">
        <w:trPr>
          <w:tblHeader/>
        </w:trPr>
        <w:tc>
          <w:tcPr>
            <w:tcW w:w="2968" w:type="dxa"/>
          </w:tcPr>
          <w:p w14:paraId="36D9D86E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897" w:type="dxa"/>
            <w:hideMark/>
          </w:tcPr>
          <w:p w14:paraId="5E50C8DA" w14:textId="77777777" w:rsidR="00AF08B9" w:rsidRPr="009C526C" w:rsidRDefault="00AF08B9" w:rsidP="00AF08B9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/>
                <w:i/>
                <w:iCs/>
                <w:spacing w:val="0"/>
                <w:cs/>
              </w:rPr>
            </w:pPr>
            <w:r w:rsidRPr="009C526C">
              <w:rPr>
                <w:b/>
                <w:i/>
                <w:iCs/>
                <w:spacing w:val="0"/>
                <w:cs/>
              </w:rPr>
              <w:t>หมายเหตุ</w:t>
            </w:r>
          </w:p>
        </w:tc>
        <w:tc>
          <w:tcPr>
            <w:tcW w:w="236" w:type="dxa"/>
          </w:tcPr>
          <w:p w14:paraId="534171CF" w14:textId="77777777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C364BAE" w14:textId="04DB3F7F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236" w:type="dxa"/>
          </w:tcPr>
          <w:p w14:paraId="2A022F0C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70" w:type="dxa"/>
          </w:tcPr>
          <w:p w14:paraId="30D3BB39" w14:textId="004D0F92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241" w:type="dxa"/>
          </w:tcPr>
          <w:p w14:paraId="45C247B5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077" w:type="dxa"/>
          </w:tcPr>
          <w:p w14:paraId="4945C7F7" w14:textId="1AEADD22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255" w:type="dxa"/>
          </w:tcPr>
          <w:p w14:paraId="15152713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76" w:type="dxa"/>
          </w:tcPr>
          <w:p w14:paraId="6788BD4C" w14:textId="68CC352E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cs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</w:tr>
      <w:tr w:rsidR="007A62F9" w:rsidRPr="009C526C" w14:paraId="3A159B6A" w14:textId="77777777" w:rsidTr="007A62F9">
        <w:trPr>
          <w:tblHeader/>
        </w:trPr>
        <w:tc>
          <w:tcPr>
            <w:tcW w:w="2968" w:type="dxa"/>
          </w:tcPr>
          <w:p w14:paraId="4DA8D265" w14:textId="77777777" w:rsidR="007A62F9" w:rsidRPr="009C526C" w:rsidRDefault="007A62F9" w:rsidP="00CB1D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897" w:type="dxa"/>
          </w:tcPr>
          <w:p w14:paraId="609C5883" w14:textId="77777777" w:rsidR="007A62F9" w:rsidRPr="009C526C" w:rsidRDefault="007A62F9" w:rsidP="00CB1D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  <w:cs/>
              </w:rPr>
            </w:pPr>
          </w:p>
        </w:tc>
        <w:tc>
          <w:tcPr>
            <w:tcW w:w="236" w:type="dxa"/>
          </w:tcPr>
          <w:p w14:paraId="7D3CF267" w14:textId="77777777" w:rsidR="007A62F9" w:rsidRPr="009C526C" w:rsidRDefault="007A62F9" w:rsidP="00CB1D2E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5235" w:type="dxa"/>
            <w:gridSpan w:val="7"/>
            <w:vAlign w:val="bottom"/>
            <w:hideMark/>
          </w:tcPr>
          <w:p w14:paraId="68FC820A" w14:textId="10B7FBA0" w:rsidR="007A62F9" w:rsidRPr="009C526C" w:rsidRDefault="007A62F9" w:rsidP="00CB1D2E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9C526C">
              <w:rPr>
                <w:rFonts w:ascii="Angsana New" w:hAnsi="Angsana New"/>
                <w:b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A62F9" w:rsidRPr="009C526C" w14:paraId="7B50BC1B" w14:textId="77777777" w:rsidTr="007A62F9">
        <w:trPr>
          <w:tblHeader/>
        </w:trPr>
        <w:tc>
          <w:tcPr>
            <w:tcW w:w="2968" w:type="dxa"/>
            <w:hideMark/>
          </w:tcPr>
          <w:p w14:paraId="69F80CEB" w14:textId="77777777" w:rsidR="007A62F9" w:rsidRPr="009C526C" w:rsidRDefault="007A62F9" w:rsidP="00CB1D2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ลูกหนี้การค้า</w:t>
            </w:r>
          </w:p>
        </w:tc>
        <w:tc>
          <w:tcPr>
            <w:tcW w:w="897" w:type="dxa"/>
          </w:tcPr>
          <w:p w14:paraId="6C148449" w14:textId="77777777" w:rsidR="007A62F9" w:rsidRPr="009C526C" w:rsidRDefault="007A62F9" w:rsidP="00CB1D2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Cs/>
                <w:i/>
                <w:iCs/>
                <w:spacing w:val="0"/>
                <w:cs/>
              </w:rPr>
            </w:pPr>
          </w:p>
        </w:tc>
        <w:tc>
          <w:tcPr>
            <w:tcW w:w="236" w:type="dxa"/>
          </w:tcPr>
          <w:p w14:paraId="0C6BD20D" w14:textId="77777777" w:rsidR="007A62F9" w:rsidRPr="009C526C" w:rsidRDefault="007A62F9" w:rsidP="00CB1D2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A23DA74" w14:textId="262C4BFC" w:rsidR="007A62F9" w:rsidRPr="009C526C" w:rsidRDefault="007A62F9" w:rsidP="00CB1D2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236" w:type="dxa"/>
          </w:tcPr>
          <w:p w14:paraId="7C8090BE" w14:textId="77777777" w:rsidR="007A62F9" w:rsidRPr="009C526C" w:rsidRDefault="007A62F9" w:rsidP="00CB1D2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6B3DCBD9" w14:textId="77777777" w:rsidR="007A62F9" w:rsidRPr="009C526C" w:rsidRDefault="007A62F9" w:rsidP="00CB1D2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241" w:type="dxa"/>
          </w:tcPr>
          <w:p w14:paraId="3CC2235E" w14:textId="77777777" w:rsidR="007A62F9" w:rsidRPr="009C526C" w:rsidRDefault="007A62F9" w:rsidP="00CB1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spacing w:val="0"/>
              </w:rPr>
            </w:pPr>
          </w:p>
        </w:tc>
        <w:tc>
          <w:tcPr>
            <w:tcW w:w="1077" w:type="dxa"/>
          </w:tcPr>
          <w:p w14:paraId="7ED39766" w14:textId="77777777" w:rsidR="007A62F9" w:rsidRPr="009C526C" w:rsidRDefault="007A62F9" w:rsidP="00CB1D2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255" w:type="dxa"/>
          </w:tcPr>
          <w:p w14:paraId="1664247C" w14:textId="77777777" w:rsidR="007A62F9" w:rsidRPr="009C526C" w:rsidRDefault="007A62F9" w:rsidP="00CB1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76" w:type="dxa"/>
          </w:tcPr>
          <w:p w14:paraId="1AD8696A" w14:textId="77777777" w:rsidR="007A62F9" w:rsidRPr="009C526C" w:rsidRDefault="007A62F9" w:rsidP="00CB1D2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tr w:rsidR="000A372C" w:rsidRPr="009C526C" w14:paraId="6ACA7729" w14:textId="77777777" w:rsidTr="007A62F9">
        <w:trPr>
          <w:tblHeader/>
        </w:trPr>
        <w:tc>
          <w:tcPr>
            <w:tcW w:w="2968" w:type="dxa"/>
            <w:hideMark/>
          </w:tcPr>
          <w:p w14:paraId="634D4547" w14:textId="77777777" w:rsidR="000A372C" w:rsidRPr="009C526C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</w:rPr>
            </w:pPr>
            <w:r w:rsidRPr="009C526C">
              <w:rPr>
                <w:spacing w:val="0"/>
                <w:cs/>
              </w:rPr>
              <w:t>บุคคลหรือกิจการที่เกี่ยวข้องกัน</w:t>
            </w:r>
            <w:r w:rsidRPr="009C526C">
              <w:rPr>
                <w:spacing w:val="0"/>
              </w:rPr>
              <w:t xml:space="preserve">  </w:t>
            </w:r>
          </w:p>
        </w:tc>
        <w:tc>
          <w:tcPr>
            <w:tcW w:w="897" w:type="dxa"/>
            <w:hideMark/>
          </w:tcPr>
          <w:p w14:paraId="26679D2C" w14:textId="77777777" w:rsidR="000A372C" w:rsidRPr="009C526C" w:rsidRDefault="000A372C" w:rsidP="008B56E8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Cs/>
                <w:i/>
                <w:iCs/>
                <w:spacing w:val="0"/>
              </w:rPr>
            </w:pPr>
            <w:r w:rsidRPr="009C526C">
              <w:rPr>
                <w:bCs/>
                <w:i/>
                <w:iCs/>
                <w:spacing w:val="0"/>
              </w:rPr>
              <w:t>2</w:t>
            </w:r>
          </w:p>
        </w:tc>
        <w:tc>
          <w:tcPr>
            <w:tcW w:w="236" w:type="dxa"/>
          </w:tcPr>
          <w:p w14:paraId="232198B2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005556E" w14:textId="453EFD6E" w:rsidR="000A372C" w:rsidRPr="00387AE6" w:rsidRDefault="008247C8" w:rsidP="00F16A46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1,1</w:t>
            </w:r>
            <w:r w:rsidR="000019E6"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68</w:t>
            </w:r>
          </w:p>
        </w:tc>
        <w:tc>
          <w:tcPr>
            <w:tcW w:w="236" w:type="dxa"/>
          </w:tcPr>
          <w:p w14:paraId="17AB62DC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70" w:type="dxa"/>
          </w:tcPr>
          <w:p w14:paraId="24FC5C2E" w14:textId="0D92E4B1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spacing w:val="0"/>
                <w:lang w:val="en-GB"/>
              </w:rPr>
            </w:pPr>
            <w:r w:rsidRPr="00387AE6">
              <w:t>1,133</w:t>
            </w:r>
          </w:p>
        </w:tc>
        <w:tc>
          <w:tcPr>
            <w:tcW w:w="241" w:type="dxa"/>
          </w:tcPr>
          <w:p w14:paraId="0069046A" w14:textId="77777777" w:rsidR="000A372C" w:rsidRPr="00387AE6" w:rsidRDefault="000A372C" w:rsidP="000A372C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077" w:type="dxa"/>
          </w:tcPr>
          <w:p w14:paraId="57DB16B8" w14:textId="7A3041C0" w:rsidR="000A372C" w:rsidRPr="00387AE6" w:rsidRDefault="008247C8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1,1</w:t>
            </w:r>
            <w:r w:rsidR="000019E6"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68</w:t>
            </w:r>
          </w:p>
        </w:tc>
        <w:tc>
          <w:tcPr>
            <w:tcW w:w="255" w:type="dxa"/>
          </w:tcPr>
          <w:p w14:paraId="0B03843D" w14:textId="77777777" w:rsidR="000A372C" w:rsidRPr="00387AE6" w:rsidRDefault="000A372C" w:rsidP="000A372C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6" w:type="dxa"/>
          </w:tcPr>
          <w:p w14:paraId="20F4CF89" w14:textId="6F320236" w:rsidR="000A372C" w:rsidRPr="00387AE6" w:rsidRDefault="000A372C" w:rsidP="008B56E8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GB"/>
              </w:rPr>
              <w:t>1,133</w:t>
            </w:r>
          </w:p>
        </w:tc>
      </w:tr>
      <w:tr w:rsidR="000A372C" w:rsidRPr="009C526C" w14:paraId="6B034233" w14:textId="77777777" w:rsidTr="007A62F9">
        <w:trPr>
          <w:tblHeader/>
        </w:trPr>
        <w:tc>
          <w:tcPr>
            <w:tcW w:w="2968" w:type="dxa"/>
            <w:hideMark/>
          </w:tcPr>
          <w:p w14:paraId="744A492A" w14:textId="77777777" w:rsidR="000A372C" w:rsidRPr="009C526C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</w:rPr>
            </w:pPr>
            <w:r w:rsidRPr="009C526C">
              <w:rPr>
                <w:spacing w:val="0"/>
                <w:cs/>
              </w:rPr>
              <w:t>บุคคลหรือกิจการอื่นๆ</w:t>
            </w:r>
          </w:p>
        </w:tc>
        <w:tc>
          <w:tcPr>
            <w:tcW w:w="897" w:type="dxa"/>
          </w:tcPr>
          <w:p w14:paraId="60E5D867" w14:textId="77777777" w:rsidR="000A372C" w:rsidRPr="009C526C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236" w:type="dxa"/>
          </w:tcPr>
          <w:p w14:paraId="1D3AF79A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BC2E7" w14:textId="28F79FBD" w:rsidR="000A372C" w:rsidRPr="00387AE6" w:rsidRDefault="000019E6" w:rsidP="000A372C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310,549</w:t>
            </w:r>
          </w:p>
        </w:tc>
        <w:tc>
          <w:tcPr>
            <w:tcW w:w="236" w:type="dxa"/>
          </w:tcPr>
          <w:p w14:paraId="14610FCE" w14:textId="77777777" w:rsidR="000A372C" w:rsidRPr="00387AE6" w:rsidRDefault="000A372C" w:rsidP="000A372C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81D49" w14:textId="575C078E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spacing w:val="0"/>
                <w:lang w:val="en-GB"/>
              </w:rPr>
            </w:pPr>
            <w:r w:rsidRPr="00387AE6">
              <w:rPr>
                <w:lang w:val="en-GB"/>
              </w:rPr>
              <w:t>270,974</w:t>
            </w:r>
          </w:p>
        </w:tc>
        <w:tc>
          <w:tcPr>
            <w:tcW w:w="241" w:type="dxa"/>
          </w:tcPr>
          <w:p w14:paraId="4E787659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125B2" w14:textId="7713EF42" w:rsidR="000A372C" w:rsidRPr="00387AE6" w:rsidRDefault="000019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310,488</w:t>
            </w:r>
          </w:p>
        </w:tc>
        <w:tc>
          <w:tcPr>
            <w:tcW w:w="255" w:type="dxa"/>
          </w:tcPr>
          <w:p w14:paraId="6FF0170C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10B16" w14:textId="6C8BBEC9" w:rsidR="000A372C" w:rsidRPr="00387AE6" w:rsidRDefault="000A372C" w:rsidP="000A372C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US"/>
              </w:rPr>
              <w:t>270,913</w:t>
            </w:r>
          </w:p>
        </w:tc>
      </w:tr>
      <w:tr w:rsidR="000A372C" w:rsidRPr="009C526C" w14:paraId="60C55820" w14:textId="77777777" w:rsidTr="007A62F9">
        <w:trPr>
          <w:tblHeader/>
        </w:trPr>
        <w:tc>
          <w:tcPr>
            <w:tcW w:w="2968" w:type="dxa"/>
          </w:tcPr>
          <w:p w14:paraId="770F9E5A" w14:textId="77777777" w:rsidR="000A372C" w:rsidRPr="009C526C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897" w:type="dxa"/>
          </w:tcPr>
          <w:p w14:paraId="2D3ADE67" w14:textId="77777777" w:rsidR="000A372C" w:rsidRPr="009C526C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236" w:type="dxa"/>
          </w:tcPr>
          <w:p w14:paraId="0FAB689A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4672EB10" w14:textId="7E8F35AA" w:rsidR="000A372C" w:rsidRPr="00387AE6" w:rsidRDefault="000019E6" w:rsidP="008B56E8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311,717</w:t>
            </w:r>
          </w:p>
        </w:tc>
        <w:tc>
          <w:tcPr>
            <w:tcW w:w="236" w:type="dxa"/>
          </w:tcPr>
          <w:p w14:paraId="41B08FE4" w14:textId="77777777" w:rsidR="000A372C" w:rsidRPr="00387AE6" w:rsidRDefault="000A372C" w:rsidP="000A372C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2D8CF7D2" w14:textId="009AC7B4" w:rsidR="000A372C" w:rsidRPr="00387AE6" w:rsidRDefault="000A372C" w:rsidP="008B56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b/>
                <w:bCs/>
                <w:spacing w:val="0"/>
                <w:lang w:val="en-GB"/>
              </w:rPr>
            </w:pPr>
            <w:r w:rsidRPr="00387AE6">
              <w:rPr>
                <w:b/>
                <w:bCs/>
                <w:lang w:val="en-GB"/>
              </w:rPr>
              <w:t>272,107</w:t>
            </w:r>
          </w:p>
        </w:tc>
        <w:tc>
          <w:tcPr>
            <w:tcW w:w="241" w:type="dxa"/>
          </w:tcPr>
          <w:p w14:paraId="140BEC8A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right w:val="nil"/>
            </w:tcBorders>
          </w:tcPr>
          <w:p w14:paraId="287E14EB" w14:textId="41E7ACE8" w:rsidR="000A372C" w:rsidRPr="00387AE6" w:rsidRDefault="000019E6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311,656</w:t>
            </w:r>
          </w:p>
        </w:tc>
        <w:tc>
          <w:tcPr>
            <w:tcW w:w="255" w:type="dxa"/>
          </w:tcPr>
          <w:p w14:paraId="07F54A59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nil"/>
            </w:tcBorders>
          </w:tcPr>
          <w:p w14:paraId="6831FD0A" w14:textId="482317E2" w:rsidR="000A372C" w:rsidRPr="00387AE6" w:rsidRDefault="000A372C" w:rsidP="008B56E8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387AE6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272,046</w:t>
            </w:r>
          </w:p>
        </w:tc>
      </w:tr>
      <w:tr w:rsidR="000A372C" w:rsidRPr="009C526C" w14:paraId="1130B4CA" w14:textId="77777777" w:rsidTr="00AE4D08">
        <w:trPr>
          <w:trHeight w:val="604"/>
          <w:tblHeader/>
        </w:trPr>
        <w:tc>
          <w:tcPr>
            <w:tcW w:w="2968" w:type="dxa"/>
          </w:tcPr>
          <w:p w14:paraId="71706312" w14:textId="77777777" w:rsidR="000A372C" w:rsidRPr="007D1712" w:rsidRDefault="000A372C" w:rsidP="000A372C">
            <w:pPr>
              <w:pStyle w:val="BodyText"/>
              <w:spacing w:after="0" w:line="240" w:lineRule="auto"/>
              <w:rPr>
                <w:spacing w:val="0"/>
              </w:rPr>
            </w:pPr>
            <w:r w:rsidRPr="007A62F9">
              <w:rPr>
                <w:i/>
                <w:iCs/>
                <w:spacing w:val="0"/>
                <w:cs/>
              </w:rPr>
              <w:t>หัก</w:t>
            </w:r>
            <w:r w:rsidRPr="007D1712">
              <w:rPr>
                <w:spacing w:val="0"/>
                <w:cs/>
              </w:rPr>
              <w:t xml:space="preserve"> ค่าเผื่อผลขาดทุนด้านเครดิต</w:t>
            </w:r>
            <w:r w:rsidRPr="007D1712">
              <w:rPr>
                <w:spacing w:val="0"/>
              </w:rPr>
              <w:br/>
              <w:t xml:space="preserve">   </w:t>
            </w:r>
            <w:r w:rsidRPr="007D1712">
              <w:rPr>
                <w:spacing w:val="0"/>
                <w:cs/>
              </w:rPr>
              <w:t>ที่คาดว่าจะเกิดขึ้น</w:t>
            </w:r>
          </w:p>
        </w:tc>
        <w:tc>
          <w:tcPr>
            <w:tcW w:w="897" w:type="dxa"/>
          </w:tcPr>
          <w:p w14:paraId="7F95AC49" w14:textId="77777777" w:rsidR="000A372C" w:rsidRPr="007D1712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i/>
                <w:iCs/>
                <w:spacing w:val="0"/>
              </w:rPr>
            </w:pPr>
          </w:p>
        </w:tc>
        <w:tc>
          <w:tcPr>
            <w:tcW w:w="236" w:type="dxa"/>
          </w:tcPr>
          <w:p w14:paraId="392DE675" w14:textId="77777777" w:rsidR="000A372C" w:rsidRPr="007D1712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2B7E0F4" w14:textId="77777777" w:rsidR="000019E6" w:rsidRPr="00387AE6" w:rsidRDefault="000019E6" w:rsidP="00387AE6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  <w:p w14:paraId="2BFF6B60" w14:textId="6E1C259C" w:rsidR="000A372C" w:rsidRPr="00387AE6" w:rsidRDefault="000019E6" w:rsidP="00387AE6">
            <w:pPr>
              <w:pStyle w:val="a1"/>
              <w:ind w:right="-29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(1</w:t>
            </w:r>
            <w:r w:rsidR="002818F6"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5,</w:t>
            </w:r>
            <w:r w:rsidR="00D47A92"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678</w:t>
            </w: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00C70949" w14:textId="77777777" w:rsidR="000A372C" w:rsidRPr="00387AE6" w:rsidRDefault="000A372C" w:rsidP="000A372C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EBF432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</w:pPr>
          </w:p>
          <w:p w14:paraId="3A7EA975" w14:textId="1303F7A9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lang w:val="en-GB"/>
              </w:rPr>
            </w:pPr>
            <w:r w:rsidRPr="00387AE6">
              <w:rPr>
                <w:lang w:val="en-GB"/>
              </w:rPr>
              <w:t>(15,295)</w:t>
            </w:r>
          </w:p>
        </w:tc>
        <w:tc>
          <w:tcPr>
            <w:tcW w:w="241" w:type="dxa"/>
          </w:tcPr>
          <w:p w14:paraId="2837B7E9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14:paraId="28F5C644" w14:textId="77777777" w:rsidR="000019E6" w:rsidRPr="00387AE6" w:rsidRDefault="000019E6" w:rsidP="000A372C">
            <w:pPr>
              <w:pStyle w:val="a1"/>
              <w:tabs>
                <w:tab w:val="decimal" w:pos="780"/>
              </w:tabs>
              <w:ind w:right="0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  <w:p w14:paraId="7C972747" w14:textId="5D6549DC" w:rsidR="000A372C" w:rsidRPr="00387AE6" w:rsidRDefault="000019E6" w:rsidP="000A372C">
            <w:pPr>
              <w:pStyle w:val="a1"/>
              <w:tabs>
                <w:tab w:val="decimal" w:pos="780"/>
              </w:tabs>
              <w:ind w:right="0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(1</w:t>
            </w:r>
            <w:r w:rsidR="002818F6"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5,</w:t>
            </w:r>
            <w:r w:rsidR="00D47A92"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617</w:t>
            </w:r>
            <w:r w:rsidRPr="00387AE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)</w:t>
            </w:r>
          </w:p>
        </w:tc>
        <w:tc>
          <w:tcPr>
            <w:tcW w:w="255" w:type="dxa"/>
          </w:tcPr>
          <w:p w14:paraId="4DCAD37E" w14:textId="77777777" w:rsidR="000A372C" w:rsidRPr="00387AE6" w:rsidRDefault="000A372C" w:rsidP="000A372C">
            <w:pPr>
              <w:rPr>
                <w:spacing w:val="0"/>
              </w:rPr>
            </w:pPr>
          </w:p>
        </w:tc>
        <w:tc>
          <w:tcPr>
            <w:tcW w:w="11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558247A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lang w:val="en-GB"/>
              </w:rPr>
            </w:pPr>
          </w:p>
          <w:p w14:paraId="68A80766" w14:textId="217C1AF6" w:rsidR="000A372C" w:rsidRPr="00387AE6" w:rsidRDefault="000A372C" w:rsidP="000A372C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87AE6">
              <w:rPr>
                <w:rFonts w:ascii="Angsana New" w:hAnsi="Angsana New"/>
                <w:sz w:val="30"/>
                <w:szCs w:val="30"/>
                <w:lang w:val="en-GB"/>
              </w:rPr>
              <w:t>(15,234)</w:t>
            </w:r>
          </w:p>
        </w:tc>
      </w:tr>
      <w:tr w:rsidR="000A372C" w:rsidRPr="009C526C" w14:paraId="5EC3A61F" w14:textId="77777777" w:rsidTr="007A62F9">
        <w:trPr>
          <w:tblHeader/>
        </w:trPr>
        <w:tc>
          <w:tcPr>
            <w:tcW w:w="2968" w:type="dxa"/>
          </w:tcPr>
          <w:p w14:paraId="14946FF8" w14:textId="7D3B1769" w:rsidR="000A372C" w:rsidRPr="007D1712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>
              <w:rPr>
                <w:rFonts w:hint="cs"/>
                <w:b/>
                <w:bCs/>
                <w:spacing w:val="0"/>
                <w:cs/>
              </w:rPr>
              <w:t>สุทธิ</w:t>
            </w:r>
          </w:p>
        </w:tc>
        <w:tc>
          <w:tcPr>
            <w:tcW w:w="897" w:type="dxa"/>
          </w:tcPr>
          <w:p w14:paraId="1D98349E" w14:textId="77777777" w:rsidR="000A372C" w:rsidRPr="009C526C" w:rsidRDefault="000A372C" w:rsidP="000A372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236" w:type="dxa"/>
          </w:tcPr>
          <w:p w14:paraId="5878FDCC" w14:textId="77777777" w:rsidR="000A372C" w:rsidRPr="009C526C" w:rsidRDefault="000A372C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275BB9" w14:textId="6044868C" w:rsidR="000A372C" w:rsidRPr="00387AE6" w:rsidRDefault="000019E6" w:rsidP="00387AE6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29</w:t>
            </w:r>
            <w:r w:rsidR="002818F6" w:rsidRPr="00387AE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6,</w:t>
            </w:r>
            <w:r w:rsidR="00D47A92" w:rsidRPr="00387AE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039</w:t>
            </w:r>
          </w:p>
        </w:tc>
        <w:tc>
          <w:tcPr>
            <w:tcW w:w="236" w:type="dxa"/>
          </w:tcPr>
          <w:p w14:paraId="47F6CF9A" w14:textId="77777777" w:rsidR="000A372C" w:rsidRPr="00387AE6" w:rsidRDefault="000A372C" w:rsidP="000A372C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872979" w14:textId="1A40D701" w:rsidR="000A372C" w:rsidRPr="00387AE6" w:rsidRDefault="000A372C" w:rsidP="008B56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b/>
                <w:bCs/>
                <w:lang w:val="en-GB"/>
              </w:rPr>
            </w:pPr>
            <w:r w:rsidRPr="008B56E8">
              <w:rPr>
                <w:b/>
                <w:bCs/>
                <w:lang w:val="en-GB"/>
              </w:rPr>
              <w:t>256,812</w:t>
            </w:r>
          </w:p>
        </w:tc>
        <w:tc>
          <w:tcPr>
            <w:tcW w:w="241" w:type="dxa"/>
          </w:tcPr>
          <w:p w14:paraId="764F01B0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0AB02" w14:textId="724F23FC" w:rsidR="000A372C" w:rsidRPr="00387AE6" w:rsidRDefault="000019E6" w:rsidP="000A372C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387AE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29</w:t>
            </w:r>
            <w:r w:rsidR="002818F6" w:rsidRPr="00387AE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6,</w:t>
            </w:r>
            <w:r w:rsidR="00D47A92" w:rsidRPr="00387AE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039</w:t>
            </w:r>
          </w:p>
        </w:tc>
        <w:tc>
          <w:tcPr>
            <w:tcW w:w="255" w:type="dxa"/>
          </w:tcPr>
          <w:p w14:paraId="44AD3F1F" w14:textId="77777777" w:rsidR="000A372C" w:rsidRPr="00387AE6" w:rsidRDefault="000A372C" w:rsidP="000A37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5B6878" w14:textId="31232383" w:rsidR="000A372C" w:rsidRPr="00387AE6" w:rsidRDefault="000A372C" w:rsidP="000A372C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387AE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256,812</w:t>
            </w:r>
          </w:p>
        </w:tc>
      </w:tr>
    </w:tbl>
    <w:p w14:paraId="182075E4" w14:textId="21B24E35" w:rsidR="007D1712" w:rsidRPr="007D1712" w:rsidRDefault="007D1712" w:rsidP="007D17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30"/>
        </w:tabs>
        <w:rPr>
          <w:cs/>
          <w:lang w:val="th-TH"/>
        </w:rPr>
      </w:pPr>
    </w:p>
    <w:tbl>
      <w:tblPr>
        <w:tblW w:w="1145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968"/>
        <w:gridCol w:w="900"/>
        <w:gridCol w:w="267"/>
        <w:gridCol w:w="1074"/>
        <w:gridCol w:w="242"/>
        <w:gridCol w:w="1119"/>
        <w:gridCol w:w="270"/>
        <w:gridCol w:w="1050"/>
        <w:gridCol w:w="300"/>
        <w:gridCol w:w="1102"/>
        <w:gridCol w:w="1080"/>
        <w:gridCol w:w="1080"/>
      </w:tblGrid>
      <w:tr w:rsidR="007A62F9" w:rsidRPr="009C526C" w14:paraId="172F4F92" w14:textId="77777777" w:rsidTr="00F16A46">
        <w:trPr>
          <w:gridAfter w:val="2"/>
          <w:wAfter w:w="2160" w:type="dxa"/>
          <w:tblHeader/>
        </w:trPr>
        <w:tc>
          <w:tcPr>
            <w:tcW w:w="2968" w:type="dxa"/>
          </w:tcPr>
          <w:p w14:paraId="4FF39C8C" w14:textId="77777777" w:rsidR="007A62F9" w:rsidRPr="009C526C" w:rsidRDefault="007A62F9" w:rsidP="00F16A46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clear" w:pos="3742"/>
                <w:tab w:val="left" w:pos="720"/>
                <w:tab w:val="left" w:pos="2753"/>
              </w:tabs>
              <w:spacing w:line="240" w:lineRule="auto"/>
              <w:ind w:left="360"/>
              <w:rPr>
                <w:b/>
                <w:bCs/>
                <w:spacing w:val="0"/>
              </w:rPr>
            </w:pPr>
          </w:p>
        </w:tc>
        <w:tc>
          <w:tcPr>
            <w:tcW w:w="900" w:type="dxa"/>
          </w:tcPr>
          <w:p w14:paraId="4FC97F59" w14:textId="77777777" w:rsidR="007A62F9" w:rsidRPr="009C526C" w:rsidRDefault="007A62F9" w:rsidP="001C5BB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  <w:cs/>
              </w:rPr>
            </w:pPr>
          </w:p>
        </w:tc>
        <w:tc>
          <w:tcPr>
            <w:tcW w:w="267" w:type="dxa"/>
          </w:tcPr>
          <w:p w14:paraId="25BBC1D6" w14:textId="77777777" w:rsidR="007A62F9" w:rsidRPr="009C526C" w:rsidRDefault="007A62F9" w:rsidP="001C5BBC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2435" w:type="dxa"/>
            <w:gridSpan w:val="3"/>
            <w:vAlign w:val="bottom"/>
            <w:hideMark/>
          </w:tcPr>
          <w:p w14:paraId="00276708" w14:textId="17B8C073" w:rsidR="007A62F9" w:rsidRPr="009C526C" w:rsidRDefault="007A62F9" w:rsidP="001C5BBC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9C526C"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02A84E64" w14:textId="77777777" w:rsidR="007A62F9" w:rsidRPr="009C526C" w:rsidRDefault="007A62F9" w:rsidP="001C5BB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b/>
                <w:spacing w:val="0"/>
              </w:rPr>
            </w:pPr>
          </w:p>
        </w:tc>
        <w:tc>
          <w:tcPr>
            <w:tcW w:w="2452" w:type="dxa"/>
            <w:gridSpan w:val="3"/>
            <w:vAlign w:val="bottom"/>
            <w:hideMark/>
          </w:tcPr>
          <w:p w14:paraId="0DD3F374" w14:textId="77777777" w:rsidR="007A62F9" w:rsidRPr="009C526C" w:rsidRDefault="007A62F9" w:rsidP="001C5BBC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9C526C"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F08B9" w:rsidRPr="009C526C" w14:paraId="1215BC83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0D0C4E99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900" w:type="dxa"/>
          </w:tcPr>
          <w:p w14:paraId="2C300868" w14:textId="77777777" w:rsidR="00AF08B9" w:rsidRPr="009C526C" w:rsidRDefault="00AF08B9" w:rsidP="00AF08B9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6149B8CB" w14:textId="77777777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74" w:type="dxa"/>
          </w:tcPr>
          <w:p w14:paraId="49BF3E2F" w14:textId="007DD029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42" w:type="dxa"/>
          </w:tcPr>
          <w:p w14:paraId="48C15C57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19" w:type="dxa"/>
          </w:tcPr>
          <w:p w14:paraId="3D004DDF" w14:textId="3355EAEF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31 </w:t>
            </w:r>
            <w:r w:rsidRPr="009C526C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4FB83CCD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050" w:type="dxa"/>
          </w:tcPr>
          <w:p w14:paraId="6A0167AD" w14:textId="1F380190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300" w:type="dxa"/>
          </w:tcPr>
          <w:p w14:paraId="52F34491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02" w:type="dxa"/>
          </w:tcPr>
          <w:p w14:paraId="599A5E05" w14:textId="2A5CCE59" w:rsidR="00AF08B9" w:rsidRPr="009C526C" w:rsidRDefault="00AF08B9" w:rsidP="00AF08B9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cs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31 </w:t>
            </w:r>
            <w:r w:rsidRPr="009C526C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93B95" w:rsidRPr="009C526C" w14:paraId="2A350765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66EDA722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900" w:type="dxa"/>
          </w:tcPr>
          <w:p w14:paraId="4631B05F" w14:textId="639E534C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/>
                <w:i/>
                <w:iCs/>
                <w:spacing w:val="0"/>
                <w:cs/>
              </w:rPr>
            </w:pPr>
            <w:r w:rsidRPr="009C526C">
              <w:rPr>
                <w:b/>
                <w:i/>
                <w:iCs/>
                <w:spacing w:val="0"/>
                <w:cs/>
              </w:rPr>
              <w:t>หมายเหตุ</w:t>
            </w:r>
          </w:p>
        </w:tc>
        <w:tc>
          <w:tcPr>
            <w:tcW w:w="267" w:type="dxa"/>
          </w:tcPr>
          <w:p w14:paraId="7E822D46" w14:textId="77777777" w:rsidR="00193B95" w:rsidRPr="009C526C" w:rsidRDefault="00193B95" w:rsidP="00193B95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74" w:type="dxa"/>
          </w:tcPr>
          <w:p w14:paraId="7B48115D" w14:textId="06F64B0E" w:rsidR="00193B95" w:rsidRPr="009C526C" w:rsidRDefault="00193B95" w:rsidP="00193B95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242" w:type="dxa"/>
          </w:tcPr>
          <w:p w14:paraId="16CF095C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19" w:type="dxa"/>
          </w:tcPr>
          <w:p w14:paraId="1FA6C98B" w14:textId="6384BC3C" w:rsidR="00193B95" w:rsidRPr="009C526C" w:rsidRDefault="00193B95" w:rsidP="00193B95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5C8E9909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050" w:type="dxa"/>
          </w:tcPr>
          <w:p w14:paraId="6591C94E" w14:textId="4AB9D08F" w:rsidR="00193B95" w:rsidRPr="009C526C" w:rsidRDefault="00193B95" w:rsidP="00193B95">
            <w:pPr>
              <w:pStyle w:val="a1"/>
              <w:ind w:right="-108" w:hanging="108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lang w:val="en-US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300" w:type="dxa"/>
          </w:tcPr>
          <w:p w14:paraId="24E4A9C7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02" w:type="dxa"/>
          </w:tcPr>
          <w:p w14:paraId="7351F51B" w14:textId="1912E13F" w:rsidR="00193B95" w:rsidRPr="009C526C" w:rsidRDefault="00193B95" w:rsidP="00193B95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cs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</w:tr>
      <w:tr w:rsidR="00193B95" w:rsidRPr="009C526C" w14:paraId="66A10A78" w14:textId="77777777" w:rsidTr="00F16A46">
        <w:trPr>
          <w:gridAfter w:val="2"/>
          <w:wAfter w:w="2160" w:type="dxa"/>
          <w:tblHeader/>
        </w:trPr>
        <w:tc>
          <w:tcPr>
            <w:tcW w:w="2968" w:type="dxa"/>
          </w:tcPr>
          <w:p w14:paraId="4F696776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900" w:type="dxa"/>
          </w:tcPr>
          <w:p w14:paraId="19B2F56F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  <w:cs/>
              </w:rPr>
            </w:pPr>
          </w:p>
        </w:tc>
        <w:tc>
          <w:tcPr>
            <w:tcW w:w="267" w:type="dxa"/>
          </w:tcPr>
          <w:p w14:paraId="6E6B1C0C" w14:textId="77777777" w:rsidR="00193B95" w:rsidRPr="009C526C" w:rsidRDefault="00193B95" w:rsidP="00193B95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5157" w:type="dxa"/>
            <w:gridSpan w:val="7"/>
            <w:vAlign w:val="bottom"/>
            <w:hideMark/>
          </w:tcPr>
          <w:p w14:paraId="017E5575" w14:textId="630FC0FA" w:rsidR="00193B95" w:rsidRPr="009C526C" w:rsidRDefault="00193B95" w:rsidP="00193B95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9C526C">
              <w:rPr>
                <w:rFonts w:ascii="Angsana New" w:hAnsi="Angsana New"/>
                <w:b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93B95" w:rsidRPr="009C526C" w14:paraId="5B4CDB4D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592FD7CB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รายได้ค้างรับ</w:t>
            </w:r>
          </w:p>
        </w:tc>
        <w:tc>
          <w:tcPr>
            <w:tcW w:w="900" w:type="dxa"/>
          </w:tcPr>
          <w:p w14:paraId="1B765A5E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rPr>
                <w:b/>
                <w:i/>
                <w:iCs/>
                <w:spacing w:val="0"/>
              </w:rPr>
            </w:pPr>
          </w:p>
        </w:tc>
        <w:tc>
          <w:tcPr>
            <w:tcW w:w="267" w:type="dxa"/>
          </w:tcPr>
          <w:p w14:paraId="48174619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267596E6" w14:textId="1E1FE169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42" w:type="dxa"/>
          </w:tcPr>
          <w:p w14:paraId="082ACBBA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6CD64DB3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270" w:type="dxa"/>
          </w:tcPr>
          <w:p w14:paraId="746FAF87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vAlign w:val="center"/>
          </w:tcPr>
          <w:p w14:paraId="7BADD6A2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00" w:type="dxa"/>
          </w:tcPr>
          <w:p w14:paraId="57100A26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  <w:vAlign w:val="center"/>
          </w:tcPr>
          <w:p w14:paraId="1D62330A" w14:textId="77777777" w:rsidR="00193B95" w:rsidRPr="009C526C" w:rsidRDefault="00193B95" w:rsidP="00193B95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193B95" w:rsidRPr="009C526C" w14:paraId="34DA747E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2BB4E8F8" w14:textId="7AC7E78C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AB4D27">
              <w:rPr>
                <w:cs/>
              </w:rPr>
              <w:t>บุคคลหรือกิจการที่เกี่ยวข้องกัน</w:t>
            </w:r>
            <w:r w:rsidRPr="00AB4D27">
              <w:t xml:space="preserve">  </w:t>
            </w:r>
          </w:p>
        </w:tc>
        <w:tc>
          <w:tcPr>
            <w:tcW w:w="900" w:type="dxa"/>
          </w:tcPr>
          <w:p w14:paraId="565A37C7" w14:textId="32CD764F" w:rsidR="00193B95" w:rsidRPr="008B56E8" w:rsidRDefault="00193B95" w:rsidP="008B56E8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Cs/>
                <w:i/>
                <w:iCs/>
                <w:spacing w:val="0"/>
              </w:rPr>
            </w:pPr>
            <w:r w:rsidRPr="009C526C">
              <w:rPr>
                <w:bCs/>
                <w:i/>
                <w:iCs/>
                <w:spacing w:val="0"/>
              </w:rPr>
              <w:t>2</w:t>
            </w:r>
          </w:p>
        </w:tc>
        <w:tc>
          <w:tcPr>
            <w:tcW w:w="267" w:type="dxa"/>
          </w:tcPr>
          <w:p w14:paraId="5E1AA449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3F1D59F0" w14:textId="48C28C50" w:rsidR="00193B95" w:rsidRPr="009C526C" w:rsidRDefault="00193B95" w:rsidP="008B56E8">
            <w:pPr>
              <w:pStyle w:val="a1"/>
              <w:tabs>
                <w:tab w:val="decimal" w:pos="62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-</w:t>
            </w:r>
          </w:p>
        </w:tc>
        <w:tc>
          <w:tcPr>
            <w:tcW w:w="242" w:type="dxa"/>
          </w:tcPr>
          <w:p w14:paraId="641028B9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5AF7278F" w14:textId="1D998997" w:rsidR="00193B95" w:rsidRPr="008B56E8" w:rsidRDefault="00193B95" w:rsidP="008B56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</w:pPr>
            <w:r w:rsidRPr="008B56E8">
              <w:t>134</w:t>
            </w:r>
          </w:p>
        </w:tc>
        <w:tc>
          <w:tcPr>
            <w:tcW w:w="270" w:type="dxa"/>
          </w:tcPr>
          <w:p w14:paraId="56B5776F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vAlign w:val="center"/>
          </w:tcPr>
          <w:p w14:paraId="0AB3B90A" w14:textId="6A8DA9FC" w:rsidR="00193B95" w:rsidRPr="009C526C" w:rsidRDefault="00193B95" w:rsidP="008B56E8">
            <w:pPr>
              <w:pStyle w:val="a1"/>
              <w:tabs>
                <w:tab w:val="decimal" w:pos="62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-</w:t>
            </w:r>
          </w:p>
        </w:tc>
        <w:tc>
          <w:tcPr>
            <w:tcW w:w="300" w:type="dxa"/>
          </w:tcPr>
          <w:p w14:paraId="2BCE74B3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</w:tcPr>
          <w:p w14:paraId="2A5FB61E" w14:textId="3FAA82BD" w:rsidR="00193B95" w:rsidRPr="008B56E8" w:rsidRDefault="00193B95" w:rsidP="008B56E8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3027F">
              <w:rPr>
                <w:rFonts w:ascii="Angsana New" w:hAnsi="Angsana New"/>
                <w:sz w:val="30"/>
                <w:szCs w:val="30"/>
                <w:lang w:val="en-GB"/>
              </w:rPr>
              <w:t>134</w:t>
            </w:r>
          </w:p>
        </w:tc>
      </w:tr>
      <w:tr w:rsidR="00193B95" w:rsidRPr="009C526C" w14:paraId="0C4A22C6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1FCAE892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</w:rPr>
            </w:pPr>
            <w:r w:rsidRPr="009C526C">
              <w:rPr>
                <w:spacing w:val="0"/>
                <w:cs/>
              </w:rPr>
              <w:t>บุคคลหรือกิจการอื่นๆ</w:t>
            </w:r>
          </w:p>
        </w:tc>
        <w:tc>
          <w:tcPr>
            <w:tcW w:w="900" w:type="dxa"/>
          </w:tcPr>
          <w:p w14:paraId="4648EF66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267" w:type="dxa"/>
          </w:tcPr>
          <w:p w14:paraId="6731BEF6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7714E508" w14:textId="45030AE1" w:rsidR="00193B95" w:rsidRPr="00F37527" w:rsidRDefault="00193B95" w:rsidP="008B56E8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5851AB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38,223</w:t>
            </w:r>
          </w:p>
        </w:tc>
        <w:tc>
          <w:tcPr>
            <w:tcW w:w="242" w:type="dxa"/>
            <w:vAlign w:val="center"/>
          </w:tcPr>
          <w:p w14:paraId="77A360F5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  <w:vAlign w:val="center"/>
          </w:tcPr>
          <w:p w14:paraId="51CB9D59" w14:textId="264025C5" w:rsidR="00193B95" w:rsidRPr="008B56E8" w:rsidRDefault="00193B95" w:rsidP="008B56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</w:pPr>
            <w:r w:rsidRPr="008B56E8">
              <w:t>34,998</w:t>
            </w:r>
          </w:p>
        </w:tc>
        <w:tc>
          <w:tcPr>
            <w:tcW w:w="270" w:type="dxa"/>
            <w:vAlign w:val="center"/>
          </w:tcPr>
          <w:p w14:paraId="0B605366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</w:tcPr>
          <w:p w14:paraId="096C3165" w14:textId="50A97F51" w:rsidR="00193B95" w:rsidRPr="009C526C" w:rsidRDefault="00193B95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5851AB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38,223</w:t>
            </w:r>
          </w:p>
        </w:tc>
        <w:tc>
          <w:tcPr>
            <w:tcW w:w="300" w:type="dxa"/>
            <w:vAlign w:val="center"/>
          </w:tcPr>
          <w:p w14:paraId="16AFB228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lang w:val="en-GB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  <w:vAlign w:val="center"/>
          </w:tcPr>
          <w:p w14:paraId="6D52606D" w14:textId="0B666A19" w:rsidR="00193B95" w:rsidRPr="008B56E8" w:rsidRDefault="00193B95" w:rsidP="008B56E8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3027F">
              <w:rPr>
                <w:rFonts w:ascii="Angsana New" w:hAnsi="Angsana New"/>
                <w:sz w:val="30"/>
                <w:szCs w:val="30"/>
                <w:lang w:val="en-GB"/>
              </w:rPr>
              <w:t>34,998</w:t>
            </w:r>
          </w:p>
        </w:tc>
      </w:tr>
      <w:tr w:rsidR="00193B95" w:rsidRPr="009C526C" w14:paraId="0067F9A9" w14:textId="77777777" w:rsidTr="003E3556">
        <w:trPr>
          <w:gridAfter w:val="2"/>
          <w:wAfter w:w="2160" w:type="dxa"/>
          <w:tblHeader/>
        </w:trPr>
        <w:tc>
          <w:tcPr>
            <w:tcW w:w="2968" w:type="dxa"/>
            <w:hideMark/>
          </w:tcPr>
          <w:p w14:paraId="1324AC12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00" w:type="dxa"/>
          </w:tcPr>
          <w:p w14:paraId="00E9F37A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bCs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6484A828" w14:textId="77777777" w:rsidR="00193B95" w:rsidRPr="009C526C" w:rsidRDefault="00193B95" w:rsidP="00193B95">
            <w:pPr>
              <w:pStyle w:val="a1"/>
              <w:tabs>
                <w:tab w:val="decimal" w:pos="51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2E46FE" w14:textId="2700BA0A" w:rsidR="00193B95" w:rsidRPr="008B56E8" w:rsidRDefault="00193B95" w:rsidP="00193B95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8B56E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38,223</w:t>
            </w:r>
          </w:p>
        </w:tc>
        <w:tc>
          <w:tcPr>
            <w:tcW w:w="242" w:type="dxa"/>
          </w:tcPr>
          <w:p w14:paraId="4C66568A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51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12D06E" w14:textId="05F5CE16" w:rsidR="00193B95" w:rsidRPr="008B56E8" w:rsidRDefault="00193B95" w:rsidP="008B56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rPr>
                <w:b/>
                <w:bCs/>
              </w:rPr>
            </w:pPr>
            <w:r w:rsidRPr="008B56E8">
              <w:rPr>
                <w:b/>
                <w:bCs/>
              </w:rPr>
              <w:t>35,132</w:t>
            </w:r>
          </w:p>
        </w:tc>
        <w:tc>
          <w:tcPr>
            <w:tcW w:w="270" w:type="dxa"/>
          </w:tcPr>
          <w:p w14:paraId="25D2B121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E1F610" w14:textId="13F1D072" w:rsidR="00193B95" w:rsidRPr="009C526C" w:rsidRDefault="00193B95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5851AB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38,223</w:t>
            </w:r>
          </w:p>
        </w:tc>
        <w:tc>
          <w:tcPr>
            <w:tcW w:w="300" w:type="dxa"/>
          </w:tcPr>
          <w:p w14:paraId="5DA98AB1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AA20F" w14:textId="730107F6" w:rsidR="00193B95" w:rsidRPr="008B56E8" w:rsidRDefault="00193B95" w:rsidP="008B56E8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8B56E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35,132</w:t>
            </w:r>
          </w:p>
        </w:tc>
      </w:tr>
      <w:tr w:rsidR="00193B95" w:rsidRPr="009C526C" w14:paraId="4A63B5C0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2A5A503B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spacing w:val="0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5C4B6C8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i/>
                <w:iCs/>
                <w:spacing w:val="0"/>
                <w:sz w:val="24"/>
                <w:szCs w:val="24"/>
                <w:cs/>
              </w:rPr>
            </w:pPr>
          </w:p>
        </w:tc>
        <w:tc>
          <w:tcPr>
            <w:tcW w:w="267" w:type="dxa"/>
          </w:tcPr>
          <w:p w14:paraId="753E3FA0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1074" w:type="dxa"/>
          </w:tcPr>
          <w:p w14:paraId="46A4FE35" w14:textId="5033FB58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242" w:type="dxa"/>
          </w:tcPr>
          <w:p w14:paraId="42B91224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24"/>
                <w:szCs w:val="24"/>
                <w:lang w:val="en-US" w:bidi="th-TH"/>
              </w:rPr>
            </w:pPr>
          </w:p>
        </w:tc>
        <w:tc>
          <w:tcPr>
            <w:tcW w:w="1119" w:type="dxa"/>
          </w:tcPr>
          <w:p w14:paraId="50F9D594" w14:textId="77777777" w:rsidR="00193B95" w:rsidRPr="009C526C" w:rsidRDefault="00193B95" w:rsidP="008B56E8">
            <w:pPr>
              <w:pStyle w:val="a1"/>
              <w:tabs>
                <w:tab w:val="decimal" w:pos="797"/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1B837B30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1050" w:type="dxa"/>
          </w:tcPr>
          <w:p w14:paraId="1E19B3E9" w14:textId="77777777" w:rsidR="00193B95" w:rsidRPr="009C526C" w:rsidRDefault="00193B95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300" w:type="dxa"/>
          </w:tcPr>
          <w:p w14:paraId="5B17B275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1102" w:type="dxa"/>
          </w:tcPr>
          <w:p w14:paraId="372610EA" w14:textId="77777777" w:rsidR="00193B95" w:rsidRPr="009C526C" w:rsidRDefault="00193B95" w:rsidP="008B56E8">
            <w:pPr>
              <w:pStyle w:val="a1"/>
              <w:tabs>
                <w:tab w:val="decimal" w:pos="797"/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</w:tr>
      <w:tr w:rsidR="00193B95" w:rsidRPr="009C526C" w14:paraId="00140079" w14:textId="77777777" w:rsidTr="003E3556">
        <w:trPr>
          <w:gridAfter w:val="2"/>
          <w:wAfter w:w="2160" w:type="dxa"/>
          <w:tblHeader/>
        </w:trPr>
        <w:tc>
          <w:tcPr>
            <w:tcW w:w="2968" w:type="dxa"/>
            <w:hideMark/>
          </w:tcPr>
          <w:p w14:paraId="58BCF87D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ลูกหนี้หมุนเวียนอื่น</w:t>
            </w:r>
          </w:p>
        </w:tc>
        <w:tc>
          <w:tcPr>
            <w:tcW w:w="900" w:type="dxa"/>
          </w:tcPr>
          <w:p w14:paraId="6495B45E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74189E86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74" w:type="dxa"/>
          </w:tcPr>
          <w:p w14:paraId="5E3555A2" w14:textId="701BC31A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42" w:type="dxa"/>
          </w:tcPr>
          <w:p w14:paraId="3F231FBD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19" w:type="dxa"/>
          </w:tcPr>
          <w:p w14:paraId="4185611D" w14:textId="77777777" w:rsidR="00193B95" w:rsidRPr="009C526C" w:rsidRDefault="00193B95" w:rsidP="008B56E8">
            <w:pPr>
              <w:pStyle w:val="a1"/>
              <w:tabs>
                <w:tab w:val="decimal" w:pos="797"/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4EB6C01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</w:tcPr>
          <w:p w14:paraId="469B2D5E" w14:textId="77777777" w:rsidR="00193B95" w:rsidRPr="009C526C" w:rsidRDefault="00193B95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00" w:type="dxa"/>
          </w:tcPr>
          <w:p w14:paraId="4A28422B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02" w:type="dxa"/>
          </w:tcPr>
          <w:p w14:paraId="057F4F5B" w14:textId="77777777" w:rsidR="00193B95" w:rsidRPr="009C526C" w:rsidRDefault="00193B95" w:rsidP="008B56E8">
            <w:pPr>
              <w:pStyle w:val="a1"/>
              <w:tabs>
                <w:tab w:val="decimal" w:pos="797"/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193B95" w:rsidRPr="009C526C" w14:paraId="74E49AE7" w14:textId="77777777" w:rsidTr="003E3556">
        <w:trPr>
          <w:gridAfter w:val="2"/>
          <w:wAfter w:w="2160" w:type="dxa"/>
          <w:tblHeader/>
        </w:trPr>
        <w:tc>
          <w:tcPr>
            <w:tcW w:w="2968" w:type="dxa"/>
            <w:hideMark/>
          </w:tcPr>
          <w:p w14:paraId="47305300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</w:rPr>
            </w:pPr>
            <w:r w:rsidRPr="009C526C">
              <w:rPr>
                <w:spacing w:val="0"/>
                <w:cs/>
              </w:rPr>
              <w:t>บุคคลหรือกิจการอื่นๆ</w:t>
            </w:r>
          </w:p>
        </w:tc>
        <w:tc>
          <w:tcPr>
            <w:tcW w:w="900" w:type="dxa"/>
          </w:tcPr>
          <w:p w14:paraId="23ECF0CE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267" w:type="dxa"/>
          </w:tcPr>
          <w:p w14:paraId="13D1D11D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14:paraId="53DEE574" w14:textId="72A52349" w:rsidR="00193B95" w:rsidRPr="008B56E8" w:rsidRDefault="00193B95" w:rsidP="008B56E8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8B56E8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24</w:t>
            </w:r>
            <w:r w:rsidR="004027CA" w:rsidRPr="008B56E8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4</w:t>
            </w:r>
          </w:p>
        </w:tc>
        <w:tc>
          <w:tcPr>
            <w:tcW w:w="242" w:type="dxa"/>
          </w:tcPr>
          <w:p w14:paraId="29156C15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35E02C69" w14:textId="678FF53B" w:rsidR="00193B95" w:rsidRPr="008B56E8" w:rsidRDefault="00193B95" w:rsidP="008B56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</w:pPr>
            <w:r w:rsidRPr="00C11B87">
              <w:t>146</w:t>
            </w:r>
          </w:p>
        </w:tc>
        <w:tc>
          <w:tcPr>
            <w:tcW w:w="270" w:type="dxa"/>
          </w:tcPr>
          <w:p w14:paraId="74147642" w14:textId="77777777" w:rsidR="00193B95" w:rsidRPr="008B56E8" w:rsidRDefault="00193B95" w:rsidP="008B56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5009B212" w14:textId="66F76C52" w:rsidR="00193B95" w:rsidRPr="008B56E8" w:rsidRDefault="00193B95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8B56E8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24</w:t>
            </w:r>
            <w:r w:rsidR="004027CA" w:rsidRPr="008B56E8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4</w:t>
            </w:r>
          </w:p>
        </w:tc>
        <w:tc>
          <w:tcPr>
            <w:tcW w:w="300" w:type="dxa"/>
          </w:tcPr>
          <w:p w14:paraId="1F012C31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0B090A81" w14:textId="4BF0A0AE" w:rsidR="00193B95" w:rsidRPr="008B56E8" w:rsidRDefault="00193B95" w:rsidP="008B56E8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sz w:val="30"/>
                <w:szCs w:val="30"/>
                <w:lang w:val="en-GB"/>
              </w:rPr>
              <w:t>146</w:t>
            </w:r>
          </w:p>
        </w:tc>
      </w:tr>
      <w:tr w:rsidR="00193B95" w:rsidRPr="009C526C" w14:paraId="2FEFB60B" w14:textId="77777777" w:rsidTr="003E3556">
        <w:trPr>
          <w:gridAfter w:val="2"/>
          <w:wAfter w:w="2160" w:type="dxa"/>
          <w:tblHeader/>
        </w:trPr>
        <w:tc>
          <w:tcPr>
            <w:tcW w:w="2968" w:type="dxa"/>
            <w:hideMark/>
          </w:tcPr>
          <w:p w14:paraId="011777EC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00" w:type="dxa"/>
          </w:tcPr>
          <w:p w14:paraId="7C6050B4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5D3083D9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14:paraId="1604FD89" w14:textId="09E66DF5" w:rsidR="00193B95" w:rsidRPr="008B56E8" w:rsidRDefault="00193B95" w:rsidP="008B56E8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8B56E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24</w:t>
            </w:r>
            <w:r w:rsidR="004027CA" w:rsidRPr="008B56E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4</w:t>
            </w:r>
          </w:p>
        </w:tc>
        <w:tc>
          <w:tcPr>
            <w:tcW w:w="242" w:type="dxa"/>
          </w:tcPr>
          <w:p w14:paraId="587F1E40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14:paraId="1FB860E8" w14:textId="18BFCB87" w:rsidR="00193B95" w:rsidRPr="009C526C" w:rsidRDefault="00193B95" w:rsidP="008B56E8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146</w:t>
            </w:r>
          </w:p>
        </w:tc>
        <w:tc>
          <w:tcPr>
            <w:tcW w:w="270" w:type="dxa"/>
          </w:tcPr>
          <w:p w14:paraId="7F6A6E15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14:paraId="310E189C" w14:textId="45E8901E" w:rsidR="00193B95" w:rsidRPr="008B56E8" w:rsidRDefault="00193B95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8B56E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24</w:t>
            </w:r>
            <w:r w:rsidR="004027CA" w:rsidRPr="008B56E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4</w:t>
            </w:r>
          </w:p>
        </w:tc>
        <w:tc>
          <w:tcPr>
            <w:tcW w:w="300" w:type="dxa"/>
          </w:tcPr>
          <w:p w14:paraId="04D2F19E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14:paraId="2B8BDED1" w14:textId="695116DD" w:rsidR="00193B95" w:rsidRPr="008B56E8" w:rsidRDefault="00193B95" w:rsidP="008B56E8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8B56E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146</w:t>
            </w:r>
          </w:p>
        </w:tc>
      </w:tr>
      <w:tr w:rsidR="00193B95" w:rsidRPr="007A62F9" w14:paraId="68D67F3E" w14:textId="77777777" w:rsidTr="003E3556">
        <w:trPr>
          <w:gridAfter w:val="2"/>
          <w:wAfter w:w="2160" w:type="dxa"/>
          <w:tblHeader/>
        </w:trPr>
        <w:tc>
          <w:tcPr>
            <w:tcW w:w="2968" w:type="dxa"/>
            <w:hideMark/>
          </w:tcPr>
          <w:p w14:paraId="1A278DBA" w14:textId="77777777" w:rsidR="00193B95" w:rsidRPr="007A62F9" w:rsidRDefault="00193B95" w:rsidP="00193B95">
            <w:pPr>
              <w:pStyle w:val="BodyText"/>
              <w:spacing w:after="0" w:line="240" w:lineRule="auto"/>
              <w:rPr>
                <w:spacing w:val="0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7A74E837" w14:textId="77777777" w:rsidR="00193B95" w:rsidRPr="007A62F9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i/>
                <w:iCs/>
                <w:spacing w:val="0"/>
                <w:sz w:val="22"/>
                <w:szCs w:val="22"/>
                <w:cs/>
              </w:rPr>
            </w:pPr>
          </w:p>
        </w:tc>
        <w:tc>
          <w:tcPr>
            <w:tcW w:w="267" w:type="dxa"/>
          </w:tcPr>
          <w:p w14:paraId="718000D7" w14:textId="77777777" w:rsidR="00193B95" w:rsidRPr="007A62F9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14:paraId="71FD8967" w14:textId="293F03C2" w:rsidR="00193B95" w:rsidRPr="007A62F9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  <w:tc>
          <w:tcPr>
            <w:tcW w:w="242" w:type="dxa"/>
          </w:tcPr>
          <w:p w14:paraId="268D2556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Cs w:val="22"/>
                <w:lang w:val="en-US" w:bidi="th-TH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0FDE23E5" w14:textId="77777777" w:rsidR="00193B95" w:rsidRPr="007A62F9" w:rsidRDefault="00193B95" w:rsidP="008B56E8">
            <w:pPr>
              <w:pStyle w:val="a1"/>
              <w:tabs>
                <w:tab w:val="decimal" w:pos="797"/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  <w:tc>
          <w:tcPr>
            <w:tcW w:w="270" w:type="dxa"/>
          </w:tcPr>
          <w:p w14:paraId="5813BEE3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</w:tcPr>
          <w:p w14:paraId="088EFB3C" w14:textId="77777777" w:rsidR="00193B95" w:rsidRPr="007A62F9" w:rsidRDefault="00193B95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  <w:tc>
          <w:tcPr>
            <w:tcW w:w="300" w:type="dxa"/>
          </w:tcPr>
          <w:p w14:paraId="7048EE6E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</w:tcPr>
          <w:p w14:paraId="38EFF6A9" w14:textId="77777777" w:rsidR="00193B95" w:rsidRPr="007A62F9" w:rsidRDefault="00193B95" w:rsidP="008B56E8">
            <w:pPr>
              <w:pStyle w:val="a1"/>
              <w:tabs>
                <w:tab w:val="decimal" w:pos="797"/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</w:tr>
      <w:tr w:rsidR="00193B95" w:rsidRPr="009C526C" w14:paraId="68619CB2" w14:textId="77777777" w:rsidTr="003E3556">
        <w:trPr>
          <w:gridAfter w:val="2"/>
          <w:wAfter w:w="2160" w:type="dxa"/>
          <w:tblHeader/>
        </w:trPr>
        <w:tc>
          <w:tcPr>
            <w:tcW w:w="2968" w:type="dxa"/>
            <w:hideMark/>
          </w:tcPr>
          <w:p w14:paraId="07DC632A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รวมลูกหนี้การค้าและ</w:t>
            </w:r>
          </w:p>
          <w:p w14:paraId="2CD4FC7B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 xml:space="preserve">   ลูกหนี้หมุนเวียนอื่น</w:t>
            </w:r>
          </w:p>
        </w:tc>
        <w:tc>
          <w:tcPr>
            <w:tcW w:w="900" w:type="dxa"/>
          </w:tcPr>
          <w:p w14:paraId="01E6B355" w14:textId="77777777" w:rsidR="00193B95" w:rsidRPr="009C526C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4D254E27" w14:textId="77777777" w:rsidR="00193B95" w:rsidRPr="009C526C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74" w:type="dxa"/>
            <w:tcBorders>
              <w:bottom w:val="double" w:sz="4" w:space="0" w:color="auto"/>
            </w:tcBorders>
            <w:vAlign w:val="bottom"/>
          </w:tcPr>
          <w:p w14:paraId="0A7A83A5" w14:textId="0A7DE87D" w:rsidR="00193B95" w:rsidRPr="009C526C" w:rsidRDefault="00193B95" w:rsidP="008B56E8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8B56E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334,50</w:t>
            </w:r>
            <w:r w:rsidR="004027CA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242" w:type="dxa"/>
            <w:vAlign w:val="bottom"/>
          </w:tcPr>
          <w:p w14:paraId="19191A87" w14:textId="77777777" w:rsidR="00193B95" w:rsidRPr="008B56E8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14:paraId="4B6292BD" w14:textId="77777777" w:rsidR="00193B95" w:rsidRDefault="00193B95" w:rsidP="008B56E8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7C2725F3" w14:textId="528ECD30" w:rsidR="00193B95" w:rsidRPr="009C526C" w:rsidRDefault="00193B95" w:rsidP="00081505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292,090</w:t>
            </w:r>
          </w:p>
        </w:tc>
        <w:tc>
          <w:tcPr>
            <w:tcW w:w="270" w:type="dxa"/>
            <w:vAlign w:val="bottom"/>
          </w:tcPr>
          <w:p w14:paraId="04E7E0BB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  <w:vAlign w:val="bottom"/>
          </w:tcPr>
          <w:p w14:paraId="4EA50661" w14:textId="084719A8" w:rsidR="00193B95" w:rsidRPr="008B56E8" w:rsidRDefault="00193B95" w:rsidP="008B56E8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8B56E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334,50</w:t>
            </w:r>
            <w:r w:rsidR="004027CA" w:rsidRPr="008B56E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300" w:type="dxa"/>
            <w:vAlign w:val="bottom"/>
          </w:tcPr>
          <w:p w14:paraId="2BF283AB" w14:textId="77777777" w:rsidR="00193B95" w:rsidRPr="008B56E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02" w:type="dxa"/>
            <w:tcBorders>
              <w:bottom w:val="double" w:sz="4" w:space="0" w:color="auto"/>
            </w:tcBorders>
          </w:tcPr>
          <w:p w14:paraId="0624F31A" w14:textId="77777777" w:rsidR="00193B95" w:rsidRDefault="00193B95" w:rsidP="008B56E8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73142F25" w14:textId="06C6728B" w:rsidR="00193B95" w:rsidRPr="009C526C" w:rsidRDefault="00193B95" w:rsidP="008B56E8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292,090</w:t>
            </w:r>
          </w:p>
        </w:tc>
      </w:tr>
      <w:tr w:rsidR="00193B95" w:rsidRPr="007A62F9" w14:paraId="4EE0D751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0AB6A022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spacing w:val="0"/>
                <w:cs/>
              </w:rPr>
            </w:pPr>
          </w:p>
        </w:tc>
        <w:tc>
          <w:tcPr>
            <w:tcW w:w="900" w:type="dxa"/>
          </w:tcPr>
          <w:p w14:paraId="1B29ED2E" w14:textId="77777777" w:rsidR="00193B95" w:rsidRPr="00081505" w:rsidRDefault="00193B95" w:rsidP="00193B9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0957418B" w14:textId="77777777" w:rsidR="00193B95" w:rsidRPr="00081505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74" w:type="dxa"/>
            <w:tcBorders>
              <w:top w:val="double" w:sz="4" w:space="0" w:color="auto"/>
            </w:tcBorders>
            <w:vAlign w:val="bottom"/>
          </w:tcPr>
          <w:p w14:paraId="327CB35C" w14:textId="2B341D5D" w:rsidR="00193B95" w:rsidRPr="007A62F9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42" w:type="dxa"/>
            <w:vAlign w:val="bottom"/>
          </w:tcPr>
          <w:p w14:paraId="74F9AC5B" w14:textId="77777777" w:rsidR="00193B95" w:rsidRPr="007A62F9" w:rsidRDefault="00193B95" w:rsidP="00193B95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19" w:type="dxa"/>
            <w:tcBorders>
              <w:top w:val="double" w:sz="4" w:space="0" w:color="auto"/>
            </w:tcBorders>
          </w:tcPr>
          <w:p w14:paraId="29561A64" w14:textId="77777777" w:rsidR="00193B95" w:rsidRPr="007A62F9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673F4791" w14:textId="77777777" w:rsidR="00193B95" w:rsidRPr="007A62F9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  <w:vAlign w:val="bottom"/>
          </w:tcPr>
          <w:p w14:paraId="01A96C55" w14:textId="77777777" w:rsidR="00193B95" w:rsidRPr="007A62F9" w:rsidRDefault="00193B95" w:rsidP="00193B95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00" w:type="dxa"/>
            <w:vAlign w:val="bottom"/>
          </w:tcPr>
          <w:p w14:paraId="5BADA682" w14:textId="77777777" w:rsidR="00193B95" w:rsidRPr="007A62F9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02" w:type="dxa"/>
            <w:tcBorders>
              <w:top w:val="double" w:sz="4" w:space="0" w:color="auto"/>
            </w:tcBorders>
          </w:tcPr>
          <w:p w14:paraId="2FD9BAD2" w14:textId="77777777" w:rsidR="00193B95" w:rsidRPr="007A62F9" w:rsidRDefault="00193B95" w:rsidP="00193B9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193B95" w:rsidRPr="009C526C" w14:paraId="16057BA2" w14:textId="77777777" w:rsidTr="00F16A46">
        <w:trPr>
          <w:gridAfter w:val="2"/>
          <w:wAfter w:w="2160" w:type="dxa"/>
          <w:tblHeader/>
        </w:trPr>
        <w:tc>
          <w:tcPr>
            <w:tcW w:w="2968" w:type="dxa"/>
          </w:tcPr>
          <w:p w14:paraId="79575F41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900" w:type="dxa"/>
          </w:tcPr>
          <w:p w14:paraId="27EE4071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  <w:cs/>
              </w:rPr>
            </w:pPr>
          </w:p>
        </w:tc>
        <w:tc>
          <w:tcPr>
            <w:tcW w:w="267" w:type="dxa"/>
          </w:tcPr>
          <w:p w14:paraId="320E3D6E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765"/>
              </w:tabs>
              <w:spacing w:line="240" w:lineRule="auto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435" w:type="dxa"/>
            <w:gridSpan w:val="3"/>
            <w:vAlign w:val="bottom"/>
            <w:hideMark/>
          </w:tcPr>
          <w:p w14:paraId="7A2B0464" w14:textId="737A3348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765"/>
              </w:tabs>
              <w:spacing w:line="240" w:lineRule="auto"/>
              <w:jc w:val="center"/>
              <w:rPr>
                <w:spacing w:val="0"/>
                <w:cs/>
                <w:lang w:val="en-GB"/>
              </w:rPr>
            </w:pPr>
            <w:r w:rsidRPr="009C526C">
              <w:rPr>
                <w:bCs/>
                <w:spacing w:val="0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5F546C42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b/>
                <w:spacing w:val="0"/>
              </w:rPr>
            </w:pPr>
          </w:p>
        </w:tc>
        <w:tc>
          <w:tcPr>
            <w:tcW w:w="2452" w:type="dxa"/>
            <w:gridSpan w:val="3"/>
            <w:vAlign w:val="bottom"/>
            <w:hideMark/>
          </w:tcPr>
          <w:p w14:paraId="44CA0A99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765"/>
              </w:tabs>
              <w:spacing w:line="240" w:lineRule="auto"/>
              <w:jc w:val="center"/>
              <w:rPr>
                <w:spacing w:val="0"/>
                <w:lang w:val="en-GB"/>
              </w:rPr>
            </w:pPr>
            <w:r w:rsidRPr="009C526C">
              <w:rPr>
                <w:bCs/>
                <w:spacing w:val="0"/>
                <w:cs/>
                <w:lang w:val="en-GB"/>
              </w:rPr>
              <w:t>งบการเงินเฉพาะกิจการ</w:t>
            </w:r>
          </w:p>
        </w:tc>
      </w:tr>
      <w:tr w:rsidR="00193B95" w:rsidRPr="009C526C" w14:paraId="09CA88A1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6B64A67A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i/>
                <w:iCs/>
                <w:spacing w:val="0"/>
                <w:cs/>
              </w:rPr>
            </w:pPr>
          </w:p>
        </w:tc>
        <w:tc>
          <w:tcPr>
            <w:tcW w:w="900" w:type="dxa"/>
          </w:tcPr>
          <w:p w14:paraId="0F53921B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left" w:pos="520"/>
              </w:tabs>
              <w:spacing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1FA03311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</w:tcPr>
          <w:p w14:paraId="1418CBFC" w14:textId="22F34EB4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b/>
                <w:spacing w:val="0"/>
              </w:rPr>
            </w:pPr>
            <w:r>
              <w:rPr>
                <w:rFonts w:asciiTheme="majorBidi" w:hAnsiTheme="majorBidi" w:cstheme="majorBidi"/>
              </w:rPr>
              <w:t xml:space="preserve">31 </w:t>
            </w:r>
            <w:r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  <w:tc>
          <w:tcPr>
            <w:tcW w:w="242" w:type="dxa"/>
          </w:tcPr>
          <w:p w14:paraId="1656428A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19" w:type="dxa"/>
          </w:tcPr>
          <w:p w14:paraId="06436042" w14:textId="226711AC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spacing w:val="0"/>
              </w:rPr>
            </w:pPr>
            <w:r w:rsidRPr="009C526C">
              <w:rPr>
                <w:spacing w:val="0"/>
              </w:rPr>
              <w:t xml:space="preserve">31 </w:t>
            </w:r>
            <w:r w:rsidRPr="009C526C">
              <w:rPr>
                <w:rFonts w:hint="cs"/>
                <w:spacing w:val="0"/>
                <w:cs/>
              </w:rPr>
              <w:t>ธันวาคม</w:t>
            </w:r>
          </w:p>
        </w:tc>
        <w:tc>
          <w:tcPr>
            <w:tcW w:w="270" w:type="dxa"/>
          </w:tcPr>
          <w:p w14:paraId="61D07953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050" w:type="dxa"/>
          </w:tcPr>
          <w:p w14:paraId="15CB4B95" w14:textId="6262BD0A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spacing w:val="0"/>
              </w:rPr>
            </w:pPr>
            <w:r>
              <w:rPr>
                <w:rFonts w:asciiTheme="majorBidi" w:hAnsiTheme="majorBidi" w:cstheme="majorBidi"/>
              </w:rPr>
              <w:t xml:space="preserve">31 </w:t>
            </w:r>
            <w:r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  <w:tc>
          <w:tcPr>
            <w:tcW w:w="300" w:type="dxa"/>
          </w:tcPr>
          <w:p w14:paraId="331F5238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02" w:type="dxa"/>
          </w:tcPr>
          <w:p w14:paraId="53A205EF" w14:textId="38C00BF3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b/>
                <w:spacing w:val="0"/>
                <w:cs/>
                <w:lang w:val="th-TH"/>
              </w:rPr>
            </w:pPr>
            <w:r w:rsidRPr="009C526C">
              <w:rPr>
                <w:spacing w:val="0"/>
              </w:rPr>
              <w:t xml:space="preserve">31 </w:t>
            </w:r>
            <w:r w:rsidRPr="009C526C">
              <w:rPr>
                <w:rFonts w:hint="cs"/>
                <w:spacing w:val="0"/>
                <w:cs/>
              </w:rPr>
              <w:t>ธันวาคม</w:t>
            </w:r>
          </w:p>
        </w:tc>
      </w:tr>
      <w:tr w:rsidR="00193B95" w:rsidRPr="009C526C" w14:paraId="04B587B4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39E8440F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i/>
                <w:iCs/>
                <w:spacing w:val="0"/>
                <w:cs/>
              </w:rPr>
            </w:pPr>
          </w:p>
        </w:tc>
        <w:tc>
          <w:tcPr>
            <w:tcW w:w="900" w:type="dxa"/>
            <w:hideMark/>
          </w:tcPr>
          <w:p w14:paraId="1E87B670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left" w:pos="520"/>
              </w:tabs>
              <w:spacing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5A6D46DB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spacing w:val="0"/>
              </w:rPr>
            </w:pPr>
          </w:p>
        </w:tc>
        <w:tc>
          <w:tcPr>
            <w:tcW w:w="1074" w:type="dxa"/>
          </w:tcPr>
          <w:p w14:paraId="576EA8FF" w14:textId="7AA8D9DC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spacing w:val="0"/>
                <w:cs/>
              </w:rPr>
            </w:pPr>
            <w:r w:rsidRPr="009C526C">
              <w:rPr>
                <w:spacing w:val="0"/>
              </w:rPr>
              <w:t>256</w:t>
            </w:r>
            <w:r>
              <w:rPr>
                <w:spacing w:val="0"/>
              </w:rPr>
              <w:t>8</w:t>
            </w:r>
          </w:p>
        </w:tc>
        <w:tc>
          <w:tcPr>
            <w:tcW w:w="242" w:type="dxa"/>
          </w:tcPr>
          <w:p w14:paraId="4B563553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19" w:type="dxa"/>
          </w:tcPr>
          <w:p w14:paraId="45488034" w14:textId="2A08E5A2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spacing w:val="0"/>
              </w:rPr>
            </w:pPr>
            <w:r w:rsidRPr="009C526C">
              <w:rPr>
                <w:spacing w:val="0"/>
              </w:rPr>
              <w:t>256</w:t>
            </w:r>
            <w:r>
              <w:rPr>
                <w:spacing w:val="0"/>
              </w:rPr>
              <w:t>7</w:t>
            </w:r>
          </w:p>
        </w:tc>
        <w:tc>
          <w:tcPr>
            <w:tcW w:w="270" w:type="dxa"/>
          </w:tcPr>
          <w:p w14:paraId="096B1692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050" w:type="dxa"/>
          </w:tcPr>
          <w:p w14:paraId="6C4DA40C" w14:textId="559DEE10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spacing w:val="0"/>
              </w:rPr>
            </w:pPr>
            <w:r w:rsidRPr="009C526C">
              <w:rPr>
                <w:spacing w:val="0"/>
              </w:rPr>
              <w:t>256</w:t>
            </w:r>
            <w:r>
              <w:rPr>
                <w:spacing w:val="0"/>
              </w:rPr>
              <w:t>8</w:t>
            </w:r>
          </w:p>
        </w:tc>
        <w:tc>
          <w:tcPr>
            <w:tcW w:w="300" w:type="dxa"/>
          </w:tcPr>
          <w:p w14:paraId="799B455C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02" w:type="dxa"/>
          </w:tcPr>
          <w:p w14:paraId="54C0D4EE" w14:textId="1812CA15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08"/>
              <w:jc w:val="center"/>
              <w:rPr>
                <w:b/>
                <w:spacing w:val="0"/>
                <w:cs/>
                <w:lang w:val="th-TH"/>
              </w:rPr>
            </w:pPr>
            <w:r w:rsidRPr="009C526C">
              <w:rPr>
                <w:spacing w:val="0"/>
              </w:rPr>
              <w:t>256</w:t>
            </w:r>
            <w:r>
              <w:rPr>
                <w:spacing w:val="0"/>
              </w:rPr>
              <w:t>7</w:t>
            </w:r>
          </w:p>
        </w:tc>
      </w:tr>
      <w:tr w:rsidR="00193B95" w:rsidRPr="009C526C" w14:paraId="3578D59C" w14:textId="77777777" w:rsidTr="00F16A46">
        <w:trPr>
          <w:gridAfter w:val="2"/>
          <w:wAfter w:w="2160" w:type="dxa"/>
          <w:tblHeader/>
        </w:trPr>
        <w:tc>
          <w:tcPr>
            <w:tcW w:w="2968" w:type="dxa"/>
          </w:tcPr>
          <w:p w14:paraId="4323C4AE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</w:rPr>
            </w:pPr>
          </w:p>
        </w:tc>
        <w:tc>
          <w:tcPr>
            <w:tcW w:w="900" w:type="dxa"/>
          </w:tcPr>
          <w:p w14:paraId="4E3D1B34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  <w:cs/>
              </w:rPr>
            </w:pPr>
          </w:p>
        </w:tc>
        <w:tc>
          <w:tcPr>
            <w:tcW w:w="267" w:type="dxa"/>
          </w:tcPr>
          <w:p w14:paraId="2AF6540D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0"/>
                <w:tab w:val="decimal" w:pos="765"/>
              </w:tabs>
              <w:spacing w:line="240" w:lineRule="auto"/>
              <w:jc w:val="center"/>
              <w:rPr>
                <w:i/>
                <w:iCs/>
                <w:spacing w:val="0"/>
                <w:cs/>
                <w:lang w:val="en-GB"/>
              </w:rPr>
            </w:pPr>
          </w:p>
        </w:tc>
        <w:tc>
          <w:tcPr>
            <w:tcW w:w="5157" w:type="dxa"/>
            <w:gridSpan w:val="7"/>
            <w:vAlign w:val="bottom"/>
            <w:hideMark/>
          </w:tcPr>
          <w:p w14:paraId="19498B7C" w14:textId="2D44296F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0"/>
                <w:tab w:val="decimal" w:pos="765"/>
              </w:tabs>
              <w:spacing w:line="240" w:lineRule="auto"/>
              <w:jc w:val="center"/>
              <w:rPr>
                <w:spacing w:val="0"/>
                <w:cs/>
                <w:lang w:val="en-GB"/>
              </w:rPr>
            </w:pPr>
            <w:r w:rsidRPr="009C526C">
              <w:rPr>
                <w:b/>
                <w:i/>
                <w:iCs/>
                <w:spacing w:val="0"/>
                <w:cs/>
                <w:lang w:val="en-GB"/>
              </w:rPr>
              <w:t>(พันบาท)</w:t>
            </w:r>
          </w:p>
        </w:tc>
      </w:tr>
      <w:tr w:rsidR="00193B95" w:rsidRPr="009C526C" w14:paraId="367F4B48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77A79909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ลูกหนี้การค้า</w:t>
            </w:r>
          </w:p>
        </w:tc>
        <w:tc>
          <w:tcPr>
            <w:tcW w:w="900" w:type="dxa"/>
          </w:tcPr>
          <w:p w14:paraId="73A6E687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653675FB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jc w:val="right"/>
              <w:rPr>
                <w:spacing w:val="0"/>
                <w:lang w:val="en-GB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64E6B769" w14:textId="47035090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jc w:val="right"/>
              <w:rPr>
                <w:spacing w:val="0"/>
                <w:lang w:val="en-GB"/>
              </w:rPr>
            </w:pPr>
          </w:p>
        </w:tc>
        <w:tc>
          <w:tcPr>
            <w:tcW w:w="242" w:type="dxa"/>
          </w:tcPr>
          <w:p w14:paraId="0217266B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4D29803B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jc w:val="right"/>
              <w:rPr>
                <w:spacing w:val="0"/>
                <w:lang w:val="en-GB"/>
              </w:rPr>
            </w:pPr>
          </w:p>
        </w:tc>
        <w:tc>
          <w:tcPr>
            <w:tcW w:w="270" w:type="dxa"/>
          </w:tcPr>
          <w:p w14:paraId="4C293B77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</w:tcPr>
          <w:p w14:paraId="64DB2184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jc w:val="right"/>
              <w:rPr>
                <w:spacing w:val="0"/>
                <w:lang w:val="en-GB"/>
              </w:rPr>
            </w:pPr>
          </w:p>
        </w:tc>
        <w:tc>
          <w:tcPr>
            <w:tcW w:w="300" w:type="dxa"/>
          </w:tcPr>
          <w:p w14:paraId="45A1A443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</w:tcPr>
          <w:p w14:paraId="652779FA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jc w:val="right"/>
              <w:rPr>
                <w:spacing w:val="0"/>
                <w:lang w:val="en-GB"/>
              </w:rPr>
            </w:pPr>
          </w:p>
        </w:tc>
      </w:tr>
      <w:tr w:rsidR="00193B95" w:rsidRPr="009C526C" w14:paraId="2D5F1B5B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4C77CC5E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31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ยังไม่ถึงกำหนดชำระ</w:t>
            </w:r>
          </w:p>
        </w:tc>
        <w:tc>
          <w:tcPr>
            <w:tcW w:w="900" w:type="dxa"/>
          </w:tcPr>
          <w:p w14:paraId="2AE8095E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76DE4E69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22BC1F1C" w14:textId="75869046" w:rsidR="00193B95" w:rsidRPr="009C526C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jc w:val="center"/>
              <w:rPr>
                <w:spacing w:val="0"/>
              </w:rPr>
            </w:pPr>
            <w:r w:rsidRPr="00A94980">
              <w:rPr>
                <w:spacing w:val="0"/>
              </w:rPr>
              <w:t>176,999</w:t>
            </w:r>
          </w:p>
        </w:tc>
        <w:tc>
          <w:tcPr>
            <w:tcW w:w="242" w:type="dxa"/>
          </w:tcPr>
          <w:p w14:paraId="26024559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402B2872" w14:textId="60DD8ABF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  <w:r w:rsidRPr="00B446B2">
              <w:rPr>
                <w:lang w:val="en-GB"/>
              </w:rPr>
              <w:t>154,053</w:t>
            </w:r>
          </w:p>
        </w:tc>
        <w:tc>
          <w:tcPr>
            <w:tcW w:w="270" w:type="dxa"/>
          </w:tcPr>
          <w:p w14:paraId="52BB7155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</w:tcPr>
          <w:p w14:paraId="7BF7B480" w14:textId="3BE46DCE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176,999</w:t>
            </w:r>
          </w:p>
        </w:tc>
        <w:tc>
          <w:tcPr>
            <w:tcW w:w="300" w:type="dxa"/>
          </w:tcPr>
          <w:p w14:paraId="68D47E8B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</w:tcPr>
          <w:p w14:paraId="3B079800" w14:textId="46216D99" w:rsidR="00193B95" w:rsidRPr="00081505" w:rsidRDefault="00193B95" w:rsidP="00081505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z w:val="30"/>
                <w:szCs w:val="30"/>
                <w:lang w:val="en-GB"/>
              </w:rPr>
              <w:t>154,053</w:t>
            </w:r>
          </w:p>
        </w:tc>
      </w:tr>
      <w:tr w:rsidR="00193B95" w:rsidRPr="009C526C" w14:paraId="67EF2C34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34A9465B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31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เกินกำหนดชำระ</w:t>
            </w:r>
          </w:p>
        </w:tc>
        <w:tc>
          <w:tcPr>
            <w:tcW w:w="900" w:type="dxa"/>
          </w:tcPr>
          <w:p w14:paraId="5CFCD1CC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5C774A64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6A09568C" w14:textId="49730443" w:rsidR="00193B95" w:rsidRPr="009C526C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42" w:type="dxa"/>
          </w:tcPr>
          <w:p w14:paraId="034A3817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51568E2A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70" w:type="dxa"/>
          </w:tcPr>
          <w:p w14:paraId="0098C9DD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</w:tcPr>
          <w:p w14:paraId="0084DD49" w14:textId="77777777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300" w:type="dxa"/>
          </w:tcPr>
          <w:p w14:paraId="0429DD44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</w:tcPr>
          <w:p w14:paraId="551A2AF7" w14:textId="77777777" w:rsidR="00193B95" w:rsidRPr="00081505" w:rsidRDefault="00193B95" w:rsidP="00081505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193B95" w:rsidRPr="009C526C" w14:paraId="1315DAD3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5D7FABE4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b/>
                <w:bCs/>
                <w:spacing w:val="0"/>
                <w:cs/>
              </w:rPr>
            </w:pPr>
            <w:r w:rsidRPr="009C526C">
              <w:rPr>
                <w:spacing w:val="0"/>
              </w:rPr>
              <w:t xml:space="preserve">1 - 90 </w:t>
            </w:r>
            <w:r w:rsidRPr="009C526C">
              <w:rPr>
                <w:spacing w:val="0"/>
                <w:cs/>
              </w:rPr>
              <w:t>วัน</w:t>
            </w:r>
          </w:p>
        </w:tc>
        <w:tc>
          <w:tcPr>
            <w:tcW w:w="900" w:type="dxa"/>
          </w:tcPr>
          <w:p w14:paraId="05F24457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7958A31B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3A347068" w14:textId="6C42B79C" w:rsidR="00193B95" w:rsidRPr="009C526C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jc w:val="center"/>
              <w:rPr>
                <w:spacing w:val="0"/>
              </w:rPr>
            </w:pPr>
            <w:r w:rsidRPr="00A94980">
              <w:rPr>
                <w:spacing w:val="0"/>
              </w:rPr>
              <w:t>86,061</w:t>
            </w:r>
          </w:p>
        </w:tc>
        <w:tc>
          <w:tcPr>
            <w:tcW w:w="242" w:type="dxa"/>
          </w:tcPr>
          <w:p w14:paraId="08C92578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  <w:lang w:val="en-GB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27AF1E59" w14:textId="2E209AC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  <w:r w:rsidRPr="00B446B2">
              <w:rPr>
                <w:lang w:val="en-GB"/>
              </w:rPr>
              <w:t>72,364</w:t>
            </w:r>
          </w:p>
        </w:tc>
        <w:tc>
          <w:tcPr>
            <w:tcW w:w="270" w:type="dxa"/>
          </w:tcPr>
          <w:p w14:paraId="042C0730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</w:tcPr>
          <w:p w14:paraId="281C8186" w14:textId="13EF0386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86,061</w:t>
            </w:r>
          </w:p>
        </w:tc>
        <w:tc>
          <w:tcPr>
            <w:tcW w:w="300" w:type="dxa"/>
          </w:tcPr>
          <w:p w14:paraId="68A1B749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</w:tcPr>
          <w:p w14:paraId="1F0161E9" w14:textId="0B766BF7" w:rsidR="00193B95" w:rsidRPr="00081505" w:rsidRDefault="00193B95" w:rsidP="00081505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z w:val="30"/>
                <w:szCs w:val="30"/>
                <w:lang w:val="en-GB"/>
              </w:rPr>
              <w:t>72,364</w:t>
            </w:r>
          </w:p>
        </w:tc>
      </w:tr>
      <w:tr w:rsidR="00193B95" w:rsidRPr="009C526C" w14:paraId="163333AE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48788673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b/>
                <w:bCs/>
                <w:spacing w:val="0"/>
                <w:cs/>
              </w:rPr>
            </w:pPr>
            <w:r w:rsidRPr="009C526C">
              <w:rPr>
                <w:spacing w:val="0"/>
              </w:rPr>
              <w:t>91</w:t>
            </w:r>
            <w:r w:rsidRPr="009C526C">
              <w:rPr>
                <w:spacing w:val="0"/>
                <w:cs/>
              </w:rPr>
              <w:t xml:space="preserve"> - </w:t>
            </w:r>
            <w:r w:rsidRPr="009C526C">
              <w:rPr>
                <w:spacing w:val="0"/>
              </w:rPr>
              <w:t xml:space="preserve">180 </w:t>
            </w:r>
            <w:r w:rsidRPr="009C526C">
              <w:rPr>
                <w:spacing w:val="0"/>
                <w:cs/>
              </w:rPr>
              <w:t>วัน</w:t>
            </w:r>
          </w:p>
        </w:tc>
        <w:tc>
          <w:tcPr>
            <w:tcW w:w="900" w:type="dxa"/>
          </w:tcPr>
          <w:p w14:paraId="52CAD3A6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4B63025B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4A267A65" w14:textId="438EA06B" w:rsidR="00193B95" w:rsidRPr="009C526C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jc w:val="center"/>
              <w:rPr>
                <w:spacing w:val="0"/>
              </w:rPr>
            </w:pPr>
            <w:r w:rsidRPr="00A94980">
              <w:rPr>
                <w:spacing w:val="0"/>
              </w:rPr>
              <w:t>14,605</w:t>
            </w:r>
          </w:p>
        </w:tc>
        <w:tc>
          <w:tcPr>
            <w:tcW w:w="242" w:type="dxa"/>
          </w:tcPr>
          <w:p w14:paraId="41324E88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  <w:lang w:val="en-GB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41FB8914" w14:textId="33DE9285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b/>
                <w:bCs/>
                <w:spacing w:val="0"/>
                <w:lang w:val="en-GB"/>
              </w:rPr>
            </w:pPr>
            <w:r w:rsidRPr="00B446B2">
              <w:rPr>
                <w:lang w:val="en-GB"/>
              </w:rPr>
              <w:t>17,626</w:t>
            </w:r>
          </w:p>
        </w:tc>
        <w:tc>
          <w:tcPr>
            <w:tcW w:w="270" w:type="dxa"/>
          </w:tcPr>
          <w:p w14:paraId="69C69DA7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</w:tcPr>
          <w:p w14:paraId="039B0443" w14:textId="4B2A502D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14,605</w:t>
            </w:r>
          </w:p>
        </w:tc>
        <w:tc>
          <w:tcPr>
            <w:tcW w:w="300" w:type="dxa"/>
          </w:tcPr>
          <w:p w14:paraId="6CFF23BA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</w:tcPr>
          <w:p w14:paraId="130A88EA" w14:textId="59188CFD" w:rsidR="00193B95" w:rsidRPr="00081505" w:rsidRDefault="00193B95" w:rsidP="00081505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z w:val="30"/>
                <w:szCs w:val="30"/>
                <w:lang w:val="en-GB"/>
              </w:rPr>
              <w:t>17,626</w:t>
            </w:r>
          </w:p>
        </w:tc>
      </w:tr>
      <w:tr w:rsidR="00193B95" w:rsidRPr="009C526C" w14:paraId="21D332BC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4552564E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b/>
                <w:bCs/>
                <w:spacing w:val="0"/>
                <w:cs/>
              </w:rPr>
            </w:pPr>
            <w:r w:rsidRPr="009C526C">
              <w:rPr>
                <w:spacing w:val="0"/>
              </w:rPr>
              <w:t>181</w:t>
            </w:r>
            <w:r w:rsidRPr="009C526C">
              <w:rPr>
                <w:spacing w:val="0"/>
                <w:cs/>
              </w:rPr>
              <w:t xml:space="preserve"> </w:t>
            </w:r>
            <w:r w:rsidRPr="009C526C">
              <w:rPr>
                <w:spacing w:val="0"/>
              </w:rPr>
              <w:t xml:space="preserve">- 360 </w:t>
            </w:r>
            <w:r w:rsidRPr="009C526C">
              <w:rPr>
                <w:spacing w:val="0"/>
                <w:cs/>
              </w:rPr>
              <w:t>วัน</w:t>
            </w:r>
          </w:p>
        </w:tc>
        <w:tc>
          <w:tcPr>
            <w:tcW w:w="900" w:type="dxa"/>
          </w:tcPr>
          <w:p w14:paraId="02C5BBBE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2C1BE852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</w:tcPr>
          <w:p w14:paraId="76C00D7C" w14:textId="632DCFFB" w:rsidR="00193B95" w:rsidRPr="009C526C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jc w:val="center"/>
              <w:rPr>
                <w:spacing w:val="0"/>
              </w:rPr>
            </w:pPr>
            <w:r w:rsidRPr="00A94980">
              <w:rPr>
                <w:spacing w:val="0"/>
              </w:rPr>
              <w:t>13,955</w:t>
            </w:r>
          </w:p>
        </w:tc>
        <w:tc>
          <w:tcPr>
            <w:tcW w:w="242" w:type="dxa"/>
          </w:tcPr>
          <w:p w14:paraId="40D2475C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  <w:lang w:val="en-GB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5E0861D2" w14:textId="7CA7C411" w:rsidR="00193B95" w:rsidRPr="008247C8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b/>
                <w:bCs/>
                <w:spacing w:val="0"/>
              </w:rPr>
            </w:pPr>
            <w:r w:rsidRPr="00B446B2">
              <w:rPr>
                <w:lang w:val="en-GB"/>
              </w:rPr>
              <w:t>10,221</w:t>
            </w:r>
          </w:p>
        </w:tc>
        <w:tc>
          <w:tcPr>
            <w:tcW w:w="270" w:type="dxa"/>
          </w:tcPr>
          <w:p w14:paraId="029DA77C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</w:tcPr>
          <w:p w14:paraId="752EECA0" w14:textId="064B2D81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13,955</w:t>
            </w:r>
          </w:p>
        </w:tc>
        <w:tc>
          <w:tcPr>
            <w:tcW w:w="300" w:type="dxa"/>
          </w:tcPr>
          <w:p w14:paraId="2438B941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02" w:type="dxa"/>
            <w:tcBorders>
              <w:left w:val="nil"/>
              <w:right w:val="nil"/>
            </w:tcBorders>
          </w:tcPr>
          <w:p w14:paraId="2F27B839" w14:textId="1DE5B0D6" w:rsidR="00193B95" w:rsidRPr="00081505" w:rsidRDefault="00193B95" w:rsidP="00081505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z w:val="30"/>
                <w:szCs w:val="30"/>
                <w:lang w:val="en-GB"/>
              </w:rPr>
              <w:t>10,221</w:t>
            </w:r>
          </w:p>
        </w:tc>
      </w:tr>
      <w:tr w:rsidR="00193B95" w:rsidRPr="009C526C" w14:paraId="3D3218EF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3E4E0979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b/>
                <w:bCs/>
                <w:spacing w:val="0"/>
                <w:cs/>
              </w:rPr>
            </w:pPr>
            <w:r w:rsidRPr="009C526C">
              <w:rPr>
                <w:spacing w:val="0"/>
                <w:cs/>
              </w:rPr>
              <w:t>มากกว่า</w:t>
            </w:r>
            <w:r w:rsidRPr="009C526C">
              <w:rPr>
                <w:spacing w:val="0"/>
                <w:cs/>
                <w:lang w:val="th-TH"/>
              </w:rPr>
              <w:t xml:space="preserve"> </w:t>
            </w:r>
            <w:r w:rsidRPr="009C526C">
              <w:rPr>
                <w:spacing w:val="0"/>
              </w:rPr>
              <w:t>360</w:t>
            </w:r>
            <w:r w:rsidRPr="009C526C">
              <w:rPr>
                <w:spacing w:val="0"/>
                <w:cs/>
              </w:rPr>
              <w:t xml:space="preserve"> วัน</w:t>
            </w:r>
          </w:p>
        </w:tc>
        <w:tc>
          <w:tcPr>
            <w:tcW w:w="900" w:type="dxa"/>
          </w:tcPr>
          <w:p w14:paraId="52CE431E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7EB8DE8D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074" w:type="dxa"/>
            <w:tcBorders>
              <w:left w:val="nil"/>
              <w:bottom w:val="single" w:sz="4" w:space="0" w:color="auto"/>
              <w:right w:val="nil"/>
            </w:tcBorders>
          </w:tcPr>
          <w:p w14:paraId="4DF1BFC6" w14:textId="3B389D15" w:rsidR="00193B95" w:rsidRPr="009C526C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jc w:val="center"/>
              <w:rPr>
                <w:spacing w:val="0"/>
              </w:rPr>
            </w:pPr>
            <w:r w:rsidRPr="00A94980">
              <w:rPr>
                <w:spacing w:val="0"/>
              </w:rPr>
              <w:t>20,097</w:t>
            </w:r>
          </w:p>
        </w:tc>
        <w:tc>
          <w:tcPr>
            <w:tcW w:w="242" w:type="dxa"/>
          </w:tcPr>
          <w:p w14:paraId="4E56DBA8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  <w:lang w:val="en-GB"/>
              </w:rPr>
            </w:pP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nil"/>
            </w:tcBorders>
          </w:tcPr>
          <w:p w14:paraId="753595DE" w14:textId="4B19B284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b/>
                <w:bCs/>
                <w:spacing w:val="0"/>
                <w:lang w:val="en-GB"/>
              </w:rPr>
            </w:pPr>
            <w:r w:rsidRPr="00B446B2">
              <w:rPr>
                <w:lang w:val="en-GB"/>
              </w:rPr>
              <w:t>17,843</w:t>
            </w:r>
          </w:p>
        </w:tc>
        <w:tc>
          <w:tcPr>
            <w:tcW w:w="270" w:type="dxa"/>
          </w:tcPr>
          <w:p w14:paraId="23C35DB0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050" w:type="dxa"/>
            <w:tcBorders>
              <w:left w:val="nil"/>
              <w:bottom w:val="single" w:sz="4" w:space="0" w:color="auto"/>
              <w:right w:val="nil"/>
            </w:tcBorders>
          </w:tcPr>
          <w:p w14:paraId="18EDDC1E" w14:textId="15C352FA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20,036</w:t>
            </w:r>
          </w:p>
        </w:tc>
        <w:tc>
          <w:tcPr>
            <w:tcW w:w="300" w:type="dxa"/>
          </w:tcPr>
          <w:p w14:paraId="782220B2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02" w:type="dxa"/>
            <w:tcBorders>
              <w:left w:val="nil"/>
              <w:bottom w:val="single" w:sz="4" w:space="0" w:color="auto"/>
              <w:right w:val="nil"/>
            </w:tcBorders>
          </w:tcPr>
          <w:p w14:paraId="504D3689" w14:textId="0FBDBCF0" w:rsidR="00193B95" w:rsidRPr="00081505" w:rsidRDefault="00193B95" w:rsidP="00081505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sz w:val="30"/>
                <w:szCs w:val="30"/>
                <w:lang w:val="en-GB"/>
              </w:rPr>
              <w:t>17,782</w:t>
            </w:r>
          </w:p>
        </w:tc>
      </w:tr>
      <w:tr w:rsidR="00193B95" w:rsidRPr="00081505" w14:paraId="3E97FCCE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45F369A2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00" w:type="dxa"/>
          </w:tcPr>
          <w:p w14:paraId="26283967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267" w:type="dxa"/>
          </w:tcPr>
          <w:p w14:paraId="22B226BA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right w:val="nil"/>
            </w:tcBorders>
          </w:tcPr>
          <w:p w14:paraId="702EFE2E" w14:textId="54B5CFF7" w:rsidR="00193B95" w:rsidRPr="00081505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jc w:val="center"/>
              <w:rPr>
                <w:b/>
                <w:bCs/>
                <w:spacing w:val="0"/>
              </w:rPr>
            </w:pPr>
            <w:r w:rsidRPr="00081505">
              <w:rPr>
                <w:b/>
                <w:bCs/>
                <w:spacing w:val="0"/>
              </w:rPr>
              <w:t>311,717</w:t>
            </w:r>
          </w:p>
        </w:tc>
        <w:tc>
          <w:tcPr>
            <w:tcW w:w="242" w:type="dxa"/>
          </w:tcPr>
          <w:p w14:paraId="55DA1BC7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right w:val="nil"/>
            </w:tcBorders>
          </w:tcPr>
          <w:p w14:paraId="2B687EE1" w14:textId="33E252FC" w:rsidR="00193B95" w:rsidRPr="00081505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b/>
                <w:bCs/>
                <w:spacing w:val="0"/>
                <w:lang w:val="en-GB"/>
              </w:rPr>
            </w:pPr>
            <w:r w:rsidRPr="00081505">
              <w:rPr>
                <w:b/>
                <w:bCs/>
                <w:lang w:val="en-GB"/>
              </w:rPr>
              <w:t>272,107</w:t>
            </w:r>
          </w:p>
        </w:tc>
        <w:tc>
          <w:tcPr>
            <w:tcW w:w="270" w:type="dxa"/>
          </w:tcPr>
          <w:p w14:paraId="62D8528E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right w:val="nil"/>
            </w:tcBorders>
          </w:tcPr>
          <w:p w14:paraId="1FE4031B" w14:textId="17671A31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311,656</w:t>
            </w:r>
          </w:p>
        </w:tc>
        <w:tc>
          <w:tcPr>
            <w:tcW w:w="300" w:type="dxa"/>
          </w:tcPr>
          <w:p w14:paraId="0957DD68" w14:textId="77777777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right w:val="nil"/>
            </w:tcBorders>
          </w:tcPr>
          <w:p w14:paraId="0AD593E9" w14:textId="7D0609B1" w:rsidR="00193B95" w:rsidRPr="00081505" w:rsidRDefault="00193B95" w:rsidP="00081505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272,046</w:t>
            </w:r>
          </w:p>
        </w:tc>
      </w:tr>
      <w:tr w:rsidR="00193B95" w:rsidRPr="009C526C" w14:paraId="6BAA940A" w14:textId="6BAEC894" w:rsidTr="003E3556">
        <w:trPr>
          <w:tblHeader/>
        </w:trPr>
        <w:tc>
          <w:tcPr>
            <w:tcW w:w="4135" w:type="dxa"/>
            <w:gridSpan w:val="3"/>
            <w:vAlign w:val="bottom"/>
          </w:tcPr>
          <w:p w14:paraId="1DCAECAE" w14:textId="4F098F27" w:rsidR="00193B95" w:rsidRPr="0036216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58"/>
              <w:rPr>
                <w:spacing w:val="0"/>
              </w:rPr>
            </w:pPr>
            <w:r w:rsidRPr="00362165">
              <w:rPr>
                <w:i/>
                <w:iCs/>
                <w:spacing w:val="0"/>
                <w:cs/>
              </w:rPr>
              <w:t>หัก</w:t>
            </w:r>
            <w:r w:rsidRPr="00362165">
              <w:rPr>
                <w:spacing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18B59" w14:textId="5651FD5F" w:rsidR="00193B95" w:rsidRPr="00081505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58"/>
              <w:jc w:val="center"/>
              <w:rPr>
                <w:spacing w:val="0"/>
                <w:cs/>
              </w:rPr>
            </w:pPr>
            <w:r w:rsidRPr="00081505">
              <w:rPr>
                <w:spacing w:val="0"/>
              </w:rPr>
              <w:t>(15,678)</w:t>
            </w:r>
          </w:p>
        </w:tc>
        <w:tc>
          <w:tcPr>
            <w:tcW w:w="242" w:type="dxa"/>
            <w:shd w:val="clear" w:color="auto" w:fill="auto"/>
          </w:tcPr>
          <w:p w14:paraId="119BC6B4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</w:rPr>
            </w:pP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nil"/>
            </w:tcBorders>
          </w:tcPr>
          <w:p w14:paraId="2022940D" w14:textId="79A03483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spacing w:val="0"/>
                <w:lang w:val="th-TH"/>
              </w:rPr>
            </w:pPr>
            <w:r w:rsidRPr="00081505">
              <w:t>(15,295)</w:t>
            </w:r>
          </w:p>
        </w:tc>
        <w:tc>
          <w:tcPr>
            <w:tcW w:w="270" w:type="dxa"/>
          </w:tcPr>
          <w:p w14:paraId="69967416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</w:rPr>
            </w:pPr>
          </w:p>
        </w:tc>
        <w:tc>
          <w:tcPr>
            <w:tcW w:w="1050" w:type="dxa"/>
            <w:tcBorders>
              <w:left w:val="nil"/>
              <w:bottom w:val="single" w:sz="4" w:space="0" w:color="auto"/>
              <w:right w:val="nil"/>
            </w:tcBorders>
          </w:tcPr>
          <w:p w14:paraId="4BF06721" w14:textId="0DE098BD" w:rsidR="00193B95" w:rsidRPr="00081505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9"/>
              <w:jc w:val="right"/>
              <w:rPr>
                <w:spacing w:val="0"/>
              </w:rPr>
            </w:pPr>
            <w:r w:rsidRPr="00081505">
              <w:rPr>
                <w:spacing w:val="0"/>
              </w:rPr>
              <w:t>(15,617)</w:t>
            </w:r>
          </w:p>
        </w:tc>
        <w:tc>
          <w:tcPr>
            <w:tcW w:w="300" w:type="dxa"/>
          </w:tcPr>
          <w:p w14:paraId="60B12F7C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02" w:type="dxa"/>
            <w:tcBorders>
              <w:left w:val="nil"/>
              <w:bottom w:val="single" w:sz="4" w:space="0" w:color="auto"/>
              <w:right w:val="nil"/>
            </w:tcBorders>
          </w:tcPr>
          <w:p w14:paraId="0877815D" w14:textId="1EE11725" w:rsidR="00193B95" w:rsidRPr="00081505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rPr>
                <w:spacing w:val="0"/>
              </w:rPr>
            </w:pPr>
            <w:r w:rsidRPr="00081505">
              <w:rPr>
                <w:spacing w:val="0"/>
              </w:rPr>
              <w:t>(15,234)</w:t>
            </w:r>
          </w:p>
        </w:tc>
        <w:tc>
          <w:tcPr>
            <w:tcW w:w="1080" w:type="dxa"/>
          </w:tcPr>
          <w:p w14:paraId="2B51CA95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</w:p>
        </w:tc>
        <w:tc>
          <w:tcPr>
            <w:tcW w:w="1080" w:type="dxa"/>
          </w:tcPr>
          <w:p w14:paraId="7BD5707F" w14:textId="4649A515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  <w:r w:rsidRPr="00B446B2">
              <w:t>(15,234)</w:t>
            </w:r>
          </w:p>
        </w:tc>
      </w:tr>
      <w:tr w:rsidR="00193B95" w:rsidRPr="00081505" w14:paraId="7DF094D7" w14:textId="77777777" w:rsidTr="003E3556">
        <w:trPr>
          <w:gridAfter w:val="2"/>
          <w:wAfter w:w="2160" w:type="dxa"/>
          <w:tblHeader/>
        </w:trPr>
        <w:tc>
          <w:tcPr>
            <w:tcW w:w="2968" w:type="dxa"/>
          </w:tcPr>
          <w:p w14:paraId="09FE39E0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สุทธิ</w:t>
            </w:r>
          </w:p>
        </w:tc>
        <w:tc>
          <w:tcPr>
            <w:tcW w:w="900" w:type="dxa"/>
          </w:tcPr>
          <w:p w14:paraId="78FEEBC3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b/>
                <w:bCs/>
                <w:spacing w:val="0"/>
                <w:cs/>
              </w:rPr>
            </w:pPr>
          </w:p>
        </w:tc>
        <w:tc>
          <w:tcPr>
            <w:tcW w:w="267" w:type="dxa"/>
          </w:tcPr>
          <w:p w14:paraId="028F4758" w14:textId="77777777" w:rsidR="00193B95" w:rsidRPr="009C526C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6A78A2E" w14:textId="3C9B5FD0" w:rsidR="00193B95" w:rsidRPr="00081505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jc w:val="center"/>
              <w:rPr>
                <w:b/>
                <w:bCs/>
                <w:spacing w:val="0"/>
              </w:rPr>
            </w:pPr>
            <w:r w:rsidRPr="00081505">
              <w:rPr>
                <w:b/>
                <w:bCs/>
                <w:spacing w:val="0"/>
              </w:rPr>
              <w:t>296,039</w:t>
            </w:r>
          </w:p>
        </w:tc>
        <w:tc>
          <w:tcPr>
            <w:tcW w:w="242" w:type="dxa"/>
          </w:tcPr>
          <w:p w14:paraId="446CE7BE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03467B" w14:textId="0253A3C5" w:rsidR="00193B95" w:rsidRPr="00081505" w:rsidRDefault="00193B95" w:rsidP="00081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jc w:val="center"/>
              <w:rPr>
                <w:b/>
                <w:bCs/>
                <w:spacing w:val="0"/>
              </w:rPr>
            </w:pPr>
            <w:r w:rsidRPr="00081505">
              <w:rPr>
                <w:b/>
                <w:bCs/>
                <w:lang w:val="en-GB"/>
              </w:rPr>
              <w:t>256,812</w:t>
            </w:r>
          </w:p>
        </w:tc>
        <w:tc>
          <w:tcPr>
            <w:tcW w:w="270" w:type="dxa"/>
          </w:tcPr>
          <w:p w14:paraId="15B3AA16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90D9D2" w14:textId="7078A522" w:rsidR="00193B95" w:rsidRPr="00081505" w:rsidRDefault="00193B95" w:rsidP="0008150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081505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296,039</w:t>
            </w:r>
          </w:p>
        </w:tc>
        <w:tc>
          <w:tcPr>
            <w:tcW w:w="300" w:type="dxa"/>
          </w:tcPr>
          <w:p w14:paraId="5801203C" w14:textId="77777777" w:rsidR="00193B95" w:rsidRPr="00081505" w:rsidRDefault="00193B95" w:rsidP="00193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3E7A8F" w14:textId="124EF4AB" w:rsidR="00193B95" w:rsidRPr="00081505" w:rsidRDefault="00193B95" w:rsidP="00081505">
            <w:pPr>
              <w:pStyle w:val="a1"/>
              <w:tabs>
                <w:tab w:val="decimal" w:pos="82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</w:rPr>
            </w:pPr>
            <w:r w:rsidRPr="00081505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256,812</w:t>
            </w:r>
          </w:p>
        </w:tc>
      </w:tr>
    </w:tbl>
    <w:p w14:paraId="00CEABC0" w14:textId="4F952713" w:rsidR="00E35402" w:rsidRPr="009C526C" w:rsidRDefault="00E35402" w:rsidP="007D17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940"/>
        </w:tabs>
        <w:spacing w:line="240" w:lineRule="auto"/>
        <w:rPr>
          <w:spacing w:val="0"/>
        </w:rPr>
      </w:pPr>
    </w:p>
    <w:tbl>
      <w:tblPr>
        <w:tblW w:w="927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50"/>
        <w:gridCol w:w="1170"/>
        <w:gridCol w:w="180"/>
        <w:gridCol w:w="1170"/>
        <w:gridCol w:w="184"/>
        <w:gridCol w:w="1166"/>
        <w:gridCol w:w="180"/>
        <w:gridCol w:w="1174"/>
      </w:tblGrid>
      <w:tr w:rsidR="00301C58" w:rsidRPr="009C526C" w14:paraId="63B23E2B" w14:textId="77777777" w:rsidTr="00926944">
        <w:trPr>
          <w:cantSplit/>
          <w:tblHeader/>
        </w:trPr>
        <w:tc>
          <w:tcPr>
            <w:tcW w:w="4050" w:type="dxa"/>
            <w:vAlign w:val="bottom"/>
            <w:hideMark/>
          </w:tcPr>
          <w:p w14:paraId="1F34E3BD" w14:textId="05194DAB" w:rsidR="00301C58" w:rsidRPr="009C526C" w:rsidRDefault="006A7DDA" w:rsidP="0092694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0"/>
              <w:rPr>
                <w:b/>
                <w:bCs/>
                <w:i/>
                <w:iCs/>
                <w:spacing w:val="0"/>
              </w:rPr>
            </w:pPr>
            <w:r>
              <w:rPr>
                <w:rFonts w:hint="cs"/>
                <w:b/>
                <w:bCs/>
                <w:i/>
                <w:iCs/>
                <w:cs/>
              </w:rPr>
              <w:lastRenderedPageBreak/>
              <w:t>ค่าเผื่อ</w:t>
            </w:r>
            <w:r w:rsidR="00301C58" w:rsidRPr="009C526C">
              <w:rPr>
                <w:b/>
                <w:bCs/>
                <w:i/>
                <w:iCs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2520" w:type="dxa"/>
            <w:gridSpan w:val="3"/>
            <w:vAlign w:val="bottom"/>
          </w:tcPr>
          <w:p w14:paraId="4B119DF4" w14:textId="77777777" w:rsidR="00301C58" w:rsidRPr="009C526C" w:rsidRDefault="00301C58" w:rsidP="007E0517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  <w:lang w:bidi="th-TH"/>
              </w:rPr>
            </w:pPr>
            <w:r w:rsidRPr="009C526C"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4" w:type="dxa"/>
          </w:tcPr>
          <w:p w14:paraId="7DE580BD" w14:textId="77777777" w:rsidR="00301C58" w:rsidRPr="009C526C" w:rsidRDefault="00301C58" w:rsidP="007E0517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6888D076" w14:textId="77777777" w:rsidR="00301C58" w:rsidRPr="009C526C" w:rsidRDefault="00301C58" w:rsidP="007E0517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</w:rPr>
            </w:pPr>
            <w:r w:rsidRPr="009C526C"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F08B9" w:rsidRPr="009C526C" w14:paraId="08923AD7" w14:textId="77777777" w:rsidTr="00926944">
        <w:trPr>
          <w:cantSplit/>
          <w:tblHeader/>
        </w:trPr>
        <w:tc>
          <w:tcPr>
            <w:tcW w:w="4050" w:type="dxa"/>
            <w:vAlign w:val="bottom"/>
          </w:tcPr>
          <w:p w14:paraId="4807E8C3" w14:textId="089E21DC" w:rsidR="00AF08B9" w:rsidRPr="009C526C" w:rsidRDefault="00AF08B9" w:rsidP="00926944">
            <w:pPr>
              <w:pStyle w:val="acctfourfigures"/>
              <w:tabs>
                <w:tab w:val="left" w:pos="553"/>
              </w:tabs>
              <w:spacing w:line="240" w:lineRule="auto"/>
              <w:ind w:left="10" w:right="-80" w:hanging="10"/>
              <w:rPr>
                <w:rFonts w:asciiTheme="majorBidi" w:hAnsiTheme="majorBidi" w:cstheme="majorBidi"/>
                <w:b/>
                <w:bCs/>
                <w:i/>
                <w:iCs/>
                <w:spacing w:val="0"/>
                <w:sz w:val="30"/>
                <w:szCs w:val="30"/>
                <w:cs/>
                <w:lang w:val="en-US" w:bidi="th-TH"/>
              </w:rPr>
            </w:pPr>
            <w:r w:rsidRPr="009C526C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sz w:val="30"/>
                <w:szCs w:val="30"/>
                <w:cs/>
                <w:lang w:bidi="th-TH"/>
              </w:rPr>
              <w:t>สาม</w:t>
            </w:r>
            <w:r w:rsidRPr="009C526C">
              <w:rPr>
                <w:rFonts w:asciiTheme="majorBidi" w:hAnsiTheme="majorBidi" w:cstheme="majorBidi"/>
                <w:b/>
                <w:bCs/>
                <w:i/>
                <w:iCs/>
                <w:spacing w:val="-8"/>
                <w:sz w:val="30"/>
                <w:szCs w:val="30"/>
                <w:cs/>
                <w:lang w:bidi="th-TH"/>
              </w:rPr>
              <w:t>เดือนสิ้นสุดวันที่</w:t>
            </w:r>
            <w:r w:rsidRPr="009C526C">
              <w:rPr>
                <w:rFonts w:asciiTheme="majorBidi" w:hAnsiTheme="majorBidi" w:cstheme="majorBidi"/>
                <w:b/>
                <w:bCs/>
                <w:i/>
                <w:iCs/>
                <w:spacing w:val="-8"/>
                <w:sz w:val="30"/>
                <w:szCs w:val="30"/>
                <w:lang w:val="en-US" w:bidi="th-TH"/>
              </w:rPr>
              <w:t xml:space="preserve"> 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-8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sz w:val="30"/>
                <w:szCs w:val="30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170" w:type="dxa"/>
          </w:tcPr>
          <w:p w14:paraId="72796551" w14:textId="64F03356" w:rsidR="00AF08B9" w:rsidRPr="009C526C" w:rsidRDefault="00AF08B9" w:rsidP="00AF08B9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</w:tcPr>
          <w:p w14:paraId="3630C485" w14:textId="77777777" w:rsidR="00AF08B9" w:rsidRPr="009C526C" w:rsidRDefault="00AF08B9" w:rsidP="00AF08B9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07EFF1F8" w14:textId="69E47DB8" w:rsidR="00AF08B9" w:rsidRPr="009C526C" w:rsidRDefault="00AF08B9" w:rsidP="00AF08B9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184" w:type="dxa"/>
          </w:tcPr>
          <w:p w14:paraId="1B226DCB" w14:textId="77777777" w:rsidR="00AF08B9" w:rsidRPr="009C526C" w:rsidRDefault="00AF08B9" w:rsidP="00AF08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Cs/>
                <w:spacing w:val="0"/>
              </w:rPr>
            </w:pPr>
          </w:p>
        </w:tc>
        <w:tc>
          <w:tcPr>
            <w:tcW w:w="1166" w:type="dxa"/>
          </w:tcPr>
          <w:p w14:paraId="12DACF27" w14:textId="228D6098" w:rsidR="00AF08B9" w:rsidRPr="009C526C" w:rsidRDefault="00AF08B9" w:rsidP="00AF08B9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</w:tcPr>
          <w:p w14:paraId="6F49CCCD" w14:textId="77777777" w:rsidR="00AF08B9" w:rsidRPr="009C526C" w:rsidRDefault="00AF08B9" w:rsidP="00AF08B9">
            <w:pPr>
              <w:tabs>
                <w:tab w:val="clear" w:pos="454"/>
                <w:tab w:val="decimal" w:pos="556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74" w:type="dxa"/>
          </w:tcPr>
          <w:p w14:paraId="7D42D92B" w14:textId="5E06D950" w:rsidR="00AF08B9" w:rsidRPr="009C526C" w:rsidRDefault="00AF08B9" w:rsidP="00AF08B9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9C526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</w:tr>
      <w:tr w:rsidR="00301C58" w:rsidRPr="009C526C" w14:paraId="6ADABF51" w14:textId="77777777" w:rsidTr="00926944">
        <w:trPr>
          <w:cantSplit/>
          <w:tblHeader/>
        </w:trPr>
        <w:tc>
          <w:tcPr>
            <w:tcW w:w="4050" w:type="dxa"/>
            <w:vAlign w:val="bottom"/>
            <w:hideMark/>
          </w:tcPr>
          <w:p w14:paraId="6CE7F317" w14:textId="77777777" w:rsidR="00301C58" w:rsidRPr="009C526C" w:rsidRDefault="00301C58" w:rsidP="00926944">
            <w:pPr>
              <w:pStyle w:val="acctfourfigures"/>
              <w:tabs>
                <w:tab w:val="left" w:pos="720"/>
              </w:tabs>
              <w:spacing w:line="240" w:lineRule="auto"/>
              <w:ind w:left="10"/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5224" w:type="dxa"/>
            <w:gridSpan w:val="7"/>
            <w:vAlign w:val="bottom"/>
            <w:hideMark/>
          </w:tcPr>
          <w:p w14:paraId="1965A0E9" w14:textId="77777777" w:rsidR="00301C58" w:rsidRPr="009C526C" w:rsidRDefault="00301C58" w:rsidP="007E0517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</w:rPr>
            </w:pPr>
            <w:r w:rsidRPr="009C526C">
              <w:rPr>
                <w:rFonts w:ascii="Angsana New" w:hAnsi="Angsana New" w:cs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469B7" w:rsidRPr="00442794" w14:paraId="01EB6BD5" w14:textId="77777777" w:rsidTr="00926944">
        <w:trPr>
          <w:cantSplit/>
        </w:trPr>
        <w:tc>
          <w:tcPr>
            <w:tcW w:w="4050" w:type="dxa"/>
          </w:tcPr>
          <w:p w14:paraId="46E1FEC3" w14:textId="5D8F595D" w:rsidR="001469B7" w:rsidRPr="00926944" w:rsidRDefault="000244AE" w:rsidP="00926944">
            <w:pPr>
              <w:tabs>
                <w:tab w:val="clear" w:pos="227"/>
                <w:tab w:val="left" w:pos="190"/>
              </w:tabs>
              <w:spacing w:line="240" w:lineRule="auto"/>
              <w:ind w:left="10"/>
              <w:rPr>
                <w:spacing w:val="0"/>
                <w:cs/>
              </w:rPr>
            </w:pPr>
            <w:r w:rsidRPr="00926944">
              <w:rPr>
                <w:rFonts w:hint="cs"/>
                <w:spacing w:val="0"/>
                <w:cs/>
              </w:rPr>
              <w:t>ลูกหนี้การค้า</w:t>
            </w:r>
          </w:p>
        </w:tc>
        <w:tc>
          <w:tcPr>
            <w:tcW w:w="1170" w:type="dxa"/>
            <w:shd w:val="clear" w:color="auto" w:fill="auto"/>
          </w:tcPr>
          <w:p w14:paraId="66F74CD7" w14:textId="33E77B02" w:rsidR="001469B7" w:rsidRPr="00926944" w:rsidRDefault="00D47A92" w:rsidP="00956185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926944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383</w:t>
            </w:r>
          </w:p>
        </w:tc>
        <w:tc>
          <w:tcPr>
            <w:tcW w:w="180" w:type="dxa"/>
            <w:shd w:val="clear" w:color="auto" w:fill="auto"/>
          </w:tcPr>
          <w:p w14:paraId="384BB151" w14:textId="77777777" w:rsidR="001469B7" w:rsidRPr="00926944" w:rsidRDefault="001469B7" w:rsidP="0095618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4ADE48C4" w14:textId="5BF3E7EE" w:rsidR="001469B7" w:rsidRPr="00926944" w:rsidRDefault="000244AE" w:rsidP="00956185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2694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598</w:t>
            </w:r>
          </w:p>
        </w:tc>
        <w:tc>
          <w:tcPr>
            <w:tcW w:w="184" w:type="dxa"/>
            <w:shd w:val="clear" w:color="auto" w:fill="auto"/>
          </w:tcPr>
          <w:p w14:paraId="4C9A66F6" w14:textId="77777777" w:rsidR="001469B7" w:rsidRPr="00926944" w:rsidRDefault="001469B7" w:rsidP="0095618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5A6CCA73" w14:textId="179743B1" w:rsidR="001469B7" w:rsidRPr="00926944" w:rsidRDefault="00D47A92" w:rsidP="00956185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926944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383</w:t>
            </w:r>
          </w:p>
        </w:tc>
        <w:tc>
          <w:tcPr>
            <w:tcW w:w="180" w:type="dxa"/>
            <w:shd w:val="clear" w:color="auto" w:fill="auto"/>
          </w:tcPr>
          <w:p w14:paraId="1A9F8AE0" w14:textId="77777777" w:rsidR="001469B7" w:rsidRPr="00926944" w:rsidRDefault="001469B7" w:rsidP="00956185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</w:tcPr>
          <w:p w14:paraId="759F78D5" w14:textId="4DD15DD5" w:rsidR="001469B7" w:rsidRPr="00926944" w:rsidRDefault="000244AE" w:rsidP="00956185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926944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598</w:t>
            </w:r>
          </w:p>
        </w:tc>
      </w:tr>
    </w:tbl>
    <w:p w14:paraId="4681B925" w14:textId="77777777" w:rsidR="004B78EF" w:rsidRPr="00142E78" w:rsidRDefault="004B78EF" w:rsidP="004C7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rPr>
          <w:spacing w:val="0"/>
        </w:rPr>
      </w:pPr>
    </w:p>
    <w:p w14:paraId="49A0C206" w14:textId="5D4B0053" w:rsidR="004B4E75" w:rsidRPr="009C526C" w:rsidRDefault="006A7DDA" w:rsidP="009269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b/>
          <w:bCs/>
          <w:spacing w:val="0"/>
          <w:cs/>
          <w:lang w:val="th-TH"/>
        </w:rPr>
      </w:pPr>
      <w:r>
        <w:rPr>
          <w:b/>
          <w:bCs/>
          <w:spacing w:val="0"/>
        </w:rPr>
        <w:t>4</w:t>
      </w:r>
      <w:r>
        <w:rPr>
          <w:b/>
          <w:bCs/>
          <w:spacing w:val="0"/>
        </w:rPr>
        <w:tab/>
      </w:r>
      <w:r w:rsidR="004B4E75" w:rsidRPr="009C526C">
        <w:rPr>
          <w:b/>
          <w:bCs/>
          <w:spacing w:val="0"/>
          <w:cs/>
          <w:lang w:val="th-TH"/>
        </w:rPr>
        <w:t>อุปกรณ์โครงข่าย</w:t>
      </w:r>
    </w:p>
    <w:p w14:paraId="7E077FB2" w14:textId="77777777" w:rsidR="007C3EF7" w:rsidRPr="009C526C" w:rsidRDefault="007C3EF7" w:rsidP="007A62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spacing w:val="0"/>
          <w:lang w:val="th-TH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276"/>
        <w:gridCol w:w="1794"/>
        <w:gridCol w:w="261"/>
        <w:gridCol w:w="1809"/>
      </w:tblGrid>
      <w:tr w:rsidR="007C3EF7" w:rsidRPr="009C526C" w14:paraId="35D397CB" w14:textId="77777777" w:rsidTr="00F254A3">
        <w:trPr>
          <w:tblHeader/>
        </w:trPr>
        <w:tc>
          <w:tcPr>
            <w:tcW w:w="5220" w:type="dxa"/>
            <w:vAlign w:val="bottom"/>
          </w:tcPr>
          <w:p w14:paraId="4E95DC00" w14:textId="0157C41A" w:rsidR="007C3EF7" w:rsidRPr="009C526C" w:rsidRDefault="0044119F" w:rsidP="00F254A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hanging="2"/>
              <w:rPr>
                <w:spacing w:val="0"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>สำหรับงวด</w:t>
            </w:r>
            <w:r w:rsidR="00AF08B9"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สาม</w:t>
            </w:r>
            <w:r w:rsidR="00F97627" w:rsidRPr="009C526C">
              <w:rPr>
                <w:rFonts w:asciiTheme="majorBidi" w:hAnsiTheme="majorBidi" w:cstheme="majorBidi"/>
                <w:b/>
                <w:bCs/>
                <w:i/>
                <w:iCs/>
                <w:spacing w:val="0"/>
                <w:cs/>
              </w:rPr>
              <w:t>เดือนสิ้นสุดวันที่</w:t>
            </w:r>
            <w:r w:rsidR="00F97627" w:rsidRPr="009C526C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 xml:space="preserve"> </w:t>
            </w:r>
            <w:r w:rsidR="00AF08B9" w:rsidRPr="009C526C"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>3</w:t>
            </w:r>
            <w:r w:rsidR="00AF08B9"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>1</w:t>
            </w:r>
            <w:r w:rsidR="00AF08B9"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cs/>
              </w:rPr>
              <w:t xml:space="preserve"> มีนาคม</w:t>
            </w:r>
            <w:r w:rsidR="00AF08B9"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 xml:space="preserve"> </w:t>
            </w:r>
            <w:r w:rsidR="00903A1C" w:rsidRPr="009C526C">
              <w:rPr>
                <w:b/>
                <w:bCs/>
                <w:i/>
                <w:iCs/>
                <w:spacing w:val="0"/>
              </w:rPr>
              <w:t>256</w:t>
            </w:r>
            <w:r w:rsidR="00AF08B9">
              <w:rPr>
                <w:b/>
                <w:bCs/>
                <w:i/>
                <w:iCs/>
                <w:spacing w:val="0"/>
              </w:rPr>
              <w:t>8</w:t>
            </w:r>
          </w:p>
        </w:tc>
        <w:tc>
          <w:tcPr>
            <w:tcW w:w="276" w:type="dxa"/>
          </w:tcPr>
          <w:p w14:paraId="6625D6EC" w14:textId="77777777" w:rsidR="007C3EF7" w:rsidRPr="009C526C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4" w:type="dxa"/>
            <w:vAlign w:val="bottom"/>
          </w:tcPr>
          <w:p w14:paraId="54B2FD4A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61" w:type="dxa"/>
          </w:tcPr>
          <w:p w14:paraId="71ABECC0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</w:p>
        </w:tc>
        <w:tc>
          <w:tcPr>
            <w:tcW w:w="1809" w:type="dxa"/>
            <w:vAlign w:val="bottom"/>
          </w:tcPr>
          <w:p w14:paraId="6BA67F07" w14:textId="77777777" w:rsidR="007C3EF7" w:rsidRPr="009C526C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</w:t>
            </w:r>
          </w:p>
          <w:p w14:paraId="6D64245B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7C3EF7" w:rsidRPr="009C526C" w14:paraId="3633DA9F" w14:textId="77777777" w:rsidTr="00982F4D">
        <w:trPr>
          <w:tblHeader/>
        </w:trPr>
        <w:tc>
          <w:tcPr>
            <w:tcW w:w="5220" w:type="dxa"/>
          </w:tcPr>
          <w:p w14:paraId="11730D68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spacing w:val="0"/>
              </w:rPr>
            </w:pPr>
          </w:p>
        </w:tc>
        <w:tc>
          <w:tcPr>
            <w:tcW w:w="276" w:type="dxa"/>
          </w:tcPr>
          <w:p w14:paraId="05D60D46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  <w:cs/>
              </w:rPr>
            </w:pPr>
          </w:p>
        </w:tc>
        <w:tc>
          <w:tcPr>
            <w:tcW w:w="3864" w:type="dxa"/>
            <w:gridSpan w:val="3"/>
            <w:vAlign w:val="bottom"/>
            <w:hideMark/>
          </w:tcPr>
          <w:p w14:paraId="7FC7FCA2" w14:textId="77777777" w:rsidR="007C3EF7" w:rsidRPr="009C526C" w:rsidRDefault="007C3EF7" w:rsidP="00CA666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9C526C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B3986" w:rsidRPr="009C526C" w14:paraId="766C749E" w14:textId="77777777" w:rsidTr="00982F4D">
        <w:tc>
          <w:tcPr>
            <w:tcW w:w="5220" w:type="dxa"/>
          </w:tcPr>
          <w:p w14:paraId="7E56E4B1" w14:textId="72C8FC5B" w:rsidR="007B3986" w:rsidRPr="009C526C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0"/>
              <w:rPr>
                <w:rFonts w:eastAsia="Times New Roman"/>
                <w:color w:val="000000"/>
                <w:spacing w:val="0"/>
                <w:cs/>
                <w:lang w:eastAsia="zh-CN"/>
              </w:rPr>
            </w:pPr>
            <w:r w:rsidRPr="009C526C">
              <w:rPr>
                <w:spacing w:val="0"/>
                <w:cs/>
              </w:rPr>
              <w:t xml:space="preserve">ซื้อสินทรัพย์ </w:t>
            </w:r>
            <w:r w:rsidRPr="009C526C">
              <w:rPr>
                <w:spacing w:val="0"/>
              </w:rPr>
              <w:t>-</w:t>
            </w:r>
            <w:r w:rsidRPr="009C526C">
              <w:rPr>
                <w:spacing w:val="0"/>
                <w:cs/>
              </w:rPr>
              <w:t xml:space="preserve"> ราคาทุน</w:t>
            </w:r>
          </w:p>
        </w:tc>
        <w:tc>
          <w:tcPr>
            <w:tcW w:w="276" w:type="dxa"/>
          </w:tcPr>
          <w:p w14:paraId="66905FD2" w14:textId="77777777" w:rsidR="007B3986" w:rsidRPr="009C526C" w:rsidRDefault="007B3986" w:rsidP="007B398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4" w:type="dxa"/>
            <w:shd w:val="clear" w:color="auto" w:fill="auto"/>
          </w:tcPr>
          <w:p w14:paraId="4BB8EF81" w14:textId="139B8D38" w:rsidR="007B3986" w:rsidRPr="009C526C" w:rsidRDefault="006538FE" w:rsidP="00387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1" w:right="14"/>
              <w:rPr>
                <w:spacing w:val="0"/>
              </w:rPr>
            </w:pPr>
            <w:r>
              <w:rPr>
                <w:spacing w:val="0"/>
              </w:rPr>
              <w:t>73,734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0C8F724" w14:textId="77777777" w:rsidR="007B3986" w:rsidRPr="009C526C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8" w:right="-108"/>
              <w:rPr>
                <w:rFonts w:eastAsia="Times New Roman"/>
                <w:color w:val="000000"/>
                <w:spacing w:val="0"/>
                <w:lang w:eastAsia="zh-CN"/>
              </w:rPr>
            </w:pPr>
          </w:p>
        </w:tc>
        <w:tc>
          <w:tcPr>
            <w:tcW w:w="1809" w:type="dxa"/>
            <w:shd w:val="clear" w:color="auto" w:fill="auto"/>
          </w:tcPr>
          <w:p w14:paraId="08BDDA4D" w14:textId="221ED311" w:rsidR="007B3986" w:rsidRPr="009C526C" w:rsidRDefault="006538FE" w:rsidP="00016D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8" w:right="75"/>
              <w:rPr>
                <w:spacing w:val="0"/>
              </w:rPr>
            </w:pPr>
            <w:r>
              <w:rPr>
                <w:spacing w:val="0"/>
              </w:rPr>
              <w:t>73,734</w:t>
            </w:r>
          </w:p>
        </w:tc>
      </w:tr>
      <w:tr w:rsidR="00154108" w:rsidRPr="009C526C" w14:paraId="37449296" w14:textId="77777777" w:rsidTr="00982F4D">
        <w:tc>
          <w:tcPr>
            <w:tcW w:w="5220" w:type="dxa"/>
          </w:tcPr>
          <w:p w14:paraId="4AD9C0F2" w14:textId="5FC97E02" w:rsidR="00154108" w:rsidRPr="009C526C" w:rsidRDefault="00154108" w:rsidP="0015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pacing w:val="0"/>
                <w:cs/>
              </w:rPr>
            </w:pPr>
            <w:r w:rsidRPr="009C526C">
              <w:rPr>
                <w:spacing w:val="0"/>
                <w:cs/>
              </w:rPr>
              <w:t>จำหน่ายสินทรัพย์</w:t>
            </w:r>
            <w:r w:rsidRPr="009C526C">
              <w:rPr>
                <w:spacing w:val="0"/>
              </w:rPr>
              <w:t xml:space="preserve"> </w:t>
            </w:r>
            <w:r w:rsidRPr="009C526C">
              <w:rPr>
                <w:spacing w:val="0"/>
                <w:cs/>
              </w:rPr>
              <w:t>- ราคาตามบัญชีสุทธิ</w:t>
            </w:r>
          </w:p>
        </w:tc>
        <w:tc>
          <w:tcPr>
            <w:tcW w:w="276" w:type="dxa"/>
          </w:tcPr>
          <w:p w14:paraId="1ECBDE6E" w14:textId="77777777" w:rsidR="00154108" w:rsidRPr="009C526C" w:rsidRDefault="00154108" w:rsidP="001541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4" w:type="dxa"/>
            <w:shd w:val="clear" w:color="auto" w:fill="auto"/>
          </w:tcPr>
          <w:p w14:paraId="0E20E5A0" w14:textId="136DCB9E" w:rsidR="00154108" w:rsidRPr="009C526C" w:rsidRDefault="006538FE" w:rsidP="0015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1" w:right="14"/>
              <w:rPr>
                <w:spacing w:val="0"/>
              </w:rPr>
            </w:pPr>
            <w:r>
              <w:rPr>
                <w:spacing w:val="0"/>
              </w:rPr>
              <w:t>1,052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F15DF6D" w14:textId="77777777" w:rsidR="00154108" w:rsidRPr="009C526C" w:rsidRDefault="00154108" w:rsidP="0015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8" w:right="-108"/>
              <w:rPr>
                <w:rFonts w:eastAsia="Times New Roman"/>
                <w:color w:val="000000"/>
                <w:spacing w:val="0"/>
                <w:lang w:eastAsia="zh-CN"/>
              </w:rPr>
            </w:pPr>
          </w:p>
        </w:tc>
        <w:tc>
          <w:tcPr>
            <w:tcW w:w="1809" w:type="dxa"/>
            <w:shd w:val="clear" w:color="auto" w:fill="auto"/>
          </w:tcPr>
          <w:p w14:paraId="25292A32" w14:textId="7F2F4BCC" w:rsidR="00154108" w:rsidRPr="009C526C" w:rsidRDefault="006538FE" w:rsidP="0015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15" w:right="14"/>
              <w:rPr>
                <w:spacing w:val="0"/>
              </w:rPr>
            </w:pPr>
            <w:r>
              <w:rPr>
                <w:spacing w:val="0"/>
              </w:rPr>
              <w:t>1,052</w:t>
            </w:r>
          </w:p>
        </w:tc>
      </w:tr>
    </w:tbl>
    <w:p w14:paraId="1C945661" w14:textId="77777777" w:rsidR="00E35402" w:rsidRPr="009C526C" w:rsidRDefault="00E35402" w:rsidP="007C3E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cs/>
        </w:rPr>
      </w:pPr>
    </w:p>
    <w:p w14:paraId="4A948D0D" w14:textId="13B68970" w:rsidR="004B4E75" w:rsidRPr="009C526C" w:rsidRDefault="00385223" w:rsidP="004F71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/>
          <w:bCs/>
          <w:spacing w:val="0"/>
          <w:lang w:val="th-TH"/>
        </w:rPr>
      </w:pPr>
      <w:r w:rsidRPr="009C526C">
        <w:rPr>
          <w:b/>
          <w:bCs/>
          <w:spacing w:val="0"/>
        </w:rPr>
        <w:t>5</w:t>
      </w:r>
      <w:r w:rsidR="004B4E75" w:rsidRPr="009C526C">
        <w:rPr>
          <w:b/>
          <w:bCs/>
          <w:spacing w:val="0"/>
          <w:cs/>
          <w:lang w:val="th-TH"/>
        </w:rPr>
        <w:tab/>
        <w:t>ที่ดิน อาคารและอุปกรณ์</w:t>
      </w:r>
    </w:p>
    <w:p w14:paraId="40DCC7F1" w14:textId="77777777" w:rsidR="007C3EF7" w:rsidRPr="009C526C" w:rsidRDefault="007C3EF7" w:rsidP="00670A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  <w:lang w:val="th-TH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275"/>
        <w:gridCol w:w="1801"/>
        <w:gridCol w:w="262"/>
        <w:gridCol w:w="1802"/>
      </w:tblGrid>
      <w:tr w:rsidR="007C3EF7" w:rsidRPr="009C526C" w14:paraId="2FA70FA6" w14:textId="77777777" w:rsidTr="00DD50DF">
        <w:trPr>
          <w:tblHeader/>
        </w:trPr>
        <w:tc>
          <w:tcPr>
            <w:tcW w:w="5220" w:type="dxa"/>
            <w:vAlign w:val="bottom"/>
          </w:tcPr>
          <w:p w14:paraId="6C424CC9" w14:textId="3B950767" w:rsidR="007C3EF7" w:rsidRPr="009C526C" w:rsidRDefault="00AF08B9" w:rsidP="00EA7AF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8"/>
              <w:jc w:val="thaiDistribute"/>
              <w:rPr>
                <w:spacing w:val="0"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สาม</w:t>
            </w:r>
            <w:r w:rsidRPr="009C526C">
              <w:rPr>
                <w:rFonts w:asciiTheme="majorBidi" w:hAnsiTheme="majorBidi" w:cstheme="majorBidi"/>
                <w:b/>
                <w:bCs/>
                <w:i/>
                <w:iCs/>
                <w:spacing w:val="0"/>
                <w:cs/>
              </w:rPr>
              <w:t>เดือนสิ้นสุดวันที่</w:t>
            </w:r>
            <w:r w:rsidRPr="009C526C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 xml:space="preserve"> </w:t>
            </w:r>
            <w:r w:rsidRPr="009C526C"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cs/>
              </w:rPr>
              <w:t xml:space="preserve"> มีนาคม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 xml:space="preserve"> </w:t>
            </w:r>
            <w:r w:rsidRPr="009C526C">
              <w:rPr>
                <w:b/>
                <w:bCs/>
                <w:i/>
                <w:iCs/>
                <w:spacing w:val="0"/>
              </w:rPr>
              <w:t>256</w:t>
            </w:r>
            <w:r>
              <w:rPr>
                <w:b/>
                <w:bCs/>
                <w:i/>
                <w:iCs/>
                <w:spacing w:val="0"/>
              </w:rPr>
              <w:t>8</w:t>
            </w:r>
          </w:p>
        </w:tc>
        <w:tc>
          <w:tcPr>
            <w:tcW w:w="275" w:type="dxa"/>
          </w:tcPr>
          <w:p w14:paraId="46889B87" w14:textId="77777777" w:rsidR="007C3EF7" w:rsidRPr="009C526C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801" w:type="dxa"/>
            <w:vAlign w:val="bottom"/>
          </w:tcPr>
          <w:p w14:paraId="01C36216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62" w:type="dxa"/>
          </w:tcPr>
          <w:p w14:paraId="3F96A9E1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</w:p>
        </w:tc>
        <w:tc>
          <w:tcPr>
            <w:tcW w:w="1802" w:type="dxa"/>
            <w:vAlign w:val="bottom"/>
          </w:tcPr>
          <w:p w14:paraId="11FFE5F3" w14:textId="77777777" w:rsidR="007C3EF7" w:rsidRPr="009C526C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</w:t>
            </w:r>
          </w:p>
          <w:p w14:paraId="21255127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7C3EF7" w:rsidRPr="009C526C" w14:paraId="07B1F6B1" w14:textId="77777777" w:rsidTr="00982F4D">
        <w:trPr>
          <w:tblHeader/>
        </w:trPr>
        <w:tc>
          <w:tcPr>
            <w:tcW w:w="5220" w:type="dxa"/>
          </w:tcPr>
          <w:p w14:paraId="37101BE9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spacing w:val="0"/>
              </w:rPr>
            </w:pPr>
          </w:p>
        </w:tc>
        <w:tc>
          <w:tcPr>
            <w:tcW w:w="275" w:type="dxa"/>
          </w:tcPr>
          <w:p w14:paraId="000B93DD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  <w:cs/>
              </w:rPr>
            </w:pPr>
          </w:p>
        </w:tc>
        <w:tc>
          <w:tcPr>
            <w:tcW w:w="3865" w:type="dxa"/>
            <w:gridSpan w:val="3"/>
            <w:vAlign w:val="bottom"/>
            <w:hideMark/>
          </w:tcPr>
          <w:p w14:paraId="57342D12" w14:textId="77777777" w:rsidR="007C3EF7" w:rsidRPr="009C526C" w:rsidRDefault="007C3EF7" w:rsidP="00CA666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9C526C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B3986" w:rsidRPr="009C526C" w14:paraId="7663335E" w14:textId="77777777" w:rsidTr="00982F4D">
        <w:tc>
          <w:tcPr>
            <w:tcW w:w="5220" w:type="dxa"/>
          </w:tcPr>
          <w:p w14:paraId="51519BAC" w14:textId="1BF5C348" w:rsidR="007B3986" w:rsidRPr="009C526C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0"/>
              <w:rPr>
                <w:rFonts w:eastAsia="Times New Roman"/>
                <w:color w:val="000000"/>
                <w:spacing w:val="0"/>
                <w:cs/>
                <w:lang w:eastAsia="zh-CN"/>
              </w:rPr>
            </w:pPr>
            <w:r w:rsidRPr="009C526C">
              <w:rPr>
                <w:spacing w:val="0"/>
                <w:cs/>
              </w:rPr>
              <w:t>ซื้อสินทรัพย์ - ราคาทุน</w:t>
            </w:r>
          </w:p>
        </w:tc>
        <w:tc>
          <w:tcPr>
            <w:tcW w:w="275" w:type="dxa"/>
          </w:tcPr>
          <w:p w14:paraId="42CDF83D" w14:textId="77777777" w:rsidR="007B3986" w:rsidRPr="009C526C" w:rsidRDefault="007B3986" w:rsidP="007B398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801" w:type="dxa"/>
            <w:shd w:val="clear" w:color="auto" w:fill="auto"/>
          </w:tcPr>
          <w:p w14:paraId="72B9256E" w14:textId="698D4AA2" w:rsidR="007B3986" w:rsidRPr="009C526C" w:rsidRDefault="00C54ECA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-108" w:right="-100"/>
              <w:rPr>
                <w:spacing w:val="0"/>
              </w:rPr>
            </w:pPr>
            <w:r>
              <w:rPr>
                <w:spacing w:val="0"/>
              </w:rPr>
              <w:t>6,195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3DDF508" w14:textId="77777777" w:rsidR="007B3986" w:rsidRPr="009C526C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left="-108" w:right="-100"/>
              <w:rPr>
                <w:rFonts w:eastAsia="Times New Roman"/>
                <w:color w:val="000000"/>
                <w:spacing w:val="0"/>
                <w:lang w:eastAsia="zh-CN"/>
              </w:rPr>
            </w:pPr>
          </w:p>
        </w:tc>
        <w:tc>
          <w:tcPr>
            <w:tcW w:w="1802" w:type="dxa"/>
            <w:shd w:val="clear" w:color="auto" w:fill="auto"/>
          </w:tcPr>
          <w:p w14:paraId="350E085A" w14:textId="38FBA566" w:rsidR="007B3986" w:rsidRPr="009C526C" w:rsidRDefault="00C54ECA" w:rsidP="007A6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-108" w:right="-100"/>
              <w:rPr>
                <w:spacing w:val="0"/>
                <w:cs/>
              </w:rPr>
            </w:pPr>
            <w:r>
              <w:rPr>
                <w:spacing w:val="0"/>
              </w:rPr>
              <w:t>6,195</w:t>
            </w:r>
          </w:p>
        </w:tc>
      </w:tr>
    </w:tbl>
    <w:p w14:paraId="6DB8BA24" w14:textId="77777777" w:rsidR="00C1202C" w:rsidRDefault="00C1202C" w:rsidP="007C3E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</w:rPr>
      </w:pPr>
    </w:p>
    <w:p w14:paraId="35A2FF94" w14:textId="0EC5A803" w:rsidR="004B4E75" w:rsidRPr="009C526C" w:rsidRDefault="00385223" w:rsidP="00B905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jc w:val="both"/>
        <w:rPr>
          <w:b/>
          <w:bCs/>
          <w:spacing w:val="0"/>
          <w:lang w:val="th-TH"/>
        </w:rPr>
      </w:pPr>
      <w:r w:rsidRPr="009C526C">
        <w:rPr>
          <w:rFonts w:hint="cs"/>
          <w:b/>
          <w:bCs/>
          <w:spacing w:val="0"/>
          <w:cs/>
          <w:lang w:val="th-TH"/>
        </w:rPr>
        <w:t>6</w:t>
      </w:r>
      <w:r w:rsidR="004B4E75" w:rsidRPr="009C526C">
        <w:rPr>
          <w:b/>
          <w:bCs/>
          <w:spacing w:val="0"/>
          <w:cs/>
          <w:lang w:val="th-TH"/>
        </w:rPr>
        <w:tab/>
        <w:t>สินทรัพย์สิทธิการใช้</w:t>
      </w:r>
    </w:p>
    <w:p w14:paraId="49339972" w14:textId="77777777" w:rsidR="004B4E75" w:rsidRPr="009C526C" w:rsidRDefault="004B4E75" w:rsidP="004B4E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360"/>
        <w:jc w:val="both"/>
        <w:rPr>
          <w:spacing w:val="0"/>
        </w:rPr>
      </w:pPr>
    </w:p>
    <w:p w14:paraId="1CD1F689" w14:textId="3DE3A068" w:rsidR="001E19B2" w:rsidRDefault="00CD50C0" w:rsidP="00B35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spacing w:val="0"/>
        </w:rPr>
      </w:pPr>
      <w:r w:rsidRPr="009C526C">
        <w:rPr>
          <w:spacing w:val="0"/>
          <w:cs/>
          <w:lang w:val="th-TH"/>
        </w:rPr>
        <w:t>ในระหว่างงว</w:t>
      </w:r>
      <w:r w:rsidR="00445760" w:rsidRPr="009C526C">
        <w:rPr>
          <w:rFonts w:hint="cs"/>
          <w:spacing w:val="0"/>
          <w:cs/>
          <w:lang w:val="th-TH"/>
        </w:rPr>
        <w:t>ด</w:t>
      </w:r>
      <w:r w:rsidR="00AF08B9">
        <w:rPr>
          <w:rFonts w:hint="cs"/>
          <w:spacing w:val="0"/>
          <w:cs/>
        </w:rPr>
        <w:t>สาม</w:t>
      </w:r>
      <w:r w:rsidRPr="009C526C">
        <w:rPr>
          <w:spacing w:val="0"/>
          <w:cs/>
          <w:lang w:val="th-TH"/>
        </w:rPr>
        <w:t>เดือนสิ้นสุ</w:t>
      </w:r>
      <w:r w:rsidR="00A7113B" w:rsidRPr="009C526C">
        <w:rPr>
          <w:rFonts w:hint="cs"/>
          <w:spacing w:val="0"/>
          <w:cs/>
          <w:lang w:val="th-TH"/>
        </w:rPr>
        <w:t xml:space="preserve">ดวันที่ </w:t>
      </w:r>
      <w:r w:rsidR="00903A1C" w:rsidRPr="009C526C">
        <w:rPr>
          <w:spacing w:val="0"/>
        </w:rPr>
        <w:t>3</w:t>
      </w:r>
      <w:r w:rsidR="00AF08B9">
        <w:rPr>
          <w:spacing w:val="0"/>
        </w:rPr>
        <w:t>1</w:t>
      </w:r>
      <w:r w:rsidRPr="009C526C">
        <w:rPr>
          <w:spacing w:val="0"/>
          <w:cs/>
          <w:lang w:val="th-TH"/>
        </w:rPr>
        <w:t xml:space="preserve"> </w:t>
      </w:r>
      <w:r w:rsidR="00AF08B9">
        <w:rPr>
          <w:rFonts w:hint="cs"/>
          <w:spacing w:val="0"/>
          <w:cs/>
          <w:lang w:val="th-TH"/>
        </w:rPr>
        <w:t>มีนาคม</w:t>
      </w:r>
      <w:r w:rsidRPr="009C526C">
        <w:rPr>
          <w:spacing w:val="0"/>
          <w:cs/>
          <w:lang w:val="th-TH"/>
        </w:rPr>
        <w:t xml:space="preserve"> </w:t>
      </w:r>
      <w:r w:rsidR="00903A1C" w:rsidRPr="009C526C">
        <w:rPr>
          <w:spacing w:val="0"/>
        </w:rPr>
        <w:t>256</w:t>
      </w:r>
      <w:r w:rsidR="00AF08B9">
        <w:rPr>
          <w:spacing w:val="0"/>
        </w:rPr>
        <w:t>8</w:t>
      </w:r>
      <w:r w:rsidRPr="009C526C">
        <w:rPr>
          <w:spacing w:val="0"/>
          <w:cs/>
          <w:lang w:val="th-TH"/>
        </w:rPr>
        <w:t xml:space="preserve"> กลุ่มบริษัท</w:t>
      </w:r>
      <w:r w:rsidRPr="00EC75A5">
        <w:rPr>
          <w:spacing w:val="0"/>
          <w:cs/>
          <w:lang w:val="th-TH"/>
        </w:rPr>
        <w:t>เช่า</w:t>
      </w:r>
      <w:r w:rsidRPr="00926944">
        <w:rPr>
          <w:spacing w:val="0"/>
          <w:cs/>
          <w:lang w:val="th-TH"/>
        </w:rPr>
        <w:t>อาคาร</w:t>
      </w:r>
      <w:r w:rsidR="00520D69" w:rsidRPr="00926944">
        <w:rPr>
          <w:rFonts w:hint="cs"/>
          <w:spacing w:val="0"/>
          <w:cs/>
          <w:lang w:val="th-TH"/>
        </w:rPr>
        <w:t>และพื้นที่</w:t>
      </w:r>
      <w:r w:rsidR="00142E78">
        <w:rPr>
          <w:rFonts w:hint="cs"/>
          <w:spacing w:val="0"/>
          <w:cs/>
          <w:lang w:val="th-TH"/>
        </w:rPr>
        <w:t>เพื่อให้บริการ</w:t>
      </w:r>
      <w:r w:rsidRPr="009C526C">
        <w:rPr>
          <w:spacing w:val="0"/>
          <w:cs/>
          <w:lang w:val="th-TH"/>
        </w:rPr>
        <w:t xml:space="preserve">เป็นระยะเวลา </w:t>
      </w:r>
      <w:r w:rsidR="003B35A8">
        <w:rPr>
          <w:spacing w:val="0"/>
        </w:rPr>
        <w:t xml:space="preserve">1 </w:t>
      </w:r>
      <w:r w:rsidR="003B35A8">
        <w:rPr>
          <w:rFonts w:hint="cs"/>
          <w:spacing w:val="0"/>
          <w:cs/>
        </w:rPr>
        <w:t xml:space="preserve">ถึง </w:t>
      </w:r>
      <w:r w:rsidR="00B73FA8">
        <w:rPr>
          <w:spacing w:val="0"/>
        </w:rPr>
        <w:t>3</w:t>
      </w:r>
      <w:r w:rsidR="00AF08B9">
        <w:rPr>
          <w:spacing w:val="0"/>
        </w:rPr>
        <w:t xml:space="preserve"> </w:t>
      </w:r>
      <w:r w:rsidRPr="009C526C">
        <w:rPr>
          <w:spacing w:val="0"/>
          <w:cs/>
          <w:lang w:val="th-TH"/>
        </w:rPr>
        <w:t>ปี โดยมีค่าเช่าคงที่ตลอดอายุสัญญา</w:t>
      </w:r>
    </w:p>
    <w:p w14:paraId="260A33D5" w14:textId="77777777" w:rsidR="00926944" w:rsidRPr="00926944" w:rsidRDefault="00926944" w:rsidP="00B35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spacing w:val="0"/>
          <w:cs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270"/>
        <w:gridCol w:w="1791"/>
        <w:gridCol w:w="262"/>
        <w:gridCol w:w="1817"/>
      </w:tblGrid>
      <w:tr w:rsidR="007C3EF7" w:rsidRPr="009C526C" w14:paraId="6AB073C4" w14:textId="77777777" w:rsidTr="24C29FFE">
        <w:trPr>
          <w:tblHeader/>
        </w:trPr>
        <w:tc>
          <w:tcPr>
            <w:tcW w:w="5220" w:type="dxa"/>
            <w:vAlign w:val="bottom"/>
          </w:tcPr>
          <w:p w14:paraId="3D8AB447" w14:textId="6CD97D43" w:rsidR="007C3EF7" w:rsidRPr="009C526C" w:rsidRDefault="00AF08B9" w:rsidP="0054581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hanging="2"/>
              <w:rPr>
                <w:spacing w:val="0"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สาม</w:t>
            </w:r>
            <w:r w:rsidRPr="009C526C">
              <w:rPr>
                <w:rFonts w:asciiTheme="majorBidi" w:hAnsiTheme="majorBidi" w:cstheme="majorBidi"/>
                <w:b/>
                <w:bCs/>
                <w:i/>
                <w:iCs/>
                <w:spacing w:val="0"/>
                <w:cs/>
              </w:rPr>
              <w:t>เดือนสิ้นสุดวันที่</w:t>
            </w:r>
            <w:r w:rsidRPr="009C526C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 xml:space="preserve"> </w:t>
            </w:r>
            <w:r w:rsidRPr="009C526C"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cs/>
              </w:rPr>
              <w:t xml:space="preserve"> มีนาคม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-8"/>
              </w:rPr>
              <w:t xml:space="preserve"> </w:t>
            </w:r>
            <w:r w:rsidRPr="009C526C">
              <w:rPr>
                <w:b/>
                <w:bCs/>
                <w:i/>
                <w:iCs/>
                <w:spacing w:val="0"/>
              </w:rPr>
              <w:t>256</w:t>
            </w:r>
            <w:r>
              <w:rPr>
                <w:b/>
                <w:bCs/>
                <w:i/>
                <w:iCs/>
                <w:spacing w:val="0"/>
              </w:rPr>
              <w:t>8</w:t>
            </w:r>
          </w:p>
        </w:tc>
        <w:tc>
          <w:tcPr>
            <w:tcW w:w="270" w:type="dxa"/>
          </w:tcPr>
          <w:p w14:paraId="0D32E9BA" w14:textId="77777777" w:rsidR="007C3EF7" w:rsidRPr="009C526C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1" w:type="dxa"/>
            <w:vAlign w:val="bottom"/>
          </w:tcPr>
          <w:p w14:paraId="753D478E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62" w:type="dxa"/>
          </w:tcPr>
          <w:p w14:paraId="4AEEFB43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</w:p>
        </w:tc>
        <w:tc>
          <w:tcPr>
            <w:tcW w:w="1817" w:type="dxa"/>
            <w:vAlign w:val="bottom"/>
          </w:tcPr>
          <w:p w14:paraId="4D2A09BD" w14:textId="77777777" w:rsidR="007C3EF7" w:rsidRPr="009C526C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</w:t>
            </w:r>
          </w:p>
          <w:p w14:paraId="60C46DAD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7C3EF7" w:rsidRPr="009C526C" w14:paraId="6F33B446" w14:textId="77777777" w:rsidTr="24C29FFE">
        <w:trPr>
          <w:tblHeader/>
        </w:trPr>
        <w:tc>
          <w:tcPr>
            <w:tcW w:w="5220" w:type="dxa"/>
          </w:tcPr>
          <w:p w14:paraId="0E5611F4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spacing w:val="0"/>
              </w:rPr>
            </w:pPr>
          </w:p>
        </w:tc>
        <w:tc>
          <w:tcPr>
            <w:tcW w:w="270" w:type="dxa"/>
          </w:tcPr>
          <w:p w14:paraId="16FB78C3" w14:textId="77777777" w:rsidR="007C3EF7" w:rsidRPr="009C526C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  <w:cs/>
              </w:rPr>
            </w:pPr>
          </w:p>
        </w:tc>
        <w:tc>
          <w:tcPr>
            <w:tcW w:w="3870" w:type="dxa"/>
            <w:gridSpan w:val="3"/>
            <w:vAlign w:val="bottom"/>
            <w:hideMark/>
          </w:tcPr>
          <w:p w14:paraId="48549061" w14:textId="77777777" w:rsidR="007C3EF7" w:rsidRPr="009C526C" w:rsidRDefault="007C3EF7" w:rsidP="00CA666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9C526C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C3EF7" w:rsidRPr="009C526C" w14:paraId="41517669" w14:textId="77777777" w:rsidTr="24C29FFE">
        <w:tc>
          <w:tcPr>
            <w:tcW w:w="5220" w:type="dxa"/>
          </w:tcPr>
          <w:p w14:paraId="2D97D5DF" w14:textId="6DD223CF" w:rsidR="007C3EF7" w:rsidRPr="009C526C" w:rsidRDefault="007C3EF7" w:rsidP="005458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eastAsia="Times New Roman"/>
                <w:color w:val="000000"/>
                <w:spacing w:val="0"/>
                <w:cs/>
                <w:lang w:eastAsia="zh-CN"/>
              </w:rPr>
            </w:pPr>
            <w:r w:rsidRPr="009C526C">
              <w:rPr>
                <w:spacing w:val="0"/>
                <w:cs/>
              </w:rPr>
              <w:t>เพิ่มขึ้น - ราคาทุน</w:t>
            </w:r>
          </w:p>
        </w:tc>
        <w:tc>
          <w:tcPr>
            <w:tcW w:w="270" w:type="dxa"/>
          </w:tcPr>
          <w:p w14:paraId="34F489FA" w14:textId="77777777" w:rsidR="007C3EF7" w:rsidRPr="009C526C" w:rsidRDefault="007C3EF7" w:rsidP="007C3EF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1" w:type="dxa"/>
            <w:vAlign w:val="bottom"/>
          </w:tcPr>
          <w:p w14:paraId="245E1DFA" w14:textId="298570AF" w:rsidR="007C3EF7" w:rsidRPr="009C526C" w:rsidRDefault="00B94248" w:rsidP="00967D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-108" w:right="-100"/>
              <w:rPr>
                <w:spacing w:val="0"/>
              </w:rPr>
            </w:pPr>
            <w:r>
              <w:rPr>
                <w:spacing w:val="0"/>
              </w:rPr>
              <w:t>16,394</w:t>
            </w:r>
          </w:p>
        </w:tc>
        <w:tc>
          <w:tcPr>
            <w:tcW w:w="262" w:type="dxa"/>
            <w:vAlign w:val="bottom"/>
          </w:tcPr>
          <w:p w14:paraId="49B0D7B6" w14:textId="3021DADC" w:rsidR="007C3EF7" w:rsidRPr="009C526C" w:rsidRDefault="007C3EF7" w:rsidP="00967D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-108" w:right="-100"/>
              <w:rPr>
                <w:spacing w:val="0"/>
              </w:rPr>
            </w:pPr>
          </w:p>
        </w:tc>
        <w:tc>
          <w:tcPr>
            <w:tcW w:w="1817" w:type="dxa"/>
            <w:vAlign w:val="bottom"/>
          </w:tcPr>
          <w:p w14:paraId="20503D6E" w14:textId="7DFA5C86" w:rsidR="007C3EF7" w:rsidRPr="009C526C" w:rsidRDefault="00B94248" w:rsidP="00967D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0"/>
              </w:tabs>
              <w:spacing w:line="240" w:lineRule="auto"/>
              <w:ind w:left="-108" w:right="-100"/>
              <w:rPr>
                <w:spacing w:val="0"/>
              </w:rPr>
            </w:pPr>
            <w:r>
              <w:rPr>
                <w:spacing w:val="0"/>
              </w:rPr>
              <w:t>16,394</w:t>
            </w:r>
          </w:p>
        </w:tc>
      </w:tr>
    </w:tbl>
    <w:p w14:paraId="12F94A7D" w14:textId="77777777" w:rsidR="007A62F9" w:rsidRDefault="007A62F9" w:rsidP="000440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  <w:tab w:val="left" w:pos="540"/>
        </w:tabs>
        <w:spacing w:line="240" w:lineRule="auto"/>
        <w:rPr>
          <w:b/>
          <w:bCs/>
          <w:spacing w:val="0"/>
        </w:rPr>
      </w:pPr>
    </w:p>
    <w:p w14:paraId="513B86E9" w14:textId="77777777" w:rsidR="00131D78" w:rsidRDefault="00131D78" w:rsidP="000440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  <w:tab w:val="left" w:pos="540"/>
        </w:tabs>
        <w:spacing w:line="240" w:lineRule="auto"/>
        <w:rPr>
          <w:b/>
          <w:bCs/>
          <w:spacing w:val="0"/>
        </w:rPr>
      </w:pPr>
    </w:p>
    <w:p w14:paraId="37B03E39" w14:textId="77777777" w:rsidR="00B35314" w:rsidRDefault="00B35314" w:rsidP="000440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  <w:tab w:val="left" w:pos="540"/>
        </w:tabs>
        <w:spacing w:line="240" w:lineRule="auto"/>
        <w:rPr>
          <w:b/>
          <w:bCs/>
          <w:spacing w:val="0"/>
        </w:rPr>
      </w:pPr>
    </w:p>
    <w:p w14:paraId="637400CB" w14:textId="00AB6977" w:rsidR="004B4E75" w:rsidRDefault="00385223" w:rsidP="000440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  <w:tab w:val="left" w:pos="540"/>
        </w:tabs>
        <w:spacing w:line="240" w:lineRule="auto"/>
        <w:rPr>
          <w:b/>
          <w:bCs/>
          <w:spacing w:val="0"/>
          <w:lang w:val="th-TH"/>
        </w:rPr>
      </w:pPr>
      <w:r w:rsidRPr="009C526C">
        <w:rPr>
          <w:b/>
          <w:bCs/>
          <w:spacing w:val="0"/>
        </w:rPr>
        <w:lastRenderedPageBreak/>
        <w:t>7</w:t>
      </w:r>
      <w:r w:rsidR="000440DB" w:rsidRPr="009C526C">
        <w:rPr>
          <w:b/>
          <w:bCs/>
          <w:spacing w:val="0"/>
        </w:rPr>
        <w:tab/>
      </w:r>
      <w:r w:rsidR="004B4E75" w:rsidRPr="005450D5">
        <w:rPr>
          <w:b/>
          <w:bCs/>
          <w:spacing w:val="0"/>
          <w:cs/>
          <w:lang w:val="th-TH"/>
        </w:rPr>
        <w:t>หนี้สินที่มีภาระดอกเบี้ย</w:t>
      </w:r>
    </w:p>
    <w:p w14:paraId="6847DAB9" w14:textId="77777777" w:rsidR="00F76FE5" w:rsidRPr="00142E78" w:rsidRDefault="00F76FE5" w:rsidP="000440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  <w:tab w:val="left" w:pos="540"/>
        </w:tabs>
        <w:spacing w:line="240" w:lineRule="auto"/>
        <w:rPr>
          <w:spacing w:val="0"/>
          <w:lang w:val="th-TH"/>
        </w:rPr>
      </w:pPr>
    </w:p>
    <w:p w14:paraId="43B8E9EC" w14:textId="2FA0D165" w:rsidR="008917D5" w:rsidRDefault="00F76FE5" w:rsidP="00F76FE5">
      <w:pPr>
        <w:tabs>
          <w:tab w:val="clear" w:pos="680"/>
          <w:tab w:val="left" w:pos="567"/>
        </w:tabs>
        <w:ind w:left="567"/>
        <w:jc w:val="thaiDistribute"/>
        <w:rPr>
          <w:rFonts w:eastAsia="MS Mincho"/>
          <w:spacing w:val="0"/>
          <w:lang w:eastAsia="x-none"/>
        </w:rPr>
      </w:pPr>
      <w:r w:rsidRPr="00142E78">
        <w:rPr>
          <w:rFonts w:eastAsia="MS Mincho" w:hint="cs"/>
          <w:spacing w:val="0"/>
          <w:cs/>
          <w:lang w:eastAsia="x-none"/>
        </w:rPr>
        <w:t xml:space="preserve">ในระหว่างงวดสามเดือนสิ้นสุดวันที่ </w:t>
      </w:r>
      <w:r w:rsidRPr="00142E78">
        <w:rPr>
          <w:rFonts w:eastAsia="MS Mincho"/>
          <w:spacing w:val="0"/>
          <w:lang w:eastAsia="x-none"/>
        </w:rPr>
        <w:t xml:space="preserve">31 </w:t>
      </w:r>
      <w:r w:rsidRPr="00142E78">
        <w:rPr>
          <w:rFonts w:eastAsia="MS Mincho" w:hint="cs"/>
          <w:spacing w:val="0"/>
          <w:cs/>
          <w:lang w:eastAsia="x-none"/>
        </w:rPr>
        <w:t xml:space="preserve">มีนาคม </w:t>
      </w:r>
      <w:r w:rsidRPr="00142E78">
        <w:rPr>
          <w:rFonts w:eastAsia="MS Mincho"/>
          <w:spacing w:val="0"/>
          <w:lang w:eastAsia="x-none"/>
        </w:rPr>
        <w:t xml:space="preserve">2568 </w:t>
      </w:r>
      <w:r w:rsidRPr="00142E78">
        <w:rPr>
          <w:rFonts w:eastAsia="MS Mincho" w:hint="cs"/>
          <w:spacing w:val="0"/>
          <w:cs/>
          <w:lang w:eastAsia="x-none"/>
        </w:rPr>
        <w:t>บริษัทมีเงินกู้ยืมระยะสั้นกับสถาบันการเงินแห่งหนึ่ง</w:t>
      </w:r>
      <w:r w:rsidR="00142E78">
        <w:rPr>
          <w:rFonts w:eastAsia="MS Mincho"/>
          <w:spacing w:val="0"/>
          <w:cs/>
          <w:lang w:eastAsia="x-none"/>
        </w:rPr>
        <w:br/>
      </w:r>
      <w:r w:rsidRPr="00142E78">
        <w:rPr>
          <w:rFonts w:eastAsia="MS Mincho" w:hint="cs"/>
          <w:spacing w:val="0"/>
          <w:cs/>
          <w:lang w:eastAsia="x-none"/>
        </w:rPr>
        <w:t xml:space="preserve">ในรูปแบบของตั๋วสัญญาใช้เงินจำนวน </w:t>
      </w:r>
      <w:r w:rsidRPr="00142E78">
        <w:rPr>
          <w:rFonts w:eastAsia="MS Mincho"/>
          <w:spacing w:val="0"/>
          <w:lang w:eastAsia="x-none"/>
        </w:rPr>
        <w:t xml:space="preserve">55 </w:t>
      </w:r>
      <w:r w:rsidRPr="00142E78">
        <w:rPr>
          <w:rFonts w:eastAsia="MS Mincho" w:hint="cs"/>
          <w:spacing w:val="0"/>
          <w:cs/>
          <w:lang w:eastAsia="x-none"/>
        </w:rPr>
        <w:t xml:space="preserve">ล้านบาท โดยมีอัตราดอกเบี้ยร้อยละ </w:t>
      </w:r>
      <w:r w:rsidRPr="00142E78">
        <w:rPr>
          <w:rFonts w:eastAsia="MS Mincho"/>
          <w:spacing w:val="0"/>
          <w:lang w:eastAsia="x-none"/>
        </w:rPr>
        <w:t xml:space="preserve">MMR </w:t>
      </w:r>
      <w:r w:rsidRPr="00142E78">
        <w:rPr>
          <w:rFonts w:eastAsia="MS Mincho" w:hint="cs"/>
          <w:spacing w:val="0"/>
          <w:cs/>
          <w:lang w:eastAsia="x-none"/>
        </w:rPr>
        <w:t xml:space="preserve">ต่อปี ตั๋วสัญญาใช้เงินดังกล่าวจะครบกำหนดชำระในเดือนเมษายน </w:t>
      </w:r>
      <w:r w:rsidRPr="00142E78">
        <w:rPr>
          <w:rFonts w:eastAsia="MS Mincho"/>
          <w:spacing w:val="0"/>
          <w:lang w:eastAsia="x-none"/>
        </w:rPr>
        <w:t>2568</w:t>
      </w:r>
    </w:p>
    <w:p w14:paraId="1A317D56" w14:textId="77777777" w:rsidR="00F76FE5" w:rsidRPr="00F76FE5" w:rsidRDefault="00F76FE5" w:rsidP="00F76FE5">
      <w:pPr>
        <w:tabs>
          <w:tab w:val="clear" w:pos="680"/>
          <w:tab w:val="left" w:pos="567"/>
        </w:tabs>
        <w:ind w:left="567"/>
        <w:jc w:val="thaiDistribute"/>
        <w:rPr>
          <w:rFonts w:eastAsia="MS Mincho"/>
          <w:spacing w:val="0"/>
          <w:lang w:eastAsia="x-none"/>
        </w:rPr>
      </w:pPr>
    </w:p>
    <w:p w14:paraId="1916CFBF" w14:textId="254D60F7" w:rsidR="0089375E" w:rsidRDefault="0089375E" w:rsidP="005803BC">
      <w:pPr>
        <w:tabs>
          <w:tab w:val="clear" w:pos="680"/>
          <w:tab w:val="left" w:pos="567"/>
        </w:tabs>
        <w:ind w:left="567"/>
        <w:jc w:val="thaiDistribute"/>
        <w:rPr>
          <w:rFonts w:eastAsia="MS Mincho"/>
          <w:spacing w:val="0"/>
          <w:lang w:eastAsia="x-none"/>
        </w:rPr>
      </w:pPr>
      <w:r w:rsidRPr="005450D5">
        <w:rPr>
          <w:rFonts w:eastAsia="MS Mincho" w:hint="cs"/>
          <w:spacing w:val="0"/>
          <w:cs/>
          <w:lang w:eastAsia="x-none"/>
        </w:rPr>
        <w:t>ในระหว่างงวด</w:t>
      </w:r>
      <w:r w:rsidR="00AF08B9">
        <w:rPr>
          <w:rFonts w:eastAsia="MS Mincho" w:hint="cs"/>
          <w:spacing w:val="0"/>
          <w:cs/>
          <w:lang w:eastAsia="x-none"/>
        </w:rPr>
        <w:t>สาม</w:t>
      </w:r>
      <w:r w:rsidRPr="005450D5">
        <w:rPr>
          <w:rFonts w:eastAsia="MS Mincho" w:hint="cs"/>
          <w:spacing w:val="0"/>
          <w:cs/>
          <w:lang w:eastAsia="x-none"/>
        </w:rPr>
        <w:t xml:space="preserve">เดือนสิ้นสุดวันที่ </w:t>
      </w:r>
      <w:r w:rsidRPr="005450D5">
        <w:rPr>
          <w:rFonts w:eastAsia="MS Mincho"/>
          <w:spacing w:val="0"/>
          <w:lang w:eastAsia="x-none"/>
        </w:rPr>
        <w:t>3</w:t>
      </w:r>
      <w:r w:rsidR="00AF08B9">
        <w:rPr>
          <w:rFonts w:eastAsia="MS Mincho"/>
          <w:spacing w:val="0"/>
          <w:lang w:eastAsia="x-none"/>
        </w:rPr>
        <w:t>1</w:t>
      </w:r>
      <w:r w:rsidRPr="005450D5">
        <w:rPr>
          <w:rFonts w:eastAsia="MS Mincho"/>
          <w:spacing w:val="0"/>
          <w:lang w:eastAsia="x-none"/>
        </w:rPr>
        <w:t xml:space="preserve"> </w:t>
      </w:r>
      <w:r w:rsidR="00AF08B9">
        <w:rPr>
          <w:rFonts w:eastAsia="MS Mincho" w:hint="cs"/>
          <w:spacing w:val="0"/>
          <w:cs/>
          <w:lang w:eastAsia="x-none"/>
        </w:rPr>
        <w:t>มีนาคม</w:t>
      </w:r>
      <w:r w:rsidRPr="005450D5">
        <w:rPr>
          <w:rFonts w:eastAsia="MS Mincho" w:hint="cs"/>
          <w:spacing w:val="0"/>
          <w:cs/>
          <w:lang w:eastAsia="x-none"/>
        </w:rPr>
        <w:t xml:space="preserve"> </w:t>
      </w:r>
      <w:r w:rsidRPr="005450D5">
        <w:rPr>
          <w:rFonts w:eastAsia="MS Mincho"/>
          <w:spacing w:val="0"/>
          <w:lang w:eastAsia="x-none"/>
        </w:rPr>
        <w:t>256</w:t>
      </w:r>
      <w:r w:rsidR="00AF08B9">
        <w:rPr>
          <w:rFonts w:eastAsia="MS Mincho"/>
          <w:spacing w:val="0"/>
          <w:lang w:eastAsia="x-none"/>
        </w:rPr>
        <w:t>8</w:t>
      </w:r>
      <w:r w:rsidRPr="005450D5">
        <w:rPr>
          <w:rFonts w:eastAsia="MS Mincho"/>
          <w:spacing w:val="0"/>
          <w:lang w:eastAsia="x-none"/>
        </w:rPr>
        <w:t xml:space="preserve"> </w:t>
      </w:r>
      <w:r w:rsidRPr="005450D5">
        <w:rPr>
          <w:rFonts w:eastAsia="MS Mincho" w:hint="cs"/>
          <w:spacing w:val="0"/>
          <w:cs/>
          <w:lang w:eastAsia="x-none"/>
        </w:rPr>
        <w:t>บริษัท</w:t>
      </w:r>
      <w:r w:rsidR="00AF2C87">
        <w:rPr>
          <w:rFonts w:eastAsia="MS Mincho" w:hint="cs"/>
          <w:spacing w:val="0"/>
          <w:cs/>
          <w:lang w:eastAsia="x-none"/>
        </w:rPr>
        <w:t>มี</w:t>
      </w:r>
      <w:r w:rsidRPr="005450D5">
        <w:rPr>
          <w:rFonts w:eastAsia="MS Mincho" w:hint="cs"/>
          <w:spacing w:val="0"/>
          <w:cs/>
          <w:lang w:eastAsia="x-none"/>
        </w:rPr>
        <w:t>เงินกู้ยืมระยะสั้น</w:t>
      </w:r>
      <w:r w:rsidR="00D55E9A">
        <w:rPr>
          <w:rFonts w:eastAsia="MS Mincho" w:hint="cs"/>
          <w:spacing w:val="0"/>
          <w:cs/>
          <w:lang w:eastAsia="x-none"/>
        </w:rPr>
        <w:t>กับ</w:t>
      </w:r>
      <w:r w:rsidRPr="005450D5">
        <w:rPr>
          <w:rFonts w:eastAsia="MS Mincho" w:hint="cs"/>
          <w:spacing w:val="0"/>
          <w:cs/>
          <w:lang w:eastAsia="x-none"/>
        </w:rPr>
        <w:t>สถาบันการเงินแห่งหนึ่ง</w:t>
      </w:r>
      <w:r w:rsidR="00142E78">
        <w:rPr>
          <w:rFonts w:eastAsia="MS Mincho"/>
          <w:spacing w:val="0"/>
          <w:cs/>
          <w:lang w:eastAsia="x-none"/>
        </w:rPr>
        <w:br/>
      </w:r>
      <w:r w:rsidR="00AF2C87">
        <w:rPr>
          <w:rFonts w:eastAsia="MS Mincho" w:hint="cs"/>
          <w:spacing w:val="0"/>
          <w:cs/>
          <w:lang w:eastAsia="x-none"/>
        </w:rPr>
        <w:t>ในรูปแบบของตั๋วสัญญาใช้เงิน</w:t>
      </w:r>
      <w:r w:rsidRPr="005450D5">
        <w:rPr>
          <w:rFonts w:eastAsia="MS Mincho" w:hint="cs"/>
          <w:spacing w:val="0"/>
          <w:cs/>
          <w:lang w:eastAsia="x-none"/>
        </w:rPr>
        <w:t>จำนวน</w:t>
      </w:r>
      <w:r w:rsidR="005803BC">
        <w:rPr>
          <w:rFonts w:eastAsia="MS Mincho" w:hint="cs"/>
          <w:spacing w:val="0"/>
          <w:cs/>
          <w:lang w:eastAsia="x-none"/>
        </w:rPr>
        <w:t xml:space="preserve"> </w:t>
      </w:r>
      <w:r w:rsidR="008247C8">
        <w:rPr>
          <w:rFonts w:eastAsia="MS Mincho"/>
          <w:spacing w:val="0"/>
          <w:lang w:eastAsia="x-none"/>
        </w:rPr>
        <w:t>65</w:t>
      </w:r>
      <w:r w:rsidRPr="005450D5">
        <w:rPr>
          <w:rFonts w:eastAsia="MS Mincho"/>
          <w:spacing w:val="0"/>
          <w:lang w:eastAsia="x-none"/>
        </w:rPr>
        <w:t xml:space="preserve"> </w:t>
      </w:r>
      <w:r w:rsidRPr="005450D5">
        <w:rPr>
          <w:rFonts w:eastAsia="MS Mincho" w:hint="cs"/>
          <w:spacing w:val="0"/>
          <w:cs/>
          <w:lang w:eastAsia="x-none"/>
        </w:rPr>
        <w:t>ล้านบาท โดย</w:t>
      </w:r>
      <w:r w:rsidR="00D55E9A">
        <w:rPr>
          <w:rFonts w:eastAsia="MS Mincho" w:hint="cs"/>
          <w:spacing w:val="0"/>
          <w:cs/>
          <w:lang w:eastAsia="x-none"/>
        </w:rPr>
        <w:t>มี</w:t>
      </w:r>
      <w:r w:rsidRPr="005450D5">
        <w:rPr>
          <w:rFonts w:eastAsia="MS Mincho" w:hint="cs"/>
          <w:spacing w:val="0"/>
          <w:cs/>
          <w:lang w:eastAsia="x-none"/>
        </w:rPr>
        <w:t xml:space="preserve">อัตราดอกเบี้ยร้อยละ </w:t>
      </w:r>
      <w:r w:rsidR="008247C8">
        <w:rPr>
          <w:rFonts w:eastAsia="MS Mincho"/>
          <w:spacing w:val="0"/>
          <w:lang w:eastAsia="x-none"/>
        </w:rPr>
        <w:t>3</w:t>
      </w:r>
      <w:r w:rsidRPr="005450D5">
        <w:rPr>
          <w:rFonts w:eastAsia="MS Mincho"/>
          <w:spacing w:val="0"/>
          <w:lang w:eastAsia="x-none"/>
        </w:rPr>
        <w:t xml:space="preserve"> </w:t>
      </w:r>
      <w:r w:rsidRPr="005450D5">
        <w:rPr>
          <w:rFonts w:eastAsia="MS Mincho" w:hint="cs"/>
          <w:spacing w:val="0"/>
          <w:cs/>
          <w:lang w:eastAsia="x-none"/>
        </w:rPr>
        <w:t xml:space="preserve">ต่อปี </w:t>
      </w:r>
      <w:r w:rsidR="00CD0CC9">
        <w:rPr>
          <w:rFonts w:eastAsia="MS Mincho" w:hint="cs"/>
          <w:spacing w:val="0"/>
          <w:cs/>
          <w:lang w:eastAsia="x-none"/>
        </w:rPr>
        <w:t>ตั๋วสัญญาใช้เงิน</w:t>
      </w:r>
      <w:r w:rsidRPr="005450D5">
        <w:rPr>
          <w:rFonts w:eastAsia="MS Mincho" w:hint="cs"/>
          <w:spacing w:val="0"/>
          <w:cs/>
          <w:lang w:eastAsia="x-none"/>
        </w:rPr>
        <w:t>ดังกล่าว</w:t>
      </w:r>
      <w:r w:rsidR="00CD0CC9">
        <w:rPr>
          <w:rFonts w:eastAsia="MS Mincho" w:hint="cs"/>
          <w:spacing w:val="0"/>
          <w:cs/>
          <w:lang w:eastAsia="x-none"/>
        </w:rPr>
        <w:t>จะครบกำหนดชำระ</w:t>
      </w:r>
      <w:r w:rsidRPr="005450D5">
        <w:rPr>
          <w:rFonts w:eastAsia="MS Mincho" w:hint="cs"/>
          <w:spacing w:val="0"/>
          <w:cs/>
          <w:lang w:eastAsia="x-none"/>
        </w:rPr>
        <w:t>ในเดือน</w:t>
      </w:r>
      <w:r w:rsidR="008247C8">
        <w:rPr>
          <w:rFonts w:eastAsia="MS Mincho" w:hint="cs"/>
          <w:spacing w:val="0"/>
          <w:cs/>
          <w:lang w:eastAsia="x-none"/>
        </w:rPr>
        <w:t>พฤษภาคม</w:t>
      </w:r>
      <w:r w:rsidRPr="005450D5">
        <w:rPr>
          <w:rFonts w:eastAsia="MS Mincho" w:hint="cs"/>
          <w:spacing w:val="0"/>
          <w:cs/>
          <w:lang w:eastAsia="x-none"/>
        </w:rPr>
        <w:t xml:space="preserve"> </w:t>
      </w:r>
      <w:r w:rsidRPr="005450D5">
        <w:rPr>
          <w:rFonts w:eastAsia="MS Mincho"/>
          <w:spacing w:val="0"/>
          <w:lang w:eastAsia="x-none"/>
        </w:rPr>
        <w:t>256</w:t>
      </w:r>
      <w:r w:rsidR="008247C8">
        <w:rPr>
          <w:rFonts w:eastAsia="MS Mincho"/>
          <w:spacing w:val="0"/>
          <w:lang w:eastAsia="x-none"/>
        </w:rPr>
        <w:t>8</w:t>
      </w:r>
    </w:p>
    <w:p w14:paraId="5E96A54A" w14:textId="77777777" w:rsidR="0089375E" w:rsidRDefault="0089375E" w:rsidP="0089375E">
      <w:pPr>
        <w:rPr>
          <w:spacing w:val="0"/>
          <w:lang w:eastAsia="x-none"/>
        </w:rPr>
      </w:pPr>
    </w:p>
    <w:p w14:paraId="544FF80D" w14:textId="77777777" w:rsidR="0089375E" w:rsidRPr="009C526C" w:rsidRDefault="0089375E" w:rsidP="0089375E">
      <w:pPr>
        <w:pStyle w:val="Heading6"/>
        <w:ind w:left="540" w:right="-25"/>
        <w:jc w:val="thaiDistribute"/>
        <w:rPr>
          <w:rFonts w:ascii="Angsana New" w:hAnsi="Angsana New"/>
          <w:spacing w:val="0"/>
          <w:sz w:val="30"/>
          <w:szCs w:val="30"/>
          <w:cs/>
        </w:rPr>
      </w:pPr>
      <w:r w:rsidRPr="009C526C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ภายใต้สัญญาเงินกู้ยืมระยะยาว บริษัทต้องปฏิบัติตามเงื่อนไขทางการเงินบางประการ</w:t>
      </w:r>
      <w:r w:rsidRPr="009C526C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เกี่ยวกับ</w:t>
      </w:r>
      <w:r w:rsidRPr="009C526C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การดำรงอัตราส่วนหนี้สินต่อส่วนของผู้ถือหุ้นและอัตราส่วนความสามารถในการชำระหนี้ให้เป็นไปตามอัตราที่กำหนดในสัญญา</w:t>
      </w:r>
      <w:r w:rsidRPr="009C526C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 xml:space="preserve"> รวมถึงการจำหน่าย โอน ให้เช่า หรือการก่อภาระผูกพันใดๆ กับอุปกรณ์โครงข่ายและที่ดิน อาคารและอุปกรณ์</w:t>
      </w:r>
    </w:p>
    <w:p w14:paraId="1AEBE158" w14:textId="77777777" w:rsidR="0089375E" w:rsidRPr="009C526C" w:rsidRDefault="0089375E" w:rsidP="0089375E">
      <w:pPr>
        <w:rPr>
          <w:spacing w:val="0"/>
          <w:lang w:eastAsia="x-none"/>
        </w:rPr>
      </w:pPr>
    </w:p>
    <w:p w14:paraId="66309F8B" w14:textId="777B08ED" w:rsidR="0089375E" w:rsidRPr="009C526C" w:rsidRDefault="0089375E" w:rsidP="0089375E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</w:pPr>
      <w:r w:rsidRPr="009C526C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ณ วันที่</w:t>
      </w:r>
      <w:r w:rsidRPr="009C526C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 xml:space="preserve"> </w:t>
      </w:r>
      <w:r w:rsidR="00AF08B9" w:rsidRPr="00AF08B9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 xml:space="preserve">31 </w:t>
      </w:r>
      <w:r w:rsidR="00AF08B9" w:rsidRPr="00AF08B9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 xml:space="preserve">มีนาคม </w:t>
      </w:r>
      <w:r w:rsidR="00AF08B9" w:rsidRPr="00AF08B9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>2568</w:t>
      </w:r>
      <w:r w:rsidR="00AF08B9" w:rsidRPr="004D4144">
        <w:rPr>
          <w:rFonts w:eastAsia="MS Mincho"/>
          <w:spacing w:val="0"/>
        </w:rPr>
        <w:t xml:space="preserve"> </w:t>
      </w:r>
      <w:r w:rsidRPr="009C526C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บริษัทมีวงเงินกู้ยืมซึ่งยังมิได้เบิกใช้เป็นจำนวน</w:t>
      </w:r>
      <w:r w:rsidRPr="00F76FE5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เงิน</w:t>
      </w:r>
      <w:r w:rsidRPr="00F76FE5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รว</w:t>
      </w:r>
      <w:r w:rsidRPr="00F76FE5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 xml:space="preserve">ม </w:t>
      </w:r>
      <w:r w:rsidR="00F76FE5" w:rsidRPr="00F76FE5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>545</w:t>
      </w:r>
      <w:r w:rsidRPr="009C526C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 xml:space="preserve"> </w:t>
      </w:r>
      <w:r w:rsidRPr="009C526C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 xml:space="preserve">ล้านบาท </w:t>
      </w:r>
      <w:r w:rsidRPr="009C526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 xml:space="preserve">(31 </w:t>
      </w:r>
      <w:r w:rsidRPr="009C526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cs/>
          <w:lang w:val="en-US"/>
        </w:rPr>
        <w:t xml:space="preserve">ธันวาคม </w:t>
      </w:r>
      <w:r w:rsidRPr="009C526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256</w:t>
      </w:r>
      <w:r w:rsidR="00AF08B9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7</w:t>
      </w:r>
      <w:r w:rsidRPr="009C526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 xml:space="preserve">:  </w:t>
      </w:r>
      <w:r w:rsidR="008F1970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 xml:space="preserve">770 </w:t>
      </w:r>
      <w:r w:rsidRPr="009C526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cs/>
          <w:lang w:val="en-US"/>
        </w:rPr>
        <w:t>ล้านบาท</w:t>
      </w:r>
      <w:r w:rsidRPr="009C526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)</w:t>
      </w:r>
    </w:p>
    <w:p w14:paraId="731CF6ED" w14:textId="77777777" w:rsidR="002D1BF0" w:rsidRPr="001E19B2" w:rsidRDefault="002D1BF0" w:rsidP="004B4E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  <w:cs/>
        </w:rPr>
      </w:pPr>
    </w:p>
    <w:p w14:paraId="6EC3A832" w14:textId="3C2C78FE" w:rsidR="004B4E75" w:rsidRPr="009C526C" w:rsidRDefault="00385223" w:rsidP="004F71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/>
          <w:bCs/>
          <w:spacing w:val="0"/>
          <w:lang w:val="th-TH"/>
        </w:rPr>
      </w:pPr>
      <w:r w:rsidRPr="009C526C">
        <w:rPr>
          <w:rFonts w:hint="cs"/>
          <w:b/>
          <w:bCs/>
          <w:spacing w:val="0"/>
          <w:cs/>
          <w:lang w:val="th-TH"/>
        </w:rPr>
        <w:t>8</w:t>
      </w:r>
      <w:r w:rsidR="004B4E75" w:rsidRPr="009C526C">
        <w:rPr>
          <w:b/>
          <w:bCs/>
          <w:spacing w:val="0"/>
          <w:cs/>
          <w:lang w:val="th-TH"/>
        </w:rPr>
        <w:tab/>
        <w:t>ส่วนงานดำเนินงานและการจำแนกรายได้</w:t>
      </w:r>
    </w:p>
    <w:p w14:paraId="631871C2" w14:textId="77777777" w:rsidR="004B4E75" w:rsidRPr="001E19B2" w:rsidRDefault="004B4E75" w:rsidP="00622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lang w:val="th-TH"/>
        </w:rPr>
      </w:pPr>
    </w:p>
    <w:p w14:paraId="44CC20A8" w14:textId="5EEC6EF0" w:rsidR="00DB45EB" w:rsidRDefault="004B4E75" w:rsidP="00B640DC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</w:rPr>
      </w:pPr>
      <w:r w:rsidRPr="009C526C">
        <w:rPr>
          <w:spacing w:val="0"/>
          <w:cs/>
        </w:rPr>
        <w:t>ผู้บริหารพิจารณาว่ากลุ่มบริษัทดำเนินกิจการในส่วนงานเดียวคือธุรกิจ</w:t>
      </w:r>
      <w:r w:rsidRPr="009C526C">
        <w:rPr>
          <w:rFonts w:eastAsia="Cordia New"/>
          <w:color w:val="000000"/>
          <w:spacing w:val="0"/>
          <w:cs/>
        </w:rPr>
        <w:t>ให้บริการให้เช่าวงจรสื่อสัญญาณความเร็วสูง</w:t>
      </w:r>
      <w:r w:rsidRPr="009C526C">
        <w:rPr>
          <w:spacing w:val="0"/>
          <w:cs/>
        </w:rPr>
        <w:t>ดังนั้นจึงมีส่วนงานที่รายงานเพียงส่วนงานเดียว</w:t>
      </w:r>
    </w:p>
    <w:p w14:paraId="663CF473" w14:textId="77777777" w:rsidR="00B640DC" w:rsidRDefault="00B640DC" w:rsidP="00B640DC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</w:rPr>
      </w:pPr>
    </w:p>
    <w:p w14:paraId="0B2123AE" w14:textId="30D05EA8" w:rsidR="004B4E75" w:rsidRDefault="004B4E75" w:rsidP="004B4E7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</w:rPr>
      </w:pPr>
      <w:r w:rsidRPr="009C526C">
        <w:rPr>
          <w:spacing w:val="0"/>
          <w:cs/>
        </w:rPr>
        <w:t>ผลการดำเนินงานของส่วนงานวัดโดยใช้กำไรก่อนภาษีเงินได้ของส่วนงาน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4695D3C8" w14:textId="77777777" w:rsidR="00131D78" w:rsidRDefault="00131D78" w:rsidP="004B4E7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</w:rPr>
      </w:pPr>
    </w:p>
    <w:p w14:paraId="22445D9D" w14:textId="77777777" w:rsidR="001E19B2" w:rsidRPr="009C526C" w:rsidRDefault="001E19B2" w:rsidP="004B4E7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90"/>
        <w:gridCol w:w="269"/>
        <w:gridCol w:w="6"/>
        <w:gridCol w:w="1615"/>
        <w:gridCol w:w="270"/>
        <w:gridCol w:w="1620"/>
      </w:tblGrid>
      <w:tr w:rsidR="0057005F" w:rsidRPr="009C526C" w14:paraId="67108286" w14:textId="77777777" w:rsidTr="007D1712">
        <w:trPr>
          <w:tblHeader/>
        </w:trPr>
        <w:tc>
          <w:tcPr>
            <w:tcW w:w="5490" w:type="dxa"/>
          </w:tcPr>
          <w:p w14:paraId="656D391B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20"/>
            </w:pPr>
          </w:p>
        </w:tc>
        <w:tc>
          <w:tcPr>
            <w:tcW w:w="275" w:type="dxa"/>
            <w:gridSpan w:val="2"/>
          </w:tcPr>
          <w:p w14:paraId="2A34A357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cs/>
              </w:rPr>
            </w:pPr>
          </w:p>
        </w:tc>
        <w:tc>
          <w:tcPr>
            <w:tcW w:w="3505" w:type="dxa"/>
            <w:gridSpan w:val="3"/>
            <w:vAlign w:val="bottom"/>
            <w:hideMark/>
          </w:tcPr>
          <w:p w14:paraId="406B14FA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765"/>
              </w:tabs>
              <w:spacing w:line="240" w:lineRule="auto"/>
              <w:jc w:val="center"/>
              <w:rPr>
                <w:b/>
                <w:bCs/>
                <w:cs/>
                <w:lang w:val="en-GB"/>
              </w:rPr>
            </w:pPr>
            <w:r w:rsidRPr="009C526C">
              <w:rPr>
                <w:b/>
                <w:bCs/>
                <w:cs/>
                <w:lang w:val="en-GB"/>
              </w:rPr>
              <w:t>งบการเงินรวม</w:t>
            </w:r>
          </w:p>
        </w:tc>
      </w:tr>
      <w:tr w:rsidR="0057005F" w:rsidRPr="009C526C" w14:paraId="34FCF19D" w14:textId="77777777" w:rsidTr="007D1712">
        <w:trPr>
          <w:tblHeader/>
        </w:trPr>
        <w:tc>
          <w:tcPr>
            <w:tcW w:w="5490" w:type="dxa"/>
          </w:tcPr>
          <w:p w14:paraId="7F6C485C" w14:textId="7C211D0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8"/>
              <w:rPr>
                <w:cs/>
              </w:rPr>
            </w:pPr>
            <w:r w:rsidRPr="009C526C"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  <w:t>สำหรับงวด</w:t>
            </w:r>
            <w:r w:rsidR="00AF08B9">
              <w:rPr>
                <w:rFonts w:eastAsia="Times New Roman" w:hint="cs"/>
                <w:b/>
                <w:bCs/>
                <w:i/>
                <w:iCs/>
                <w:color w:val="000000"/>
                <w:cs/>
                <w:lang w:eastAsia="zh-CN"/>
              </w:rPr>
              <w:t>สาม</w:t>
            </w:r>
            <w:r w:rsidRPr="009C526C"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  <w:t xml:space="preserve">เดือนสิ้นสุดวันที่ </w:t>
            </w:r>
            <w:r w:rsidRPr="009C526C">
              <w:rPr>
                <w:rFonts w:eastAsia="Times New Roman"/>
                <w:b/>
                <w:bCs/>
                <w:i/>
                <w:iCs/>
                <w:color w:val="000000"/>
                <w:lang w:eastAsia="zh-CN"/>
              </w:rPr>
              <w:t>3</w:t>
            </w:r>
            <w:r w:rsidR="00AF08B9">
              <w:rPr>
                <w:rFonts w:eastAsia="Times New Roman"/>
                <w:b/>
                <w:bCs/>
                <w:i/>
                <w:iCs/>
                <w:color w:val="000000"/>
                <w:lang w:eastAsia="zh-CN"/>
              </w:rPr>
              <w:t>1</w:t>
            </w:r>
            <w:r w:rsidRPr="009C526C">
              <w:rPr>
                <w:rFonts w:eastAsia="Times New Roman"/>
                <w:b/>
                <w:bCs/>
                <w:i/>
                <w:iCs/>
                <w:color w:val="000000"/>
                <w:lang w:eastAsia="zh-CN"/>
              </w:rPr>
              <w:t xml:space="preserve"> </w:t>
            </w:r>
            <w:r w:rsidR="00AF08B9">
              <w:rPr>
                <w:rFonts w:eastAsia="Times New Roman" w:hint="cs"/>
                <w:b/>
                <w:bCs/>
                <w:i/>
                <w:iCs/>
                <w:color w:val="000000"/>
                <w:cs/>
                <w:lang w:eastAsia="zh-CN"/>
              </w:rPr>
              <w:t>มีนาคม</w:t>
            </w:r>
          </w:p>
        </w:tc>
        <w:tc>
          <w:tcPr>
            <w:tcW w:w="275" w:type="dxa"/>
            <w:gridSpan w:val="2"/>
          </w:tcPr>
          <w:p w14:paraId="7820F106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</w:tcPr>
          <w:p w14:paraId="22CB59E9" w14:textId="5B152F1A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 w:rsidRPr="009C526C">
              <w:rPr>
                <w:bCs/>
              </w:rPr>
              <w:t>256</w:t>
            </w:r>
            <w:r w:rsidR="00AF08B9">
              <w:rPr>
                <w:bCs/>
              </w:rPr>
              <w:t>8</w:t>
            </w:r>
          </w:p>
        </w:tc>
        <w:tc>
          <w:tcPr>
            <w:tcW w:w="270" w:type="dxa"/>
          </w:tcPr>
          <w:p w14:paraId="6E44F451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14:paraId="665DBBDD" w14:textId="29319A46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 w:rsidRPr="009C526C">
              <w:rPr>
                <w:bCs/>
              </w:rPr>
              <w:t>256</w:t>
            </w:r>
            <w:r w:rsidR="00AF08B9">
              <w:rPr>
                <w:bCs/>
              </w:rPr>
              <w:t>7</w:t>
            </w:r>
          </w:p>
        </w:tc>
      </w:tr>
      <w:tr w:rsidR="0057005F" w:rsidRPr="009C526C" w14:paraId="37C0A77C" w14:textId="77777777" w:rsidTr="007D1712">
        <w:trPr>
          <w:tblHeader/>
        </w:trPr>
        <w:tc>
          <w:tcPr>
            <w:tcW w:w="5490" w:type="dxa"/>
          </w:tcPr>
          <w:p w14:paraId="66CDF630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</w:pPr>
          </w:p>
        </w:tc>
        <w:tc>
          <w:tcPr>
            <w:tcW w:w="275" w:type="dxa"/>
            <w:gridSpan w:val="2"/>
          </w:tcPr>
          <w:p w14:paraId="066A8DB2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3505" w:type="dxa"/>
            <w:gridSpan w:val="3"/>
          </w:tcPr>
          <w:p w14:paraId="40CA9B9D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 w:rsidRPr="009C526C">
              <w:rPr>
                <w:i/>
                <w:iCs/>
                <w:cs/>
              </w:rPr>
              <w:t>(พันบาท)</w:t>
            </w:r>
          </w:p>
        </w:tc>
      </w:tr>
      <w:tr w:rsidR="0057005F" w:rsidRPr="009C526C" w14:paraId="36227406" w14:textId="77777777" w:rsidTr="007D1712">
        <w:tc>
          <w:tcPr>
            <w:tcW w:w="5490" w:type="dxa"/>
            <w:vAlign w:val="bottom"/>
          </w:tcPr>
          <w:p w14:paraId="74E60487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eastAsia="Times New Roman"/>
                <w:color w:val="000000"/>
                <w:lang w:eastAsia="zh-CN"/>
              </w:rPr>
            </w:pPr>
            <w:r w:rsidRPr="009C526C">
              <w:rPr>
                <w:b/>
                <w:bCs/>
                <w:i/>
                <w:iCs/>
                <w:cs/>
              </w:rPr>
              <w:t>ข้อมูลตามส่วนงานดำเนินงาน</w:t>
            </w:r>
          </w:p>
        </w:tc>
        <w:tc>
          <w:tcPr>
            <w:tcW w:w="275" w:type="dxa"/>
            <w:gridSpan w:val="2"/>
          </w:tcPr>
          <w:p w14:paraId="3748AFFF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615" w:type="dxa"/>
            <w:vAlign w:val="center"/>
          </w:tcPr>
          <w:p w14:paraId="7A949456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color w:val="000000"/>
              </w:rPr>
            </w:pPr>
          </w:p>
        </w:tc>
        <w:tc>
          <w:tcPr>
            <w:tcW w:w="270" w:type="dxa"/>
            <w:vAlign w:val="center"/>
          </w:tcPr>
          <w:p w14:paraId="310BAB1E" w14:textId="77777777" w:rsidR="0057005F" w:rsidRPr="009C526C" w:rsidRDefault="0057005F" w:rsidP="007E0517">
            <w:pPr>
              <w:spacing w:line="240" w:lineRule="auto"/>
              <w:jc w:val="right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27B06BC0" w14:textId="77777777" w:rsidR="0057005F" w:rsidRPr="009C526C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color w:val="000000"/>
              </w:rPr>
            </w:pPr>
          </w:p>
        </w:tc>
      </w:tr>
      <w:tr w:rsidR="008F1970" w:rsidRPr="009C526C" w14:paraId="385A88FA" w14:textId="77777777" w:rsidTr="007D1712">
        <w:tc>
          <w:tcPr>
            <w:tcW w:w="5490" w:type="dxa"/>
          </w:tcPr>
          <w:p w14:paraId="62C9EAC3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eastAsia="Times New Roman"/>
                <w:color w:val="000000"/>
                <w:cs/>
                <w:lang w:eastAsia="zh-CN"/>
              </w:rPr>
            </w:pPr>
            <w:r w:rsidRPr="009C526C">
              <w:rPr>
                <w:rFonts w:eastAsia="Times New Roman"/>
                <w:color w:val="000000"/>
                <w:cs/>
                <w:lang w:eastAsia="zh-CN"/>
              </w:rPr>
              <w:t>รายได้จากลูกค้าภายนอก</w:t>
            </w:r>
          </w:p>
        </w:tc>
        <w:tc>
          <w:tcPr>
            <w:tcW w:w="275" w:type="dxa"/>
            <w:gridSpan w:val="2"/>
          </w:tcPr>
          <w:p w14:paraId="774019D9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vAlign w:val="center"/>
          </w:tcPr>
          <w:p w14:paraId="712C7FF5" w14:textId="43E60DCE" w:rsidR="008F1970" w:rsidRPr="009C526C" w:rsidRDefault="005F4C0B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5F4C0B">
              <w:rPr>
                <w:rFonts w:eastAsia="Times New Roman"/>
                <w:color w:val="000000"/>
                <w:cs/>
                <w:lang w:eastAsia="zh-CN"/>
              </w:rPr>
              <w:t>530</w:t>
            </w:r>
            <w:r w:rsidRPr="005F4C0B">
              <w:rPr>
                <w:rFonts w:eastAsia="Times New Roman"/>
                <w:color w:val="000000"/>
                <w:lang w:eastAsia="zh-CN"/>
              </w:rPr>
              <w:t>,</w:t>
            </w:r>
            <w:r w:rsidRPr="005F4C0B">
              <w:rPr>
                <w:rFonts w:eastAsia="Times New Roman"/>
                <w:color w:val="000000"/>
                <w:cs/>
                <w:lang w:eastAsia="zh-CN"/>
              </w:rPr>
              <w:t>247</w:t>
            </w:r>
          </w:p>
        </w:tc>
        <w:tc>
          <w:tcPr>
            <w:tcW w:w="270" w:type="dxa"/>
            <w:vAlign w:val="center"/>
          </w:tcPr>
          <w:p w14:paraId="5335CA05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519410EF" w14:textId="5509C8C6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A31B60">
              <w:rPr>
                <w:rFonts w:eastAsia="Times New Roman"/>
                <w:color w:val="000000"/>
                <w:lang w:eastAsia="zh-CN"/>
              </w:rPr>
              <w:t>506,864</w:t>
            </w:r>
          </w:p>
        </w:tc>
      </w:tr>
      <w:tr w:rsidR="008F1970" w:rsidRPr="009C526C" w14:paraId="2566EA3E" w14:textId="77777777" w:rsidTr="007D1712">
        <w:tc>
          <w:tcPr>
            <w:tcW w:w="5490" w:type="dxa"/>
          </w:tcPr>
          <w:p w14:paraId="0445A4BB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9C526C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7ECD5F77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D447A7" w14:textId="7607EC91" w:rsidR="008F1970" w:rsidRPr="009C526C" w:rsidRDefault="005F4C0B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cs/>
                <w:lang w:eastAsia="zh-CN"/>
              </w:rPr>
            </w:pPr>
            <w:r w:rsidRPr="005F4C0B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530</w:t>
            </w:r>
            <w:r w:rsidRPr="005F4C0B">
              <w:rPr>
                <w:rFonts w:eastAsia="Times New Roman"/>
                <w:b/>
                <w:bCs/>
                <w:color w:val="000000"/>
                <w:lang w:eastAsia="zh-CN"/>
              </w:rPr>
              <w:t>,</w:t>
            </w:r>
            <w:r w:rsidRPr="005F4C0B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247</w:t>
            </w:r>
          </w:p>
        </w:tc>
        <w:tc>
          <w:tcPr>
            <w:tcW w:w="270" w:type="dxa"/>
            <w:vAlign w:val="center"/>
          </w:tcPr>
          <w:p w14:paraId="15CD890B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0F2764" w14:textId="736834A9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A31B60">
              <w:rPr>
                <w:rFonts w:eastAsia="Times New Roman"/>
                <w:b/>
                <w:bCs/>
                <w:color w:val="000000"/>
                <w:lang w:eastAsia="zh-CN"/>
              </w:rPr>
              <w:t>506,864</w:t>
            </w:r>
          </w:p>
        </w:tc>
      </w:tr>
      <w:tr w:rsidR="008F1970" w:rsidRPr="001E19B2" w14:paraId="47AAB675" w14:textId="77777777" w:rsidTr="007D1712">
        <w:tc>
          <w:tcPr>
            <w:tcW w:w="5490" w:type="dxa"/>
            <w:vAlign w:val="center"/>
          </w:tcPr>
          <w:p w14:paraId="783507DD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  <w:tc>
          <w:tcPr>
            <w:tcW w:w="275" w:type="dxa"/>
            <w:gridSpan w:val="2"/>
          </w:tcPr>
          <w:p w14:paraId="257BA418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1352FB79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718600C2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3CD80E55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</w:tr>
      <w:tr w:rsidR="008F1970" w:rsidRPr="009C526C" w14:paraId="37414A7F" w14:textId="77777777" w:rsidTr="007D1712">
        <w:tc>
          <w:tcPr>
            <w:tcW w:w="5490" w:type="dxa"/>
            <w:vAlign w:val="bottom"/>
          </w:tcPr>
          <w:p w14:paraId="7B268FB3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i/>
                <w:iCs/>
              </w:rPr>
            </w:pPr>
            <w:r w:rsidRPr="009C526C">
              <w:rPr>
                <w:b/>
                <w:bCs/>
                <w:i/>
                <w:iCs/>
                <w:cs/>
              </w:rPr>
              <w:t>การจำแนกรายได้</w:t>
            </w:r>
          </w:p>
        </w:tc>
        <w:tc>
          <w:tcPr>
            <w:tcW w:w="275" w:type="dxa"/>
            <w:gridSpan w:val="2"/>
          </w:tcPr>
          <w:p w14:paraId="1163C722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vAlign w:val="center"/>
          </w:tcPr>
          <w:p w14:paraId="3BDB15A1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5ED996C1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5C795F13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F1970" w:rsidRPr="009C526C" w14:paraId="7C4BFC79" w14:textId="77777777" w:rsidTr="007D1712">
        <w:tc>
          <w:tcPr>
            <w:tcW w:w="5490" w:type="dxa"/>
          </w:tcPr>
          <w:p w14:paraId="5ED3C7D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cs/>
              </w:rPr>
            </w:pPr>
            <w:r w:rsidRPr="009C526C">
              <w:rPr>
                <w:b/>
                <w:bCs/>
                <w:cs/>
              </w:rPr>
              <w:t>ส่วนงานภูมิศาสตร์หลัก</w:t>
            </w:r>
          </w:p>
        </w:tc>
        <w:tc>
          <w:tcPr>
            <w:tcW w:w="275" w:type="dxa"/>
            <w:gridSpan w:val="2"/>
          </w:tcPr>
          <w:p w14:paraId="7DA798C4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vAlign w:val="center"/>
          </w:tcPr>
          <w:p w14:paraId="219C807B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0BF9AA1B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03FF82DD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F1970" w:rsidRPr="009C526C" w14:paraId="11D62D85" w14:textId="77777777" w:rsidTr="007D1712">
        <w:tc>
          <w:tcPr>
            <w:tcW w:w="5490" w:type="dxa"/>
          </w:tcPr>
          <w:p w14:paraId="0A21A3E6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9C526C">
              <w:rPr>
                <w:cs/>
              </w:rPr>
              <w:t>ไทย</w:t>
            </w:r>
          </w:p>
        </w:tc>
        <w:tc>
          <w:tcPr>
            <w:tcW w:w="275" w:type="dxa"/>
            <w:gridSpan w:val="2"/>
          </w:tcPr>
          <w:p w14:paraId="47995E6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</w:tcPr>
          <w:p w14:paraId="61C8A4C9" w14:textId="5F7EA49E" w:rsidR="008F1970" w:rsidRPr="009C526C" w:rsidRDefault="005F4C0B" w:rsidP="008F1970">
            <w:pPr>
              <w:pStyle w:val="a1"/>
              <w:tabs>
                <w:tab w:val="decimal" w:pos="1145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5F4C0B"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  <w:t>393</w:t>
            </w:r>
            <w:r w:rsidRPr="005F4C0B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,</w:t>
            </w:r>
            <w:r w:rsidRPr="005F4C0B"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  <w:t>143</w:t>
            </w:r>
          </w:p>
        </w:tc>
        <w:tc>
          <w:tcPr>
            <w:tcW w:w="270" w:type="dxa"/>
            <w:vAlign w:val="center"/>
          </w:tcPr>
          <w:p w14:paraId="69669267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</w:tcPr>
          <w:p w14:paraId="1F0B5C07" w14:textId="5C6F7BD3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385223">
              <w:rPr>
                <w:spacing w:val="0"/>
              </w:rPr>
              <w:t>343,283</w:t>
            </w:r>
          </w:p>
        </w:tc>
      </w:tr>
      <w:tr w:rsidR="008F1970" w:rsidRPr="009C526C" w14:paraId="65B967D2" w14:textId="77777777" w:rsidTr="007D1712">
        <w:tc>
          <w:tcPr>
            <w:tcW w:w="5490" w:type="dxa"/>
          </w:tcPr>
          <w:p w14:paraId="609D0AE6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9C526C">
              <w:rPr>
                <w:cs/>
              </w:rPr>
              <w:t>กลุ่มประเทศเอเชียตะวันออกเฉียงใต้</w:t>
            </w:r>
          </w:p>
        </w:tc>
        <w:tc>
          <w:tcPr>
            <w:tcW w:w="275" w:type="dxa"/>
            <w:gridSpan w:val="2"/>
          </w:tcPr>
          <w:p w14:paraId="03B8139E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</w:tcPr>
          <w:p w14:paraId="47D543C1" w14:textId="1DD8B21C" w:rsidR="008F1970" w:rsidRPr="009C526C" w:rsidRDefault="005F4C0B" w:rsidP="008F1970">
            <w:pPr>
              <w:pStyle w:val="a1"/>
              <w:tabs>
                <w:tab w:val="decimal" w:pos="1145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5F4C0B"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  <w:t>108</w:t>
            </w:r>
            <w:r w:rsidRPr="005F4C0B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,</w:t>
            </w:r>
            <w:r w:rsidRPr="005F4C0B"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  <w:t>357</w:t>
            </w:r>
          </w:p>
        </w:tc>
        <w:tc>
          <w:tcPr>
            <w:tcW w:w="270" w:type="dxa"/>
            <w:vAlign w:val="center"/>
          </w:tcPr>
          <w:p w14:paraId="5B951529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</w:tcPr>
          <w:p w14:paraId="01599BC4" w14:textId="3BEE30EF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385223">
              <w:rPr>
                <w:spacing w:val="0"/>
              </w:rPr>
              <w:t>144,611</w:t>
            </w:r>
          </w:p>
        </w:tc>
      </w:tr>
      <w:tr w:rsidR="008F1970" w:rsidRPr="009C526C" w14:paraId="0477365D" w14:textId="77777777" w:rsidTr="007D1712">
        <w:tc>
          <w:tcPr>
            <w:tcW w:w="5490" w:type="dxa"/>
          </w:tcPr>
          <w:p w14:paraId="14D0D748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9C526C">
              <w:rPr>
                <w:cs/>
              </w:rPr>
              <w:t>ประเทศอื่นๆ</w:t>
            </w:r>
          </w:p>
        </w:tc>
        <w:tc>
          <w:tcPr>
            <w:tcW w:w="275" w:type="dxa"/>
            <w:gridSpan w:val="2"/>
          </w:tcPr>
          <w:p w14:paraId="2ADFAAFE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F90D6" w14:textId="33AB601D" w:rsidR="008F1970" w:rsidRPr="009C526C" w:rsidRDefault="005F4C0B" w:rsidP="008F1970">
            <w:pPr>
              <w:pStyle w:val="a1"/>
              <w:tabs>
                <w:tab w:val="decimal" w:pos="1145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5F4C0B"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  <w:t>28</w:t>
            </w:r>
            <w:r w:rsidRPr="005F4C0B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,</w:t>
            </w:r>
            <w:r w:rsidRPr="005F4C0B"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  <w:t>747</w:t>
            </w:r>
          </w:p>
        </w:tc>
        <w:tc>
          <w:tcPr>
            <w:tcW w:w="270" w:type="dxa"/>
            <w:vAlign w:val="center"/>
          </w:tcPr>
          <w:p w14:paraId="27545549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588871" w14:textId="3BD80E2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385223">
              <w:rPr>
                <w:spacing w:val="0"/>
              </w:rPr>
              <w:t>18,970</w:t>
            </w:r>
          </w:p>
        </w:tc>
      </w:tr>
      <w:tr w:rsidR="008F1970" w:rsidRPr="009C526C" w14:paraId="292D39EF" w14:textId="77777777" w:rsidTr="007D1712">
        <w:tc>
          <w:tcPr>
            <w:tcW w:w="5490" w:type="dxa"/>
          </w:tcPr>
          <w:p w14:paraId="6C6D430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9C526C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36B275E9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7622F01" w14:textId="62D4DEBB" w:rsidR="008F1970" w:rsidRPr="009C526C" w:rsidRDefault="005F4C0B" w:rsidP="008F1970">
            <w:pPr>
              <w:pStyle w:val="a1"/>
              <w:tabs>
                <w:tab w:val="decimal" w:pos="1145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5F4C0B"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/>
              </w:rPr>
              <w:t>530</w:t>
            </w:r>
            <w:r w:rsidRPr="005F4C0B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,</w:t>
            </w:r>
            <w:r w:rsidRPr="005F4C0B"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/>
              </w:rPr>
              <w:t>247</w:t>
            </w:r>
          </w:p>
        </w:tc>
        <w:tc>
          <w:tcPr>
            <w:tcW w:w="270" w:type="dxa"/>
            <w:vAlign w:val="center"/>
          </w:tcPr>
          <w:p w14:paraId="0CB21E85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8499030" w14:textId="6AA3B306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385223">
              <w:rPr>
                <w:b/>
                <w:bCs/>
                <w:spacing w:val="0"/>
              </w:rPr>
              <w:t>506,864</w:t>
            </w:r>
          </w:p>
        </w:tc>
      </w:tr>
      <w:tr w:rsidR="008F1970" w:rsidRPr="001E19B2" w14:paraId="06820757" w14:textId="77777777" w:rsidTr="007D1712">
        <w:tc>
          <w:tcPr>
            <w:tcW w:w="5490" w:type="dxa"/>
          </w:tcPr>
          <w:p w14:paraId="47145E04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" w:type="dxa"/>
            <w:gridSpan w:val="2"/>
          </w:tcPr>
          <w:p w14:paraId="73679146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673D11C1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2CDF0589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02E42C3E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</w:tr>
      <w:tr w:rsidR="008F1970" w:rsidRPr="009C526C" w14:paraId="00E39B07" w14:textId="77777777" w:rsidTr="007D1712">
        <w:tc>
          <w:tcPr>
            <w:tcW w:w="5490" w:type="dxa"/>
          </w:tcPr>
          <w:p w14:paraId="45604CA7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cs/>
              </w:rPr>
            </w:pPr>
            <w:r w:rsidRPr="009C526C">
              <w:rPr>
                <w:b/>
                <w:bCs/>
                <w:cs/>
              </w:rPr>
              <w:t>ประเภทสินค้า/บริการหลัก</w:t>
            </w:r>
          </w:p>
        </w:tc>
        <w:tc>
          <w:tcPr>
            <w:tcW w:w="275" w:type="dxa"/>
            <w:gridSpan w:val="2"/>
          </w:tcPr>
          <w:p w14:paraId="1A698E68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5E88FDFA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488443A0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152328DE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F1970" w:rsidRPr="009C526C" w14:paraId="3D79F1D8" w14:textId="77777777" w:rsidTr="007D1712">
        <w:tc>
          <w:tcPr>
            <w:tcW w:w="5490" w:type="dxa"/>
          </w:tcPr>
          <w:p w14:paraId="36BF0ED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9C526C">
              <w:rPr>
                <w:cs/>
              </w:rPr>
              <w:t>บริการให้เช่าวงจร</w:t>
            </w:r>
          </w:p>
        </w:tc>
        <w:tc>
          <w:tcPr>
            <w:tcW w:w="275" w:type="dxa"/>
            <w:gridSpan w:val="2"/>
          </w:tcPr>
          <w:p w14:paraId="5AAA44B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511C407B" w14:textId="09543E73" w:rsidR="008F1970" w:rsidRPr="009C526C" w:rsidRDefault="005F4C0B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5F4C0B">
              <w:rPr>
                <w:rFonts w:eastAsia="Times New Roman"/>
                <w:color w:val="000000"/>
                <w:cs/>
                <w:lang w:eastAsia="zh-CN"/>
              </w:rPr>
              <w:t>481</w:t>
            </w:r>
            <w:r w:rsidRPr="005F4C0B">
              <w:rPr>
                <w:rFonts w:eastAsia="Times New Roman"/>
                <w:color w:val="000000"/>
                <w:lang w:eastAsia="zh-CN"/>
              </w:rPr>
              <w:t>,</w:t>
            </w:r>
            <w:r w:rsidRPr="005F4C0B">
              <w:rPr>
                <w:rFonts w:eastAsia="Times New Roman"/>
                <w:color w:val="000000"/>
                <w:cs/>
                <w:lang w:eastAsia="zh-CN"/>
              </w:rPr>
              <w:t>254</w:t>
            </w:r>
          </w:p>
        </w:tc>
        <w:tc>
          <w:tcPr>
            <w:tcW w:w="270" w:type="dxa"/>
            <w:vAlign w:val="center"/>
          </w:tcPr>
          <w:p w14:paraId="43E29A81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674E2F50" w14:textId="3AA1728B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411FFA">
              <w:t xml:space="preserve"> 467,899 </w:t>
            </w:r>
          </w:p>
        </w:tc>
      </w:tr>
      <w:tr w:rsidR="008F1970" w:rsidRPr="009C526C" w14:paraId="4A61202D" w14:textId="77777777" w:rsidTr="007D1712">
        <w:tc>
          <w:tcPr>
            <w:tcW w:w="5490" w:type="dxa"/>
          </w:tcPr>
          <w:p w14:paraId="0A3FC6E3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9C526C">
              <w:rPr>
                <w:cs/>
              </w:rPr>
              <w:t>ขายอุปกรณ์โครงข่าย</w:t>
            </w:r>
          </w:p>
        </w:tc>
        <w:tc>
          <w:tcPr>
            <w:tcW w:w="275" w:type="dxa"/>
            <w:gridSpan w:val="2"/>
          </w:tcPr>
          <w:p w14:paraId="4BBD96A8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43497A9B" w14:textId="7CACF238" w:rsidR="008F1970" w:rsidRPr="009C526C" w:rsidRDefault="005F4C0B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5F4C0B">
              <w:rPr>
                <w:rFonts w:eastAsia="Times New Roman"/>
                <w:color w:val="000000"/>
                <w:cs/>
                <w:lang w:eastAsia="zh-CN"/>
              </w:rPr>
              <w:t>46</w:t>
            </w:r>
            <w:r w:rsidRPr="005F4C0B">
              <w:rPr>
                <w:rFonts w:eastAsia="Times New Roman"/>
                <w:color w:val="000000"/>
                <w:lang w:eastAsia="zh-CN"/>
              </w:rPr>
              <w:t>,</w:t>
            </w:r>
            <w:r w:rsidRPr="005F4C0B">
              <w:rPr>
                <w:rFonts w:eastAsia="Times New Roman"/>
                <w:color w:val="000000"/>
                <w:cs/>
                <w:lang w:eastAsia="zh-CN"/>
              </w:rPr>
              <w:t>84</w:t>
            </w:r>
            <w:r w:rsidR="00226594">
              <w:rPr>
                <w:rFonts w:eastAsia="Times New Roman"/>
                <w:color w:val="000000"/>
                <w:lang w:eastAsia="zh-CN"/>
              </w:rPr>
              <w:t>1</w:t>
            </w:r>
          </w:p>
        </w:tc>
        <w:tc>
          <w:tcPr>
            <w:tcW w:w="270" w:type="dxa"/>
            <w:vAlign w:val="center"/>
          </w:tcPr>
          <w:p w14:paraId="74F16266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6B58D7F1" w14:textId="5EB403BA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411FFA">
              <w:t xml:space="preserve"> 36,944 </w:t>
            </w:r>
          </w:p>
        </w:tc>
      </w:tr>
      <w:tr w:rsidR="008F1970" w:rsidRPr="009C526C" w14:paraId="4B837356" w14:textId="77777777" w:rsidTr="007D1712">
        <w:tc>
          <w:tcPr>
            <w:tcW w:w="5490" w:type="dxa"/>
          </w:tcPr>
          <w:p w14:paraId="0B1C4048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9C526C">
              <w:rPr>
                <w:cs/>
              </w:rPr>
              <w:t>บริการติดตั้งอุปกรณ์โครงข่าย</w:t>
            </w:r>
          </w:p>
        </w:tc>
        <w:tc>
          <w:tcPr>
            <w:tcW w:w="275" w:type="dxa"/>
            <w:gridSpan w:val="2"/>
          </w:tcPr>
          <w:p w14:paraId="55DACD24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45FCC6C1" w14:textId="191BDEFC" w:rsidR="008F1970" w:rsidRPr="009C526C" w:rsidRDefault="005F4C0B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5F4C0B">
              <w:rPr>
                <w:rFonts w:eastAsia="Times New Roman"/>
                <w:color w:val="000000"/>
                <w:cs/>
                <w:lang w:eastAsia="zh-CN"/>
              </w:rPr>
              <w:t>1</w:t>
            </w:r>
            <w:r w:rsidRPr="005F4C0B">
              <w:rPr>
                <w:rFonts w:eastAsia="Times New Roman"/>
                <w:color w:val="000000"/>
                <w:lang w:eastAsia="zh-CN"/>
              </w:rPr>
              <w:t>,</w:t>
            </w:r>
            <w:r w:rsidRPr="005F4C0B">
              <w:rPr>
                <w:rFonts w:eastAsia="Times New Roman"/>
                <w:color w:val="000000"/>
                <w:cs/>
                <w:lang w:eastAsia="zh-CN"/>
              </w:rPr>
              <w:t>791</w:t>
            </w:r>
          </w:p>
        </w:tc>
        <w:tc>
          <w:tcPr>
            <w:tcW w:w="270" w:type="dxa"/>
            <w:vAlign w:val="center"/>
          </w:tcPr>
          <w:p w14:paraId="0D61AA71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76D459BC" w14:textId="3AFFF07B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411FFA">
              <w:t xml:space="preserve"> 1,658 </w:t>
            </w:r>
          </w:p>
        </w:tc>
      </w:tr>
      <w:tr w:rsidR="008F1970" w:rsidRPr="009C526C" w14:paraId="4D23C042" w14:textId="77777777" w:rsidTr="007D1712">
        <w:tc>
          <w:tcPr>
            <w:tcW w:w="5490" w:type="dxa"/>
          </w:tcPr>
          <w:p w14:paraId="0CEC95C5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i/>
                <w:iCs/>
                <w:cs/>
              </w:rPr>
            </w:pPr>
            <w:r w:rsidRPr="009C526C">
              <w:rPr>
                <w:cs/>
              </w:rPr>
              <w:t>บริหารจัดการและให้บริการบำรุงรักษาโครงข่าย</w:t>
            </w:r>
          </w:p>
        </w:tc>
        <w:tc>
          <w:tcPr>
            <w:tcW w:w="269" w:type="dxa"/>
          </w:tcPr>
          <w:p w14:paraId="6B3A4CC7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i/>
                <w:iCs/>
                <w:cs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0608F" w14:textId="3CD1BE06" w:rsidR="008F1970" w:rsidRPr="009C526C" w:rsidRDefault="005F4C0B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5F4C0B">
              <w:rPr>
                <w:rFonts w:eastAsia="Times New Roman"/>
                <w:color w:val="000000"/>
                <w:cs/>
                <w:lang w:eastAsia="zh-CN"/>
              </w:rPr>
              <w:t>36</w:t>
            </w:r>
            <w:r w:rsidR="00226594">
              <w:rPr>
                <w:rFonts w:eastAsia="Times New Roman"/>
                <w:color w:val="000000"/>
                <w:lang w:eastAsia="zh-CN"/>
              </w:rPr>
              <w:t>1</w:t>
            </w:r>
          </w:p>
        </w:tc>
        <w:tc>
          <w:tcPr>
            <w:tcW w:w="270" w:type="dxa"/>
            <w:vAlign w:val="center"/>
          </w:tcPr>
          <w:p w14:paraId="41A527F0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A01CB" w14:textId="07B96678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411FFA">
              <w:t xml:space="preserve"> 363 </w:t>
            </w:r>
          </w:p>
        </w:tc>
      </w:tr>
      <w:tr w:rsidR="008F1970" w:rsidRPr="009C526C" w14:paraId="5B6DE95F" w14:textId="77777777" w:rsidTr="007D1712">
        <w:tc>
          <w:tcPr>
            <w:tcW w:w="5490" w:type="dxa"/>
          </w:tcPr>
          <w:p w14:paraId="6F937306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9C526C">
              <w:rPr>
                <w:b/>
                <w:bCs/>
                <w:cs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06B09F39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0D912DE" w14:textId="44350051" w:rsidR="008F1970" w:rsidRPr="009C526C" w:rsidRDefault="005F4C0B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5F4C0B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530</w:t>
            </w:r>
            <w:r w:rsidRPr="005F4C0B">
              <w:rPr>
                <w:rFonts w:eastAsia="Times New Roman"/>
                <w:b/>
                <w:bCs/>
                <w:color w:val="000000"/>
                <w:lang w:eastAsia="zh-CN"/>
              </w:rPr>
              <w:t>,</w:t>
            </w:r>
            <w:r w:rsidRPr="005F4C0B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247</w:t>
            </w:r>
          </w:p>
        </w:tc>
        <w:tc>
          <w:tcPr>
            <w:tcW w:w="270" w:type="dxa"/>
            <w:vAlign w:val="center"/>
          </w:tcPr>
          <w:p w14:paraId="62B59B39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C10CBF8" w14:textId="6E9CBD84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A31B60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506</w:t>
            </w:r>
            <w:r w:rsidRPr="00A31B60">
              <w:rPr>
                <w:rFonts w:eastAsia="Times New Roman"/>
                <w:b/>
                <w:bCs/>
                <w:color w:val="000000"/>
                <w:lang w:eastAsia="zh-CN"/>
              </w:rPr>
              <w:t>,</w:t>
            </w:r>
            <w:r w:rsidRPr="00A31B60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864</w:t>
            </w:r>
          </w:p>
        </w:tc>
      </w:tr>
      <w:tr w:rsidR="008F1970" w:rsidRPr="001E19B2" w14:paraId="4398DEF3" w14:textId="77777777" w:rsidTr="007D1712">
        <w:tc>
          <w:tcPr>
            <w:tcW w:w="5490" w:type="dxa"/>
          </w:tcPr>
          <w:p w14:paraId="79EC5534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</w:p>
        </w:tc>
        <w:tc>
          <w:tcPr>
            <w:tcW w:w="275" w:type="dxa"/>
            <w:gridSpan w:val="2"/>
          </w:tcPr>
          <w:p w14:paraId="7A8D947D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cs/>
              </w:rPr>
            </w:pPr>
          </w:p>
        </w:tc>
        <w:tc>
          <w:tcPr>
            <w:tcW w:w="1615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4866F21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cs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5462183C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2488811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spacing w:val="0"/>
                <w:lang w:eastAsia="zh-CN"/>
              </w:rPr>
            </w:pPr>
          </w:p>
        </w:tc>
      </w:tr>
      <w:tr w:rsidR="008F1970" w:rsidRPr="009C526C" w14:paraId="26AD50E6" w14:textId="77777777" w:rsidTr="007D1712">
        <w:tc>
          <w:tcPr>
            <w:tcW w:w="5490" w:type="dxa"/>
          </w:tcPr>
          <w:p w14:paraId="229EBA27" w14:textId="4A99044A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cs/>
              </w:rPr>
            </w:pPr>
            <w:r w:rsidRPr="009C526C">
              <w:rPr>
                <w:b/>
                <w:bCs/>
                <w:cs/>
              </w:rPr>
              <w:t>จังหวะเวลาในการรับรู้รายได้</w:t>
            </w:r>
          </w:p>
        </w:tc>
        <w:tc>
          <w:tcPr>
            <w:tcW w:w="275" w:type="dxa"/>
            <w:gridSpan w:val="2"/>
          </w:tcPr>
          <w:p w14:paraId="3E583F70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  <w:vAlign w:val="center"/>
          </w:tcPr>
          <w:p w14:paraId="5A867A49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270" w:type="dxa"/>
            <w:vAlign w:val="center"/>
          </w:tcPr>
          <w:p w14:paraId="740E311C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vAlign w:val="center"/>
          </w:tcPr>
          <w:p w14:paraId="5F7F0345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</w:tr>
      <w:tr w:rsidR="008F1970" w:rsidRPr="009C526C" w14:paraId="2C26DC8D" w14:textId="77777777" w:rsidTr="007D1712">
        <w:tc>
          <w:tcPr>
            <w:tcW w:w="5490" w:type="dxa"/>
          </w:tcPr>
          <w:p w14:paraId="6205516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9C526C">
              <w:rPr>
                <w:cs/>
              </w:rPr>
              <w:t>ณ เวลาใดเวลาหนึ่ง</w:t>
            </w:r>
          </w:p>
        </w:tc>
        <w:tc>
          <w:tcPr>
            <w:tcW w:w="275" w:type="dxa"/>
            <w:gridSpan w:val="2"/>
          </w:tcPr>
          <w:p w14:paraId="0111ECEA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27BA7B77" w14:textId="072A5921" w:rsidR="008F1970" w:rsidRPr="00111D52" w:rsidRDefault="005F4C0B" w:rsidP="00111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11D52">
              <w:rPr>
                <w:rFonts w:eastAsia="Times New Roman"/>
                <w:color w:val="000000"/>
                <w:cs/>
                <w:lang w:eastAsia="zh-CN"/>
              </w:rPr>
              <w:t>8</w:t>
            </w:r>
            <w:r w:rsidRPr="00111D52">
              <w:rPr>
                <w:rFonts w:eastAsia="Times New Roman"/>
                <w:color w:val="000000"/>
                <w:lang w:eastAsia="zh-CN"/>
              </w:rPr>
              <w:t>,</w:t>
            </w:r>
            <w:r w:rsidRPr="00111D52">
              <w:rPr>
                <w:rFonts w:eastAsia="Times New Roman"/>
                <w:color w:val="000000"/>
                <w:cs/>
                <w:lang w:eastAsia="zh-CN"/>
              </w:rPr>
              <w:t>762</w:t>
            </w:r>
          </w:p>
        </w:tc>
        <w:tc>
          <w:tcPr>
            <w:tcW w:w="270" w:type="dxa"/>
            <w:vAlign w:val="center"/>
          </w:tcPr>
          <w:p w14:paraId="381F4F63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24354F10" w14:textId="7854D4BD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F348D6">
              <w:t xml:space="preserve"> 5,406 </w:t>
            </w:r>
          </w:p>
        </w:tc>
      </w:tr>
      <w:tr w:rsidR="008F1970" w:rsidRPr="009C526C" w14:paraId="5EE866E1" w14:textId="77777777" w:rsidTr="007D1712">
        <w:tc>
          <w:tcPr>
            <w:tcW w:w="5490" w:type="dxa"/>
          </w:tcPr>
          <w:p w14:paraId="69E7C87D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9C526C">
              <w:rPr>
                <w:cs/>
              </w:rPr>
              <w:t>ตลอดช่วงเวลาหนึ่ง</w:t>
            </w:r>
          </w:p>
        </w:tc>
        <w:tc>
          <w:tcPr>
            <w:tcW w:w="275" w:type="dxa"/>
            <w:gridSpan w:val="2"/>
          </w:tcPr>
          <w:p w14:paraId="7C03573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7050C" w14:textId="19992FD0" w:rsidR="008F1970" w:rsidRPr="00111D52" w:rsidRDefault="005F4C0B" w:rsidP="00111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11D52">
              <w:rPr>
                <w:rFonts w:eastAsia="Times New Roman"/>
                <w:color w:val="000000"/>
                <w:cs/>
                <w:lang w:eastAsia="zh-CN"/>
              </w:rPr>
              <w:t>521</w:t>
            </w:r>
            <w:r w:rsidRPr="00111D52">
              <w:rPr>
                <w:rFonts w:eastAsia="Times New Roman"/>
                <w:color w:val="000000"/>
                <w:lang w:eastAsia="zh-CN"/>
              </w:rPr>
              <w:t>,</w:t>
            </w:r>
            <w:r w:rsidRPr="00111D52">
              <w:rPr>
                <w:rFonts w:eastAsia="Times New Roman"/>
                <w:color w:val="000000"/>
                <w:cs/>
                <w:lang w:eastAsia="zh-CN"/>
              </w:rPr>
              <w:t>485</w:t>
            </w:r>
          </w:p>
        </w:tc>
        <w:tc>
          <w:tcPr>
            <w:tcW w:w="270" w:type="dxa"/>
            <w:vAlign w:val="center"/>
          </w:tcPr>
          <w:p w14:paraId="04C96C43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B0415" w14:textId="69725B0E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F348D6">
              <w:t>501,458</w:t>
            </w:r>
          </w:p>
        </w:tc>
      </w:tr>
      <w:tr w:rsidR="008F1970" w:rsidRPr="009C526C" w14:paraId="261494E3" w14:textId="77777777" w:rsidTr="007C7D8A">
        <w:tc>
          <w:tcPr>
            <w:tcW w:w="5490" w:type="dxa"/>
          </w:tcPr>
          <w:p w14:paraId="14BFA9F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9C526C">
              <w:rPr>
                <w:b/>
                <w:bCs/>
                <w:cs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17E95077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CC09AE0" w14:textId="11C929BA" w:rsidR="008F1970" w:rsidRPr="009C526C" w:rsidRDefault="005F4C0B" w:rsidP="00111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5F4C0B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530</w:t>
            </w:r>
            <w:r w:rsidRPr="005F4C0B">
              <w:rPr>
                <w:rFonts w:eastAsia="Times New Roman"/>
                <w:b/>
                <w:bCs/>
                <w:color w:val="000000"/>
                <w:lang w:eastAsia="zh-CN"/>
              </w:rPr>
              <w:t>,</w:t>
            </w:r>
            <w:r w:rsidRPr="005F4C0B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247</w:t>
            </w:r>
          </w:p>
        </w:tc>
        <w:tc>
          <w:tcPr>
            <w:tcW w:w="270" w:type="dxa"/>
            <w:vAlign w:val="center"/>
          </w:tcPr>
          <w:p w14:paraId="340285AD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FCF12E4" w14:textId="631C26CA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A31B60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506</w:t>
            </w:r>
            <w:r w:rsidRPr="00A31B60">
              <w:rPr>
                <w:rFonts w:eastAsia="Times New Roman"/>
                <w:b/>
                <w:bCs/>
                <w:color w:val="000000"/>
                <w:lang w:eastAsia="zh-CN"/>
              </w:rPr>
              <w:t>,</w:t>
            </w:r>
            <w:r w:rsidRPr="00A31B60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864</w:t>
            </w:r>
          </w:p>
        </w:tc>
      </w:tr>
      <w:tr w:rsidR="00395AA4" w:rsidRPr="00226594" w14:paraId="246FFD33" w14:textId="77777777" w:rsidTr="00395AA4">
        <w:tc>
          <w:tcPr>
            <w:tcW w:w="5490" w:type="dxa"/>
          </w:tcPr>
          <w:p w14:paraId="083652CC" w14:textId="77777777" w:rsidR="00395AA4" w:rsidRPr="00226594" w:rsidRDefault="00395AA4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</w:p>
        </w:tc>
        <w:tc>
          <w:tcPr>
            <w:tcW w:w="275" w:type="dxa"/>
            <w:gridSpan w:val="2"/>
          </w:tcPr>
          <w:p w14:paraId="27131B93" w14:textId="77777777" w:rsidR="00395AA4" w:rsidRPr="00226594" w:rsidRDefault="00395AA4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315AA79" w14:textId="77777777" w:rsidR="00395AA4" w:rsidRPr="00226594" w:rsidRDefault="00395AA4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7"/>
              </w:tabs>
              <w:spacing w:line="240" w:lineRule="auto"/>
              <w:ind w:left="-108" w:right="-170"/>
              <w:jc w:val="center"/>
              <w:rPr>
                <w:rFonts w:eastAsia="Times New Roman"/>
                <w:color w:val="000000"/>
                <w:cs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1139B628" w14:textId="77777777" w:rsidR="00395AA4" w:rsidRPr="00226594" w:rsidRDefault="00395AA4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E0DD9F8" w14:textId="77777777" w:rsidR="00395AA4" w:rsidRPr="00226594" w:rsidRDefault="00395AA4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cs/>
                <w:lang w:eastAsia="zh-CN"/>
              </w:rPr>
            </w:pPr>
          </w:p>
        </w:tc>
      </w:tr>
      <w:tr w:rsidR="008F1970" w:rsidRPr="009C526C" w14:paraId="2D292FFF" w14:textId="77777777" w:rsidTr="003B25C7">
        <w:tc>
          <w:tcPr>
            <w:tcW w:w="5490" w:type="dxa"/>
          </w:tcPr>
          <w:p w14:paraId="63880740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9C526C">
              <w:rPr>
                <w:cs/>
              </w:rPr>
              <w:t>กำไรตามส่วนงานก่อนหักภาษีเงินได้</w:t>
            </w:r>
          </w:p>
        </w:tc>
        <w:tc>
          <w:tcPr>
            <w:tcW w:w="275" w:type="dxa"/>
            <w:gridSpan w:val="2"/>
          </w:tcPr>
          <w:p w14:paraId="748B1E8E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</w:tcPr>
          <w:p w14:paraId="1820148A" w14:textId="6298365A" w:rsidR="008F1970" w:rsidRPr="00111D52" w:rsidRDefault="000672A5" w:rsidP="00111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11D52">
              <w:rPr>
                <w:rFonts w:eastAsia="Times New Roman"/>
                <w:color w:val="000000"/>
                <w:lang w:eastAsia="zh-CN"/>
              </w:rPr>
              <w:t>6</w:t>
            </w:r>
            <w:r w:rsidR="005E6302" w:rsidRPr="00111D52">
              <w:rPr>
                <w:rFonts w:eastAsia="Times New Roman"/>
                <w:color w:val="000000"/>
                <w:lang w:eastAsia="zh-CN"/>
              </w:rPr>
              <w:t>6,</w:t>
            </w:r>
            <w:r w:rsidR="00D47A92" w:rsidRPr="00111D52">
              <w:rPr>
                <w:rFonts w:eastAsia="Times New Roman"/>
                <w:color w:val="000000"/>
                <w:lang w:eastAsia="zh-CN"/>
              </w:rPr>
              <w:t>497</w:t>
            </w:r>
          </w:p>
        </w:tc>
        <w:tc>
          <w:tcPr>
            <w:tcW w:w="270" w:type="dxa"/>
            <w:vAlign w:val="bottom"/>
          </w:tcPr>
          <w:p w14:paraId="21C0BBCA" w14:textId="77777777" w:rsidR="008F1970" w:rsidRPr="00226594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79F0FD0F" w14:textId="0846E913" w:rsidR="008F1970" w:rsidRPr="00226594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226594">
              <w:t>82,518</w:t>
            </w:r>
          </w:p>
        </w:tc>
      </w:tr>
      <w:tr w:rsidR="008F1970" w:rsidRPr="001E19B2" w14:paraId="7CEEF261" w14:textId="77777777" w:rsidTr="003B25C7">
        <w:tc>
          <w:tcPr>
            <w:tcW w:w="5490" w:type="dxa"/>
          </w:tcPr>
          <w:p w14:paraId="3802FBC9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</w:p>
        </w:tc>
        <w:tc>
          <w:tcPr>
            <w:tcW w:w="275" w:type="dxa"/>
            <w:gridSpan w:val="2"/>
          </w:tcPr>
          <w:p w14:paraId="65820F81" w14:textId="77777777" w:rsidR="008F1970" w:rsidRPr="001E19B2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</w:tcPr>
          <w:p w14:paraId="4999BEA0" w14:textId="77777777" w:rsidR="008F1970" w:rsidRPr="00111D52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270" w:type="dxa"/>
            <w:vAlign w:val="bottom"/>
          </w:tcPr>
          <w:p w14:paraId="2A32D625" w14:textId="77777777" w:rsidR="008F1970" w:rsidRPr="00226594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7B4E10FF" w14:textId="77777777" w:rsidR="008F1970" w:rsidRPr="00226594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F1970" w:rsidRPr="009C526C" w14:paraId="3F691328" w14:textId="77777777" w:rsidTr="003B25C7">
        <w:tc>
          <w:tcPr>
            <w:tcW w:w="5490" w:type="dxa"/>
            <w:vAlign w:val="bottom"/>
          </w:tcPr>
          <w:p w14:paraId="0EBD4EEE" w14:textId="720E21EC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9C526C">
              <w:rPr>
                <w:cs/>
              </w:rPr>
              <w:t xml:space="preserve">สินทรัพย์ส่วนงาน ณ วันที่ </w:t>
            </w:r>
            <w:r>
              <w:t xml:space="preserve">31 </w:t>
            </w:r>
            <w:r>
              <w:rPr>
                <w:rFonts w:hint="cs"/>
                <w:cs/>
              </w:rPr>
              <w:t>มีนาคม</w:t>
            </w:r>
            <w:r w:rsidRPr="009C526C">
              <w:rPr>
                <w:cs/>
              </w:rPr>
              <w:t>/</w:t>
            </w:r>
            <w:r w:rsidRPr="009C526C">
              <w:t xml:space="preserve"> 31</w:t>
            </w:r>
            <w:r w:rsidRPr="009C526C">
              <w:rPr>
                <w:cs/>
              </w:rPr>
              <w:t xml:space="preserve"> ธันวาคม</w:t>
            </w:r>
          </w:p>
        </w:tc>
        <w:tc>
          <w:tcPr>
            <w:tcW w:w="275" w:type="dxa"/>
            <w:gridSpan w:val="2"/>
          </w:tcPr>
          <w:p w14:paraId="0F89B9EF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  <w:vAlign w:val="bottom"/>
          </w:tcPr>
          <w:p w14:paraId="31AEC584" w14:textId="3F7EF452" w:rsidR="008F1970" w:rsidRPr="00111D52" w:rsidRDefault="000672A5" w:rsidP="00111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11D52">
              <w:rPr>
                <w:rFonts w:eastAsia="Times New Roman"/>
                <w:color w:val="000000"/>
                <w:lang w:eastAsia="zh-CN"/>
              </w:rPr>
              <w:t>4,48</w:t>
            </w:r>
            <w:r w:rsidR="00EC75A5" w:rsidRPr="00111D52">
              <w:rPr>
                <w:rFonts w:eastAsia="Times New Roman"/>
                <w:color w:val="000000"/>
                <w:lang w:eastAsia="zh-CN"/>
              </w:rPr>
              <w:t>1,890</w:t>
            </w:r>
          </w:p>
        </w:tc>
        <w:tc>
          <w:tcPr>
            <w:tcW w:w="270" w:type="dxa"/>
            <w:vAlign w:val="bottom"/>
          </w:tcPr>
          <w:p w14:paraId="18DC1B91" w14:textId="77777777" w:rsidR="008F1970" w:rsidRPr="00226594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4F1A4F82" w14:textId="655B0EEE" w:rsidR="008F1970" w:rsidRPr="00226594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226594">
              <w:t>4,4</w:t>
            </w:r>
            <w:r w:rsidR="00F76FE5" w:rsidRPr="00226594">
              <w:t>83</w:t>
            </w:r>
            <w:r w:rsidRPr="00226594">
              <w:t>,</w:t>
            </w:r>
            <w:r w:rsidR="00F76FE5" w:rsidRPr="00226594">
              <w:t>122</w:t>
            </w:r>
          </w:p>
        </w:tc>
      </w:tr>
      <w:tr w:rsidR="008F1970" w:rsidRPr="009C526C" w14:paraId="187998A4" w14:textId="77777777" w:rsidTr="003B25C7">
        <w:tc>
          <w:tcPr>
            <w:tcW w:w="5490" w:type="dxa"/>
            <w:vAlign w:val="bottom"/>
          </w:tcPr>
          <w:p w14:paraId="3D10B2B5" w14:textId="1782DF78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9C526C">
              <w:rPr>
                <w:cs/>
              </w:rPr>
              <w:t xml:space="preserve">หนี้สินส่วนงาน ณ วันที่ </w:t>
            </w:r>
            <w:r>
              <w:t xml:space="preserve">31 </w:t>
            </w:r>
            <w:r>
              <w:rPr>
                <w:rFonts w:hint="cs"/>
                <w:cs/>
              </w:rPr>
              <w:t>มีนาคม</w:t>
            </w:r>
            <w:r w:rsidRPr="009C526C">
              <w:rPr>
                <w:cs/>
              </w:rPr>
              <w:t>/</w:t>
            </w:r>
            <w:r w:rsidRPr="009C526C">
              <w:t xml:space="preserve"> 31</w:t>
            </w:r>
            <w:r w:rsidRPr="009C526C">
              <w:rPr>
                <w:cs/>
              </w:rPr>
              <w:t xml:space="preserve"> ธันวาคม</w:t>
            </w:r>
          </w:p>
        </w:tc>
        <w:tc>
          <w:tcPr>
            <w:tcW w:w="275" w:type="dxa"/>
            <w:gridSpan w:val="2"/>
          </w:tcPr>
          <w:p w14:paraId="44A4A70A" w14:textId="77777777" w:rsidR="008F1970" w:rsidRPr="009C526C" w:rsidRDefault="008F1970" w:rsidP="008F19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  <w:vAlign w:val="bottom"/>
          </w:tcPr>
          <w:p w14:paraId="7BA909F0" w14:textId="48DE4E55" w:rsidR="008F1970" w:rsidRPr="00111D52" w:rsidRDefault="000672A5" w:rsidP="00111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cs/>
                <w:lang w:eastAsia="zh-CN"/>
              </w:rPr>
            </w:pPr>
            <w:r w:rsidRPr="00111D52">
              <w:rPr>
                <w:rFonts w:eastAsia="Times New Roman"/>
                <w:color w:val="000000"/>
                <w:lang w:eastAsia="zh-CN"/>
              </w:rPr>
              <w:t>1,380,627</w:t>
            </w:r>
          </w:p>
        </w:tc>
        <w:tc>
          <w:tcPr>
            <w:tcW w:w="270" w:type="dxa"/>
            <w:vAlign w:val="bottom"/>
          </w:tcPr>
          <w:p w14:paraId="1EEF3E31" w14:textId="77777777" w:rsidR="008F1970" w:rsidRPr="00226594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5B3196F8" w14:textId="25F31364" w:rsidR="008F1970" w:rsidRPr="00226594" w:rsidRDefault="008F1970" w:rsidP="008F1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226594">
              <w:t>1,43</w:t>
            </w:r>
            <w:r w:rsidR="00F76FE5" w:rsidRPr="00226594">
              <w:t>2</w:t>
            </w:r>
            <w:r w:rsidRPr="00226594">
              <w:t>,</w:t>
            </w:r>
            <w:r w:rsidR="00F76FE5" w:rsidRPr="00226594">
              <w:t>246</w:t>
            </w:r>
          </w:p>
        </w:tc>
      </w:tr>
    </w:tbl>
    <w:p w14:paraId="23CB9117" w14:textId="77777777" w:rsidR="0020076C" w:rsidRDefault="0020076C" w:rsidP="00AB4F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72"/>
        </w:tabs>
        <w:spacing w:line="240" w:lineRule="auto"/>
        <w:rPr>
          <w:spacing w:val="0"/>
          <w:sz w:val="20"/>
          <w:szCs w:val="20"/>
        </w:rPr>
      </w:pPr>
    </w:p>
    <w:p w14:paraId="57800EE9" w14:textId="77777777" w:rsidR="0060113C" w:rsidRPr="0020076C" w:rsidRDefault="0060113C" w:rsidP="00AB4F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72"/>
        </w:tabs>
        <w:spacing w:line="240" w:lineRule="auto"/>
        <w:rPr>
          <w:spacing w:val="0"/>
          <w:sz w:val="20"/>
          <w:szCs w:val="20"/>
          <w:cs/>
        </w:rPr>
      </w:pPr>
    </w:p>
    <w:p w14:paraId="12596E47" w14:textId="3078F83B" w:rsidR="004B4E75" w:rsidRPr="009C526C" w:rsidRDefault="0040541B" w:rsidP="004910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jc w:val="both"/>
        <w:rPr>
          <w:b/>
          <w:bCs/>
          <w:spacing w:val="0"/>
          <w:lang w:val="th-TH"/>
        </w:rPr>
      </w:pPr>
      <w:r>
        <w:rPr>
          <w:b/>
          <w:bCs/>
          <w:spacing w:val="0"/>
        </w:rPr>
        <w:lastRenderedPageBreak/>
        <w:t>9</w:t>
      </w:r>
      <w:r w:rsidR="004B4E75" w:rsidRPr="009C526C">
        <w:rPr>
          <w:b/>
          <w:bCs/>
          <w:spacing w:val="0"/>
        </w:rPr>
        <w:tab/>
      </w:r>
      <w:r w:rsidR="004B4E75" w:rsidRPr="009C526C">
        <w:rPr>
          <w:b/>
          <w:bCs/>
          <w:spacing w:val="0"/>
          <w:cs/>
        </w:rPr>
        <w:t>เครื่องมือทางการเงิน</w:t>
      </w:r>
    </w:p>
    <w:p w14:paraId="0BE86746" w14:textId="77777777" w:rsidR="004B4E75" w:rsidRPr="00226594" w:rsidRDefault="004B4E75" w:rsidP="004B4E75">
      <w:pPr>
        <w:pStyle w:val="block"/>
        <w:spacing w:after="0" w:line="240" w:lineRule="atLeast"/>
        <w:ind w:right="-7"/>
        <w:jc w:val="both"/>
        <w:rPr>
          <w:rFonts w:ascii="Angsana New" w:hAnsi="Angsana New"/>
          <w:spacing w:val="0"/>
          <w:sz w:val="30"/>
          <w:szCs w:val="30"/>
          <w:lang w:val="en-US" w:bidi="th-TH"/>
        </w:rPr>
      </w:pPr>
    </w:p>
    <w:p w14:paraId="354C1546" w14:textId="36CBCC64" w:rsidR="005609D0" w:rsidRPr="009C526C" w:rsidRDefault="004B4E75" w:rsidP="005609D0">
      <w:pPr>
        <w:pStyle w:val="block"/>
        <w:tabs>
          <w:tab w:val="center" w:pos="4945"/>
        </w:tabs>
        <w:spacing w:after="0" w:line="240" w:lineRule="atLeast"/>
        <w:ind w:right="-7"/>
        <w:jc w:val="both"/>
        <w:rPr>
          <w:rFonts w:ascii="Angsana New" w:hAnsi="Angsana New"/>
          <w:b/>
          <w:bCs/>
          <w:i/>
          <w:iCs/>
          <w:spacing w:val="0"/>
          <w:sz w:val="30"/>
          <w:szCs w:val="30"/>
          <w:lang w:bidi="th-TH"/>
        </w:rPr>
      </w:pPr>
      <w:r w:rsidRPr="009C526C">
        <w:rPr>
          <w:rFonts w:ascii="Angsana New" w:hAnsi="Angsana New"/>
          <w:b/>
          <w:bCs/>
          <w:i/>
          <w:iCs/>
          <w:spacing w:val="0"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14:paraId="4C1A25A9" w14:textId="62BCBAA5" w:rsidR="00FE3432" w:rsidRPr="00226594" w:rsidRDefault="00FE3432" w:rsidP="005609D0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</w:pPr>
    </w:p>
    <w:p w14:paraId="69767B11" w14:textId="1FC48B3C" w:rsidR="00DC1255" w:rsidRPr="007D1712" w:rsidRDefault="004B4E75" w:rsidP="007D1712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</w:pPr>
      <w:r w:rsidRPr="009C526C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มูลค่าตามบัญชีของสินทรัพย์ทางการเงินและหนี้สินทางการเงิน</w:t>
      </w:r>
      <w:r w:rsidR="00CE0E66" w:rsidRPr="009C526C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ของกลุ่มบริษัท</w:t>
      </w:r>
      <w:r w:rsidR="003879EE" w:rsidRPr="009C526C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มีมูลค่า</w:t>
      </w:r>
      <w:r w:rsidR="001F296E" w:rsidRPr="009C526C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ใกล้เคียงกับมูลค่ายุติธรรมอย่างสมเหตุสมผล</w:t>
      </w:r>
    </w:p>
    <w:p w14:paraId="48C0DC88" w14:textId="77777777" w:rsidR="00DC1255" w:rsidRPr="00226594" w:rsidRDefault="00DC1255" w:rsidP="005152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</w:rPr>
      </w:pPr>
    </w:p>
    <w:p w14:paraId="567F2FCB" w14:textId="0F5FDEF8" w:rsidR="00913400" w:rsidRDefault="00903A1C" w:rsidP="005152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/>
          <w:bCs/>
          <w:spacing w:val="0"/>
        </w:rPr>
      </w:pPr>
      <w:r w:rsidRPr="009C526C">
        <w:rPr>
          <w:b/>
          <w:bCs/>
          <w:spacing w:val="0"/>
        </w:rPr>
        <w:t>1</w:t>
      </w:r>
      <w:r w:rsidR="0040541B">
        <w:rPr>
          <w:b/>
          <w:bCs/>
          <w:spacing w:val="0"/>
        </w:rPr>
        <w:t>0</w:t>
      </w:r>
      <w:r w:rsidR="00515202" w:rsidRPr="009C526C">
        <w:rPr>
          <w:b/>
          <w:bCs/>
          <w:spacing w:val="0"/>
          <w:cs/>
          <w:lang w:val="th-TH"/>
        </w:rPr>
        <w:tab/>
      </w:r>
      <w:r w:rsidR="0030371F" w:rsidRPr="009C526C">
        <w:rPr>
          <w:b/>
          <w:bCs/>
          <w:spacing w:val="0"/>
          <w:cs/>
          <w:lang w:val="th-TH"/>
        </w:rPr>
        <w:t>ภา</w:t>
      </w:r>
      <w:r w:rsidR="00913400" w:rsidRPr="009C526C">
        <w:rPr>
          <w:b/>
          <w:bCs/>
          <w:spacing w:val="0"/>
          <w:cs/>
          <w:lang w:val="th-TH"/>
        </w:rPr>
        <w:t>ระผูกพัน</w:t>
      </w:r>
      <w:r w:rsidR="00882FAF" w:rsidRPr="009C526C">
        <w:rPr>
          <w:b/>
          <w:bCs/>
          <w:spacing w:val="0"/>
          <w:cs/>
          <w:lang w:val="th-TH"/>
        </w:rPr>
        <w:t>กับบุคคลหรือกิจการ</w:t>
      </w:r>
      <w:r w:rsidR="00917D61" w:rsidRPr="009C526C">
        <w:rPr>
          <w:b/>
          <w:bCs/>
          <w:spacing w:val="0"/>
          <w:cs/>
          <w:lang w:val="th-TH"/>
        </w:rPr>
        <w:t>ที่ไม่เกี่ยวข้องกัน</w:t>
      </w:r>
    </w:p>
    <w:p w14:paraId="488780E3" w14:textId="77777777" w:rsidR="009102AB" w:rsidRPr="009102AB" w:rsidRDefault="009102AB" w:rsidP="005152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89"/>
        <w:gridCol w:w="1711"/>
        <w:gridCol w:w="273"/>
        <w:gridCol w:w="1797"/>
      </w:tblGrid>
      <w:tr w:rsidR="00EA3875" w:rsidRPr="009C526C" w14:paraId="46FF80AF" w14:textId="77777777" w:rsidTr="00343C60">
        <w:trPr>
          <w:trHeight w:val="659"/>
          <w:tblHeader/>
        </w:trPr>
        <w:tc>
          <w:tcPr>
            <w:tcW w:w="2961" w:type="pct"/>
            <w:vAlign w:val="bottom"/>
            <w:hideMark/>
          </w:tcPr>
          <w:p w14:paraId="459FD010" w14:textId="2035752A" w:rsidR="00EA3875" w:rsidRPr="009C526C" w:rsidRDefault="00EA3875" w:rsidP="007920F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i/>
                <w:iCs/>
                <w:spacing w:val="0"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>ณ วันที่</w:t>
            </w:r>
            <w:r w:rsidR="00EC0B4E" w:rsidRPr="009C526C">
              <w:rPr>
                <w:b/>
                <w:bCs/>
                <w:i/>
                <w:iCs/>
                <w:spacing w:val="0"/>
              </w:rPr>
              <w:t xml:space="preserve"> </w:t>
            </w:r>
            <w:r w:rsidR="00AF08B9">
              <w:rPr>
                <w:rFonts w:eastAsia="Times New Roman"/>
                <w:b/>
                <w:bCs/>
                <w:i/>
                <w:iCs/>
                <w:color w:val="000000"/>
                <w:spacing w:val="0"/>
                <w:lang w:eastAsia="zh-CN"/>
              </w:rPr>
              <w:t xml:space="preserve">31 </w:t>
            </w:r>
            <w:r w:rsidR="00AF08B9">
              <w:rPr>
                <w:rFonts w:eastAsia="Times New Roman" w:hint="cs"/>
                <w:b/>
                <w:bCs/>
                <w:i/>
                <w:iCs/>
                <w:color w:val="000000"/>
                <w:spacing w:val="0"/>
                <w:cs/>
                <w:lang w:eastAsia="zh-CN"/>
              </w:rPr>
              <w:t xml:space="preserve">มีนาคม </w:t>
            </w:r>
            <w:r w:rsidR="00AF08B9">
              <w:rPr>
                <w:rFonts w:eastAsia="Times New Roman"/>
                <w:b/>
                <w:bCs/>
                <w:i/>
                <w:iCs/>
                <w:color w:val="000000"/>
                <w:spacing w:val="0"/>
                <w:lang w:eastAsia="zh-CN"/>
              </w:rPr>
              <w:t>2568</w:t>
            </w:r>
          </w:p>
        </w:tc>
        <w:tc>
          <w:tcPr>
            <w:tcW w:w="923" w:type="pct"/>
            <w:vAlign w:val="bottom"/>
            <w:hideMark/>
          </w:tcPr>
          <w:p w14:paraId="1EFDCAB5" w14:textId="7D4AA395" w:rsidR="00EA3875" w:rsidRPr="009C526C" w:rsidRDefault="00EA3875" w:rsidP="009102A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147" w:type="pct"/>
            <w:vAlign w:val="bottom"/>
          </w:tcPr>
          <w:p w14:paraId="095653E1" w14:textId="77777777" w:rsidR="00EA3875" w:rsidRPr="009C526C" w:rsidRDefault="00EA38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vAlign w:val="bottom"/>
            <w:hideMark/>
          </w:tcPr>
          <w:p w14:paraId="4FDC9536" w14:textId="77777777" w:rsidR="00EA3875" w:rsidRPr="009C526C" w:rsidRDefault="00EA38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งบการเงิน</w:t>
            </w:r>
          </w:p>
          <w:p w14:paraId="5C55147A" w14:textId="77777777" w:rsidR="00EA3875" w:rsidRPr="009C526C" w:rsidRDefault="00EA38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EA3875" w:rsidRPr="009C526C" w14:paraId="704C2A2D" w14:textId="77777777" w:rsidTr="00343C60">
        <w:trPr>
          <w:tblHeader/>
        </w:trPr>
        <w:tc>
          <w:tcPr>
            <w:tcW w:w="2961" w:type="pct"/>
          </w:tcPr>
          <w:p w14:paraId="52F896C9" w14:textId="77777777" w:rsidR="00EA3875" w:rsidRPr="009C526C" w:rsidRDefault="00EA3875" w:rsidP="00A1757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firstLine="90"/>
              <w:rPr>
                <w:spacing w:val="0"/>
              </w:rPr>
            </w:pPr>
          </w:p>
        </w:tc>
        <w:tc>
          <w:tcPr>
            <w:tcW w:w="2039" w:type="pct"/>
            <w:gridSpan w:val="3"/>
            <w:hideMark/>
          </w:tcPr>
          <w:p w14:paraId="25BD755D" w14:textId="77777777" w:rsidR="00EA3875" w:rsidRPr="009C526C" w:rsidRDefault="00EA3875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9C526C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A3875" w:rsidRPr="009C526C" w14:paraId="41DFB0D8" w14:textId="77777777" w:rsidTr="00343C60">
        <w:tc>
          <w:tcPr>
            <w:tcW w:w="2961" w:type="pct"/>
            <w:hideMark/>
          </w:tcPr>
          <w:p w14:paraId="34FB05CC" w14:textId="77777777" w:rsidR="00EA3875" w:rsidRPr="009C526C" w:rsidRDefault="00EA3875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 xml:space="preserve">ภาระผูกพันรายจ่ายฝ่ายทุน </w:t>
            </w:r>
          </w:p>
        </w:tc>
        <w:tc>
          <w:tcPr>
            <w:tcW w:w="923" w:type="pct"/>
          </w:tcPr>
          <w:p w14:paraId="1D1A29EB" w14:textId="77777777" w:rsidR="00EA3875" w:rsidRPr="009C526C" w:rsidRDefault="00EA3875">
            <w:pPr>
              <w:pStyle w:val="acctfourfigures"/>
              <w:tabs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0FC6E8CD" w14:textId="77777777" w:rsidR="00EA3875" w:rsidRPr="009C526C" w:rsidRDefault="00EA387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bCs/>
                <w:spacing w:val="0"/>
              </w:rPr>
            </w:pPr>
          </w:p>
        </w:tc>
        <w:tc>
          <w:tcPr>
            <w:tcW w:w="969" w:type="pct"/>
          </w:tcPr>
          <w:p w14:paraId="5CDDBE70" w14:textId="77777777" w:rsidR="00EA3875" w:rsidRPr="009C526C" w:rsidRDefault="00EA3875">
            <w:pPr>
              <w:pStyle w:val="acctfourfigures"/>
              <w:tabs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</w:p>
        </w:tc>
      </w:tr>
      <w:tr w:rsidR="00FD3A4C" w:rsidRPr="009C526C" w14:paraId="50472099" w14:textId="77777777" w:rsidTr="00343C60">
        <w:tc>
          <w:tcPr>
            <w:tcW w:w="2961" w:type="pct"/>
            <w:hideMark/>
          </w:tcPr>
          <w:p w14:paraId="3D90265C" w14:textId="50630F44" w:rsidR="00FD3A4C" w:rsidRPr="008A67FD" w:rsidRDefault="00D07126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  <w:cs/>
              </w:rPr>
            </w:pPr>
            <w:r>
              <w:rPr>
                <w:rFonts w:hint="cs"/>
                <w:spacing w:val="0"/>
                <w:cs/>
              </w:rPr>
              <w:t>อุปกรณ์โครงข่าย</w:t>
            </w:r>
          </w:p>
        </w:tc>
        <w:tc>
          <w:tcPr>
            <w:tcW w:w="923" w:type="pct"/>
          </w:tcPr>
          <w:p w14:paraId="5E1C73BB" w14:textId="5CA9F18A" w:rsidR="00FD3A4C" w:rsidRPr="009C526C" w:rsidRDefault="00277D8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277D89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142</w:t>
            </w:r>
            <w:r w:rsidRPr="00277D89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>,</w:t>
            </w:r>
            <w:r w:rsidRPr="00277D89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882</w:t>
            </w:r>
          </w:p>
        </w:tc>
        <w:tc>
          <w:tcPr>
            <w:tcW w:w="147" w:type="pct"/>
          </w:tcPr>
          <w:p w14:paraId="0490C4BF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40D897DF" w14:textId="2D6ABA27" w:rsidR="00FD3A4C" w:rsidRPr="009C526C" w:rsidRDefault="00277D8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277D89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142,882</w:t>
            </w:r>
          </w:p>
        </w:tc>
      </w:tr>
      <w:tr w:rsidR="00FD3A4C" w:rsidRPr="009C526C" w14:paraId="3EC326E4" w14:textId="77777777" w:rsidTr="00343C60">
        <w:tc>
          <w:tcPr>
            <w:tcW w:w="2961" w:type="pct"/>
          </w:tcPr>
          <w:p w14:paraId="53BA7E93" w14:textId="6D58CC73" w:rsidR="00FD3A4C" w:rsidRPr="009C526C" w:rsidRDefault="00D07126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  <w:cs/>
              </w:rPr>
            </w:pPr>
            <w:r>
              <w:rPr>
                <w:rFonts w:hint="cs"/>
                <w:spacing w:val="0"/>
                <w:cs/>
              </w:rPr>
              <w:t>อาคารและอุปกรณ์อื่น</w:t>
            </w:r>
          </w:p>
        </w:tc>
        <w:tc>
          <w:tcPr>
            <w:tcW w:w="923" w:type="pct"/>
          </w:tcPr>
          <w:p w14:paraId="3496A3F2" w14:textId="1C1FAF74" w:rsidR="00FD3A4C" w:rsidRPr="009C526C" w:rsidRDefault="00277D8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277D89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3</w:t>
            </w:r>
            <w:r w:rsidRPr="00277D89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>,</w:t>
            </w:r>
            <w:r w:rsidRPr="00277D89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874</w:t>
            </w:r>
          </w:p>
        </w:tc>
        <w:tc>
          <w:tcPr>
            <w:tcW w:w="147" w:type="pct"/>
          </w:tcPr>
          <w:p w14:paraId="121C4CE4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62BE6F5D" w14:textId="062C773D" w:rsidR="00FD3A4C" w:rsidRPr="009C526C" w:rsidRDefault="00277D8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  <w:r w:rsidRPr="00277D89">
              <w:rPr>
                <w:rFonts w:ascii="Angsana New" w:hAnsi="Angsana New"/>
                <w:spacing w:val="0"/>
                <w:sz w:val="30"/>
                <w:szCs w:val="30"/>
              </w:rPr>
              <w:t>3,874</w:t>
            </w:r>
          </w:p>
        </w:tc>
      </w:tr>
      <w:tr w:rsidR="00FD3A4C" w:rsidRPr="009C526C" w14:paraId="147CC351" w14:textId="77777777" w:rsidTr="00343C60">
        <w:tc>
          <w:tcPr>
            <w:tcW w:w="2961" w:type="pct"/>
          </w:tcPr>
          <w:p w14:paraId="5FB7C614" w14:textId="65F59F4C" w:rsidR="00FD3A4C" w:rsidRPr="009C526C" w:rsidRDefault="00D07126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  <w:cs/>
              </w:rPr>
            </w:pPr>
            <w:r>
              <w:rPr>
                <w:rFonts w:hint="cs"/>
                <w:spacing w:val="0"/>
                <w:cs/>
              </w:rPr>
              <w:t>โปรแกรมคอมพิวเตอร์</w:t>
            </w:r>
          </w:p>
        </w:tc>
        <w:tc>
          <w:tcPr>
            <w:tcW w:w="923" w:type="pct"/>
          </w:tcPr>
          <w:p w14:paraId="2836D185" w14:textId="5A980452" w:rsidR="00FD3A4C" w:rsidRPr="007D1712" w:rsidRDefault="00277D8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</w:pPr>
            <w:r w:rsidRPr="00277D89"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  <w:t>71</w:t>
            </w:r>
            <w:r w:rsidRPr="00277D89"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  <w:t>,</w:t>
            </w:r>
            <w:r w:rsidRPr="00277D89"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  <w:t>632</w:t>
            </w:r>
          </w:p>
        </w:tc>
        <w:tc>
          <w:tcPr>
            <w:tcW w:w="147" w:type="pct"/>
          </w:tcPr>
          <w:p w14:paraId="5A10B681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4E364EE0" w14:textId="61B66AB0" w:rsidR="00FD3A4C" w:rsidRPr="009C526C" w:rsidRDefault="00277D8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  <w:r w:rsidRPr="00277D89">
              <w:rPr>
                <w:rFonts w:ascii="Angsana New" w:hAnsi="Angsana New"/>
                <w:spacing w:val="0"/>
                <w:sz w:val="30"/>
                <w:szCs w:val="30"/>
              </w:rPr>
              <w:t>71,632</w:t>
            </w:r>
          </w:p>
        </w:tc>
      </w:tr>
      <w:tr w:rsidR="00FD3A4C" w:rsidRPr="009C526C" w14:paraId="28508A4E" w14:textId="77777777" w:rsidTr="00343C60">
        <w:tc>
          <w:tcPr>
            <w:tcW w:w="2961" w:type="pct"/>
            <w:hideMark/>
          </w:tcPr>
          <w:p w14:paraId="115DA909" w14:textId="77777777" w:rsidR="00FD3A4C" w:rsidRPr="009C526C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2A70FF" w14:textId="1E3A3018" w:rsidR="00FD3A4C" w:rsidRPr="009C526C" w:rsidRDefault="00277D8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  <w:r w:rsidRPr="00277D89"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  <w:t>218</w:t>
            </w:r>
            <w:r w:rsidRPr="00277D89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  <w:t>,</w:t>
            </w:r>
            <w:r w:rsidRPr="00277D89"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  <w:t>388</w:t>
            </w:r>
          </w:p>
        </w:tc>
        <w:tc>
          <w:tcPr>
            <w:tcW w:w="147" w:type="pct"/>
          </w:tcPr>
          <w:p w14:paraId="643DBF5A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E2BBEF" w14:textId="17CBF8E1" w:rsidR="0003439E" w:rsidRPr="009C526C" w:rsidRDefault="00277D8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/>
              </w:rPr>
            </w:pPr>
            <w:r w:rsidRPr="00277D89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218,388</w:t>
            </w:r>
          </w:p>
        </w:tc>
      </w:tr>
      <w:tr w:rsidR="00871D34" w:rsidRPr="009C526C" w14:paraId="04D4459D" w14:textId="77777777" w:rsidTr="00343C60">
        <w:tc>
          <w:tcPr>
            <w:tcW w:w="2961" w:type="pct"/>
          </w:tcPr>
          <w:p w14:paraId="2E2B2E78" w14:textId="77777777" w:rsidR="0003439E" w:rsidRPr="009102AB" w:rsidRDefault="0003439E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0" w:right="-131" w:hanging="20"/>
              <w:rPr>
                <w:spacing w:val="0"/>
              </w:rPr>
            </w:pPr>
            <w:bookmarkStart w:id="0" w:name="_Hlk40097820"/>
          </w:p>
          <w:p w14:paraId="56404A2F" w14:textId="0717913B" w:rsidR="00871D34" w:rsidRPr="009C526C" w:rsidRDefault="00871D34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0" w:right="-131" w:hanging="20"/>
              <w:rPr>
                <w:b/>
                <w:bCs/>
                <w:i/>
                <w:iCs/>
                <w:spacing w:val="0"/>
                <w:cs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>ภาระผูกพันตามสัญญาบริการที่ยกเลิกไม่ได้</w:t>
            </w:r>
          </w:p>
        </w:tc>
        <w:tc>
          <w:tcPr>
            <w:tcW w:w="923" w:type="pct"/>
          </w:tcPr>
          <w:p w14:paraId="7B6AC51D" w14:textId="77777777" w:rsidR="00871D34" w:rsidRPr="009C526C" w:rsidRDefault="00871D34" w:rsidP="00871D34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47" w:type="pct"/>
          </w:tcPr>
          <w:p w14:paraId="4A18EAC9" w14:textId="77777777" w:rsidR="00871D34" w:rsidRPr="009C526C" w:rsidRDefault="00871D34" w:rsidP="00871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38F40799" w14:textId="77777777" w:rsidR="00871D34" w:rsidRPr="009C526C" w:rsidRDefault="00871D34" w:rsidP="00EF6DF1">
            <w:pPr>
              <w:pStyle w:val="acctfourfigures"/>
              <w:tabs>
                <w:tab w:val="clear" w:pos="765"/>
                <w:tab w:val="decimal" w:pos="1510"/>
                <w:tab w:val="decimal" w:pos="158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bookmarkEnd w:id="0"/>
      <w:tr w:rsidR="00FD3A4C" w:rsidRPr="009C526C" w14:paraId="578CE1FD" w14:textId="77777777" w:rsidTr="00343C60">
        <w:tc>
          <w:tcPr>
            <w:tcW w:w="2961" w:type="pct"/>
          </w:tcPr>
          <w:p w14:paraId="5E7F4105" w14:textId="63071430" w:rsidR="00FD3A4C" w:rsidRPr="009C526C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i/>
                <w:iCs/>
                <w:spacing w:val="0"/>
                <w:cs/>
              </w:rPr>
            </w:pPr>
            <w:r w:rsidRPr="009C526C">
              <w:rPr>
                <w:spacing w:val="0"/>
                <w:cs/>
              </w:rPr>
              <w:t>ภายใน</w:t>
            </w:r>
            <w:r w:rsidRPr="009C526C">
              <w:rPr>
                <w:spacing w:val="0"/>
              </w:rPr>
              <w:t xml:space="preserve"> </w:t>
            </w:r>
            <w:r w:rsidR="00903A1C" w:rsidRPr="009C526C">
              <w:rPr>
                <w:spacing w:val="0"/>
              </w:rPr>
              <w:t>1</w:t>
            </w:r>
            <w:r w:rsidRPr="009C526C">
              <w:rPr>
                <w:spacing w:val="0"/>
              </w:rPr>
              <w:t xml:space="preserve"> </w:t>
            </w:r>
            <w:r w:rsidRPr="009C526C">
              <w:rPr>
                <w:spacing w:val="0"/>
                <w:cs/>
              </w:rPr>
              <w:t>ปี</w:t>
            </w:r>
          </w:p>
        </w:tc>
        <w:tc>
          <w:tcPr>
            <w:tcW w:w="923" w:type="pct"/>
          </w:tcPr>
          <w:p w14:paraId="52EE445E" w14:textId="19592002" w:rsidR="00FD3A4C" w:rsidRPr="009C526C" w:rsidRDefault="00BC1EF5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BC1EF5"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  <w:t>6,061</w:t>
            </w:r>
          </w:p>
        </w:tc>
        <w:tc>
          <w:tcPr>
            <w:tcW w:w="147" w:type="pct"/>
          </w:tcPr>
          <w:p w14:paraId="19C1A50A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34E530C6" w14:textId="4F3F8D13" w:rsidR="00FD3A4C" w:rsidRPr="009C526C" w:rsidRDefault="00BC1EF5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BC1EF5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6</w:t>
            </w:r>
            <w:r w:rsidRPr="00BC1EF5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>,</w:t>
            </w:r>
            <w:r w:rsidRPr="00BC1EF5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061</w:t>
            </w:r>
          </w:p>
        </w:tc>
      </w:tr>
      <w:tr w:rsidR="00FD3A4C" w:rsidRPr="009C526C" w14:paraId="56C92915" w14:textId="77777777" w:rsidTr="00343C60">
        <w:tc>
          <w:tcPr>
            <w:tcW w:w="2961" w:type="pct"/>
          </w:tcPr>
          <w:p w14:paraId="52C67A61" w14:textId="607DDB0C" w:rsidR="00FD3A4C" w:rsidRPr="009C526C" w:rsidRDefault="00903A1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i/>
                <w:iCs/>
                <w:spacing w:val="0"/>
                <w:cs/>
              </w:rPr>
            </w:pPr>
            <w:r w:rsidRPr="009C526C">
              <w:rPr>
                <w:spacing w:val="0"/>
              </w:rPr>
              <w:t>1</w:t>
            </w:r>
            <w:r w:rsidR="00FD3A4C" w:rsidRPr="009C526C">
              <w:rPr>
                <w:spacing w:val="0"/>
              </w:rPr>
              <w:t xml:space="preserve"> - </w:t>
            </w:r>
            <w:r w:rsidRPr="009C526C">
              <w:rPr>
                <w:spacing w:val="0"/>
              </w:rPr>
              <w:t>5</w:t>
            </w:r>
            <w:r w:rsidR="00FD3A4C" w:rsidRPr="009C526C">
              <w:rPr>
                <w:spacing w:val="0"/>
              </w:rPr>
              <w:t xml:space="preserve"> </w:t>
            </w:r>
            <w:r w:rsidR="00FD3A4C" w:rsidRPr="009C526C">
              <w:rPr>
                <w:spacing w:val="0"/>
                <w:cs/>
              </w:rPr>
              <w:t>ปี</w:t>
            </w:r>
          </w:p>
        </w:tc>
        <w:tc>
          <w:tcPr>
            <w:tcW w:w="923" w:type="pct"/>
          </w:tcPr>
          <w:p w14:paraId="2351C26B" w14:textId="09BCCD7F" w:rsidR="00FD3A4C" w:rsidRPr="009C526C" w:rsidRDefault="00BC1EF5" w:rsidP="00AD7C05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BC1EF5"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  <w:t>18</w:t>
            </w:r>
            <w:r w:rsidRPr="00BC1EF5"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  <w:t>,</w:t>
            </w:r>
            <w:r w:rsidRPr="00BC1EF5"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  <w:t>184</w:t>
            </w:r>
          </w:p>
        </w:tc>
        <w:tc>
          <w:tcPr>
            <w:tcW w:w="147" w:type="pct"/>
          </w:tcPr>
          <w:p w14:paraId="129C3AEC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0E8D1E1E" w14:textId="19D5D30B" w:rsidR="00FD3A4C" w:rsidRPr="009C526C" w:rsidRDefault="00BC1EF5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BC1EF5">
              <w:rPr>
                <w:rFonts w:ascii="Angsana New" w:hAnsi="Angsana New"/>
                <w:spacing w:val="0"/>
                <w:sz w:val="30"/>
                <w:szCs w:val="30"/>
              </w:rPr>
              <w:t>18,184</w:t>
            </w:r>
          </w:p>
        </w:tc>
      </w:tr>
      <w:tr w:rsidR="00FD3A4C" w:rsidRPr="009C526C" w14:paraId="65C24E04" w14:textId="77777777" w:rsidTr="00343C60">
        <w:tc>
          <w:tcPr>
            <w:tcW w:w="2961" w:type="pct"/>
          </w:tcPr>
          <w:p w14:paraId="7E39EFB4" w14:textId="3230ED2B" w:rsidR="00FD3A4C" w:rsidRPr="009C526C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i/>
                <w:iCs/>
                <w:spacing w:val="0"/>
                <w:cs/>
              </w:rPr>
            </w:pPr>
            <w:r w:rsidRPr="009C526C">
              <w:rPr>
                <w:spacing w:val="0"/>
                <w:cs/>
              </w:rPr>
              <w:t xml:space="preserve">หลัง </w:t>
            </w:r>
            <w:r w:rsidR="00903A1C" w:rsidRPr="009C526C">
              <w:rPr>
                <w:spacing w:val="0"/>
              </w:rPr>
              <w:t>5</w:t>
            </w:r>
            <w:r w:rsidRPr="009C526C">
              <w:rPr>
                <w:spacing w:val="0"/>
              </w:rPr>
              <w:t xml:space="preserve"> </w:t>
            </w:r>
            <w:r w:rsidRPr="009C526C">
              <w:rPr>
                <w:spacing w:val="0"/>
                <w:cs/>
              </w:rPr>
              <w:t>ปี</w:t>
            </w:r>
          </w:p>
        </w:tc>
        <w:tc>
          <w:tcPr>
            <w:tcW w:w="923" w:type="pct"/>
          </w:tcPr>
          <w:p w14:paraId="0FADCDDF" w14:textId="7B8780E7" w:rsidR="00FD3A4C" w:rsidRPr="009C526C" w:rsidRDefault="00BC1EF5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BC1EF5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67</w:t>
            </w:r>
            <w:r w:rsidRPr="00BC1EF5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>,</w:t>
            </w:r>
            <w:r w:rsidRPr="00BC1EF5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383</w:t>
            </w:r>
          </w:p>
        </w:tc>
        <w:tc>
          <w:tcPr>
            <w:tcW w:w="147" w:type="pct"/>
          </w:tcPr>
          <w:p w14:paraId="19BF92B2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656B705B" w14:textId="72DC89D7" w:rsidR="00FD3A4C" w:rsidRPr="009C526C" w:rsidRDefault="00BC1EF5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BC1EF5">
              <w:rPr>
                <w:rFonts w:ascii="Angsana New" w:hAnsi="Angsana New"/>
                <w:spacing w:val="0"/>
                <w:sz w:val="30"/>
                <w:szCs w:val="30"/>
              </w:rPr>
              <w:t>67,383</w:t>
            </w:r>
          </w:p>
        </w:tc>
      </w:tr>
      <w:tr w:rsidR="00FD3A4C" w:rsidRPr="009C526C" w14:paraId="1601B254" w14:textId="77777777" w:rsidTr="00343C60">
        <w:tc>
          <w:tcPr>
            <w:tcW w:w="2961" w:type="pct"/>
          </w:tcPr>
          <w:p w14:paraId="6A37CC10" w14:textId="77777777" w:rsidR="00FD3A4C" w:rsidRPr="009C526C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  <w:cs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9C6F21" w14:textId="6B67D9BA" w:rsidR="00FD3A4C" w:rsidRPr="009C526C" w:rsidRDefault="00BC1EF5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BC1EF5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91,628</w:t>
            </w:r>
          </w:p>
        </w:tc>
        <w:tc>
          <w:tcPr>
            <w:tcW w:w="147" w:type="pct"/>
            <w:vAlign w:val="bottom"/>
          </w:tcPr>
          <w:p w14:paraId="016045B8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55F59B7" w14:textId="6907899D" w:rsidR="00FD3A4C" w:rsidRPr="008016C6" w:rsidRDefault="00BC1EF5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  <w:r w:rsidRPr="00BC1EF5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  <w:t>91,628</w:t>
            </w:r>
          </w:p>
        </w:tc>
      </w:tr>
      <w:tr w:rsidR="00871D34" w:rsidRPr="001E19B2" w14:paraId="1767EBA8" w14:textId="77777777" w:rsidTr="00343C60">
        <w:tc>
          <w:tcPr>
            <w:tcW w:w="2961" w:type="pct"/>
          </w:tcPr>
          <w:p w14:paraId="5A22EE38" w14:textId="77777777" w:rsidR="00871D34" w:rsidRPr="001E19B2" w:rsidRDefault="00871D34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rFonts w:asciiTheme="majorBidi" w:hAnsiTheme="majorBidi" w:cstheme="majorBidi"/>
                <w:spacing w:val="0"/>
                <w:cs/>
              </w:rPr>
            </w:pPr>
          </w:p>
        </w:tc>
        <w:tc>
          <w:tcPr>
            <w:tcW w:w="923" w:type="pct"/>
          </w:tcPr>
          <w:p w14:paraId="0919D2E8" w14:textId="77777777" w:rsidR="00871D34" w:rsidRPr="001E19B2" w:rsidRDefault="00871D34" w:rsidP="00871D34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Theme="majorBidi" w:hAnsiTheme="majorBidi" w:cstheme="majorBidi"/>
                <w:spacing w:val="0"/>
                <w:sz w:val="30"/>
                <w:szCs w:val="30"/>
              </w:rPr>
            </w:pPr>
          </w:p>
        </w:tc>
        <w:tc>
          <w:tcPr>
            <w:tcW w:w="147" w:type="pct"/>
          </w:tcPr>
          <w:p w14:paraId="3EBCCBB9" w14:textId="77777777" w:rsidR="00871D34" w:rsidRPr="001E19B2" w:rsidRDefault="00871D34" w:rsidP="00871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rFonts w:asciiTheme="majorBidi" w:hAnsiTheme="majorBidi" w:cstheme="majorBidi"/>
                <w:spacing w:val="0"/>
              </w:rPr>
            </w:pPr>
          </w:p>
        </w:tc>
        <w:tc>
          <w:tcPr>
            <w:tcW w:w="969" w:type="pct"/>
          </w:tcPr>
          <w:p w14:paraId="6BE04FF2" w14:textId="77777777" w:rsidR="00871D34" w:rsidRPr="001E19B2" w:rsidRDefault="00871D34" w:rsidP="00871D34">
            <w:pPr>
              <w:pStyle w:val="acctfourfigures"/>
              <w:tabs>
                <w:tab w:val="clear" w:pos="765"/>
                <w:tab w:val="decimal" w:pos="1580"/>
              </w:tabs>
              <w:spacing w:line="240" w:lineRule="auto"/>
              <w:ind w:right="-110"/>
              <w:rPr>
                <w:rFonts w:asciiTheme="majorBidi" w:hAnsiTheme="majorBidi" w:cstheme="majorBidi"/>
                <w:spacing w:val="0"/>
                <w:sz w:val="30"/>
                <w:szCs w:val="30"/>
              </w:rPr>
            </w:pPr>
          </w:p>
        </w:tc>
      </w:tr>
      <w:tr w:rsidR="00871D34" w:rsidRPr="009C526C" w14:paraId="3E9D75D5" w14:textId="77777777" w:rsidTr="00343C60">
        <w:tc>
          <w:tcPr>
            <w:tcW w:w="2961" w:type="pct"/>
            <w:hideMark/>
          </w:tcPr>
          <w:p w14:paraId="08C83F83" w14:textId="73AFD8ED" w:rsidR="00871D34" w:rsidRPr="009C526C" w:rsidRDefault="00871D34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9C526C">
              <w:rPr>
                <w:b/>
                <w:bCs/>
                <w:i/>
                <w:iCs/>
                <w:spacing w:val="0"/>
                <w:cs/>
              </w:rPr>
              <w:t>ภาระผูกพันอื่นๆ</w:t>
            </w:r>
          </w:p>
        </w:tc>
        <w:tc>
          <w:tcPr>
            <w:tcW w:w="923" w:type="pct"/>
          </w:tcPr>
          <w:p w14:paraId="05392FE7" w14:textId="77777777" w:rsidR="00871D34" w:rsidRPr="009C526C" w:rsidRDefault="00871D34" w:rsidP="00871D34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47" w:type="pct"/>
          </w:tcPr>
          <w:p w14:paraId="7DEF63F1" w14:textId="77777777" w:rsidR="00871D34" w:rsidRPr="009C526C" w:rsidRDefault="00871D34" w:rsidP="00871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63DA0923" w14:textId="77777777" w:rsidR="00871D34" w:rsidRPr="009C526C" w:rsidRDefault="00871D34" w:rsidP="00871D34">
            <w:pPr>
              <w:pStyle w:val="acctfourfigures"/>
              <w:tabs>
                <w:tab w:val="clear" w:pos="765"/>
                <w:tab w:val="decimal" w:pos="158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tr w:rsidR="00FD3A4C" w:rsidRPr="009C526C" w14:paraId="2BB0873B" w14:textId="77777777" w:rsidTr="00343C60">
        <w:tc>
          <w:tcPr>
            <w:tcW w:w="2961" w:type="pct"/>
            <w:hideMark/>
          </w:tcPr>
          <w:p w14:paraId="39BE385B" w14:textId="77777777" w:rsidR="00FD3A4C" w:rsidRPr="009C526C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9C526C">
              <w:rPr>
                <w:spacing w:val="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923" w:type="pct"/>
          </w:tcPr>
          <w:p w14:paraId="5184DBF1" w14:textId="2DF2B56E" w:rsidR="00FD3A4C" w:rsidRPr="009C526C" w:rsidRDefault="00BC1EF5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BC1EF5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2</w:t>
            </w:r>
            <w:r w:rsidRPr="00BC1EF5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>,</w:t>
            </w:r>
            <w:r w:rsidRPr="00BC1EF5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150</w:t>
            </w:r>
          </w:p>
        </w:tc>
        <w:tc>
          <w:tcPr>
            <w:tcW w:w="147" w:type="pct"/>
          </w:tcPr>
          <w:p w14:paraId="70F68111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3BC2652F" w14:textId="45DA0569" w:rsidR="00FD3A4C" w:rsidRPr="009C526C" w:rsidRDefault="00BC1EF5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BC1EF5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2,150</w:t>
            </w:r>
          </w:p>
        </w:tc>
      </w:tr>
      <w:tr w:rsidR="00FD3A4C" w:rsidRPr="009C526C" w14:paraId="5EAF5CF9" w14:textId="77777777" w:rsidTr="005A0428">
        <w:tc>
          <w:tcPr>
            <w:tcW w:w="2961" w:type="pct"/>
            <w:hideMark/>
          </w:tcPr>
          <w:p w14:paraId="2E409D07" w14:textId="3434CA63" w:rsidR="00FD3A4C" w:rsidRPr="009C526C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9C526C">
              <w:rPr>
                <w:spacing w:val="0"/>
                <w:cs/>
              </w:rPr>
              <w:t>หนังสือค้ำประกันจาก</w:t>
            </w:r>
            <w:r w:rsidR="006E7C3B" w:rsidRPr="009C526C">
              <w:rPr>
                <w:rFonts w:hint="cs"/>
                <w:spacing w:val="0"/>
                <w:cs/>
              </w:rPr>
              <w:t>สถาบันการเงิน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7FD4F107" w14:textId="40BAECD4" w:rsidR="00FD3A4C" w:rsidRPr="009C526C" w:rsidRDefault="004E27B4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  <w:t>47,779</w:t>
            </w:r>
          </w:p>
        </w:tc>
        <w:tc>
          <w:tcPr>
            <w:tcW w:w="147" w:type="pct"/>
          </w:tcPr>
          <w:p w14:paraId="272F916E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spacing w:val="0"/>
              </w:rPr>
            </w:pPr>
          </w:p>
        </w:tc>
        <w:tc>
          <w:tcPr>
            <w:tcW w:w="969" w:type="pct"/>
          </w:tcPr>
          <w:p w14:paraId="66EAF469" w14:textId="71EE14A4" w:rsidR="00FD3A4C" w:rsidRPr="009C526C" w:rsidRDefault="004E27B4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>47,779</w:t>
            </w:r>
          </w:p>
        </w:tc>
      </w:tr>
      <w:tr w:rsidR="00FD3A4C" w:rsidRPr="009C526C" w14:paraId="2BFDC09C" w14:textId="77777777" w:rsidTr="00343C60">
        <w:tc>
          <w:tcPr>
            <w:tcW w:w="2961" w:type="pct"/>
            <w:hideMark/>
          </w:tcPr>
          <w:p w14:paraId="088EADD4" w14:textId="77777777" w:rsidR="00FD3A4C" w:rsidRPr="009C526C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spacing w:val="0"/>
              </w:rPr>
            </w:pPr>
            <w:r w:rsidRPr="009C526C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AF4AAC" w14:textId="6CB2590B" w:rsidR="00FD3A4C" w:rsidRPr="009C526C" w:rsidRDefault="004E27B4" w:rsidP="006E7C3B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  <w:t>49,929</w:t>
            </w:r>
          </w:p>
        </w:tc>
        <w:tc>
          <w:tcPr>
            <w:tcW w:w="147" w:type="pct"/>
            <w:vAlign w:val="bottom"/>
          </w:tcPr>
          <w:p w14:paraId="33D08C37" w14:textId="77777777" w:rsidR="00FD3A4C" w:rsidRPr="009C526C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9FEAC0" w14:textId="0E673B4C" w:rsidR="00FD3A4C" w:rsidRPr="009C526C" w:rsidRDefault="004E27B4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  <w:t>49,929</w:t>
            </w:r>
          </w:p>
        </w:tc>
      </w:tr>
    </w:tbl>
    <w:p w14:paraId="5419AB05" w14:textId="77777777" w:rsidR="001E7C0C" w:rsidRPr="00951231" w:rsidRDefault="001E7C0C" w:rsidP="009B169F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24"/>
          <w:szCs w:val="24"/>
          <w:lang w:bidi="th-TH"/>
        </w:rPr>
      </w:pPr>
    </w:p>
    <w:p w14:paraId="60EBDB43" w14:textId="77777777" w:rsidR="009102AB" w:rsidRDefault="0091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cs/>
          <w:lang w:val="en-GB"/>
        </w:rPr>
      </w:pPr>
      <w:r>
        <w:rPr>
          <w:spacing w:val="0"/>
          <w:cs/>
        </w:rPr>
        <w:br w:type="page"/>
      </w:r>
    </w:p>
    <w:p w14:paraId="38E30004" w14:textId="2E85DFEA" w:rsidR="002F6CBB" w:rsidRDefault="00D6380C" w:rsidP="00BC66A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i/>
          <w:iCs/>
          <w:spacing w:val="0"/>
          <w:sz w:val="30"/>
          <w:szCs w:val="30"/>
          <w:lang w:bidi="th-TH"/>
        </w:rPr>
      </w:pPr>
      <w:r w:rsidRPr="00226594">
        <w:rPr>
          <w:rFonts w:ascii="Angsana New" w:hAnsi="Angsana New"/>
          <w:spacing w:val="0"/>
          <w:sz w:val="30"/>
          <w:szCs w:val="30"/>
          <w:cs/>
          <w:lang w:bidi="th-TH"/>
        </w:rPr>
        <w:lastRenderedPageBreak/>
        <w:t xml:space="preserve">ณ วันที่ </w:t>
      </w:r>
      <w:r w:rsidR="00FC61C2" w:rsidRPr="00226594">
        <w:rPr>
          <w:rFonts w:asciiTheme="majorBidi" w:eastAsia="MS Mincho" w:hAnsiTheme="majorBidi" w:cstheme="majorBidi"/>
          <w:sz w:val="30"/>
          <w:szCs w:val="30"/>
          <w:lang w:val="en-US"/>
        </w:rPr>
        <w:t>3</w:t>
      </w:r>
      <w:r w:rsidR="00AF08B9" w:rsidRPr="00226594">
        <w:rPr>
          <w:rFonts w:asciiTheme="majorBidi" w:eastAsia="MS Mincho" w:hAnsiTheme="majorBidi" w:cstheme="majorBidi"/>
          <w:sz w:val="30"/>
          <w:szCs w:val="30"/>
          <w:lang w:val="en-US" w:bidi="th-TH"/>
        </w:rPr>
        <w:t>1</w:t>
      </w:r>
      <w:r w:rsidR="00FC61C2" w:rsidRPr="00226594">
        <w:rPr>
          <w:rFonts w:asciiTheme="majorBidi" w:eastAsia="MS Mincho" w:hAnsiTheme="majorBidi" w:cstheme="majorBidi"/>
          <w:sz w:val="30"/>
          <w:szCs w:val="30"/>
          <w:lang w:val="en-US"/>
        </w:rPr>
        <w:t xml:space="preserve"> </w:t>
      </w:r>
      <w:r w:rsidR="00AF08B9" w:rsidRPr="00226594">
        <w:rPr>
          <w:rFonts w:asciiTheme="majorBidi" w:eastAsia="MS Mincho" w:hAnsiTheme="majorBidi" w:cstheme="majorBidi" w:hint="cs"/>
          <w:sz w:val="30"/>
          <w:szCs w:val="30"/>
          <w:cs/>
          <w:lang w:val="en-US" w:bidi="th-TH"/>
        </w:rPr>
        <w:t>มีนาคม</w:t>
      </w:r>
      <w:r w:rsidR="00FC61C2" w:rsidRPr="00226594">
        <w:rPr>
          <w:rFonts w:asciiTheme="majorBidi" w:eastAsia="MS Mincho" w:hAnsiTheme="majorBidi" w:cstheme="majorBidi" w:hint="cs"/>
          <w:sz w:val="30"/>
          <w:szCs w:val="30"/>
          <w:cs/>
          <w:lang w:val="en-US"/>
        </w:rPr>
        <w:t xml:space="preserve"> </w:t>
      </w:r>
      <w:r w:rsidR="00FC61C2" w:rsidRPr="00226594">
        <w:rPr>
          <w:rFonts w:ascii="Angsana New" w:eastAsia="MS Mincho" w:hAnsi="Angsana New"/>
          <w:sz w:val="30"/>
          <w:szCs w:val="30"/>
          <w:lang w:val="en-US"/>
        </w:rPr>
        <w:t>256</w:t>
      </w:r>
      <w:r w:rsidR="00AF08B9" w:rsidRPr="00226594">
        <w:rPr>
          <w:rFonts w:ascii="Angsana New" w:eastAsia="MS Mincho" w:hAnsi="Angsana New"/>
          <w:sz w:val="30"/>
          <w:szCs w:val="30"/>
          <w:lang w:val="en-US"/>
        </w:rPr>
        <w:t>8</w:t>
      </w:r>
      <w:r w:rsidR="00FC61C2" w:rsidRPr="00226594">
        <w:rPr>
          <w:rFonts w:ascii="Angsana New" w:eastAsia="MS Mincho" w:hAnsi="Angsana New"/>
          <w:sz w:val="30"/>
          <w:szCs w:val="30"/>
          <w:lang w:val="en-US"/>
        </w:rPr>
        <w:t xml:space="preserve"> </w:t>
      </w:r>
      <w:r w:rsidRPr="00226594">
        <w:rPr>
          <w:rFonts w:ascii="Angsana New" w:hAnsi="Angsana New"/>
          <w:spacing w:val="0"/>
          <w:sz w:val="30"/>
          <w:szCs w:val="30"/>
          <w:cs/>
          <w:lang w:bidi="th-TH"/>
        </w:rPr>
        <w:t>บริษัทมีวงเงินสินเชื่อซึ่งยังมิได้เบิกใช้ นอกเหนือจากวงเงินกู้ยืมเป็นจำนวนรวม</w:t>
      </w:r>
      <w:r w:rsidR="002C388C" w:rsidRPr="00226594">
        <w:rPr>
          <w:rFonts w:ascii="Angsana New" w:hAnsi="Angsana New" w:hint="cs"/>
          <w:spacing w:val="0"/>
          <w:sz w:val="30"/>
          <w:szCs w:val="30"/>
          <w:cs/>
          <w:lang w:val="en-US" w:bidi="th-TH"/>
        </w:rPr>
        <w:t xml:space="preserve"> </w:t>
      </w:r>
      <w:r w:rsidR="0003439E" w:rsidRPr="00226594">
        <w:rPr>
          <w:rFonts w:ascii="Angsana New" w:hAnsi="Angsana New"/>
          <w:spacing w:val="0"/>
          <w:sz w:val="30"/>
          <w:szCs w:val="30"/>
          <w:lang w:val="en-US" w:bidi="th-TH"/>
        </w:rPr>
        <w:t>221</w:t>
      </w:r>
      <w:r w:rsidR="00A30CEC" w:rsidRPr="00226594">
        <w:rPr>
          <w:rFonts w:ascii="Angsana New" w:hAnsi="Angsana New"/>
          <w:spacing w:val="0"/>
          <w:sz w:val="30"/>
          <w:szCs w:val="30"/>
          <w:lang w:val="en-US" w:bidi="th-TH"/>
        </w:rPr>
        <w:t>.2</w:t>
      </w:r>
      <w:r w:rsidR="0003439E" w:rsidRPr="00226594">
        <w:rPr>
          <w:rFonts w:ascii="Angsana New" w:hAnsi="Angsana New"/>
          <w:spacing w:val="0"/>
          <w:sz w:val="30"/>
          <w:szCs w:val="30"/>
          <w:lang w:val="en-US" w:bidi="th-TH"/>
        </w:rPr>
        <w:t>2</w:t>
      </w:r>
      <w:r w:rsidRPr="00226594">
        <w:rPr>
          <w:rFonts w:ascii="Angsana New" w:hAnsi="Angsana New"/>
          <w:spacing w:val="0"/>
          <w:sz w:val="30"/>
          <w:szCs w:val="30"/>
          <w:lang w:bidi="th-TH"/>
        </w:rPr>
        <w:t xml:space="preserve"> </w:t>
      </w:r>
      <w:r w:rsidRPr="00226594">
        <w:rPr>
          <w:rFonts w:ascii="Angsana New" w:hAnsi="Angsana New"/>
          <w:spacing w:val="0"/>
          <w:sz w:val="30"/>
          <w:szCs w:val="30"/>
          <w:cs/>
          <w:lang w:bidi="th-TH"/>
        </w:rPr>
        <w:t>ล้านบาท</w:t>
      </w:r>
      <w:r w:rsidR="0003439E" w:rsidRPr="00226594">
        <w:rPr>
          <w:rFonts w:ascii="Angsana New" w:hAnsi="Angsana New" w:hint="cs"/>
          <w:spacing w:val="0"/>
          <w:sz w:val="30"/>
          <w:szCs w:val="30"/>
          <w:cs/>
          <w:lang w:bidi="th-TH"/>
        </w:rPr>
        <w:t xml:space="preserve"> </w:t>
      </w:r>
      <w:r w:rsidR="009B2A34" w:rsidRPr="00226594">
        <w:rPr>
          <w:rFonts w:ascii="Angsana New" w:hAnsi="Angsana New" w:hint="cs"/>
          <w:spacing w:val="0"/>
          <w:sz w:val="30"/>
          <w:szCs w:val="30"/>
          <w:cs/>
          <w:lang w:bidi="th-TH"/>
        </w:rPr>
        <w:t>และ</w:t>
      </w:r>
      <w:r w:rsidR="002C388C" w:rsidRPr="00226594">
        <w:rPr>
          <w:rFonts w:ascii="Angsana New" w:hAnsi="Angsana New" w:hint="cs"/>
          <w:spacing w:val="0"/>
          <w:sz w:val="30"/>
          <w:szCs w:val="30"/>
          <w:cs/>
          <w:lang w:bidi="th-TH"/>
        </w:rPr>
        <w:t xml:space="preserve"> </w:t>
      </w:r>
      <w:r w:rsidR="00BC1EF5" w:rsidRPr="00226594">
        <w:rPr>
          <w:rFonts w:ascii="Angsana New" w:hAnsi="Angsana New"/>
          <w:spacing w:val="0"/>
          <w:sz w:val="30"/>
          <w:szCs w:val="30"/>
          <w:lang w:val="en-US" w:bidi="th-TH"/>
        </w:rPr>
        <w:t>3</w:t>
      </w:r>
      <w:r w:rsidR="009B2A34" w:rsidRPr="00226594">
        <w:rPr>
          <w:rFonts w:ascii="Angsana New" w:hAnsi="Angsana New"/>
          <w:spacing w:val="0"/>
          <w:sz w:val="30"/>
          <w:szCs w:val="30"/>
          <w:lang w:val="en-US" w:bidi="th-TH"/>
        </w:rPr>
        <w:t xml:space="preserve"> </w:t>
      </w:r>
      <w:r w:rsidR="009B2A34" w:rsidRPr="00226594">
        <w:rPr>
          <w:rFonts w:ascii="Angsana New" w:hAnsi="Angsana New" w:hint="cs"/>
          <w:spacing w:val="0"/>
          <w:sz w:val="30"/>
          <w:szCs w:val="30"/>
          <w:cs/>
          <w:lang w:val="en-US" w:bidi="th-TH"/>
        </w:rPr>
        <w:t>ล้านเหรียญดอลลาร์สหรัฐอเมริกา</w:t>
      </w:r>
      <w:r w:rsidRPr="00226594">
        <w:rPr>
          <w:rFonts w:ascii="Angsana New" w:hAnsi="Angsana New"/>
          <w:spacing w:val="0"/>
          <w:sz w:val="30"/>
          <w:szCs w:val="30"/>
          <w:cs/>
          <w:lang w:bidi="th-TH"/>
        </w:rPr>
        <w:t xml:space="preserve"> </w:t>
      </w:r>
      <w:r w:rsidRPr="00226594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>(</w:t>
      </w:r>
      <w:r w:rsidR="00903A1C" w:rsidRPr="00226594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31</w:t>
      </w:r>
      <w:r w:rsidRPr="00226594">
        <w:rPr>
          <w:rFonts w:ascii="Angsana New" w:hAnsi="Angsana New"/>
          <w:i/>
          <w:iCs/>
          <w:spacing w:val="0"/>
          <w:sz w:val="30"/>
          <w:szCs w:val="30"/>
          <w:lang w:bidi="th-TH"/>
        </w:rPr>
        <w:t xml:space="preserve"> </w:t>
      </w:r>
      <w:r w:rsidRPr="00226594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 xml:space="preserve">ธันวาคม </w:t>
      </w:r>
      <w:r w:rsidR="00903A1C" w:rsidRPr="00226594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256</w:t>
      </w:r>
      <w:r w:rsidR="00AF08B9" w:rsidRPr="00226594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7</w:t>
      </w:r>
      <w:r w:rsidRPr="00226594">
        <w:rPr>
          <w:rFonts w:ascii="Angsana New" w:hAnsi="Angsana New"/>
          <w:i/>
          <w:iCs/>
          <w:spacing w:val="0"/>
          <w:sz w:val="30"/>
          <w:szCs w:val="30"/>
          <w:lang w:bidi="th-TH"/>
        </w:rPr>
        <w:t>:</w:t>
      </w:r>
      <w:r w:rsidR="00BF0AA6" w:rsidRPr="00226594">
        <w:rPr>
          <w:rFonts w:ascii="Angsana New" w:hAnsi="Angsana New"/>
          <w:i/>
          <w:iCs/>
          <w:spacing w:val="0"/>
          <w:sz w:val="30"/>
          <w:szCs w:val="30"/>
          <w:lang w:bidi="th-TH"/>
        </w:rPr>
        <w:t xml:space="preserve"> 120.95 </w:t>
      </w:r>
      <w:r w:rsidR="00BF0AA6" w:rsidRPr="00226594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>ล้านบาท</w:t>
      </w:r>
      <w:r w:rsidR="00BF0AA6" w:rsidRPr="00226594">
        <w:rPr>
          <w:rFonts w:ascii="Angsana New" w:hAnsi="Angsana New"/>
          <w:i/>
          <w:iCs/>
          <w:spacing w:val="0"/>
          <w:sz w:val="30"/>
          <w:szCs w:val="30"/>
          <w:lang w:bidi="th-TH"/>
        </w:rPr>
        <w:t xml:space="preserve"> </w:t>
      </w:r>
      <w:r w:rsidR="00BF0AA6" w:rsidRPr="00226594">
        <w:rPr>
          <w:rFonts w:ascii="Angsana New" w:hAnsi="Angsana New" w:hint="cs"/>
          <w:i/>
          <w:iCs/>
          <w:spacing w:val="0"/>
          <w:sz w:val="30"/>
          <w:szCs w:val="30"/>
          <w:cs/>
          <w:lang w:bidi="th-TH"/>
        </w:rPr>
        <w:t>และ</w:t>
      </w:r>
      <w:r w:rsidR="008F1970" w:rsidRPr="00226594">
        <w:rPr>
          <w:rFonts w:ascii="Angsana New" w:hAnsi="Angsana New"/>
          <w:i/>
          <w:iCs/>
          <w:spacing w:val="0"/>
          <w:sz w:val="30"/>
          <w:szCs w:val="30"/>
          <w:lang w:bidi="th-TH"/>
        </w:rPr>
        <w:t xml:space="preserve"> </w:t>
      </w:r>
      <w:r w:rsidR="0003439E" w:rsidRPr="00226594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3</w:t>
      </w:r>
      <w:r w:rsidRPr="00226594">
        <w:rPr>
          <w:rFonts w:ascii="Angsana New" w:hAnsi="Angsana New"/>
          <w:i/>
          <w:iCs/>
          <w:spacing w:val="0"/>
          <w:sz w:val="30"/>
          <w:szCs w:val="30"/>
          <w:lang w:bidi="th-TH"/>
        </w:rPr>
        <w:t xml:space="preserve"> </w:t>
      </w:r>
      <w:r w:rsidRPr="00226594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>ล้าน</w:t>
      </w:r>
      <w:r w:rsidR="0003439E" w:rsidRPr="00226594">
        <w:rPr>
          <w:rFonts w:ascii="Angsana New" w:hAnsi="Angsana New" w:hint="cs"/>
          <w:i/>
          <w:iCs/>
          <w:spacing w:val="0"/>
          <w:sz w:val="30"/>
          <w:szCs w:val="30"/>
          <w:cs/>
          <w:lang w:val="en-US" w:bidi="th-TH"/>
        </w:rPr>
        <w:t>เหรียญดอลลาร์สหรัฐอเมริกา</w:t>
      </w:r>
      <w:r w:rsidRPr="00226594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>)</w:t>
      </w:r>
    </w:p>
    <w:p w14:paraId="7B5BEC5D" w14:textId="77777777" w:rsidR="009102AB" w:rsidRPr="009102AB" w:rsidRDefault="009102AB" w:rsidP="00BC66A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val="en-US" w:bidi="th-TH"/>
        </w:rPr>
      </w:pPr>
    </w:p>
    <w:p w14:paraId="78CD262A" w14:textId="0D2467DF" w:rsidR="00C50C0A" w:rsidRPr="009C526C" w:rsidRDefault="00C50C0A" w:rsidP="009B169F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b/>
          <w:bCs/>
          <w:spacing w:val="0"/>
          <w:sz w:val="30"/>
          <w:szCs w:val="30"/>
          <w:rtl/>
        </w:rPr>
      </w:pPr>
      <w:r w:rsidRPr="009C526C">
        <w:rPr>
          <w:rFonts w:ascii="Angsana New" w:hAnsi="Angsana New"/>
          <w:b/>
          <w:bCs/>
          <w:i/>
          <w:iCs/>
          <w:spacing w:val="0"/>
          <w:sz w:val="30"/>
          <w:szCs w:val="30"/>
          <w:cs/>
          <w:lang w:val="en-US" w:bidi="th-TH"/>
        </w:rPr>
        <w:t>หนังสือค้ำประกันจากสถาบันการเงิน</w:t>
      </w:r>
    </w:p>
    <w:p w14:paraId="517D0CE9" w14:textId="77777777" w:rsidR="009102AB" w:rsidRPr="009102AB" w:rsidRDefault="009102AB" w:rsidP="00BC66A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24"/>
          <w:szCs w:val="24"/>
          <w:lang w:bidi="th-TH"/>
        </w:rPr>
      </w:pPr>
    </w:p>
    <w:p w14:paraId="5B8CCC68" w14:textId="5F8D798D" w:rsidR="00E4055C" w:rsidRDefault="00C50C0A" w:rsidP="00BC66A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bidi="th-TH"/>
        </w:rPr>
      </w:pPr>
      <w:r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ณ</w:t>
      </w:r>
      <w:r w:rsidR="00EC0B4E" w:rsidRPr="009C526C">
        <w:rPr>
          <w:rFonts w:ascii="Angsana New" w:hAnsi="Angsana New"/>
          <w:color w:val="FFFFFF"/>
          <w:spacing w:val="0"/>
          <w:sz w:val="30"/>
          <w:szCs w:val="30"/>
          <w:lang w:bidi="th-TH"/>
        </w:rPr>
        <w:t xml:space="preserve"> </w:t>
      </w:r>
      <w:r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วันที่</w:t>
      </w:r>
      <w:r w:rsidR="00EC0B4E" w:rsidRPr="009C526C">
        <w:rPr>
          <w:rFonts w:ascii="Angsana New" w:hAnsi="Angsana New"/>
          <w:color w:val="FFFFFF"/>
          <w:spacing w:val="0"/>
          <w:sz w:val="30"/>
          <w:szCs w:val="30"/>
          <w:lang w:bidi="th-TH"/>
        </w:rPr>
        <w:t xml:space="preserve"> </w:t>
      </w:r>
      <w:r w:rsidR="00AF08B9" w:rsidRPr="009C526C">
        <w:rPr>
          <w:rFonts w:asciiTheme="majorBidi" w:eastAsia="MS Mincho" w:hAnsiTheme="majorBidi" w:cstheme="majorBidi"/>
          <w:sz w:val="30"/>
          <w:szCs w:val="30"/>
          <w:lang w:val="en-US"/>
        </w:rPr>
        <w:t>3</w:t>
      </w:r>
      <w:r w:rsidR="00AF08B9">
        <w:rPr>
          <w:rFonts w:asciiTheme="majorBidi" w:eastAsia="MS Mincho" w:hAnsiTheme="majorBidi" w:cstheme="majorBidi"/>
          <w:sz w:val="30"/>
          <w:szCs w:val="30"/>
          <w:lang w:val="en-US" w:bidi="th-TH"/>
        </w:rPr>
        <w:t>1</w:t>
      </w:r>
      <w:r w:rsidR="00AF08B9" w:rsidRPr="009C526C">
        <w:rPr>
          <w:rFonts w:asciiTheme="majorBidi" w:eastAsia="MS Mincho" w:hAnsiTheme="majorBidi" w:cstheme="majorBidi"/>
          <w:sz w:val="30"/>
          <w:szCs w:val="30"/>
          <w:lang w:val="en-US"/>
        </w:rPr>
        <w:t xml:space="preserve"> </w:t>
      </w:r>
      <w:r w:rsidR="00AF08B9">
        <w:rPr>
          <w:rFonts w:asciiTheme="majorBidi" w:eastAsia="MS Mincho" w:hAnsiTheme="majorBidi" w:cstheme="majorBidi" w:hint="cs"/>
          <w:sz w:val="30"/>
          <w:szCs w:val="30"/>
          <w:cs/>
          <w:lang w:val="en-US" w:bidi="th-TH"/>
        </w:rPr>
        <w:t>มีนาคม</w:t>
      </w:r>
      <w:r w:rsidR="00AF08B9" w:rsidRPr="009C526C">
        <w:rPr>
          <w:rFonts w:asciiTheme="majorBidi" w:eastAsia="MS Mincho" w:hAnsiTheme="majorBidi" w:cstheme="majorBidi" w:hint="cs"/>
          <w:sz w:val="30"/>
          <w:szCs w:val="30"/>
          <w:cs/>
          <w:lang w:val="en-US"/>
        </w:rPr>
        <w:t xml:space="preserve"> </w:t>
      </w:r>
      <w:r w:rsidR="00AF08B9" w:rsidRPr="009C526C">
        <w:rPr>
          <w:rFonts w:ascii="Angsana New" w:eastAsia="MS Mincho" w:hAnsi="Angsana New"/>
          <w:sz w:val="30"/>
          <w:szCs w:val="30"/>
          <w:lang w:val="en-US"/>
        </w:rPr>
        <w:t>256</w:t>
      </w:r>
      <w:r w:rsidR="00AF08B9">
        <w:rPr>
          <w:rFonts w:ascii="Angsana New" w:eastAsia="MS Mincho" w:hAnsi="Angsana New"/>
          <w:sz w:val="30"/>
          <w:szCs w:val="30"/>
          <w:lang w:val="en-US"/>
        </w:rPr>
        <w:t>8</w:t>
      </w:r>
      <w:r w:rsidR="00AF08B9" w:rsidRPr="009C526C">
        <w:rPr>
          <w:rFonts w:ascii="Angsana New" w:eastAsia="MS Mincho" w:hAnsi="Angsana New"/>
          <w:sz w:val="30"/>
          <w:szCs w:val="30"/>
          <w:lang w:val="en-US"/>
        </w:rPr>
        <w:t xml:space="preserve"> </w:t>
      </w:r>
      <w:r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บริษัท</w:t>
      </w:r>
      <w:r w:rsidR="00925964"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มีหนังสือค้ำประกัน</w:t>
      </w:r>
      <w:r w:rsidR="006E7C3B" w:rsidRPr="009C526C">
        <w:rPr>
          <w:rFonts w:ascii="Angsana New" w:hAnsi="Angsana New" w:hint="cs"/>
          <w:spacing w:val="0"/>
          <w:sz w:val="30"/>
          <w:szCs w:val="30"/>
          <w:cs/>
          <w:lang w:bidi="th-TH"/>
        </w:rPr>
        <w:t>จากสถาบันการเงิน</w:t>
      </w:r>
      <w:r w:rsidR="00097FEF" w:rsidRPr="009C526C">
        <w:rPr>
          <w:rFonts w:ascii="Angsana New" w:hAnsi="Angsana New"/>
          <w:spacing w:val="0"/>
          <w:sz w:val="30"/>
          <w:szCs w:val="30"/>
          <w:lang w:bidi="th-TH"/>
        </w:rPr>
        <w:t xml:space="preserve"> </w:t>
      </w:r>
      <w:r w:rsidR="00925964"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เพื่อค้ำประกันการใช้โครงข่ายระบบเส้นใยแก้วนำแสง การเช่าพื้นที่ และ</w:t>
      </w:r>
      <w:r w:rsidR="00097FEF"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สาธารณูปโภค</w:t>
      </w:r>
    </w:p>
    <w:p w14:paraId="7945262C" w14:textId="77777777" w:rsidR="0000088A" w:rsidRPr="009102AB" w:rsidRDefault="0000088A" w:rsidP="00BC66A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24"/>
          <w:szCs w:val="24"/>
          <w:lang w:bidi="th-TH"/>
        </w:rPr>
      </w:pPr>
    </w:p>
    <w:p w14:paraId="3A73F3AA" w14:textId="44A6DFE3" w:rsidR="00DD1892" w:rsidRPr="0000088A" w:rsidRDefault="00DD1892" w:rsidP="000008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b/>
          <w:bCs/>
          <w:i/>
          <w:iCs/>
          <w:spacing w:val="0"/>
        </w:rPr>
      </w:pPr>
      <w:r w:rsidRPr="009C526C">
        <w:rPr>
          <w:b/>
          <w:bCs/>
          <w:i/>
          <w:iCs/>
          <w:spacing w:val="0"/>
          <w:cs/>
        </w:rPr>
        <w:t>สัญญาบริการ</w:t>
      </w:r>
    </w:p>
    <w:p w14:paraId="51FE1957" w14:textId="77777777" w:rsidR="009102AB" w:rsidRPr="009102AB" w:rsidRDefault="009102AB" w:rsidP="00401B3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24"/>
          <w:szCs w:val="24"/>
          <w:lang w:bidi="th-TH"/>
        </w:rPr>
      </w:pPr>
    </w:p>
    <w:p w14:paraId="680FF867" w14:textId="456515B2" w:rsidR="007A577C" w:rsidRDefault="00DD1892" w:rsidP="00401B3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val="en-US" w:bidi="th-TH"/>
        </w:rPr>
      </w:pPr>
      <w:r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บริษัทได้ทำสัญญา</w:t>
      </w:r>
      <w:r w:rsidR="001E6861"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บริการ</w:t>
      </w:r>
      <w:r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ที่เกี่ยวข้องกับการเช่าอุปกรณ์และสัญญาบริการ</w:t>
      </w:r>
      <w:r w:rsidR="003A3301"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อื่น</w:t>
      </w:r>
      <w:r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 xml:space="preserve"> อายุของสัญญามีระยะเวลาตั้งแต</w:t>
      </w:r>
      <w:r w:rsidR="000819B2" w:rsidRPr="009C526C">
        <w:rPr>
          <w:rFonts w:ascii="Angsana New" w:hAnsi="Angsana New"/>
          <w:spacing w:val="0"/>
          <w:sz w:val="30"/>
          <w:szCs w:val="30"/>
          <w:cs/>
          <w:lang w:bidi="th-TH"/>
        </w:rPr>
        <w:t>่</w:t>
      </w:r>
      <w:r w:rsidR="00171598" w:rsidRPr="009C526C">
        <w:rPr>
          <w:rFonts w:ascii="Angsana New" w:hAnsi="Angsana New"/>
          <w:spacing w:val="0"/>
          <w:sz w:val="30"/>
          <w:szCs w:val="30"/>
          <w:lang w:bidi="th-TH"/>
        </w:rPr>
        <w:t xml:space="preserve"> </w:t>
      </w:r>
      <w:r w:rsidR="00903A1C" w:rsidRPr="009C526C">
        <w:rPr>
          <w:rFonts w:ascii="Angsana New" w:hAnsi="Angsana New"/>
          <w:spacing w:val="0"/>
          <w:sz w:val="30"/>
          <w:szCs w:val="30"/>
          <w:lang w:val="en-US" w:bidi="th-TH"/>
        </w:rPr>
        <w:t>1</w:t>
      </w:r>
      <w:r w:rsidRPr="009C526C">
        <w:rPr>
          <w:rFonts w:ascii="Angsana New" w:hAnsi="Angsana New"/>
          <w:spacing w:val="0"/>
          <w:sz w:val="30"/>
          <w:szCs w:val="30"/>
          <w:lang w:val="en-US" w:bidi="th-TH"/>
        </w:rPr>
        <w:t xml:space="preserve"> </w:t>
      </w:r>
      <w:r w:rsidRPr="009C526C">
        <w:rPr>
          <w:rFonts w:ascii="Angsana New" w:hAnsi="Angsana New"/>
          <w:spacing w:val="0"/>
          <w:sz w:val="30"/>
          <w:szCs w:val="30"/>
          <w:cs/>
          <w:lang w:val="en-US" w:bidi="th-TH"/>
        </w:rPr>
        <w:t xml:space="preserve">ถึง </w:t>
      </w:r>
      <w:r w:rsidR="00903A1C" w:rsidRPr="009C526C">
        <w:rPr>
          <w:rFonts w:ascii="Angsana New" w:hAnsi="Angsana New"/>
          <w:spacing w:val="0"/>
          <w:sz w:val="30"/>
          <w:szCs w:val="30"/>
          <w:lang w:val="en-US" w:bidi="th-TH"/>
        </w:rPr>
        <w:t>30</w:t>
      </w:r>
      <w:r w:rsidRPr="009C526C">
        <w:rPr>
          <w:rFonts w:ascii="Angsana New" w:hAnsi="Angsana New"/>
          <w:spacing w:val="0"/>
          <w:sz w:val="30"/>
          <w:szCs w:val="30"/>
          <w:lang w:val="en-US" w:bidi="th-TH"/>
        </w:rPr>
        <w:t xml:space="preserve"> </w:t>
      </w:r>
      <w:r w:rsidRPr="009C526C">
        <w:rPr>
          <w:rFonts w:ascii="Angsana New" w:hAnsi="Angsana New"/>
          <w:spacing w:val="0"/>
          <w:sz w:val="30"/>
          <w:szCs w:val="30"/>
          <w:cs/>
          <w:lang w:val="en-US" w:bidi="th-TH"/>
        </w:rPr>
        <w:t>ปี</w:t>
      </w:r>
      <w:bookmarkStart w:id="1" w:name="_Hlk85999046"/>
    </w:p>
    <w:p w14:paraId="32396FBF" w14:textId="740FDF35" w:rsidR="002060B2" w:rsidRPr="009102AB" w:rsidRDefault="002060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sz w:val="24"/>
          <w:szCs w:val="24"/>
        </w:rPr>
      </w:pPr>
      <w:bookmarkStart w:id="2" w:name="_Hlk165562470"/>
      <w:bookmarkStart w:id="3" w:name="_Hlk180755605"/>
    </w:p>
    <w:p w14:paraId="1AD33D9D" w14:textId="14050997" w:rsidR="00271CF5" w:rsidRPr="009C526C" w:rsidRDefault="00903A1C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b/>
          <w:bCs/>
          <w:spacing w:val="0"/>
          <w:lang w:val="th-TH"/>
        </w:rPr>
      </w:pPr>
      <w:r w:rsidRPr="00D74373">
        <w:rPr>
          <w:b/>
          <w:bCs/>
          <w:spacing w:val="0"/>
        </w:rPr>
        <w:t>1</w:t>
      </w:r>
      <w:r w:rsidR="00951231">
        <w:rPr>
          <w:b/>
          <w:bCs/>
          <w:spacing w:val="0"/>
        </w:rPr>
        <w:t>1</w:t>
      </w:r>
      <w:r w:rsidR="00515202" w:rsidRPr="00D74373">
        <w:rPr>
          <w:b/>
          <w:bCs/>
          <w:spacing w:val="0"/>
          <w:cs/>
        </w:rPr>
        <w:tab/>
      </w:r>
      <w:r w:rsidR="00271CF5" w:rsidRPr="00D74373">
        <w:rPr>
          <w:b/>
          <w:bCs/>
          <w:spacing w:val="0"/>
          <w:cs/>
        </w:rPr>
        <w:t>หนี้สินที่อาจเกิดขึ้น</w:t>
      </w:r>
    </w:p>
    <w:p w14:paraId="34EF71E6" w14:textId="77777777" w:rsidR="00B83A79" w:rsidRPr="009102AB" w:rsidRDefault="00B83A79" w:rsidP="000F748C">
      <w:pPr>
        <w:pStyle w:val="a"/>
        <w:tabs>
          <w:tab w:val="clear" w:pos="1080"/>
          <w:tab w:val="left" w:pos="7650"/>
        </w:tabs>
        <w:ind w:left="540"/>
        <w:jc w:val="thaiDistribute"/>
        <w:rPr>
          <w:rFonts w:ascii="Angsana New" w:hAnsi="Angsana New" w:cs="Angsana New"/>
          <w:spacing w:val="0"/>
          <w:sz w:val="24"/>
          <w:szCs w:val="24"/>
          <w:lang w:val="en-US"/>
        </w:rPr>
      </w:pPr>
    </w:p>
    <w:bookmarkEnd w:id="1"/>
    <w:p w14:paraId="77879CEC" w14:textId="77777777" w:rsidR="0003439E" w:rsidRDefault="00B729AD" w:rsidP="0003439E">
      <w:pPr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spacing w:val="0"/>
        </w:rPr>
      </w:pPr>
      <w:r w:rsidRPr="0043278F">
        <w:rPr>
          <w:rFonts w:hint="cs"/>
          <w:spacing w:val="0"/>
          <w:cs/>
        </w:rPr>
        <w:t xml:space="preserve">ในปี </w:t>
      </w:r>
      <w:r w:rsidR="00903A1C" w:rsidRPr="0043278F">
        <w:rPr>
          <w:rFonts w:hint="cs"/>
          <w:spacing w:val="0"/>
        </w:rPr>
        <w:t>2554</w:t>
      </w:r>
      <w:r w:rsidRPr="0043278F">
        <w:rPr>
          <w:rFonts w:hint="cs"/>
          <w:spacing w:val="0"/>
          <w:cs/>
        </w:rPr>
        <w:t xml:space="preserve"> บริษัทได้รับโอนสายไฟเบอร์ออฟติกจำนวนหนึ่งจากบริษัทแห่งหนึ่งซึ่งสายไฟเบอร์ออฟติกดังกล่าวติดตั้งและใช้งานเดิมอยู่แล้วในท่อร้อยสายเคเบิลใต้ดินซึ่งเป็นของผู้ประกอบการกิจการโทรคมนาคมรายหนึ่งในพื้นที่กรุงเทพมหานคร ต่อมาในไตรมาส </w:t>
      </w:r>
      <w:r w:rsidR="00903A1C" w:rsidRPr="0043278F">
        <w:rPr>
          <w:rFonts w:hint="cs"/>
          <w:spacing w:val="0"/>
        </w:rPr>
        <w:t>1</w:t>
      </w:r>
      <w:r w:rsidRPr="0043278F">
        <w:rPr>
          <w:rFonts w:hint="cs"/>
          <w:spacing w:val="0"/>
          <w:cs/>
        </w:rPr>
        <w:t xml:space="preserve"> ปี </w:t>
      </w:r>
      <w:r w:rsidR="00903A1C" w:rsidRPr="0043278F">
        <w:rPr>
          <w:rFonts w:hint="cs"/>
          <w:spacing w:val="0"/>
        </w:rPr>
        <w:t>2555</w:t>
      </w:r>
      <w:r w:rsidRPr="0043278F">
        <w:rPr>
          <w:rFonts w:hint="cs"/>
          <w:spacing w:val="0"/>
          <w:cs/>
        </w:rPr>
        <w:t xml:space="preserve"> บริษัทได้รับแจ้งอัตราค่าเช่าท่อร้อยสายเคเบิลใต้ดินที่กำหนด</w:t>
      </w:r>
      <w:r w:rsidR="00131668" w:rsidRPr="0043278F">
        <w:rPr>
          <w:spacing w:val="0"/>
          <w:cs/>
        </w:rPr>
        <w:br/>
      </w:r>
      <w:r w:rsidRPr="0043278F">
        <w:rPr>
          <w:rFonts w:hint="cs"/>
          <w:spacing w:val="0"/>
          <w:cs/>
        </w:rPr>
        <w:t>ขึ้นใหม่จากผู้ประกอบการกิจการโทรคมนาคมรายดังกล่าว แต่ยังไม่มีการออกใบแจ้งหนี้เพื่อเรียกเก็บค่าเช่าท่อร้อยสายเคเบิลใต้ดิน อย่างไรก็ตาม บริษัทได้บันทึกหนี้สินจากภาระผูกพันนี้โดยประมาณขึ้นจากอัตราค่าเช่าซึ่งบริษัทผู้โอนสายไฟเบอร์ออฟติกเคยได้รับแจ้งซึ่งต่ำกว่าอัตราที่ผู้ประกอบการกิจการโทรคมนาคมรายดังกล่าวกำหนดขึ้นใหม่ เนื่องจากฝ่ายบริหารของบริษัทเชื่อว่าการกำหนดอัตราค่าเช่าท่อร้อยสายเคเบิลใต้ดินในอัตราใหม่มีอัตราสูง</w:t>
      </w:r>
      <w:r w:rsidR="00131668" w:rsidRPr="0043278F">
        <w:rPr>
          <w:spacing w:val="0"/>
          <w:cs/>
        </w:rPr>
        <w:br/>
      </w:r>
      <w:r w:rsidRPr="0043278F">
        <w:rPr>
          <w:rFonts w:hint="cs"/>
          <w:spacing w:val="0"/>
          <w:cs/>
        </w:rPr>
        <w:t>กว่าอัตราเดิมมาก ซึ่งเป็นอัตราที่ผู้ประกอบกิจการโทรคมนาคมรายนั้นกำหนดขึ้น โดยไม่สอดคล้องกับหลักการและวิธีการกำหนดอัตราค่าใช้โครงข่ายของผู้รับใบอนุญาตตามประกาศของคณะกรรมการกิจการกระจายเสียง กิจการโทรทัศน์ และกิจการโทรคมนาคมแห่งชาติ (กสทช.) ว่าด้วยการใช้และเชื่อมต่อโครงข่าย พ.ศ.</w:t>
      </w:r>
      <w:r w:rsidR="00903A1C" w:rsidRPr="0043278F">
        <w:rPr>
          <w:rFonts w:hint="cs"/>
          <w:spacing w:val="0"/>
        </w:rPr>
        <w:t>2549</w:t>
      </w:r>
      <w:r w:rsidRPr="0043278F">
        <w:rPr>
          <w:rFonts w:hint="cs"/>
          <w:spacing w:val="0"/>
          <w:cs/>
        </w:rPr>
        <w:t xml:space="preserve"> (</w:t>
      </w:r>
      <w:r w:rsidRPr="0043278F">
        <w:rPr>
          <w:rFonts w:hint="cs"/>
          <w:spacing w:val="0"/>
        </w:rPr>
        <w:t>“</w:t>
      </w:r>
      <w:r w:rsidRPr="0043278F">
        <w:rPr>
          <w:rFonts w:hint="cs"/>
          <w:spacing w:val="0"/>
          <w:cs/>
        </w:rPr>
        <w:t>ประกาศไอซี</w:t>
      </w:r>
      <w:r w:rsidRPr="0043278F">
        <w:rPr>
          <w:rFonts w:hint="cs"/>
          <w:spacing w:val="0"/>
        </w:rPr>
        <w:t xml:space="preserve">”) </w:t>
      </w:r>
      <w:r w:rsidRPr="0043278F">
        <w:rPr>
          <w:rFonts w:hint="cs"/>
          <w:spacing w:val="0"/>
          <w:cs/>
        </w:rPr>
        <w:t xml:space="preserve">เนื่องจากตามข้อเท็จจริงท่อร้อยสายเคเบิลใต้ดินเหล่านี้ได้ถูกสร้างและถูกใช้งานโดยผู้ประกอบกิจการโทรคมนาคมรายนั้น รวมทั้งใช้งานโดยบริษัทผู้โอนสายไฟเบอร์ออฟติกแก่บริษัทมาแล้วไม่น้อยกว่า </w:t>
      </w:r>
      <w:r w:rsidR="00903A1C" w:rsidRPr="0043278F">
        <w:rPr>
          <w:rFonts w:hint="cs"/>
          <w:spacing w:val="0"/>
        </w:rPr>
        <w:t>10</w:t>
      </w:r>
      <w:r w:rsidRPr="0043278F">
        <w:rPr>
          <w:rFonts w:hint="cs"/>
          <w:spacing w:val="0"/>
          <w:cs/>
        </w:rPr>
        <w:t xml:space="preserve"> ปี </w:t>
      </w:r>
      <w:r w:rsidR="00131668" w:rsidRPr="0043278F">
        <w:rPr>
          <w:spacing w:val="0"/>
          <w:cs/>
        </w:rPr>
        <w:br/>
      </w:r>
      <w:r w:rsidRPr="0043278F">
        <w:rPr>
          <w:rFonts w:hint="cs"/>
          <w:spacing w:val="0"/>
          <w:cs/>
        </w:rPr>
        <w:t>จึงเป็นทรัพย์สินที่ผู้ประกอบกิจการโทรคมนาคมรายนั้นมีอยู่เดิมมิได้จัดสร้างขึ้นมาใหม่ ผู้ประกอบกิจการโทรคมนาคมรายนั้นจึงไม่มีภาระต้นทุนค่าใช้จ่ายในการลงทุนเพิ่มเติมในทรัพย์สินเหล่านี้ บริษัทจึงเชื่อว่าอัตราค่าเช่าท่อร้อยสายเคเบิลใต้ดินที่ผู้ประกอบกิจการโทรคมนาคมรายนั้นกำหนดขึ้นใหม่นี้ไม่เป็นตามหลักการอัตราอิงต้นทุน (</w:t>
      </w:r>
      <w:r w:rsidRPr="0043278F">
        <w:rPr>
          <w:rFonts w:hint="cs"/>
          <w:spacing w:val="0"/>
        </w:rPr>
        <w:t>cost-based basis) (</w:t>
      </w:r>
      <w:r w:rsidRPr="0043278F">
        <w:rPr>
          <w:rFonts w:hint="cs"/>
          <w:spacing w:val="0"/>
          <w:cs/>
        </w:rPr>
        <w:t xml:space="preserve">ประกาศไอซีข้อ </w:t>
      </w:r>
      <w:r w:rsidR="00903A1C" w:rsidRPr="0043278F">
        <w:rPr>
          <w:rFonts w:hint="cs"/>
          <w:spacing w:val="0"/>
        </w:rPr>
        <w:t>19</w:t>
      </w:r>
      <w:r w:rsidRPr="0043278F">
        <w:rPr>
          <w:rFonts w:hint="cs"/>
          <w:spacing w:val="0"/>
          <w:cs/>
        </w:rPr>
        <w:t>) และวิธีการคำนวณอัตรา  ค่าเช่าท่อร้อยสายเคเบิลใต้ดินก็อาจมิได้</w:t>
      </w:r>
      <w:r w:rsidR="00131668" w:rsidRPr="0043278F">
        <w:rPr>
          <w:spacing w:val="0"/>
          <w:cs/>
        </w:rPr>
        <w:br/>
      </w:r>
      <w:r w:rsidRPr="0043278F">
        <w:rPr>
          <w:rFonts w:hint="cs"/>
          <w:spacing w:val="0"/>
          <w:cs/>
        </w:rPr>
        <w:t xml:space="preserve">ใช้วิธีการคำนวณที่สะท้อนต้นทุนตามที่ กสทช.เห็นชอบ (ประกาศไอซี ข้อ </w:t>
      </w:r>
      <w:r w:rsidR="00903A1C" w:rsidRPr="0043278F">
        <w:rPr>
          <w:rFonts w:hint="cs"/>
          <w:spacing w:val="0"/>
        </w:rPr>
        <w:t>20</w:t>
      </w:r>
      <w:r w:rsidRPr="0043278F">
        <w:rPr>
          <w:rFonts w:hint="cs"/>
          <w:spacing w:val="0"/>
          <w:cs/>
        </w:rPr>
        <w:t>) นอกจากนี้ เมื่อมีการเปลี่ยนแปลง</w:t>
      </w:r>
      <w:r w:rsidRPr="0043278F">
        <w:rPr>
          <w:rFonts w:hint="cs"/>
          <w:spacing w:val="0"/>
          <w:cs/>
        </w:rPr>
        <w:lastRenderedPageBreak/>
        <w:t xml:space="preserve">อัตราดังกล่าว ผู้ประกอบกิจการโทรคมนาคมรายนั้นในฐานะผู้รับใบอนุญาตที่มีโครงข่ายมีหน้าที่จะต้องแจ้งให้บริษัทในฐานะผู้รับใบอนุญาตที่ขอใช้โครงข่ายทราบล่วงหน้าอย่างน้อย </w:t>
      </w:r>
      <w:r w:rsidR="00903A1C" w:rsidRPr="0043278F">
        <w:rPr>
          <w:rFonts w:hint="cs"/>
          <w:spacing w:val="0"/>
        </w:rPr>
        <w:t>90</w:t>
      </w:r>
      <w:r w:rsidRPr="0043278F">
        <w:rPr>
          <w:rFonts w:hint="cs"/>
          <w:spacing w:val="0"/>
          <w:cs/>
        </w:rPr>
        <w:t xml:space="preserve"> วันพร้อมแสดงหลักฐานหรือสาเหตุที่</w:t>
      </w:r>
      <w:r w:rsidR="00131668" w:rsidRPr="0043278F">
        <w:rPr>
          <w:spacing w:val="0"/>
          <w:cs/>
        </w:rPr>
        <w:br/>
      </w:r>
      <w:r w:rsidRPr="0043278F">
        <w:rPr>
          <w:rFonts w:hint="cs"/>
          <w:spacing w:val="0"/>
          <w:cs/>
        </w:rPr>
        <w:t xml:space="preserve">ทำให้ต้องเปลี่ยนแปลงอัตราค่าตอบแทนนั้นด้วย (ประกาศไอซีข้อ </w:t>
      </w:r>
      <w:r w:rsidR="00903A1C" w:rsidRPr="0043278F">
        <w:rPr>
          <w:rFonts w:hint="cs"/>
          <w:spacing w:val="0"/>
        </w:rPr>
        <w:t>21</w:t>
      </w:r>
      <w:r w:rsidRPr="0043278F">
        <w:rPr>
          <w:rFonts w:hint="cs"/>
          <w:spacing w:val="0"/>
          <w:cs/>
        </w:rPr>
        <w:t>) แต่ผู้ประกอบกิจการโทรคมนาคมรายนั้นก็</w:t>
      </w:r>
      <w:r w:rsidR="00131668" w:rsidRPr="0043278F">
        <w:rPr>
          <w:spacing w:val="0"/>
          <w:cs/>
        </w:rPr>
        <w:br/>
      </w:r>
      <w:r w:rsidRPr="0043278F">
        <w:rPr>
          <w:rFonts w:hint="cs"/>
          <w:spacing w:val="0"/>
          <w:cs/>
        </w:rPr>
        <w:t>ยังมิได้ดำเนินการเช่นกัน ดังนั้น เพื่อให้การดำเนินการเรื่องนี้เป็นไปโดยชอบด้วยหลักเกณฑ์และขั้นตอนของกฎหมาย บริษัทจึงได้ส่งหนังสือแจ้งให้ผู้ประกอบกิจการโทรคมนาคมรายนั้นชี้แจงเหตุผลในการกำหนดอัตราค่าเช่าท่อร้อยสายเคเบิลใต้ดินในอัตราใหม่ พร้อมทั้งแสดงหลักฐานและวิธีการคำนวณต้นทุนในการกำหนดอัตรา</w:t>
      </w:r>
      <w:r w:rsidR="00131668" w:rsidRPr="0043278F">
        <w:rPr>
          <w:spacing w:val="0"/>
          <w:cs/>
        </w:rPr>
        <w:br/>
      </w:r>
      <w:r w:rsidRPr="0043278F">
        <w:rPr>
          <w:rFonts w:hint="cs"/>
          <w:spacing w:val="0"/>
          <w:cs/>
        </w:rPr>
        <w:t>ใหม่ดังกล่าวให้บริษัททราบด้วย ทั้งนี้ บริษัทได้แจ้งขอสงวนสิทธิที่จะเจรจากับผู้ประกอบกิจการโทรคมนาคมรายนั้นเพื่อปรับลดอัตราค่าเช่าท่อร้อยสายเคเบิลใต้ดินดังกล่าวลงให้เป็นอัตราที่สมเหตุสมผลและเป็นธรรมแก่บริษัทตามกฎหมายต่อไปด้วย</w:t>
      </w:r>
    </w:p>
    <w:p w14:paraId="03A0C040" w14:textId="77777777" w:rsidR="0003439E" w:rsidRPr="009102AB" w:rsidRDefault="0003439E" w:rsidP="00034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  <w:sz w:val="24"/>
          <w:szCs w:val="24"/>
        </w:rPr>
      </w:pPr>
    </w:p>
    <w:p w14:paraId="47126A83" w14:textId="289BFF60" w:rsidR="00B729AD" w:rsidRPr="0003439E" w:rsidRDefault="00B729AD" w:rsidP="00034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  <w:r w:rsidRPr="0003439E">
        <w:rPr>
          <w:rFonts w:hint="cs"/>
          <w:spacing w:val="0"/>
          <w:cs/>
        </w:rPr>
        <w:t xml:space="preserve">ต่อมาในเดือนกรกฎาคม </w:t>
      </w:r>
      <w:r w:rsidR="00903A1C" w:rsidRPr="0003439E">
        <w:rPr>
          <w:rFonts w:hint="cs"/>
          <w:spacing w:val="0"/>
        </w:rPr>
        <w:t>2555</w:t>
      </w:r>
      <w:r w:rsidRPr="0003439E">
        <w:rPr>
          <w:rFonts w:hint="cs"/>
          <w:spacing w:val="0"/>
          <w:cs/>
        </w:rPr>
        <w:t xml:space="preserve"> ผู้ประกอบกิจการโทรคมนาคมรายดังกล่าวได้มีหนังสือตอบกลับมายังบริษัท</w:t>
      </w:r>
      <w:r w:rsidRPr="0003439E">
        <w:rPr>
          <w:spacing w:val="0"/>
        </w:rPr>
        <w:br/>
      </w:r>
      <w:r w:rsidRPr="0003439E">
        <w:rPr>
          <w:rFonts w:hint="cs"/>
          <w:spacing w:val="0"/>
          <w:cs/>
        </w:rPr>
        <w:t>โดยยืนยันว่าอัตราค่าเช่าท่อร้อยสายเคเบิลใต้ดินที่กำหนดขึ้นใช้ดังกล่าวเป็นอัตราที่เหมาะสมแล้ว พร้อมทั้ง</w:t>
      </w:r>
      <w:r w:rsidRPr="0003439E">
        <w:rPr>
          <w:spacing w:val="0"/>
          <w:cs/>
        </w:rPr>
        <w:br/>
      </w:r>
      <w:r w:rsidRPr="0003439E">
        <w:rPr>
          <w:rFonts w:hint="cs"/>
          <w:spacing w:val="0"/>
          <w:cs/>
        </w:rPr>
        <w:t xml:space="preserve">แจ้งให้บริษัทยืนยันการชำระค่าเช่าท่อร้อยสายเคเบิลใต้ดินภายในวันที่ </w:t>
      </w:r>
      <w:r w:rsidR="00903A1C" w:rsidRPr="0003439E">
        <w:rPr>
          <w:rFonts w:hint="cs"/>
          <w:spacing w:val="0"/>
        </w:rPr>
        <w:t>15</w:t>
      </w:r>
      <w:r w:rsidRPr="0003439E">
        <w:rPr>
          <w:rFonts w:hint="cs"/>
          <w:spacing w:val="0"/>
          <w:cs/>
        </w:rPr>
        <w:t xml:space="preserve"> สิงหาคม </w:t>
      </w:r>
      <w:r w:rsidR="00903A1C" w:rsidRPr="0003439E">
        <w:rPr>
          <w:rFonts w:hint="cs"/>
          <w:spacing w:val="0"/>
        </w:rPr>
        <w:t>2555</w:t>
      </w:r>
      <w:r w:rsidRPr="0003439E">
        <w:rPr>
          <w:rFonts w:hint="cs"/>
          <w:spacing w:val="0"/>
          <w:cs/>
        </w:rPr>
        <w:t xml:space="preserve"> เพื่อจะได้ดำเนินการจัดเก็บเงินกับบริษัทต่อไป โดยมิได้มีการปรับลดอัตราค่าเช่าท่อร้อยสายเคเบิลใต้ดินตามที่บริษัทได้โต้แย้งไว้</w:t>
      </w:r>
      <w:r w:rsidRPr="0003439E">
        <w:rPr>
          <w:spacing w:val="0"/>
          <w:cs/>
        </w:rPr>
        <w:br/>
      </w:r>
      <w:r w:rsidRPr="0003439E">
        <w:rPr>
          <w:rFonts w:hint="cs"/>
          <w:spacing w:val="0"/>
          <w:cs/>
        </w:rPr>
        <w:t>แต่อย่างใด</w:t>
      </w:r>
    </w:p>
    <w:p w14:paraId="288CFC4F" w14:textId="77777777" w:rsidR="00B729AD" w:rsidRPr="009102AB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spacing w:val="0"/>
          <w:sz w:val="24"/>
          <w:szCs w:val="24"/>
        </w:rPr>
      </w:pPr>
    </w:p>
    <w:p w14:paraId="43B81893" w14:textId="59FA75FA" w:rsidR="00B729AD" w:rsidRPr="009C526C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t xml:space="preserve">อย่างไรก็ตาม บริษัทได้มีการแจ้งปรับลดปริมาณการใช้ท่อร้อยสายเคเบิลใต้ดินคงเหลือเท่าที่จำเป็นตั้งแต่วันที่ </w:t>
      </w:r>
      <w:r w:rsidR="00903A1C" w:rsidRPr="009C526C">
        <w:rPr>
          <w:rFonts w:hint="cs"/>
          <w:spacing w:val="0"/>
        </w:rPr>
        <w:t>1</w:t>
      </w:r>
      <w:r w:rsidRPr="009C526C">
        <w:rPr>
          <w:rFonts w:hint="cs"/>
          <w:spacing w:val="0"/>
          <w:cs/>
        </w:rPr>
        <w:t xml:space="preserve"> เมษายน </w:t>
      </w:r>
      <w:r w:rsidR="00903A1C" w:rsidRPr="009C526C">
        <w:rPr>
          <w:rFonts w:hint="cs"/>
          <w:spacing w:val="0"/>
        </w:rPr>
        <w:t>2555</w:t>
      </w:r>
      <w:r w:rsidRPr="009C526C">
        <w:rPr>
          <w:rFonts w:hint="cs"/>
          <w:spacing w:val="0"/>
          <w:cs/>
        </w:rPr>
        <w:t xml:space="preserve"> เป็นต้นไป ซึ่งผู้ประกอบกิจการโทรคมนาคมรายดังกล่าวได้ตรวจสอบข้อมูล และเรียกเก็บค่าเช่าท่อร้อยสายเคเบิลใต้ดินเพิ่มเติมในเดือนสิงหาคม </w:t>
      </w:r>
      <w:r w:rsidR="00903A1C" w:rsidRPr="009C526C">
        <w:rPr>
          <w:rFonts w:hint="cs"/>
          <w:spacing w:val="0"/>
        </w:rPr>
        <w:t>2555</w:t>
      </w:r>
      <w:r w:rsidRPr="009C526C">
        <w:rPr>
          <w:rFonts w:hint="cs"/>
          <w:spacing w:val="0"/>
          <w:cs/>
        </w:rPr>
        <w:t xml:space="preserve"> โดยเป็นอัตราเดียวกับอัตราที่กำหนดขึ้นใหม่</w:t>
      </w:r>
    </w:p>
    <w:p w14:paraId="089389E3" w14:textId="77777777" w:rsidR="00B729AD" w:rsidRPr="009102AB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spacing w:val="0"/>
          <w:sz w:val="24"/>
          <w:szCs w:val="24"/>
        </w:rPr>
      </w:pPr>
    </w:p>
    <w:p w14:paraId="1F1D6BB6" w14:textId="77777777" w:rsidR="00B729AD" w:rsidRPr="009C526C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t>จากการยืนยันอัตราราคาค่าเช่าท่อร้อยสายเคเบิลใต้ดินของผู้ประกอบกิจการโทรคมนาคมรายดังกล่าวข้างต้น ฝ่ายบริหารของบริษัทเห็นว่ายังคงมีความเห็นแตกต่างกันระหว่างบริษัทกับผู้ประกอบกิจการโทรคมนาคมรายดังกล่าว กรณีการโต้แย้งสิทธิในข้อสัญญาใช้ท่อร้อยสายเคเบิลใต้ดิน บริษัทจึงดำเนินการส่งหนังสือแจ้งสงวนสิทธิไม่ยอมรับจำนวนหนี้ที่ระบุไว้ เนื่องจากเห็นว่าเป็นหนี้ที่คำนวณจากอัตราค่าเช่าท่อร้อยสายเคเบิลใต้ดินที่ไม่เป็นธรรมต่อบริษัทและไม่ชอบด้วยกฎหมายตามประกาศไอซี รวมทั้งยังสงวนสิทธิในการขอใช้เวลาตรวจสอบความถูกต้องของจำนวนเงินที่แจ้งมานี้ นอกจากนี้ บริษัทยังมีสิทธิที่จะร้องขอความเป็นธรรมไปยังกสทช. เพื่อขอให้รับเรื่องข้อโต้แย้งดังกล่าว เข้าสู่กระบวนการระงับข้อพิพาทตามประกาศไอซีต่อไป</w:t>
      </w:r>
    </w:p>
    <w:p w14:paraId="46B9D8F8" w14:textId="77777777" w:rsidR="00B729AD" w:rsidRPr="009102AB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spacing w:val="0"/>
          <w:sz w:val="24"/>
          <w:szCs w:val="24"/>
        </w:rPr>
      </w:pPr>
    </w:p>
    <w:p w14:paraId="7DCED272" w14:textId="48FBF778" w:rsidR="002060B2" w:rsidRDefault="00B729AD" w:rsidP="00034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t>ต่อมาในระหว่างที่บริษัทเตรียมการเพื่อร้องขอความเป็นธรรมจาก กสทช.นั้น ฝ่ายบริหารของบริษัทได้เจรจากับฝ่ายบริหารของผู้ประกอบการกิจการโทรคมนาคมรายดังกล่าวเพื่อหาแนวทางแก้ไขปัญหา แต่ผู้ประกอบการกิจการโทรคมนาคมรายดังกล่าวได้ยื่นฟ้องบริษัทเป็นจำเลยที่สองต่อศาลแพ่งเรียกร้องให้บริษัทชำระหนี้ค่าใช้ประโยชน์</w:t>
      </w:r>
      <w:r w:rsidR="006110B3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 xml:space="preserve">ท่อรวมค่าดอกเบี้ยนับถึงวันฟ้องจำนวน </w:t>
      </w:r>
      <w:r w:rsidR="00903A1C" w:rsidRPr="009C526C">
        <w:rPr>
          <w:rFonts w:hint="cs"/>
          <w:spacing w:val="0"/>
        </w:rPr>
        <w:t>39</w:t>
      </w:r>
      <w:r w:rsidRPr="009C526C">
        <w:rPr>
          <w:rFonts w:hint="cs"/>
          <w:spacing w:val="0"/>
        </w:rPr>
        <w:t>.</w:t>
      </w:r>
      <w:r w:rsidR="00903A1C" w:rsidRPr="009C526C">
        <w:rPr>
          <w:rFonts w:hint="cs"/>
          <w:spacing w:val="0"/>
        </w:rPr>
        <w:t>2</w:t>
      </w:r>
      <w:r w:rsidRPr="009C526C">
        <w:rPr>
          <w:rFonts w:hint="cs"/>
          <w:spacing w:val="0"/>
        </w:rPr>
        <w:t xml:space="preserve"> </w:t>
      </w:r>
      <w:r w:rsidRPr="009C526C">
        <w:rPr>
          <w:rFonts w:hint="cs"/>
          <w:spacing w:val="0"/>
          <w:cs/>
        </w:rPr>
        <w:t xml:space="preserve">ล้านบาท พร้อมดอกเบี้ยในอัตรา </w:t>
      </w:r>
      <w:r w:rsidR="00903A1C" w:rsidRPr="009C526C">
        <w:rPr>
          <w:rFonts w:hint="cs"/>
          <w:spacing w:val="0"/>
        </w:rPr>
        <w:t>7</w:t>
      </w:r>
      <w:r w:rsidRPr="009C526C">
        <w:rPr>
          <w:rFonts w:hint="cs"/>
          <w:spacing w:val="0"/>
        </w:rPr>
        <w:t>.</w:t>
      </w:r>
      <w:r w:rsidR="00903A1C" w:rsidRPr="009C526C">
        <w:rPr>
          <w:rFonts w:hint="cs"/>
          <w:spacing w:val="0"/>
        </w:rPr>
        <w:t>5</w:t>
      </w:r>
      <w:r w:rsidRPr="009C526C">
        <w:rPr>
          <w:rFonts w:hint="cs"/>
          <w:spacing w:val="0"/>
        </w:rPr>
        <w:t>%</w:t>
      </w:r>
      <w:r w:rsidRPr="009C526C">
        <w:rPr>
          <w:rFonts w:hint="cs"/>
          <w:spacing w:val="0"/>
          <w:cs/>
        </w:rPr>
        <w:t xml:space="preserve"> ต่อปีของต้นเงิน</w:t>
      </w:r>
      <w:r w:rsidR="00131668" w:rsidRPr="009C526C">
        <w:rPr>
          <w:rFonts w:hint="cs"/>
          <w:spacing w:val="0"/>
          <w:cs/>
        </w:rPr>
        <w:t xml:space="preserve"> </w:t>
      </w:r>
      <w:r w:rsidR="00903A1C" w:rsidRPr="009C526C">
        <w:rPr>
          <w:rFonts w:hint="cs"/>
          <w:spacing w:val="0"/>
        </w:rPr>
        <w:t>36</w:t>
      </w:r>
      <w:r w:rsidRPr="009C526C">
        <w:rPr>
          <w:rFonts w:hint="cs"/>
          <w:spacing w:val="0"/>
        </w:rPr>
        <w:t>.</w:t>
      </w:r>
      <w:r w:rsidR="00903A1C" w:rsidRPr="009C526C">
        <w:rPr>
          <w:rFonts w:hint="cs"/>
          <w:spacing w:val="0"/>
        </w:rPr>
        <w:t>8</w:t>
      </w:r>
      <w:r w:rsidRPr="009C526C">
        <w:rPr>
          <w:rFonts w:hint="cs"/>
          <w:spacing w:val="0"/>
        </w:rPr>
        <w:t xml:space="preserve"> </w:t>
      </w:r>
      <w:r w:rsidRPr="009C526C">
        <w:rPr>
          <w:rFonts w:hint="cs"/>
          <w:spacing w:val="0"/>
          <w:cs/>
        </w:rPr>
        <w:t>ล้านบาท</w:t>
      </w:r>
      <w:r w:rsidR="00883C1B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 xml:space="preserve">โดยบริษัทได้รับสำเนาคำฟ้องเมื่อวันที่ </w:t>
      </w:r>
      <w:r w:rsidR="00903A1C" w:rsidRPr="009C526C">
        <w:rPr>
          <w:rFonts w:hint="cs"/>
          <w:spacing w:val="0"/>
        </w:rPr>
        <w:t>24</w:t>
      </w:r>
      <w:r w:rsidRPr="009C526C">
        <w:rPr>
          <w:rFonts w:hint="cs"/>
          <w:spacing w:val="0"/>
          <w:cs/>
        </w:rPr>
        <w:t xml:space="preserve"> กรกฎาคม </w:t>
      </w:r>
      <w:r w:rsidR="00903A1C" w:rsidRPr="009C526C">
        <w:rPr>
          <w:rFonts w:hint="cs"/>
          <w:spacing w:val="0"/>
        </w:rPr>
        <w:t>2556</w:t>
      </w:r>
      <w:r w:rsidRPr="009C526C">
        <w:rPr>
          <w:rFonts w:hint="cs"/>
          <w:spacing w:val="0"/>
          <w:cs/>
        </w:rPr>
        <w:t xml:space="preserve"> ทั้งนี้ ฝ่ายบริหารของผู้ประกอบการกิจการโทรคมนาคม</w:t>
      </w:r>
      <w:r w:rsidR="00883C1B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lastRenderedPageBreak/>
        <w:t>รายดังกล่าวไม่เคยแจ้งให้บริษัททราบถึงการดำเนินการฟ้องร้องแต่อย่างใด ดังนั้น บริษัทจึงจำเป็นจะต้องดำเนินการต่อสู้คดีในศาลเพื่อยุติข้อพิพาทนี้ต่อไป ทั้งนี้ ฝ่ายบริหารของบริษัทเชื่อว่าบริษัทจะชนะคดีดังกล่าว เนื่องจากคดีนี้ควรเข้าสู่กระบวนการระงับข้อพิพาทตามประกาศไอซี และไม่อยู่ในเขตอำนาจศาลแพ่ง อีกทั้งผู้ประกอบการ</w:t>
      </w:r>
      <w:r w:rsidR="00883C1B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โทรคมนาคมไม่ปฏิบัติตามข้อกำหนดของ กสทช. (ประกาศไอซี)</w:t>
      </w:r>
    </w:p>
    <w:p w14:paraId="34A3BD57" w14:textId="77777777" w:rsidR="009102AB" w:rsidRDefault="009102AB" w:rsidP="00034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  <w:cs/>
        </w:rPr>
      </w:pPr>
    </w:p>
    <w:p w14:paraId="0BC86842" w14:textId="587AE5CD" w:rsidR="00B729AD" w:rsidRDefault="00B729AD" w:rsidP="002971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t>ต่อมา บริษัทได้มีโอกาสเข้าเจรจากับผู้บริหารของผู้ประกอบการกิจการโทรคมนาคมรายดังกล่าว เพื่อไกล่เกลี่ยข้อพิพาทระหว่างกัน ผลการเจรจาในเบื้องต้นปรากฏว่า การเจรจามีแนวโน้มที่จะตกลงกันได้ โดยบริษัทได้ยื่</w:t>
      </w:r>
      <w:r w:rsidR="00131668" w:rsidRPr="009C526C">
        <w:rPr>
          <w:rFonts w:hint="cs"/>
          <w:spacing w:val="0"/>
          <w:cs/>
        </w:rPr>
        <w:t>น</w:t>
      </w:r>
      <w:r w:rsidR="00245F04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ข้อเสนอในการประนีประนอมข้อพิพาทต่อผู้ประกอบการกิจการโทรคมนาคมรายดังกล่าว ซึ่งมีสาระสำคัญคือ</w:t>
      </w:r>
      <w:r w:rsidR="00245F04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บริษัทขอให้ผู้ประกอบการกิจการโทรคมนาคมรายดังกล่าว ใช้อัตราค่าเช่าท่อร้อยสายเคเบิลใต้ดินในอัตราเดิม นับตั้งแต่วันถัดจากวันครบกำหนดสัญญาการให้บริการระหว่างผู้ประกอบการกิจการโทรคมนาคมรายดังกล่าวกับบริษัทผู้โอนสายไฟเบอร์ออฟติกให้แก่บริษัทไปจนถึงวันที่บริษัทได้รับแจ้งอัตราค่าเช่าอัตราใหม่จาก</w:t>
      </w:r>
      <w:r w:rsidR="00245F04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ผู้ประกอบการกิจการโทรคมนาคมรายดังกล่าว หลังจากนั้นจึงใช้อัตราค่าเช่าในอัตราใหม่ต่อ ซึ่งผลจากข้อเสนอประนีประนอมข้อพิพาทนี้จะทำให้หนี้สินที่เกิดจากค่าเช่าดังกล่าวมีจำนวนลดลงอย่างเป็นนัยสำคัญ อย่างไรก็</w:t>
      </w:r>
      <w:r w:rsidR="00245F04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ตาม ผู้ประกอบกิจการโทรคมนาคมรายดังกล่าวไม่สามารถประนีประนอมตามที่บริษัทเสนอมาได้ เนื่องจากมี</w:t>
      </w:r>
      <w:r w:rsidR="00017B2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การฟ้องร้องคดีไปแล้ว ดังนั้น บริษัทจึงดำเนินการเป็นสองแนวทาง</w:t>
      </w:r>
    </w:p>
    <w:p w14:paraId="79FF6855" w14:textId="77777777" w:rsidR="00BC66A5" w:rsidRPr="009C526C" w:rsidRDefault="00BC66A5" w:rsidP="00BC66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430"/>
        </w:tabs>
        <w:spacing w:line="240" w:lineRule="auto"/>
        <w:ind w:left="540"/>
        <w:jc w:val="thaiDistribute"/>
        <w:rPr>
          <w:spacing w:val="0"/>
        </w:rPr>
      </w:pPr>
    </w:p>
    <w:p w14:paraId="331F9D39" w14:textId="37AD6298" w:rsidR="00AC6C5D" w:rsidRDefault="00B729AD" w:rsidP="002971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t>แนวทางแรกคือ การยื่นคำร้องเรียนต่อ กสทช. เพื่อขอให้ กสทช.พิจารณาให้ความเป็นธรรมตามกฎหมาย</w:t>
      </w:r>
      <w:r w:rsidR="00371DC5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โทรคมนาคมและประกาศไอซีเพื่อกำหนดอัตราค่าเช่าท่อร้อยสายเคเบิลใต้ดินของผู้ประกอบการกิจการ</w:t>
      </w:r>
      <w:r w:rsidR="008E1FD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โทรคมนาคมรายดังกล่าวให้เป็นไปโดยถูกต้อง ตลอดจนขอให้ กสทช.ให้ความคุ้มครองแก่บริษัทให้สามารถใช้ท่อ</w:t>
      </w:r>
      <w:r w:rsidR="00371DC5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ร้อยสายเคเบิลใต้ดินได้ต่อไป หลังจากนั้น บริษัทจึงได้ดำเนินการในแนวทางที่สอง คือ ยื่นคำให้การเพื่อสู้คดีต่อ</w:t>
      </w:r>
      <w:r w:rsidR="00371DC5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ศาลแพ่ง โดยยกเหตุผลในการต่อสู้คดีทั้งแง่กฎหมายและข้อเท็จจริงต่างๆที่บ่งชี้ได้ว่า ผู้ประกอบการกิจการโทรคมนาคมรายดังกล่าวได้กระทำการที่ไม่ถูกต้องตามกฎหมายและบริษัทไม่มีภาระหน้าที่ตามกฎหมายที่ต้อง</w:t>
      </w:r>
      <w:r w:rsidR="00371DC5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ชำระเงินให้แก่ผู้ประกอบการกิจการโทรคมนาคมรายดังกล่าวตามที่ฟ้องมาแต่อย่างใด และยื่นโต้แย้งอำนาจศาล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แพ่ง เนื่องจากคดีดังกล่าวควรจะอยู่ในเขตอำนาจของศาลปกครอง ดังนั้น ศาลแพ่งจึงระงับการพิจารณาและส่ง</w:t>
      </w:r>
      <w:r w:rsidR="00131668" w:rsidRPr="009C526C">
        <w:rPr>
          <w:rFonts w:hint="cs"/>
          <w:spacing w:val="0"/>
          <w:cs/>
        </w:rPr>
        <w:t xml:space="preserve">   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เรื่องให้ศาลปกครอง ต่อมาศาลปกครองมีความเห็นว่า คดีดังกล่าวอยู่ในอำนาจของศาลปกครอง ซึ่งทำให้เกิด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ความเห็นที่แตกต่างกันในเรื่องเขตอำนาจศาล จึงให้ส่งไปให้คณะกรรมการวินิจฉัยชี้ขาดอำนาจหน้าที่ระหว่างศาล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 xml:space="preserve">เพื่อพิจารณา ซึ่งคณะกรรมการฯมีความเห็นเมื่อวันที่ </w:t>
      </w:r>
      <w:r w:rsidR="00903A1C" w:rsidRPr="009C526C">
        <w:rPr>
          <w:rFonts w:hint="cs"/>
          <w:spacing w:val="0"/>
        </w:rPr>
        <w:t>29</w:t>
      </w:r>
      <w:r w:rsidRPr="009C526C">
        <w:rPr>
          <w:rFonts w:hint="cs"/>
          <w:spacing w:val="0"/>
          <w:cs/>
        </w:rPr>
        <w:t xml:space="preserve"> เมษายน </w:t>
      </w:r>
      <w:r w:rsidR="00903A1C" w:rsidRPr="009C526C">
        <w:rPr>
          <w:rFonts w:hint="cs"/>
          <w:spacing w:val="0"/>
        </w:rPr>
        <w:t>2558</w:t>
      </w:r>
      <w:r w:rsidRPr="009C526C">
        <w:rPr>
          <w:rFonts w:hint="cs"/>
          <w:spacing w:val="0"/>
          <w:cs/>
        </w:rPr>
        <w:t xml:space="preserve"> ว่าคดีนี้เป็นคดีปกครองจึงอยู่ภายใต้เขต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อำนาจของศาลปกครอง ดังนั้น ศาลแพ่งจึงได้มีคำสั่งให้จำหน่ายคดีนี้ออกจากสารบบความของศาลแพ่ง กรณีนี้จึง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ถือได้ว่า ขณะนี้ไม่มีคดีที่ผู้ประกอบกิจการโทรคมนาคมรายดังกล่าวฟ้องบริษัทในศาลแพ่งอีกต่อไป</w:t>
      </w:r>
      <w:bookmarkEnd w:id="2"/>
    </w:p>
    <w:p w14:paraId="0F9D849B" w14:textId="63DD0410" w:rsidR="002060B2" w:rsidRDefault="002060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cs/>
        </w:rPr>
      </w:pPr>
    </w:p>
    <w:p w14:paraId="04E567E0" w14:textId="77777777" w:rsidR="009102AB" w:rsidRDefault="0091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cs/>
        </w:rPr>
      </w:pPr>
      <w:r>
        <w:rPr>
          <w:spacing w:val="0"/>
          <w:cs/>
        </w:rPr>
        <w:br w:type="page"/>
      </w:r>
    </w:p>
    <w:p w14:paraId="6654B901" w14:textId="08A389AD" w:rsidR="00B729AD" w:rsidRPr="009C526C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lastRenderedPageBreak/>
        <w:t>ต่อมาศาลปกครองกลางได้มีหมายแจ้งคำสั่งศาลลงวันที่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26</w:t>
      </w:r>
      <w:r w:rsidRPr="009C526C">
        <w:rPr>
          <w:rFonts w:hint="cs"/>
          <w:spacing w:val="0"/>
          <w:cs/>
        </w:rPr>
        <w:t xml:space="preserve"> มิถุนายน </w:t>
      </w:r>
      <w:r w:rsidR="00903A1C" w:rsidRPr="009C526C">
        <w:rPr>
          <w:rFonts w:hint="cs"/>
          <w:spacing w:val="0"/>
        </w:rPr>
        <w:t>2558</w:t>
      </w:r>
      <w:r w:rsidRPr="009C526C">
        <w:rPr>
          <w:rFonts w:hint="cs"/>
          <w:spacing w:val="0"/>
          <w:cs/>
        </w:rPr>
        <w:t xml:space="preserve"> ถึงบริษัทว่าศาลปกครองกลางได้รับ</w:t>
      </w:r>
      <w:r w:rsidR="004B5DD0" w:rsidRPr="009C526C">
        <w:rPr>
          <w:rFonts w:hint="cs"/>
          <w:spacing w:val="0"/>
          <w:cs/>
        </w:rPr>
        <w:t xml:space="preserve">  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 xml:space="preserve">โอนคดีนี้มาจากศาลแพ่งแล้ว อย่างไรก็ตาม บริษัทพิจารณาแล้วไม่เห็นพ้องด้วยกับคำสั่งของศาลปกครองกลาง 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 xml:space="preserve">ดังนั้น บริษัทจึงได้ยื่นคำร้องโต้แย้งคำสั่งศาลปกครองกลางเมื่อวันที่ </w:t>
      </w:r>
      <w:r w:rsidR="00903A1C" w:rsidRPr="009C526C">
        <w:rPr>
          <w:rFonts w:hint="cs"/>
          <w:spacing w:val="0"/>
        </w:rPr>
        <w:t>13</w:t>
      </w:r>
      <w:r w:rsidRPr="009C526C">
        <w:rPr>
          <w:rFonts w:hint="cs"/>
          <w:spacing w:val="0"/>
          <w:cs/>
        </w:rPr>
        <w:t xml:space="preserve"> สิงหาคม </w:t>
      </w:r>
      <w:r w:rsidR="00903A1C" w:rsidRPr="009C526C">
        <w:rPr>
          <w:rFonts w:hint="cs"/>
          <w:spacing w:val="0"/>
        </w:rPr>
        <w:t>2558</w:t>
      </w:r>
      <w:r w:rsidRPr="009C526C">
        <w:rPr>
          <w:rFonts w:hint="cs"/>
          <w:spacing w:val="0"/>
          <w:cs/>
        </w:rPr>
        <w:t xml:space="preserve"> ซึ่งศาลปกครองกลาง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พิจารณาคำร้องของบริษัทแล้วมีคำสั่งเมื่อวันที่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28</w:t>
      </w:r>
      <w:r w:rsidRPr="009C526C">
        <w:rPr>
          <w:rFonts w:hint="cs"/>
          <w:spacing w:val="0"/>
          <w:cs/>
        </w:rPr>
        <w:t xml:space="preserve"> สิงหาคม </w:t>
      </w:r>
      <w:r w:rsidR="00903A1C" w:rsidRPr="009C526C">
        <w:rPr>
          <w:rFonts w:hint="cs"/>
          <w:spacing w:val="0"/>
        </w:rPr>
        <w:t>2558</w:t>
      </w:r>
      <w:r w:rsidRPr="009C526C">
        <w:rPr>
          <w:rFonts w:hint="cs"/>
          <w:spacing w:val="0"/>
          <w:cs/>
        </w:rPr>
        <w:t xml:space="preserve"> ว่าไม่รับคำร้องของบริษัท เนื่องจากศาลปกครอง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 xml:space="preserve">กลางเห็นว่า แม้ศาลแพ่งจะสั่งจำหน่ายคดีออกจากสารบบความก็ตาม แต่ศาลแพ่งก็ได้มีการสรุปสำนวนและจัดส่งเอกสารในสำนวนคดีนี้ทั้งหมดมายังศาลปกครองกลาง กรณีนี้จึงถือได้ว่าศาลแพ่งได้โอนคดีนี้มายังศาลปกครองกลาง คำสั่งไม่รับคำร้องนี้ แม้บริษัทจะยังคงไม่เห็นพ้องด้วย แต่โดยที่ตามกฎหมายถือว่าเป็นคำสั่งระหว่างพิจารณา 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การอุทธรณ์คำสั่งระหว่างพิจารณาจะต้องอุทธรณ์ไปพร้อมกับการอุทธรณ์คำพิพากษาจึงจำเป็นที่บริษัทจะต้องรอ</w:t>
      </w:r>
      <w:r w:rsidR="004B5DD0" w:rsidRPr="009C526C">
        <w:rPr>
          <w:rFonts w:hint="cs"/>
          <w:spacing w:val="0"/>
          <w:cs/>
        </w:rPr>
        <w:t xml:space="preserve"> 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ให้ศาลปกครองกลางมีคำพิพากษาตัดสินคดีนี้เสียก่อน บริษัทจึงจะสามารถใช้สิทธิอุทธรณ์ได้ ซึ่งศาลปกครอง</w:t>
      </w:r>
      <w:r w:rsidR="004B5DD0" w:rsidRPr="009C526C">
        <w:rPr>
          <w:rFonts w:hint="cs"/>
          <w:spacing w:val="0"/>
          <w:cs/>
        </w:rPr>
        <w:t xml:space="preserve">  </w:t>
      </w:r>
      <w:r w:rsidR="00CE7DCF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กลางได้มีคำสั่งกำหนดให้วันที่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30</w:t>
      </w:r>
      <w:r w:rsidRPr="009C526C">
        <w:rPr>
          <w:rFonts w:hint="cs"/>
          <w:spacing w:val="0"/>
          <w:cs/>
        </w:rPr>
        <w:t xml:space="preserve"> มีนาคม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2561</w:t>
      </w:r>
      <w:r w:rsidRPr="009C526C">
        <w:rPr>
          <w:rFonts w:hint="cs"/>
          <w:spacing w:val="0"/>
          <w:cs/>
        </w:rPr>
        <w:t xml:space="preserve"> เป็นวันสิ้นสุดการแสวงหาข้อเท็จจริง</w:t>
      </w:r>
    </w:p>
    <w:p w14:paraId="1EB14EE8" w14:textId="77777777" w:rsidR="00FD45F9" w:rsidRPr="009C526C" w:rsidRDefault="00FD45F9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hanging="540"/>
        <w:jc w:val="thaiDistribute"/>
        <w:rPr>
          <w:spacing w:val="0"/>
        </w:rPr>
      </w:pPr>
    </w:p>
    <w:p w14:paraId="4DB62636" w14:textId="60EC8DBF" w:rsidR="00B729AD" w:rsidRPr="009C526C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t>เมื่อวันที่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31</w:t>
      </w:r>
      <w:r w:rsidRPr="009C526C">
        <w:rPr>
          <w:rFonts w:hint="cs"/>
          <w:spacing w:val="0"/>
          <w:cs/>
        </w:rPr>
        <w:t xml:space="preserve"> กรกฎาคม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2562</w:t>
      </w:r>
      <w:r w:rsidRPr="009C526C">
        <w:rPr>
          <w:rFonts w:hint="cs"/>
          <w:spacing w:val="0"/>
          <w:cs/>
        </w:rPr>
        <w:t xml:space="preserve"> ศาลปกครองกลางได้มีคำพิพากษาให้บริษัทชำระค่าเช่าแก่ผู้ประกอบกิจการ</w:t>
      </w:r>
      <w:r w:rsidR="00987830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โทรคมนาคมรายดังกล่าวตามอัตราขั้นต่ำตามที่บริษัทอ้างอิง พร้อมทั้งดอกเบี้ยในอัตราร้อยละ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7</w:t>
      </w:r>
      <w:r w:rsidRPr="009C526C">
        <w:rPr>
          <w:rFonts w:hint="cs"/>
          <w:spacing w:val="0"/>
        </w:rPr>
        <w:t>.</w:t>
      </w:r>
      <w:r w:rsidR="00903A1C" w:rsidRPr="009C526C">
        <w:rPr>
          <w:rFonts w:hint="cs"/>
          <w:spacing w:val="0"/>
        </w:rPr>
        <w:t>5</w:t>
      </w:r>
      <w:r w:rsidRPr="009C526C">
        <w:rPr>
          <w:rFonts w:hint="cs"/>
          <w:spacing w:val="0"/>
        </w:rPr>
        <w:t xml:space="preserve"> </w:t>
      </w:r>
      <w:r w:rsidRPr="009C526C">
        <w:rPr>
          <w:rFonts w:hint="cs"/>
          <w:spacing w:val="0"/>
          <w:cs/>
        </w:rPr>
        <w:t>ต่อปีของเงินต้นจำนวน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7</w:t>
      </w:r>
      <w:r w:rsidRPr="009C526C">
        <w:rPr>
          <w:rFonts w:hint="cs"/>
          <w:spacing w:val="0"/>
          <w:cs/>
        </w:rPr>
        <w:t xml:space="preserve"> ล้านบาท บริษัทได้ชำระค่าเช่าท่อพร้อมทั้งดอกเบี้ยให้แก่ผู้ประกอบกิจการโทรคมนาคมรายดังกล่าว</w:t>
      </w:r>
      <w:r w:rsidR="00987830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 xml:space="preserve">แล้วเป็นจำนวน </w:t>
      </w:r>
      <w:r w:rsidR="00903A1C" w:rsidRPr="009C526C">
        <w:rPr>
          <w:rFonts w:hint="cs"/>
          <w:spacing w:val="0"/>
        </w:rPr>
        <w:t>16</w:t>
      </w:r>
      <w:r w:rsidRPr="009C526C">
        <w:rPr>
          <w:rFonts w:hint="cs"/>
          <w:spacing w:val="0"/>
        </w:rPr>
        <w:t xml:space="preserve"> </w:t>
      </w:r>
      <w:r w:rsidRPr="009C526C">
        <w:rPr>
          <w:rFonts w:hint="cs"/>
          <w:spacing w:val="0"/>
          <w:cs/>
        </w:rPr>
        <w:t xml:space="preserve">ล้านบาท ในวันที่ </w:t>
      </w:r>
      <w:r w:rsidR="00903A1C" w:rsidRPr="009C526C">
        <w:rPr>
          <w:rFonts w:hint="cs"/>
          <w:spacing w:val="0"/>
        </w:rPr>
        <w:t>21</w:t>
      </w:r>
      <w:r w:rsidRPr="009C526C">
        <w:rPr>
          <w:rFonts w:hint="cs"/>
          <w:spacing w:val="0"/>
          <w:cs/>
        </w:rPr>
        <w:t xml:space="preserve"> สิงหาคม </w:t>
      </w:r>
      <w:r w:rsidR="00903A1C" w:rsidRPr="009C526C">
        <w:rPr>
          <w:rFonts w:hint="cs"/>
          <w:spacing w:val="0"/>
        </w:rPr>
        <w:t>2562</w:t>
      </w:r>
    </w:p>
    <w:p w14:paraId="5FE4BFE7" w14:textId="77777777" w:rsidR="00B729AD" w:rsidRPr="009C526C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hanging="540"/>
        <w:jc w:val="thaiDistribute"/>
        <w:rPr>
          <w:spacing w:val="0"/>
        </w:rPr>
      </w:pPr>
    </w:p>
    <w:p w14:paraId="65A2FC66" w14:textId="09B290CC" w:rsidR="00B729AD" w:rsidRPr="009C526C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t xml:space="preserve">ต่อมาผู้ประกอบกิจการโทรคมนาคมรายดังกล่าว ได้ยื่นขออุทธรณ์คัดค้านคำพิพากษาของศาลปกครองกลางในวันที่ </w:t>
      </w:r>
      <w:r w:rsidR="00987830" w:rsidRPr="009C526C">
        <w:rPr>
          <w:spacing w:val="0"/>
          <w:cs/>
        </w:rPr>
        <w:br/>
      </w:r>
      <w:r w:rsidR="00903A1C" w:rsidRPr="009C526C">
        <w:rPr>
          <w:rFonts w:hint="cs"/>
          <w:spacing w:val="0"/>
        </w:rPr>
        <w:t>28</w:t>
      </w:r>
      <w:r w:rsidRPr="009C526C">
        <w:rPr>
          <w:rFonts w:hint="cs"/>
          <w:spacing w:val="0"/>
        </w:rPr>
        <w:t xml:space="preserve"> </w:t>
      </w:r>
      <w:r w:rsidRPr="009C526C">
        <w:rPr>
          <w:rFonts w:hint="cs"/>
          <w:spacing w:val="0"/>
          <w:cs/>
        </w:rPr>
        <w:t xml:space="preserve">สิงหาคม </w:t>
      </w:r>
      <w:r w:rsidR="00903A1C" w:rsidRPr="009C526C">
        <w:rPr>
          <w:rFonts w:hint="cs"/>
          <w:spacing w:val="0"/>
        </w:rPr>
        <w:t>2562</w:t>
      </w:r>
      <w:r w:rsidRPr="009C526C">
        <w:rPr>
          <w:rFonts w:hint="cs"/>
          <w:spacing w:val="0"/>
          <w:cs/>
        </w:rPr>
        <w:t xml:space="preserve"> ซึ่งบริษัทได้ทำการยื่นคำแก้อุทธรณ์ต่อศาลปกครองกลางแล้วเมื่อวันที่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17</w:t>
      </w:r>
      <w:r w:rsidRPr="009C526C">
        <w:rPr>
          <w:rFonts w:hint="cs"/>
          <w:spacing w:val="0"/>
          <w:cs/>
        </w:rPr>
        <w:t xml:space="preserve"> ธันวาคม</w:t>
      </w:r>
      <w:r w:rsidRPr="009C526C">
        <w:rPr>
          <w:rFonts w:hint="cs"/>
          <w:spacing w:val="0"/>
        </w:rPr>
        <w:t xml:space="preserve"> </w:t>
      </w:r>
      <w:r w:rsidR="00903A1C" w:rsidRPr="009C526C">
        <w:rPr>
          <w:rFonts w:hint="cs"/>
          <w:spacing w:val="0"/>
        </w:rPr>
        <w:t>2562</w:t>
      </w:r>
      <w:r w:rsidR="004B5DD0" w:rsidRPr="009C526C">
        <w:rPr>
          <w:rFonts w:hint="cs"/>
          <w:spacing w:val="0"/>
          <w:cs/>
        </w:rPr>
        <w:t xml:space="preserve"> </w:t>
      </w:r>
      <w:r w:rsidRPr="009C526C">
        <w:rPr>
          <w:rFonts w:hint="cs"/>
          <w:spacing w:val="0"/>
          <w:cs/>
        </w:rPr>
        <w:t>โดย</w:t>
      </w:r>
      <w:r w:rsidR="00987830" w:rsidRPr="009C526C">
        <w:rPr>
          <w:spacing w:val="0"/>
          <w:cs/>
        </w:rPr>
        <w:br/>
      </w:r>
      <w:r w:rsidRPr="009C526C">
        <w:rPr>
          <w:rFonts w:hint="cs"/>
          <w:spacing w:val="0"/>
          <w:cs/>
        </w:rPr>
        <w:t>ขณะนี้บริษัทอยู่ระหว่างรอผลการตัดสินพิพากษาจากศาลปกครองสูงสุด</w:t>
      </w:r>
    </w:p>
    <w:p w14:paraId="38B9BC15" w14:textId="77777777" w:rsidR="00B729AD" w:rsidRPr="009C526C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hanging="540"/>
        <w:jc w:val="thaiDistribute"/>
        <w:rPr>
          <w:spacing w:val="0"/>
        </w:rPr>
      </w:pPr>
    </w:p>
    <w:p w14:paraId="7EF9994E" w14:textId="77390ECD" w:rsidR="009F7FA7" w:rsidRDefault="00B729AD" w:rsidP="00D47A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  <w:r w:rsidRPr="009C526C">
        <w:rPr>
          <w:rFonts w:hint="cs"/>
          <w:spacing w:val="0"/>
          <w:cs/>
        </w:rPr>
        <w:t xml:space="preserve">ทั้งนี้ บริษัทได้บันทึกค่าเช่าท่อสำหรับเดือนสิงหาคม </w:t>
      </w:r>
      <w:r w:rsidR="00903A1C" w:rsidRPr="009C526C">
        <w:rPr>
          <w:rFonts w:hint="cs"/>
          <w:spacing w:val="0"/>
        </w:rPr>
        <w:t>2562</w:t>
      </w:r>
      <w:r w:rsidRPr="009C526C">
        <w:rPr>
          <w:rFonts w:hint="cs"/>
          <w:spacing w:val="0"/>
        </w:rPr>
        <w:t xml:space="preserve"> </w:t>
      </w:r>
      <w:r w:rsidRPr="009C526C">
        <w:rPr>
          <w:rFonts w:hint="cs"/>
          <w:spacing w:val="0"/>
          <w:cs/>
        </w:rPr>
        <w:t xml:space="preserve">เป็นต้นไป ในจำนวนต่อเดือนตามคำพิพากษาของศาลปกครองกลาง โดย ณ วันที่ </w:t>
      </w:r>
      <w:r w:rsidR="005A3DA2" w:rsidRPr="009C526C">
        <w:rPr>
          <w:spacing w:val="0"/>
        </w:rPr>
        <w:t>3</w:t>
      </w:r>
      <w:r w:rsidR="00D05176">
        <w:rPr>
          <w:spacing w:val="0"/>
        </w:rPr>
        <w:t>1</w:t>
      </w:r>
      <w:r w:rsidR="005A3DA2" w:rsidRPr="009C526C">
        <w:rPr>
          <w:spacing w:val="0"/>
        </w:rPr>
        <w:t xml:space="preserve"> </w:t>
      </w:r>
      <w:r w:rsidR="00D05176">
        <w:rPr>
          <w:rFonts w:hint="cs"/>
          <w:spacing w:val="0"/>
          <w:cs/>
        </w:rPr>
        <w:t>มีนาคม</w:t>
      </w:r>
      <w:r w:rsidR="005A3DA2" w:rsidRPr="009C526C">
        <w:rPr>
          <w:rFonts w:hint="cs"/>
          <w:spacing w:val="0"/>
          <w:cs/>
        </w:rPr>
        <w:t xml:space="preserve"> </w:t>
      </w:r>
      <w:r w:rsidR="00903A1C" w:rsidRPr="009C526C">
        <w:rPr>
          <w:spacing w:val="0"/>
        </w:rPr>
        <w:t>256</w:t>
      </w:r>
      <w:r w:rsidR="00D05176">
        <w:rPr>
          <w:spacing w:val="0"/>
        </w:rPr>
        <w:t>8</w:t>
      </w:r>
      <w:r w:rsidRPr="009C526C">
        <w:rPr>
          <w:rFonts w:hint="cs"/>
          <w:spacing w:val="0"/>
        </w:rPr>
        <w:t xml:space="preserve"> </w:t>
      </w:r>
      <w:r w:rsidRPr="009C526C">
        <w:rPr>
          <w:rFonts w:hint="cs"/>
          <w:spacing w:val="0"/>
          <w:cs/>
        </w:rPr>
        <w:t xml:space="preserve">บริษัทมีค่าเช่าท่อค้างจ่ายในงบการเงินจำนวน </w:t>
      </w:r>
      <w:r w:rsidR="00C7353A" w:rsidRPr="009C526C">
        <w:rPr>
          <w:spacing w:val="0"/>
        </w:rPr>
        <w:t>0.</w:t>
      </w:r>
      <w:r w:rsidR="007E166B" w:rsidRPr="009C526C">
        <w:rPr>
          <w:spacing w:val="0"/>
        </w:rPr>
        <w:t>0</w:t>
      </w:r>
      <w:r w:rsidR="00C7353A" w:rsidRPr="009C526C">
        <w:rPr>
          <w:spacing w:val="0"/>
        </w:rPr>
        <w:t>5</w:t>
      </w:r>
      <w:r w:rsidRPr="009C526C">
        <w:rPr>
          <w:spacing w:val="0"/>
        </w:rPr>
        <w:t xml:space="preserve"> </w:t>
      </w:r>
      <w:r w:rsidRPr="009C526C">
        <w:rPr>
          <w:rFonts w:hint="cs"/>
          <w:spacing w:val="0"/>
          <w:cs/>
        </w:rPr>
        <w:t xml:space="preserve">ล้านบาท </w:t>
      </w:r>
      <w:r w:rsidRPr="009C526C">
        <w:rPr>
          <w:spacing w:val="0"/>
          <w:cs/>
        </w:rPr>
        <w:t>โดยฝ่ายบริหารของบริษัทเชื่อว่าผลของคดีฟ้องร้องดังกล่าวจะไม่ส่งผลกระทบอย่างมีนัยสำคัญต่อฐานะทางการเงินของบริษัท</w:t>
      </w:r>
      <w:bookmarkEnd w:id="3"/>
    </w:p>
    <w:p w14:paraId="050E383F" w14:textId="77777777" w:rsidR="00D47A92" w:rsidRPr="00D47A92" w:rsidRDefault="00D47A92" w:rsidP="00D47A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</w:p>
    <w:p w14:paraId="20AB72AF" w14:textId="4157115D" w:rsidR="009F7FA7" w:rsidRDefault="009F7FA7" w:rsidP="009F7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b/>
          <w:bCs/>
          <w:spacing w:val="0"/>
        </w:rPr>
      </w:pPr>
      <w:r w:rsidRPr="00D74373">
        <w:rPr>
          <w:b/>
          <w:bCs/>
          <w:spacing w:val="0"/>
        </w:rPr>
        <w:t>1</w:t>
      </w:r>
      <w:r>
        <w:rPr>
          <w:b/>
          <w:bCs/>
          <w:spacing w:val="0"/>
        </w:rPr>
        <w:t>2</w:t>
      </w:r>
      <w:r w:rsidRPr="00D74373">
        <w:rPr>
          <w:b/>
          <w:bCs/>
          <w:spacing w:val="0"/>
          <w:cs/>
        </w:rPr>
        <w:tab/>
      </w:r>
      <w:r w:rsidR="00791573" w:rsidRPr="00791573">
        <w:rPr>
          <w:b/>
          <w:bCs/>
          <w:spacing w:val="0"/>
          <w:cs/>
        </w:rPr>
        <w:t>เหตุการณ์ภายหลังรอบระยะเวลารายงาน</w:t>
      </w:r>
    </w:p>
    <w:p w14:paraId="72192E91" w14:textId="77777777" w:rsidR="00E0714D" w:rsidRDefault="00E0714D" w:rsidP="001A3AD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ajorBidi" w:hAnsiTheme="majorBidi"/>
          <w:spacing w:val="0"/>
          <w:szCs w:val="30"/>
        </w:rPr>
      </w:pPr>
    </w:p>
    <w:p w14:paraId="7B4A538D" w14:textId="771169EA" w:rsidR="00DB13FE" w:rsidRPr="00DB13FE" w:rsidRDefault="00DB13FE" w:rsidP="001A3AD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spacing w:val="0"/>
          <w:lang w:val="th-TH"/>
        </w:rPr>
      </w:pPr>
      <w:r w:rsidRPr="00DB13FE">
        <w:rPr>
          <w:rFonts w:asciiTheme="majorBidi" w:hAnsiTheme="majorBidi"/>
          <w:spacing w:val="0"/>
          <w:szCs w:val="30"/>
          <w:cs/>
        </w:rPr>
        <w:t xml:space="preserve">ในการประชุมสามัญผู้ถือหุ้นของบริษัทเมื่อวันที่ </w:t>
      </w:r>
      <w:r w:rsidRPr="00DB13FE">
        <w:rPr>
          <w:rFonts w:asciiTheme="majorBidi" w:hAnsiTheme="majorBidi"/>
          <w:spacing w:val="0"/>
          <w:szCs w:val="30"/>
        </w:rPr>
        <w:t xml:space="preserve">25 </w:t>
      </w:r>
      <w:r w:rsidRPr="00DB13FE">
        <w:rPr>
          <w:rFonts w:asciiTheme="majorBidi" w:hAnsiTheme="majorBidi"/>
          <w:spacing w:val="0"/>
          <w:szCs w:val="30"/>
          <w:cs/>
        </w:rPr>
        <w:t xml:space="preserve">เมษายน </w:t>
      </w:r>
      <w:r w:rsidRPr="00DB13FE">
        <w:rPr>
          <w:rFonts w:asciiTheme="majorBidi" w:hAnsiTheme="majorBidi"/>
          <w:spacing w:val="0"/>
          <w:szCs w:val="30"/>
        </w:rPr>
        <w:t xml:space="preserve">2568 </w:t>
      </w:r>
      <w:r w:rsidRPr="00DB13FE">
        <w:rPr>
          <w:rFonts w:asciiTheme="majorBidi" w:hAnsiTheme="majorBidi"/>
          <w:spacing w:val="0"/>
          <w:szCs w:val="30"/>
          <w:cs/>
        </w:rPr>
        <w:t xml:space="preserve">ผู้ถือหุ้นมีมติอนุมัติการจ่ายเงินปันผลในอัตราหุ้นละ </w:t>
      </w:r>
      <w:r w:rsidRPr="00DB13FE">
        <w:rPr>
          <w:rFonts w:asciiTheme="majorBidi" w:hAnsiTheme="majorBidi"/>
          <w:spacing w:val="0"/>
          <w:szCs w:val="30"/>
        </w:rPr>
        <w:t xml:space="preserve">0.1589 </w:t>
      </w:r>
      <w:r w:rsidRPr="00DB13FE">
        <w:rPr>
          <w:rFonts w:asciiTheme="majorBidi" w:hAnsiTheme="majorBidi"/>
          <w:spacing w:val="0"/>
          <w:szCs w:val="30"/>
          <w:cs/>
        </w:rPr>
        <w:t xml:space="preserve">บาท รวมเป็นเงิน </w:t>
      </w:r>
      <w:r w:rsidRPr="00DB13FE">
        <w:rPr>
          <w:rFonts w:asciiTheme="majorBidi" w:hAnsiTheme="majorBidi"/>
          <w:spacing w:val="0"/>
          <w:szCs w:val="30"/>
        </w:rPr>
        <w:t xml:space="preserve">68.91 </w:t>
      </w:r>
      <w:r w:rsidRPr="00DB13FE">
        <w:rPr>
          <w:rFonts w:asciiTheme="majorBidi" w:hAnsiTheme="majorBidi"/>
          <w:spacing w:val="0"/>
          <w:szCs w:val="30"/>
          <w:cs/>
        </w:rPr>
        <w:t xml:space="preserve">ล้านบาท เงินปันผลดังกล่าวจะจ่ายให้กับผู้ถือหุ้นในเดือนพฤษภาคม </w:t>
      </w:r>
      <w:r w:rsidRPr="00DB13FE">
        <w:rPr>
          <w:rFonts w:asciiTheme="majorBidi" w:hAnsiTheme="majorBidi"/>
          <w:spacing w:val="0"/>
          <w:szCs w:val="30"/>
        </w:rPr>
        <w:t>2568</w:t>
      </w:r>
    </w:p>
    <w:p w14:paraId="573829E1" w14:textId="77777777" w:rsidR="009F7FA7" w:rsidRPr="009F7FA7" w:rsidRDefault="009F7FA7" w:rsidP="009F7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pacing w:val="0"/>
          <w:cs/>
        </w:rPr>
      </w:pPr>
    </w:p>
    <w:sectPr w:rsidR="009F7FA7" w:rsidRPr="009F7FA7" w:rsidSect="00C36A10">
      <w:headerReference w:type="default" r:id="rId11"/>
      <w:footerReference w:type="default" r:id="rId12"/>
      <w:pgSz w:w="11909" w:h="16834" w:code="9"/>
      <w:pgMar w:top="691" w:right="1152" w:bottom="576" w:left="1152" w:header="720" w:footer="720" w:gutter="0"/>
      <w:pgNumType w:start="13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8B291" w14:textId="77777777" w:rsidR="002423F9" w:rsidRDefault="002423F9" w:rsidP="00900EE2">
      <w:r>
        <w:separator/>
      </w:r>
    </w:p>
  </w:endnote>
  <w:endnote w:type="continuationSeparator" w:id="0">
    <w:p w14:paraId="2DD2F94A" w14:textId="77777777" w:rsidR="002423F9" w:rsidRDefault="002423F9" w:rsidP="00900EE2">
      <w:r>
        <w:continuationSeparator/>
      </w:r>
    </w:p>
  </w:endnote>
  <w:endnote w:type="continuationNotice" w:id="1">
    <w:p w14:paraId="025FEE1E" w14:textId="77777777" w:rsidR="002423F9" w:rsidRDefault="002423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BA60" w14:textId="73287923" w:rsidR="00F06F54" w:rsidRPr="005E3BBD" w:rsidRDefault="00F06F54">
    <w:pPr>
      <w:pStyle w:val="Footer"/>
      <w:jc w:val="center"/>
      <w:rPr>
        <w:noProof/>
        <w:lang w:val="en-US"/>
      </w:rPr>
    </w:pPr>
    <w:r w:rsidRPr="001C120C">
      <w:fldChar w:fldCharType="begin"/>
    </w:r>
    <w:r w:rsidRPr="001C120C">
      <w:instrText xml:space="preserve"> PAGE   \* MERGEFORMAT </w:instrText>
    </w:r>
    <w:r w:rsidRPr="001C120C">
      <w:fldChar w:fldCharType="separate"/>
    </w:r>
    <w:r w:rsidR="00903A1C" w:rsidRPr="00903A1C">
      <w:rPr>
        <w:noProof/>
        <w:lang w:val="en-US"/>
      </w:rPr>
      <w:t>2</w:t>
    </w:r>
    <w:r w:rsidRPr="001C120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8F19" w14:textId="77777777" w:rsidR="002423F9" w:rsidRDefault="002423F9" w:rsidP="00900EE2">
      <w:r>
        <w:separator/>
      </w:r>
    </w:p>
  </w:footnote>
  <w:footnote w:type="continuationSeparator" w:id="0">
    <w:p w14:paraId="7C66EEA9" w14:textId="77777777" w:rsidR="002423F9" w:rsidRDefault="002423F9" w:rsidP="00900EE2">
      <w:r>
        <w:continuationSeparator/>
      </w:r>
    </w:p>
  </w:footnote>
  <w:footnote w:type="continuationNotice" w:id="1">
    <w:p w14:paraId="6613B6E0" w14:textId="77777777" w:rsidR="002423F9" w:rsidRDefault="002423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F8EE" w14:textId="77777777" w:rsidR="00F06F54" w:rsidRPr="004D5C63" w:rsidRDefault="00F06F54" w:rsidP="00B52A6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bCs/>
        <w:spacing w:val="0"/>
        <w:sz w:val="32"/>
        <w:szCs w:val="32"/>
      </w:rPr>
    </w:pPr>
    <w:r w:rsidRPr="004D5C63">
      <w:rPr>
        <w:rFonts w:hint="cs"/>
        <w:b/>
        <w:bCs/>
        <w:spacing w:val="0"/>
        <w:sz w:val="32"/>
        <w:szCs w:val="32"/>
        <w:cs/>
      </w:rPr>
      <w:t>บริษัท ซิมโฟนี่ คอมมูนิเคชั่น จำกัด (มหาชน) และบริษัทย่อย</w:t>
    </w:r>
  </w:p>
  <w:p w14:paraId="72E8C3A2" w14:textId="77777777" w:rsidR="00F06F54" w:rsidRPr="004D5C63" w:rsidRDefault="00F06F54" w:rsidP="00B52A6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b/>
        <w:bCs/>
        <w:spacing w:val="0"/>
        <w:sz w:val="32"/>
        <w:szCs w:val="32"/>
      </w:rPr>
    </w:pPr>
    <w:r w:rsidRPr="004D5C63">
      <w:rPr>
        <w:rFonts w:hint="cs"/>
        <w:b/>
        <w:bCs/>
        <w:spacing w:val="0"/>
        <w:sz w:val="32"/>
        <w:szCs w:val="32"/>
        <w:cs/>
      </w:rPr>
      <w:t>หมายเหตุประกอบงบการเงินระหว่างกาลแบบย่อ</w:t>
    </w:r>
  </w:p>
  <w:p w14:paraId="678EF387" w14:textId="553F3FE5" w:rsidR="00121FCB" w:rsidRPr="0002526B" w:rsidRDefault="00121FCB" w:rsidP="00121FC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02526B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>
      <w:rPr>
        <w:rFonts w:ascii="Angsana New" w:hAnsi="Angsana New"/>
        <w:sz w:val="32"/>
        <w:szCs w:val="32"/>
        <w:lang w:val="en-US" w:bidi="th-TH"/>
      </w:rPr>
      <w:t>3</w:t>
    </w:r>
    <w:r w:rsidR="00AF08B9">
      <w:rPr>
        <w:rFonts w:ascii="Angsana New" w:hAnsi="Angsana New"/>
        <w:sz w:val="32"/>
        <w:szCs w:val="32"/>
        <w:lang w:val="en-US" w:bidi="th-TH"/>
      </w:rPr>
      <w:t>1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="00AF08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 w:rsidRPr="00AB365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02526B">
      <w:rPr>
        <w:rFonts w:ascii="Angsana New" w:hAnsi="Angsana New" w:hint="cs"/>
        <w:sz w:val="32"/>
        <w:szCs w:val="32"/>
        <w:lang w:val="en-US" w:bidi="th-TH"/>
      </w:rPr>
      <w:t>256</w:t>
    </w:r>
    <w:r w:rsidR="00AF08B9">
      <w:rPr>
        <w:rFonts w:ascii="Angsana New" w:hAnsi="Angsana New"/>
        <w:sz w:val="32"/>
        <w:szCs w:val="32"/>
        <w:lang w:val="en-US" w:bidi="th-TH"/>
      </w:rPr>
      <w:t>8</w:t>
    </w:r>
    <w:r w:rsidRPr="0002526B">
      <w:rPr>
        <w:rFonts w:ascii="Angsana New" w:hAnsi="Angsana New" w:hint="cs"/>
        <w:sz w:val="32"/>
        <w:szCs w:val="32"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(</w:t>
    </w:r>
    <w:r w:rsidRPr="0002526B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1B4915">
      <w:rPr>
        <w:rFonts w:ascii="Angsana New" w:hAnsi="Angsana New"/>
        <w:sz w:val="32"/>
        <w:szCs w:val="32"/>
        <w:lang w:val="en-US" w:bidi="th-TH"/>
      </w:rPr>
      <w:t>)</w:t>
    </w:r>
  </w:p>
  <w:p w14:paraId="0EB64702" w14:textId="77777777" w:rsidR="00F06F54" w:rsidRPr="004D5C63" w:rsidRDefault="00F06F54" w:rsidP="00812387">
    <w:pPr>
      <w:pStyle w:val="acctmainheading"/>
      <w:spacing w:after="0" w:line="240" w:lineRule="atLeast"/>
      <w:rPr>
        <w:rFonts w:ascii="Angsana New" w:hAnsi="Angsana New"/>
        <w:b w:val="0"/>
        <w:bCs/>
        <w:spacing w:val="0"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63076A"/>
    <w:multiLevelType w:val="hybridMultilevel"/>
    <w:tmpl w:val="C82E303A"/>
    <w:lvl w:ilvl="0" w:tplc="09C29B7E">
      <w:numFmt w:val="bullet"/>
      <w:lvlText w:val="-"/>
      <w:lvlJc w:val="left"/>
      <w:pPr>
        <w:ind w:left="105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 w15:restartNumberingAfterBreak="0">
    <w:nsid w:val="0AFD3767"/>
    <w:multiLevelType w:val="hybridMultilevel"/>
    <w:tmpl w:val="60B0CA00"/>
    <w:lvl w:ilvl="0" w:tplc="DF1CF6E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2"/>
      </w:rPr>
    </w:lvl>
    <w:lvl w:ilvl="1" w:tplc="6E82E73C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6E066DA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805CE93C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82F0CCC4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B1818F6"/>
    <w:multiLevelType w:val="hybridMultilevel"/>
    <w:tmpl w:val="493007AA"/>
    <w:lvl w:ilvl="0" w:tplc="A7F4B12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135D2E"/>
    <w:multiLevelType w:val="hybridMultilevel"/>
    <w:tmpl w:val="3522E9FE"/>
    <w:lvl w:ilvl="0" w:tplc="69B23E58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CD2D6C"/>
    <w:multiLevelType w:val="hybridMultilevel"/>
    <w:tmpl w:val="1CB0077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6E066DA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805CE93C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82F0CCC4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59670FA9"/>
    <w:multiLevelType w:val="hybridMultilevel"/>
    <w:tmpl w:val="7368FB44"/>
    <w:lvl w:ilvl="0" w:tplc="ED64D126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31023"/>
    <w:multiLevelType w:val="hybridMultilevel"/>
    <w:tmpl w:val="0E8A08DA"/>
    <w:lvl w:ilvl="0" w:tplc="AFE099C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67A90"/>
    <w:multiLevelType w:val="hybridMultilevel"/>
    <w:tmpl w:val="8F867718"/>
    <w:lvl w:ilvl="0" w:tplc="F28EF6B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8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9" w15:restartNumberingAfterBreak="0">
    <w:nsid w:val="665C1C30"/>
    <w:multiLevelType w:val="hybridMultilevel"/>
    <w:tmpl w:val="B0B0029A"/>
    <w:lvl w:ilvl="0" w:tplc="151AFC9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1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C71A0"/>
    <w:multiLevelType w:val="multilevel"/>
    <w:tmpl w:val="6332E41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3" w15:restartNumberingAfterBreak="0">
    <w:nsid w:val="737C2117"/>
    <w:multiLevelType w:val="hybridMultilevel"/>
    <w:tmpl w:val="ACF0E36C"/>
    <w:lvl w:ilvl="0" w:tplc="C820EA42">
      <w:start w:val="1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480924415">
    <w:abstractNumId w:val="6"/>
  </w:num>
  <w:num w:numId="2" w16cid:durableId="224029437">
    <w:abstractNumId w:val="5"/>
  </w:num>
  <w:num w:numId="3" w16cid:durableId="1438481943">
    <w:abstractNumId w:val="9"/>
  </w:num>
  <w:num w:numId="4" w16cid:durableId="752505767">
    <w:abstractNumId w:val="7"/>
  </w:num>
  <w:num w:numId="5" w16cid:durableId="888763827">
    <w:abstractNumId w:val="8"/>
  </w:num>
  <w:num w:numId="6" w16cid:durableId="94596367">
    <w:abstractNumId w:val="3"/>
  </w:num>
  <w:num w:numId="7" w16cid:durableId="33502723">
    <w:abstractNumId w:val="2"/>
  </w:num>
  <w:num w:numId="8" w16cid:durableId="1330211953">
    <w:abstractNumId w:val="0"/>
  </w:num>
  <w:num w:numId="9" w16cid:durableId="486942489">
    <w:abstractNumId w:val="1"/>
  </w:num>
  <w:num w:numId="10" w16cid:durableId="770275361">
    <w:abstractNumId w:val="4"/>
  </w:num>
  <w:num w:numId="11" w16cid:durableId="1790464866">
    <w:abstractNumId w:val="18"/>
  </w:num>
  <w:num w:numId="12" w16cid:durableId="902909241">
    <w:abstractNumId w:val="15"/>
  </w:num>
  <w:num w:numId="13" w16cid:durableId="1786465772">
    <w:abstractNumId w:val="30"/>
  </w:num>
  <w:num w:numId="14" w16cid:durableId="1399396384">
    <w:abstractNumId w:val="16"/>
  </w:num>
  <w:num w:numId="15" w16cid:durableId="241068622">
    <w:abstractNumId w:val="19"/>
  </w:num>
  <w:num w:numId="16" w16cid:durableId="756443333">
    <w:abstractNumId w:val="32"/>
  </w:num>
  <w:num w:numId="17" w16cid:durableId="1753235369">
    <w:abstractNumId w:val="12"/>
  </w:num>
  <w:num w:numId="18" w16cid:durableId="15576605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60079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4269032">
    <w:abstractNumId w:val="31"/>
  </w:num>
  <w:num w:numId="21" w16cid:durableId="660235218">
    <w:abstractNumId w:val="23"/>
  </w:num>
  <w:num w:numId="22" w16cid:durableId="1391539038">
    <w:abstractNumId w:val="24"/>
  </w:num>
  <w:num w:numId="23" w16cid:durableId="1027607344">
    <w:abstractNumId w:val="17"/>
  </w:num>
  <w:num w:numId="24" w16cid:durableId="1503544196">
    <w:abstractNumId w:val="22"/>
  </w:num>
  <w:num w:numId="25" w16cid:durableId="310797609">
    <w:abstractNumId w:val="21"/>
  </w:num>
  <w:num w:numId="26" w16cid:durableId="1534077416">
    <w:abstractNumId w:val="13"/>
  </w:num>
  <w:num w:numId="27" w16cid:durableId="1056512002">
    <w:abstractNumId w:val="20"/>
  </w:num>
  <w:num w:numId="28" w16cid:durableId="1148549509">
    <w:abstractNumId w:val="24"/>
  </w:num>
  <w:num w:numId="29" w16cid:durableId="1527216027">
    <w:abstractNumId w:val="11"/>
  </w:num>
  <w:num w:numId="30" w16cid:durableId="550069650">
    <w:abstractNumId w:val="25"/>
  </w:num>
  <w:num w:numId="31" w16cid:durableId="1814639401">
    <w:abstractNumId w:val="34"/>
  </w:num>
  <w:num w:numId="32" w16cid:durableId="861116">
    <w:abstractNumId w:val="28"/>
  </w:num>
  <w:num w:numId="33" w16cid:durableId="261838128">
    <w:abstractNumId w:val="33"/>
  </w:num>
  <w:num w:numId="34" w16cid:durableId="1909461230">
    <w:abstractNumId w:val="31"/>
  </w:num>
  <w:num w:numId="35" w16cid:durableId="685711535">
    <w:abstractNumId w:val="23"/>
  </w:num>
  <w:num w:numId="36" w16cid:durableId="186531429">
    <w:abstractNumId w:val="17"/>
  </w:num>
  <w:num w:numId="37" w16cid:durableId="50887743">
    <w:abstractNumId w:val="22"/>
  </w:num>
  <w:num w:numId="38" w16cid:durableId="181632117">
    <w:abstractNumId w:val="26"/>
  </w:num>
  <w:num w:numId="39" w16cid:durableId="374356992">
    <w:abstractNumId w:val="27"/>
  </w:num>
  <w:num w:numId="40" w16cid:durableId="1217165303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5FC"/>
    <w:rsid w:val="0000088A"/>
    <w:rsid w:val="00000D7A"/>
    <w:rsid w:val="00000DA9"/>
    <w:rsid w:val="0000113A"/>
    <w:rsid w:val="000013E3"/>
    <w:rsid w:val="0000155D"/>
    <w:rsid w:val="000019E6"/>
    <w:rsid w:val="00001A22"/>
    <w:rsid w:val="00001B45"/>
    <w:rsid w:val="00001CDF"/>
    <w:rsid w:val="00001F9D"/>
    <w:rsid w:val="00002377"/>
    <w:rsid w:val="0000245D"/>
    <w:rsid w:val="00002620"/>
    <w:rsid w:val="0000291C"/>
    <w:rsid w:val="00002B1F"/>
    <w:rsid w:val="00002E24"/>
    <w:rsid w:val="00003040"/>
    <w:rsid w:val="000036F9"/>
    <w:rsid w:val="00003A8F"/>
    <w:rsid w:val="00003D90"/>
    <w:rsid w:val="00004681"/>
    <w:rsid w:val="000047EA"/>
    <w:rsid w:val="00004C8F"/>
    <w:rsid w:val="00005193"/>
    <w:rsid w:val="0000528E"/>
    <w:rsid w:val="00005444"/>
    <w:rsid w:val="00005497"/>
    <w:rsid w:val="00005502"/>
    <w:rsid w:val="00005EA5"/>
    <w:rsid w:val="00006838"/>
    <w:rsid w:val="00006BA7"/>
    <w:rsid w:val="00006BFA"/>
    <w:rsid w:val="00006C60"/>
    <w:rsid w:val="00006E4F"/>
    <w:rsid w:val="00006F01"/>
    <w:rsid w:val="0000721C"/>
    <w:rsid w:val="00007598"/>
    <w:rsid w:val="00007657"/>
    <w:rsid w:val="0000777D"/>
    <w:rsid w:val="000078C6"/>
    <w:rsid w:val="000079AB"/>
    <w:rsid w:val="00007C5E"/>
    <w:rsid w:val="00007F2C"/>
    <w:rsid w:val="0001004E"/>
    <w:rsid w:val="0001035F"/>
    <w:rsid w:val="00010897"/>
    <w:rsid w:val="00010959"/>
    <w:rsid w:val="00010E30"/>
    <w:rsid w:val="00010FA3"/>
    <w:rsid w:val="000114BE"/>
    <w:rsid w:val="0001176F"/>
    <w:rsid w:val="00011C53"/>
    <w:rsid w:val="00011D8F"/>
    <w:rsid w:val="00011FE4"/>
    <w:rsid w:val="0001260E"/>
    <w:rsid w:val="00012AC8"/>
    <w:rsid w:val="00012C5A"/>
    <w:rsid w:val="00012F16"/>
    <w:rsid w:val="00013278"/>
    <w:rsid w:val="000132ED"/>
    <w:rsid w:val="00013415"/>
    <w:rsid w:val="000134A8"/>
    <w:rsid w:val="00013792"/>
    <w:rsid w:val="00013B9E"/>
    <w:rsid w:val="00013C6C"/>
    <w:rsid w:val="00013D2E"/>
    <w:rsid w:val="0001445F"/>
    <w:rsid w:val="000146CB"/>
    <w:rsid w:val="00014733"/>
    <w:rsid w:val="00014AAD"/>
    <w:rsid w:val="00014BB5"/>
    <w:rsid w:val="00015022"/>
    <w:rsid w:val="000152F6"/>
    <w:rsid w:val="0001574B"/>
    <w:rsid w:val="000157B7"/>
    <w:rsid w:val="0001587F"/>
    <w:rsid w:val="00015C25"/>
    <w:rsid w:val="00015E87"/>
    <w:rsid w:val="0001622C"/>
    <w:rsid w:val="000168E6"/>
    <w:rsid w:val="00016D82"/>
    <w:rsid w:val="00016D85"/>
    <w:rsid w:val="00017361"/>
    <w:rsid w:val="00017399"/>
    <w:rsid w:val="00017418"/>
    <w:rsid w:val="00017463"/>
    <w:rsid w:val="000174CB"/>
    <w:rsid w:val="00017622"/>
    <w:rsid w:val="0001769A"/>
    <w:rsid w:val="000176D0"/>
    <w:rsid w:val="00017AED"/>
    <w:rsid w:val="00017B2F"/>
    <w:rsid w:val="00017F57"/>
    <w:rsid w:val="00020346"/>
    <w:rsid w:val="000203D5"/>
    <w:rsid w:val="00020696"/>
    <w:rsid w:val="000210EB"/>
    <w:rsid w:val="00021470"/>
    <w:rsid w:val="000214E7"/>
    <w:rsid w:val="000218B0"/>
    <w:rsid w:val="000219FD"/>
    <w:rsid w:val="00022155"/>
    <w:rsid w:val="000226BF"/>
    <w:rsid w:val="000228E5"/>
    <w:rsid w:val="0002294B"/>
    <w:rsid w:val="00022A1A"/>
    <w:rsid w:val="00022B99"/>
    <w:rsid w:val="00022CA1"/>
    <w:rsid w:val="000233A3"/>
    <w:rsid w:val="000235ED"/>
    <w:rsid w:val="00023855"/>
    <w:rsid w:val="0002389C"/>
    <w:rsid w:val="000239AD"/>
    <w:rsid w:val="00023C68"/>
    <w:rsid w:val="00024116"/>
    <w:rsid w:val="0002435A"/>
    <w:rsid w:val="000244AE"/>
    <w:rsid w:val="000247AE"/>
    <w:rsid w:val="00024B77"/>
    <w:rsid w:val="0002524D"/>
    <w:rsid w:val="0002526B"/>
    <w:rsid w:val="000253E4"/>
    <w:rsid w:val="000256B1"/>
    <w:rsid w:val="0002578B"/>
    <w:rsid w:val="0002579F"/>
    <w:rsid w:val="00025AFC"/>
    <w:rsid w:val="00025B5E"/>
    <w:rsid w:val="00025BD4"/>
    <w:rsid w:val="00025E9F"/>
    <w:rsid w:val="00026206"/>
    <w:rsid w:val="000262E0"/>
    <w:rsid w:val="000264D2"/>
    <w:rsid w:val="0002694E"/>
    <w:rsid w:val="00026BA9"/>
    <w:rsid w:val="00026BEF"/>
    <w:rsid w:val="00026C38"/>
    <w:rsid w:val="00026F22"/>
    <w:rsid w:val="00027504"/>
    <w:rsid w:val="000275D0"/>
    <w:rsid w:val="00027735"/>
    <w:rsid w:val="0002788B"/>
    <w:rsid w:val="000278EB"/>
    <w:rsid w:val="00027C4A"/>
    <w:rsid w:val="00027DF9"/>
    <w:rsid w:val="00027EBF"/>
    <w:rsid w:val="00027F49"/>
    <w:rsid w:val="0003016A"/>
    <w:rsid w:val="00030199"/>
    <w:rsid w:val="00030428"/>
    <w:rsid w:val="00030443"/>
    <w:rsid w:val="000304DD"/>
    <w:rsid w:val="0003063B"/>
    <w:rsid w:val="00030ABC"/>
    <w:rsid w:val="00030B02"/>
    <w:rsid w:val="00030D77"/>
    <w:rsid w:val="00030E00"/>
    <w:rsid w:val="00031270"/>
    <w:rsid w:val="0003137A"/>
    <w:rsid w:val="000314FA"/>
    <w:rsid w:val="00031791"/>
    <w:rsid w:val="00031A0D"/>
    <w:rsid w:val="00031C46"/>
    <w:rsid w:val="00031CD2"/>
    <w:rsid w:val="00032240"/>
    <w:rsid w:val="0003241F"/>
    <w:rsid w:val="0003247B"/>
    <w:rsid w:val="000324CA"/>
    <w:rsid w:val="000324EF"/>
    <w:rsid w:val="00032852"/>
    <w:rsid w:val="00032C93"/>
    <w:rsid w:val="000330D2"/>
    <w:rsid w:val="00033278"/>
    <w:rsid w:val="000335B5"/>
    <w:rsid w:val="0003392B"/>
    <w:rsid w:val="00033B32"/>
    <w:rsid w:val="00033B45"/>
    <w:rsid w:val="00034195"/>
    <w:rsid w:val="0003439E"/>
    <w:rsid w:val="00034776"/>
    <w:rsid w:val="00034C7C"/>
    <w:rsid w:val="00034F14"/>
    <w:rsid w:val="000351C3"/>
    <w:rsid w:val="000351F3"/>
    <w:rsid w:val="0003541D"/>
    <w:rsid w:val="000354ED"/>
    <w:rsid w:val="00035547"/>
    <w:rsid w:val="000359E4"/>
    <w:rsid w:val="00036001"/>
    <w:rsid w:val="00036023"/>
    <w:rsid w:val="000369E3"/>
    <w:rsid w:val="00036AD0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F9B"/>
    <w:rsid w:val="00037FFB"/>
    <w:rsid w:val="00040B06"/>
    <w:rsid w:val="00040B37"/>
    <w:rsid w:val="00040C52"/>
    <w:rsid w:val="00040DF0"/>
    <w:rsid w:val="00041008"/>
    <w:rsid w:val="00041068"/>
    <w:rsid w:val="00041359"/>
    <w:rsid w:val="000413CD"/>
    <w:rsid w:val="00041431"/>
    <w:rsid w:val="0004180A"/>
    <w:rsid w:val="0004185A"/>
    <w:rsid w:val="000419E6"/>
    <w:rsid w:val="00041E6F"/>
    <w:rsid w:val="00042070"/>
    <w:rsid w:val="00042447"/>
    <w:rsid w:val="0004262B"/>
    <w:rsid w:val="0004266B"/>
    <w:rsid w:val="00042863"/>
    <w:rsid w:val="00042A66"/>
    <w:rsid w:val="00042DC8"/>
    <w:rsid w:val="00042ECA"/>
    <w:rsid w:val="00043034"/>
    <w:rsid w:val="00043058"/>
    <w:rsid w:val="0004309C"/>
    <w:rsid w:val="000434FE"/>
    <w:rsid w:val="000436D1"/>
    <w:rsid w:val="000438E8"/>
    <w:rsid w:val="00043982"/>
    <w:rsid w:val="0004399B"/>
    <w:rsid w:val="000439B7"/>
    <w:rsid w:val="00043CB9"/>
    <w:rsid w:val="000440B1"/>
    <w:rsid w:val="000440DB"/>
    <w:rsid w:val="00044137"/>
    <w:rsid w:val="000441AE"/>
    <w:rsid w:val="00044269"/>
    <w:rsid w:val="0004431A"/>
    <w:rsid w:val="000447E8"/>
    <w:rsid w:val="00044817"/>
    <w:rsid w:val="000449F5"/>
    <w:rsid w:val="00044BF1"/>
    <w:rsid w:val="00044CBA"/>
    <w:rsid w:val="00044F7F"/>
    <w:rsid w:val="00045091"/>
    <w:rsid w:val="00045178"/>
    <w:rsid w:val="00045350"/>
    <w:rsid w:val="00045556"/>
    <w:rsid w:val="00045E3F"/>
    <w:rsid w:val="00045ECF"/>
    <w:rsid w:val="000460B9"/>
    <w:rsid w:val="000467C8"/>
    <w:rsid w:val="00046A6C"/>
    <w:rsid w:val="00046D85"/>
    <w:rsid w:val="00046E6B"/>
    <w:rsid w:val="000477E5"/>
    <w:rsid w:val="00047A85"/>
    <w:rsid w:val="00047B7F"/>
    <w:rsid w:val="00047F60"/>
    <w:rsid w:val="0005023C"/>
    <w:rsid w:val="00050592"/>
    <w:rsid w:val="00051472"/>
    <w:rsid w:val="00051522"/>
    <w:rsid w:val="000518DA"/>
    <w:rsid w:val="00051920"/>
    <w:rsid w:val="0005196C"/>
    <w:rsid w:val="00051994"/>
    <w:rsid w:val="00051BDC"/>
    <w:rsid w:val="00051BDE"/>
    <w:rsid w:val="00052547"/>
    <w:rsid w:val="00052D29"/>
    <w:rsid w:val="00052E75"/>
    <w:rsid w:val="00053079"/>
    <w:rsid w:val="000534BE"/>
    <w:rsid w:val="00053938"/>
    <w:rsid w:val="00053D9E"/>
    <w:rsid w:val="00054074"/>
    <w:rsid w:val="00054487"/>
    <w:rsid w:val="0005457E"/>
    <w:rsid w:val="00054691"/>
    <w:rsid w:val="00054896"/>
    <w:rsid w:val="00054B6D"/>
    <w:rsid w:val="00054C08"/>
    <w:rsid w:val="00054CBD"/>
    <w:rsid w:val="00054CF1"/>
    <w:rsid w:val="00054D73"/>
    <w:rsid w:val="00054E4E"/>
    <w:rsid w:val="000554B1"/>
    <w:rsid w:val="00055C9C"/>
    <w:rsid w:val="00055EBA"/>
    <w:rsid w:val="000560BA"/>
    <w:rsid w:val="00056831"/>
    <w:rsid w:val="00056A55"/>
    <w:rsid w:val="00056FF4"/>
    <w:rsid w:val="00057179"/>
    <w:rsid w:val="000572B9"/>
    <w:rsid w:val="0005746E"/>
    <w:rsid w:val="000575A5"/>
    <w:rsid w:val="00057604"/>
    <w:rsid w:val="00057C88"/>
    <w:rsid w:val="0006009D"/>
    <w:rsid w:val="000600D5"/>
    <w:rsid w:val="0006011A"/>
    <w:rsid w:val="000606AF"/>
    <w:rsid w:val="000611E5"/>
    <w:rsid w:val="000611EA"/>
    <w:rsid w:val="00061355"/>
    <w:rsid w:val="0006158D"/>
    <w:rsid w:val="000618CA"/>
    <w:rsid w:val="00061E63"/>
    <w:rsid w:val="000621FA"/>
    <w:rsid w:val="000621FD"/>
    <w:rsid w:val="00062202"/>
    <w:rsid w:val="00062455"/>
    <w:rsid w:val="000624ED"/>
    <w:rsid w:val="00062A7A"/>
    <w:rsid w:val="00062ADC"/>
    <w:rsid w:val="00062B9A"/>
    <w:rsid w:val="00062F23"/>
    <w:rsid w:val="00062FA8"/>
    <w:rsid w:val="0006305F"/>
    <w:rsid w:val="0006335F"/>
    <w:rsid w:val="0006367C"/>
    <w:rsid w:val="000637A9"/>
    <w:rsid w:val="00063AFF"/>
    <w:rsid w:val="00063BD8"/>
    <w:rsid w:val="0006448C"/>
    <w:rsid w:val="00064632"/>
    <w:rsid w:val="00064A31"/>
    <w:rsid w:val="00064D62"/>
    <w:rsid w:val="00064F19"/>
    <w:rsid w:val="0006513B"/>
    <w:rsid w:val="000652DA"/>
    <w:rsid w:val="00065508"/>
    <w:rsid w:val="00065CF3"/>
    <w:rsid w:val="00065F11"/>
    <w:rsid w:val="00065FAD"/>
    <w:rsid w:val="00066FC3"/>
    <w:rsid w:val="000670F6"/>
    <w:rsid w:val="000672A5"/>
    <w:rsid w:val="00067307"/>
    <w:rsid w:val="00067942"/>
    <w:rsid w:val="00067D8E"/>
    <w:rsid w:val="00067F1A"/>
    <w:rsid w:val="00067F25"/>
    <w:rsid w:val="000702C9"/>
    <w:rsid w:val="00070566"/>
    <w:rsid w:val="000708C1"/>
    <w:rsid w:val="00071434"/>
    <w:rsid w:val="00071553"/>
    <w:rsid w:val="00071775"/>
    <w:rsid w:val="00071904"/>
    <w:rsid w:val="0007199D"/>
    <w:rsid w:val="00071E21"/>
    <w:rsid w:val="00072261"/>
    <w:rsid w:val="000726C1"/>
    <w:rsid w:val="00072839"/>
    <w:rsid w:val="00072B49"/>
    <w:rsid w:val="00072BD4"/>
    <w:rsid w:val="00072C16"/>
    <w:rsid w:val="00072D9D"/>
    <w:rsid w:val="00072FDB"/>
    <w:rsid w:val="00073A0F"/>
    <w:rsid w:val="00073D91"/>
    <w:rsid w:val="00073FE1"/>
    <w:rsid w:val="00074247"/>
    <w:rsid w:val="0007432E"/>
    <w:rsid w:val="000746A1"/>
    <w:rsid w:val="00074BDE"/>
    <w:rsid w:val="00074C0D"/>
    <w:rsid w:val="000758E9"/>
    <w:rsid w:val="000760E8"/>
    <w:rsid w:val="000761A3"/>
    <w:rsid w:val="000769AC"/>
    <w:rsid w:val="000769EC"/>
    <w:rsid w:val="00076A80"/>
    <w:rsid w:val="00076B9B"/>
    <w:rsid w:val="00076D5A"/>
    <w:rsid w:val="00076F29"/>
    <w:rsid w:val="00077132"/>
    <w:rsid w:val="000772D4"/>
    <w:rsid w:val="00077B8E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05"/>
    <w:rsid w:val="000815BF"/>
    <w:rsid w:val="000817D7"/>
    <w:rsid w:val="00081898"/>
    <w:rsid w:val="000819B2"/>
    <w:rsid w:val="00081BBB"/>
    <w:rsid w:val="0008241A"/>
    <w:rsid w:val="00082D5D"/>
    <w:rsid w:val="00082EA5"/>
    <w:rsid w:val="00082FBE"/>
    <w:rsid w:val="00083049"/>
    <w:rsid w:val="00083489"/>
    <w:rsid w:val="00083532"/>
    <w:rsid w:val="000837EE"/>
    <w:rsid w:val="00083B42"/>
    <w:rsid w:val="00083B65"/>
    <w:rsid w:val="00083D62"/>
    <w:rsid w:val="0008412A"/>
    <w:rsid w:val="00084434"/>
    <w:rsid w:val="00084A7D"/>
    <w:rsid w:val="00084D0B"/>
    <w:rsid w:val="00084ED8"/>
    <w:rsid w:val="000853C5"/>
    <w:rsid w:val="000858D2"/>
    <w:rsid w:val="00085A22"/>
    <w:rsid w:val="00085E61"/>
    <w:rsid w:val="00085E64"/>
    <w:rsid w:val="000860DA"/>
    <w:rsid w:val="00086678"/>
    <w:rsid w:val="00086743"/>
    <w:rsid w:val="00086792"/>
    <w:rsid w:val="00086840"/>
    <w:rsid w:val="00086B4A"/>
    <w:rsid w:val="00086D91"/>
    <w:rsid w:val="00086E8C"/>
    <w:rsid w:val="000870D6"/>
    <w:rsid w:val="0008760C"/>
    <w:rsid w:val="00087B8A"/>
    <w:rsid w:val="00087CA3"/>
    <w:rsid w:val="0009004A"/>
    <w:rsid w:val="000900BB"/>
    <w:rsid w:val="000901F2"/>
    <w:rsid w:val="000904CB"/>
    <w:rsid w:val="0009077F"/>
    <w:rsid w:val="0009079D"/>
    <w:rsid w:val="00090916"/>
    <w:rsid w:val="000909FC"/>
    <w:rsid w:val="00090E59"/>
    <w:rsid w:val="000912CF"/>
    <w:rsid w:val="0009140D"/>
    <w:rsid w:val="00091495"/>
    <w:rsid w:val="000914A9"/>
    <w:rsid w:val="0009169D"/>
    <w:rsid w:val="00091751"/>
    <w:rsid w:val="00091879"/>
    <w:rsid w:val="000919FC"/>
    <w:rsid w:val="00091A5B"/>
    <w:rsid w:val="0009260C"/>
    <w:rsid w:val="0009267B"/>
    <w:rsid w:val="000926E1"/>
    <w:rsid w:val="00092BA3"/>
    <w:rsid w:val="00092CF9"/>
    <w:rsid w:val="00093021"/>
    <w:rsid w:val="00093193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72"/>
    <w:rsid w:val="000947BB"/>
    <w:rsid w:val="00094B90"/>
    <w:rsid w:val="00094D3A"/>
    <w:rsid w:val="00095354"/>
    <w:rsid w:val="00095444"/>
    <w:rsid w:val="00095510"/>
    <w:rsid w:val="0009569B"/>
    <w:rsid w:val="00095CD4"/>
    <w:rsid w:val="00096015"/>
    <w:rsid w:val="00096028"/>
    <w:rsid w:val="00096243"/>
    <w:rsid w:val="000967BD"/>
    <w:rsid w:val="000968BA"/>
    <w:rsid w:val="00096A47"/>
    <w:rsid w:val="00096A5E"/>
    <w:rsid w:val="00096DDF"/>
    <w:rsid w:val="0009734D"/>
    <w:rsid w:val="00097413"/>
    <w:rsid w:val="000976FF"/>
    <w:rsid w:val="000979F9"/>
    <w:rsid w:val="00097B31"/>
    <w:rsid w:val="00097CFD"/>
    <w:rsid w:val="00097E01"/>
    <w:rsid w:val="00097F6F"/>
    <w:rsid w:val="00097FEF"/>
    <w:rsid w:val="000A06B0"/>
    <w:rsid w:val="000A0A6D"/>
    <w:rsid w:val="000A0D40"/>
    <w:rsid w:val="000A0F4D"/>
    <w:rsid w:val="000A1168"/>
    <w:rsid w:val="000A117F"/>
    <w:rsid w:val="000A13C5"/>
    <w:rsid w:val="000A18A1"/>
    <w:rsid w:val="000A19F3"/>
    <w:rsid w:val="000A1BA6"/>
    <w:rsid w:val="000A2141"/>
    <w:rsid w:val="000A2516"/>
    <w:rsid w:val="000A2637"/>
    <w:rsid w:val="000A2A21"/>
    <w:rsid w:val="000A3065"/>
    <w:rsid w:val="000A3104"/>
    <w:rsid w:val="000A31D7"/>
    <w:rsid w:val="000A3407"/>
    <w:rsid w:val="000A349B"/>
    <w:rsid w:val="000A36C7"/>
    <w:rsid w:val="000A372C"/>
    <w:rsid w:val="000A3970"/>
    <w:rsid w:val="000A3C04"/>
    <w:rsid w:val="000A3D75"/>
    <w:rsid w:val="000A3D90"/>
    <w:rsid w:val="000A3F54"/>
    <w:rsid w:val="000A3F56"/>
    <w:rsid w:val="000A409E"/>
    <w:rsid w:val="000A44BB"/>
    <w:rsid w:val="000A44D6"/>
    <w:rsid w:val="000A4668"/>
    <w:rsid w:val="000A47A5"/>
    <w:rsid w:val="000A4A91"/>
    <w:rsid w:val="000A4C67"/>
    <w:rsid w:val="000A5022"/>
    <w:rsid w:val="000A527F"/>
    <w:rsid w:val="000A5409"/>
    <w:rsid w:val="000A5567"/>
    <w:rsid w:val="000A55BB"/>
    <w:rsid w:val="000A574D"/>
    <w:rsid w:val="000A599A"/>
    <w:rsid w:val="000A5C7B"/>
    <w:rsid w:val="000A5D30"/>
    <w:rsid w:val="000A6270"/>
    <w:rsid w:val="000A6353"/>
    <w:rsid w:val="000A665A"/>
    <w:rsid w:val="000A6913"/>
    <w:rsid w:val="000A69B3"/>
    <w:rsid w:val="000A6D5E"/>
    <w:rsid w:val="000A6E37"/>
    <w:rsid w:val="000A6EC9"/>
    <w:rsid w:val="000A6ECD"/>
    <w:rsid w:val="000A711B"/>
    <w:rsid w:val="000A727E"/>
    <w:rsid w:val="000A73B7"/>
    <w:rsid w:val="000A7566"/>
    <w:rsid w:val="000A7961"/>
    <w:rsid w:val="000A7C7D"/>
    <w:rsid w:val="000A7D6E"/>
    <w:rsid w:val="000A7E5A"/>
    <w:rsid w:val="000A7F7A"/>
    <w:rsid w:val="000A7F7F"/>
    <w:rsid w:val="000B0706"/>
    <w:rsid w:val="000B0B6E"/>
    <w:rsid w:val="000B0E94"/>
    <w:rsid w:val="000B10E5"/>
    <w:rsid w:val="000B1463"/>
    <w:rsid w:val="000B1701"/>
    <w:rsid w:val="000B171F"/>
    <w:rsid w:val="000B177F"/>
    <w:rsid w:val="000B1BC3"/>
    <w:rsid w:val="000B1C92"/>
    <w:rsid w:val="000B2075"/>
    <w:rsid w:val="000B2444"/>
    <w:rsid w:val="000B2A77"/>
    <w:rsid w:val="000B30AE"/>
    <w:rsid w:val="000B3606"/>
    <w:rsid w:val="000B36E3"/>
    <w:rsid w:val="000B4141"/>
    <w:rsid w:val="000B4821"/>
    <w:rsid w:val="000B49DA"/>
    <w:rsid w:val="000B4D17"/>
    <w:rsid w:val="000B53DE"/>
    <w:rsid w:val="000B5955"/>
    <w:rsid w:val="000B5A72"/>
    <w:rsid w:val="000B5B72"/>
    <w:rsid w:val="000B5B98"/>
    <w:rsid w:val="000B5BEC"/>
    <w:rsid w:val="000B5D80"/>
    <w:rsid w:val="000B5DC1"/>
    <w:rsid w:val="000B5F86"/>
    <w:rsid w:val="000B6464"/>
    <w:rsid w:val="000B64BB"/>
    <w:rsid w:val="000B68B2"/>
    <w:rsid w:val="000B6B51"/>
    <w:rsid w:val="000B6E36"/>
    <w:rsid w:val="000B71B2"/>
    <w:rsid w:val="000B771B"/>
    <w:rsid w:val="000B78AA"/>
    <w:rsid w:val="000C005E"/>
    <w:rsid w:val="000C00F1"/>
    <w:rsid w:val="000C024F"/>
    <w:rsid w:val="000C02C2"/>
    <w:rsid w:val="000C09B2"/>
    <w:rsid w:val="000C0B99"/>
    <w:rsid w:val="000C0EFF"/>
    <w:rsid w:val="000C12A9"/>
    <w:rsid w:val="000C1440"/>
    <w:rsid w:val="000C1959"/>
    <w:rsid w:val="000C19F3"/>
    <w:rsid w:val="000C1CF8"/>
    <w:rsid w:val="000C1D28"/>
    <w:rsid w:val="000C1D94"/>
    <w:rsid w:val="000C21C9"/>
    <w:rsid w:val="000C21FE"/>
    <w:rsid w:val="000C259D"/>
    <w:rsid w:val="000C2603"/>
    <w:rsid w:val="000C288B"/>
    <w:rsid w:val="000C2A19"/>
    <w:rsid w:val="000C396F"/>
    <w:rsid w:val="000C39B3"/>
    <w:rsid w:val="000C3AD4"/>
    <w:rsid w:val="000C3BA8"/>
    <w:rsid w:val="000C4506"/>
    <w:rsid w:val="000C45F6"/>
    <w:rsid w:val="000C506A"/>
    <w:rsid w:val="000C5365"/>
    <w:rsid w:val="000C55AB"/>
    <w:rsid w:val="000C5759"/>
    <w:rsid w:val="000C5DCA"/>
    <w:rsid w:val="000C5E24"/>
    <w:rsid w:val="000C5EF3"/>
    <w:rsid w:val="000C608C"/>
    <w:rsid w:val="000C61BC"/>
    <w:rsid w:val="000C64C2"/>
    <w:rsid w:val="000C64C9"/>
    <w:rsid w:val="000C6DE9"/>
    <w:rsid w:val="000C6E70"/>
    <w:rsid w:val="000C6F6E"/>
    <w:rsid w:val="000C6FE9"/>
    <w:rsid w:val="000C6FF1"/>
    <w:rsid w:val="000C7715"/>
    <w:rsid w:val="000C77EB"/>
    <w:rsid w:val="000C781F"/>
    <w:rsid w:val="000C794F"/>
    <w:rsid w:val="000C7B47"/>
    <w:rsid w:val="000C7CFF"/>
    <w:rsid w:val="000D0245"/>
    <w:rsid w:val="000D0466"/>
    <w:rsid w:val="000D04C7"/>
    <w:rsid w:val="000D075B"/>
    <w:rsid w:val="000D0A81"/>
    <w:rsid w:val="000D0B19"/>
    <w:rsid w:val="000D0C93"/>
    <w:rsid w:val="000D0DA2"/>
    <w:rsid w:val="000D15FB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CD8"/>
    <w:rsid w:val="000D2E4F"/>
    <w:rsid w:val="000D2FC6"/>
    <w:rsid w:val="000D303F"/>
    <w:rsid w:val="000D31C7"/>
    <w:rsid w:val="000D3240"/>
    <w:rsid w:val="000D340E"/>
    <w:rsid w:val="000D35FA"/>
    <w:rsid w:val="000D36FB"/>
    <w:rsid w:val="000D3919"/>
    <w:rsid w:val="000D3CE6"/>
    <w:rsid w:val="000D4190"/>
    <w:rsid w:val="000D4326"/>
    <w:rsid w:val="000D43C2"/>
    <w:rsid w:val="000D47C4"/>
    <w:rsid w:val="000D48A0"/>
    <w:rsid w:val="000D561E"/>
    <w:rsid w:val="000D580D"/>
    <w:rsid w:val="000D5AC3"/>
    <w:rsid w:val="000D5ADB"/>
    <w:rsid w:val="000D5B0E"/>
    <w:rsid w:val="000D5D2D"/>
    <w:rsid w:val="000D5D3E"/>
    <w:rsid w:val="000D5FDD"/>
    <w:rsid w:val="000D60F6"/>
    <w:rsid w:val="000D62FF"/>
    <w:rsid w:val="000D65F2"/>
    <w:rsid w:val="000D6ABB"/>
    <w:rsid w:val="000D6DCD"/>
    <w:rsid w:val="000D6F7D"/>
    <w:rsid w:val="000D72F6"/>
    <w:rsid w:val="000D769C"/>
    <w:rsid w:val="000D7BFE"/>
    <w:rsid w:val="000D7C4F"/>
    <w:rsid w:val="000D7C80"/>
    <w:rsid w:val="000D7D09"/>
    <w:rsid w:val="000D7FD2"/>
    <w:rsid w:val="000E00E0"/>
    <w:rsid w:val="000E03F3"/>
    <w:rsid w:val="000E0555"/>
    <w:rsid w:val="000E0807"/>
    <w:rsid w:val="000E117E"/>
    <w:rsid w:val="000E131E"/>
    <w:rsid w:val="000E1376"/>
    <w:rsid w:val="000E1C70"/>
    <w:rsid w:val="000E1D30"/>
    <w:rsid w:val="000E1E18"/>
    <w:rsid w:val="000E26EE"/>
    <w:rsid w:val="000E2B23"/>
    <w:rsid w:val="000E2E17"/>
    <w:rsid w:val="000E2E46"/>
    <w:rsid w:val="000E3DE0"/>
    <w:rsid w:val="000E4058"/>
    <w:rsid w:val="000E4137"/>
    <w:rsid w:val="000E415C"/>
    <w:rsid w:val="000E432E"/>
    <w:rsid w:val="000E43B4"/>
    <w:rsid w:val="000E4512"/>
    <w:rsid w:val="000E48CD"/>
    <w:rsid w:val="000E4B8E"/>
    <w:rsid w:val="000E4DBE"/>
    <w:rsid w:val="000E4E0B"/>
    <w:rsid w:val="000E5352"/>
    <w:rsid w:val="000E5648"/>
    <w:rsid w:val="000E5942"/>
    <w:rsid w:val="000E5D08"/>
    <w:rsid w:val="000E6337"/>
    <w:rsid w:val="000E6497"/>
    <w:rsid w:val="000E66A9"/>
    <w:rsid w:val="000E671D"/>
    <w:rsid w:val="000E6862"/>
    <w:rsid w:val="000E6F12"/>
    <w:rsid w:val="000E7219"/>
    <w:rsid w:val="000E7420"/>
    <w:rsid w:val="000E7AD9"/>
    <w:rsid w:val="000E7B40"/>
    <w:rsid w:val="000E7BF5"/>
    <w:rsid w:val="000E7D89"/>
    <w:rsid w:val="000F0021"/>
    <w:rsid w:val="000F06C7"/>
    <w:rsid w:val="000F1208"/>
    <w:rsid w:val="000F12BE"/>
    <w:rsid w:val="000F1A4E"/>
    <w:rsid w:val="000F1F5D"/>
    <w:rsid w:val="000F2132"/>
    <w:rsid w:val="000F22BB"/>
    <w:rsid w:val="000F25CD"/>
    <w:rsid w:val="000F2A55"/>
    <w:rsid w:val="000F2E48"/>
    <w:rsid w:val="000F2EC5"/>
    <w:rsid w:val="000F2F2E"/>
    <w:rsid w:val="000F30F8"/>
    <w:rsid w:val="000F3200"/>
    <w:rsid w:val="000F327B"/>
    <w:rsid w:val="000F35CB"/>
    <w:rsid w:val="000F35F1"/>
    <w:rsid w:val="000F37CA"/>
    <w:rsid w:val="000F3B1D"/>
    <w:rsid w:val="000F3E09"/>
    <w:rsid w:val="000F4174"/>
    <w:rsid w:val="000F4ED4"/>
    <w:rsid w:val="000F5155"/>
    <w:rsid w:val="000F522B"/>
    <w:rsid w:val="000F538D"/>
    <w:rsid w:val="000F5D4C"/>
    <w:rsid w:val="000F5E2D"/>
    <w:rsid w:val="000F614D"/>
    <w:rsid w:val="000F644E"/>
    <w:rsid w:val="000F6616"/>
    <w:rsid w:val="000F66D9"/>
    <w:rsid w:val="000F6776"/>
    <w:rsid w:val="000F680B"/>
    <w:rsid w:val="000F6FAE"/>
    <w:rsid w:val="000F731D"/>
    <w:rsid w:val="000F748C"/>
    <w:rsid w:val="000F75D4"/>
    <w:rsid w:val="000F7F4A"/>
    <w:rsid w:val="00100100"/>
    <w:rsid w:val="00100158"/>
    <w:rsid w:val="001004BD"/>
    <w:rsid w:val="00100804"/>
    <w:rsid w:val="00100866"/>
    <w:rsid w:val="00100A72"/>
    <w:rsid w:val="00100EF2"/>
    <w:rsid w:val="0010140E"/>
    <w:rsid w:val="00101513"/>
    <w:rsid w:val="00101739"/>
    <w:rsid w:val="00101DB0"/>
    <w:rsid w:val="0010204A"/>
    <w:rsid w:val="001021DB"/>
    <w:rsid w:val="001026C6"/>
    <w:rsid w:val="0010280E"/>
    <w:rsid w:val="00102CC3"/>
    <w:rsid w:val="0010300F"/>
    <w:rsid w:val="0010350E"/>
    <w:rsid w:val="00103548"/>
    <w:rsid w:val="00103C3B"/>
    <w:rsid w:val="00103D0D"/>
    <w:rsid w:val="00103D70"/>
    <w:rsid w:val="00103DB7"/>
    <w:rsid w:val="00104019"/>
    <w:rsid w:val="0010412B"/>
    <w:rsid w:val="0010445E"/>
    <w:rsid w:val="00104CE8"/>
    <w:rsid w:val="00104D62"/>
    <w:rsid w:val="00104D67"/>
    <w:rsid w:val="00104E62"/>
    <w:rsid w:val="00104E9D"/>
    <w:rsid w:val="00104FD4"/>
    <w:rsid w:val="0010531C"/>
    <w:rsid w:val="001054F2"/>
    <w:rsid w:val="00105653"/>
    <w:rsid w:val="001056B4"/>
    <w:rsid w:val="00105705"/>
    <w:rsid w:val="00105BB0"/>
    <w:rsid w:val="00105DFE"/>
    <w:rsid w:val="00106A20"/>
    <w:rsid w:val="00106C37"/>
    <w:rsid w:val="00106F3E"/>
    <w:rsid w:val="00107286"/>
    <w:rsid w:val="00107300"/>
    <w:rsid w:val="001073FD"/>
    <w:rsid w:val="0010741E"/>
    <w:rsid w:val="001075BD"/>
    <w:rsid w:val="00107774"/>
    <w:rsid w:val="0010796A"/>
    <w:rsid w:val="00107AEB"/>
    <w:rsid w:val="00107EF3"/>
    <w:rsid w:val="00107FC8"/>
    <w:rsid w:val="001102E4"/>
    <w:rsid w:val="00110357"/>
    <w:rsid w:val="0011042C"/>
    <w:rsid w:val="00110589"/>
    <w:rsid w:val="00110868"/>
    <w:rsid w:val="00110CE7"/>
    <w:rsid w:val="00110D42"/>
    <w:rsid w:val="00111159"/>
    <w:rsid w:val="001114B4"/>
    <w:rsid w:val="00111532"/>
    <w:rsid w:val="0011156B"/>
    <w:rsid w:val="001115AE"/>
    <w:rsid w:val="001117F0"/>
    <w:rsid w:val="001118F6"/>
    <w:rsid w:val="00111C4C"/>
    <w:rsid w:val="00111CA6"/>
    <w:rsid w:val="00111CB2"/>
    <w:rsid w:val="00111D52"/>
    <w:rsid w:val="001123C4"/>
    <w:rsid w:val="00112751"/>
    <w:rsid w:val="00112A0D"/>
    <w:rsid w:val="00112A49"/>
    <w:rsid w:val="00112B86"/>
    <w:rsid w:val="00112BFB"/>
    <w:rsid w:val="00112D61"/>
    <w:rsid w:val="00112E84"/>
    <w:rsid w:val="001131F1"/>
    <w:rsid w:val="001136D5"/>
    <w:rsid w:val="00113F4B"/>
    <w:rsid w:val="0011445A"/>
    <w:rsid w:val="0011447D"/>
    <w:rsid w:val="00114C93"/>
    <w:rsid w:val="00114CF3"/>
    <w:rsid w:val="00115384"/>
    <w:rsid w:val="00115990"/>
    <w:rsid w:val="001159A3"/>
    <w:rsid w:val="00115A91"/>
    <w:rsid w:val="00115D8E"/>
    <w:rsid w:val="00116838"/>
    <w:rsid w:val="00116A17"/>
    <w:rsid w:val="00116AD8"/>
    <w:rsid w:val="00116AF9"/>
    <w:rsid w:val="00116BFD"/>
    <w:rsid w:val="00116FDC"/>
    <w:rsid w:val="001171F4"/>
    <w:rsid w:val="00117290"/>
    <w:rsid w:val="00117488"/>
    <w:rsid w:val="001174EA"/>
    <w:rsid w:val="00117716"/>
    <w:rsid w:val="00117776"/>
    <w:rsid w:val="00117797"/>
    <w:rsid w:val="001177A4"/>
    <w:rsid w:val="00117842"/>
    <w:rsid w:val="00117D54"/>
    <w:rsid w:val="00117D98"/>
    <w:rsid w:val="00117DF1"/>
    <w:rsid w:val="00117F5E"/>
    <w:rsid w:val="00120083"/>
    <w:rsid w:val="001203DF"/>
    <w:rsid w:val="00120434"/>
    <w:rsid w:val="00120ABB"/>
    <w:rsid w:val="00120CF4"/>
    <w:rsid w:val="00120E1E"/>
    <w:rsid w:val="00120FF3"/>
    <w:rsid w:val="0012107D"/>
    <w:rsid w:val="001217BA"/>
    <w:rsid w:val="00121B3C"/>
    <w:rsid w:val="00121FCB"/>
    <w:rsid w:val="0012201F"/>
    <w:rsid w:val="001221E7"/>
    <w:rsid w:val="001229B2"/>
    <w:rsid w:val="00122C0A"/>
    <w:rsid w:val="00122D2C"/>
    <w:rsid w:val="00122FF9"/>
    <w:rsid w:val="0012315E"/>
    <w:rsid w:val="00123264"/>
    <w:rsid w:val="00123577"/>
    <w:rsid w:val="001238E5"/>
    <w:rsid w:val="00123B93"/>
    <w:rsid w:val="00123E86"/>
    <w:rsid w:val="00123F38"/>
    <w:rsid w:val="001242F6"/>
    <w:rsid w:val="001244D4"/>
    <w:rsid w:val="00124517"/>
    <w:rsid w:val="001249FE"/>
    <w:rsid w:val="00124C26"/>
    <w:rsid w:val="00124E81"/>
    <w:rsid w:val="00125355"/>
    <w:rsid w:val="00125B9F"/>
    <w:rsid w:val="00125BA5"/>
    <w:rsid w:val="00125BC2"/>
    <w:rsid w:val="00125C10"/>
    <w:rsid w:val="00125CE4"/>
    <w:rsid w:val="00125F8A"/>
    <w:rsid w:val="00125FEE"/>
    <w:rsid w:val="001260C3"/>
    <w:rsid w:val="00126672"/>
    <w:rsid w:val="00126B0C"/>
    <w:rsid w:val="00126C38"/>
    <w:rsid w:val="0012774C"/>
    <w:rsid w:val="00127B2C"/>
    <w:rsid w:val="00127CA1"/>
    <w:rsid w:val="00127EC3"/>
    <w:rsid w:val="0013000F"/>
    <w:rsid w:val="001301F5"/>
    <w:rsid w:val="00130241"/>
    <w:rsid w:val="0013031B"/>
    <w:rsid w:val="0013034C"/>
    <w:rsid w:val="00130975"/>
    <w:rsid w:val="001309B4"/>
    <w:rsid w:val="00130CDA"/>
    <w:rsid w:val="00131668"/>
    <w:rsid w:val="001316C2"/>
    <w:rsid w:val="0013175C"/>
    <w:rsid w:val="00131D78"/>
    <w:rsid w:val="00132040"/>
    <w:rsid w:val="001322EF"/>
    <w:rsid w:val="001327F9"/>
    <w:rsid w:val="0013292F"/>
    <w:rsid w:val="0013293B"/>
    <w:rsid w:val="00132A52"/>
    <w:rsid w:val="00132E9B"/>
    <w:rsid w:val="00133286"/>
    <w:rsid w:val="0013358D"/>
    <w:rsid w:val="00133A9C"/>
    <w:rsid w:val="00133C46"/>
    <w:rsid w:val="00133D1F"/>
    <w:rsid w:val="001341BA"/>
    <w:rsid w:val="001342CB"/>
    <w:rsid w:val="0013464F"/>
    <w:rsid w:val="0013471C"/>
    <w:rsid w:val="0013518D"/>
    <w:rsid w:val="00135230"/>
    <w:rsid w:val="001352AD"/>
    <w:rsid w:val="001352C2"/>
    <w:rsid w:val="0013608B"/>
    <w:rsid w:val="0013659F"/>
    <w:rsid w:val="0013696E"/>
    <w:rsid w:val="00136DC2"/>
    <w:rsid w:val="00137605"/>
    <w:rsid w:val="001377D7"/>
    <w:rsid w:val="00137B74"/>
    <w:rsid w:val="00140077"/>
    <w:rsid w:val="001403C6"/>
    <w:rsid w:val="001403D1"/>
    <w:rsid w:val="0014040D"/>
    <w:rsid w:val="00140670"/>
    <w:rsid w:val="00140BF0"/>
    <w:rsid w:val="00140C24"/>
    <w:rsid w:val="00140D56"/>
    <w:rsid w:val="00141215"/>
    <w:rsid w:val="001413B0"/>
    <w:rsid w:val="00141557"/>
    <w:rsid w:val="00141954"/>
    <w:rsid w:val="00141BC6"/>
    <w:rsid w:val="00141CEB"/>
    <w:rsid w:val="001420DB"/>
    <w:rsid w:val="00142E78"/>
    <w:rsid w:val="00143563"/>
    <w:rsid w:val="001437E2"/>
    <w:rsid w:val="001437F6"/>
    <w:rsid w:val="00143866"/>
    <w:rsid w:val="00143A19"/>
    <w:rsid w:val="00143DC6"/>
    <w:rsid w:val="0014419E"/>
    <w:rsid w:val="00144413"/>
    <w:rsid w:val="00144E77"/>
    <w:rsid w:val="00145062"/>
    <w:rsid w:val="001453C7"/>
    <w:rsid w:val="0014564F"/>
    <w:rsid w:val="001456B0"/>
    <w:rsid w:val="00145B81"/>
    <w:rsid w:val="00145BB9"/>
    <w:rsid w:val="0014630F"/>
    <w:rsid w:val="001469B7"/>
    <w:rsid w:val="00146D3C"/>
    <w:rsid w:val="0014707D"/>
    <w:rsid w:val="00147418"/>
    <w:rsid w:val="00147468"/>
    <w:rsid w:val="00147506"/>
    <w:rsid w:val="001477AD"/>
    <w:rsid w:val="00147858"/>
    <w:rsid w:val="00147C86"/>
    <w:rsid w:val="0015018A"/>
    <w:rsid w:val="0015026A"/>
    <w:rsid w:val="00150370"/>
    <w:rsid w:val="001506B9"/>
    <w:rsid w:val="001509EE"/>
    <w:rsid w:val="00150CED"/>
    <w:rsid w:val="00150D96"/>
    <w:rsid w:val="00150D9B"/>
    <w:rsid w:val="0015174A"/>
    <w:rsid w:val="001521A1"/>
    <w:rsid w:val="00152A02"/>
    <w:rsid w:val="00152B5D"/>
    <w:rsid w:val="00153013"/>
    <w:rsid w:val="00153553"/>
    <w:rsid w:val="0015358B"/>
    <w:rsid w:val="00153830"/>
    <w:rsid w:val="00153A50"/>
    <w:rsid w:val="00153A79"/>
    <w:rsid w:val="00153BFE"/>
    <w:rsid w:val="00153C82"/>
    <w:rsid w:val="001540AA"/>
    <w:rsid w:val="00154108"/>
    <w:rsid w:val="0015422A"/>
    <w:rsid w:val="00154978"/>
    <w:rsid w:val="00154CBE"/>
    <w:rsid w:val="00154EEF"/>
    <w:rsid w:val="00154F49"/>
    <w:rsid w:val="00155093"/>
    <w:rsid w:val="00155347"/>
    <w:rsid w:val="00155554"/>
    <w:rsid w:val="00155906"/>
    <w:rsid w:val="00155A52"/>
    <w:rsid w:val="00155AD9"/>
    <w:rsid w:val="00155D0A"/>
    <w:rsid w:val="00155E23"/>
    <w:rsid w:val="00156162"/>
    <w:rsid w:val="00156191"/>
    <w:rsid w:val="001565E1"/>
    <w:rsid w:val="00156746"/>
    <w:rsid w:val="00156C48"/>
    <w:rsid w:val="00156D0F"/>
    <w:rsid w:val="00156E71"/>
    <w:rsid w:val="00156E80"/>
    <w:rsid w:val="00156F20"/>
    <w:rsid w:val="00156F97"/>
    <w:rsid w:val="00157044"/>
    <w:rsid w:val="001574A3"/>
    <w:rsid w:val="0015785B"/>
    <w:rsid w:val="0015797C"/>
    <w:rsid w:val="001579DB"/>
    <w:rsid w:val="00157A82"/>
    <w:rsid w:val="00157EB3"/>
    <w:rsid w:val="00160100"/>
    <w:rsid w:val="0016027D"/>
    <w:rsid w:val="001603F3"/>
    <w:rsid w:val="0016054B"/>
    <w:rsid w:val="001606B3"/>
    <w:rsid w:val="00160A62"/>
    <w:rsid w:val="00160A78"/>
    <w:rsid w:val="00160B5D"/>
    <w:rsid w:val="00160CBB"/>
    <w:rsid w:val="00160F08"/>
    <w:rsid w:val="001612F6"/>
    <w:rsid w:val="00161304"/>
    <w:rsid w:val="00161415"/>
    <w:rsid w:val="0016168B"/>
    <w:rsid w:val="0016185B"/>
    <w:rsid w:val="0016196B"/>
    <w:rsid w:val="00161C39"/>
    <w:rsid w:val="00161EEF"/>
    <w:rsid w:val="00161FED"/>
    <w:rsid w:val="00162B18"/>
    <w:rsid w:val="00162BC2"/>
    <w:rsid w:val="00162D58"/>
    <w:rsid w:val="00162F49"/>
    <w:rsid w:val="00162F82"/>
    <w:rsid w:val="00162FC5"/>
    <w:rsid w:val="00163196"/>
    <w:rsid w:val="00163735"/>
    <w:rsid w:val="001637C0"/>
    <w:rsid w:val="00163811"/>
    <w:rsid w:val="00163960"/>
    <w:rsid w:val="00163AA6"/>
    <w:rsid w:val="00163BB2"/>
    <w:rsid w:val="00163FF3"/>
    <w:rsid w:val="0016406B"/>
    <w:rsid w:val="00164237"/>
    <w:rsid w:val="001642F4"/>
    <w:rsid w:val="00164A66"/>
    <w:rsid w:val="00164D16"/>
    <w:rsid w:val="00164E37"/>
    <w:rsid w:val="00164E55"/>
    <w:rsid w:val="00164EF8"/>
    <w:rsid w:val="00165697"/>
    <w:rsid w:val="001657F4"/>
    <w:rsid w:val="00165AFE"/>
    <w:rsid w:val="00165C5D"/>
    <w:rsid w:val="0016607F"/>
    <w:rsid w:val="0016610F"/>
    <w:rsid w:val="001663CB"/>
    <w:rsid w:val="00166559"/>
    <w:rsid w:val="00166567"/>
    <w:rsid w:val="0016656E"/>
    <w:rsid w:val="00166CA9"/>
    <w:rsid w:val="00166F45"/>
    <w:rsid w:val="00167072"/>
    <w:rsid w:val="001673D2"/>
    <w:rsid w:val="001675AD"/>
    <w:rsid w:val="00167649"/>
    <w:rsid w:val="0016773B"/>
    <w:rsid w:val="00167B8D"/>
    <w:rsid w:val="00167C2B"/>
    <w:rsid w:val="00167CF1"/>
    <w:rsid w:val="00167D4E"/>
    <w:rsid w:val="001702F3"/>
    <w:rsid w:val="00170772"/>
    <w:rsid w:val="00170BFD"/>
    <w:rsid w:val="00170C90"/>
    <w:rsid w:val="00171218"/>
    <w:rsid w:val="00171598"/>
    <w:rsid w:val="0017160C"/>
    <w:rsid w:val="00171765"/>
    <w:rsid w:val="00171A4E"/>
    <w:rsid w:val="00171D9E"/>
    <w:rsid w:val="00171EC4"/>
    <w:rsid w:val="00171F8C"/>
    <w:rsid w:val="00172030"/>
    <w:rsid w:val="00172067"/>
    <w:rsid w:val="00172544"/>
    <w:rsid w:val="001727C0"/>
    <w:rsid w:val="001729EC"/>
    <w:rsid w:val="00172CC2"/>
    <w:rsid w:val="00172CC6"/>
    <w:rsid w:val="00173106"/>
    <w:rsid w:val="001736DD"/>
    <w:rsid w:val="00173B5C"/>
    <w:rsid w:val="00173CAA"/>
    <w:rsid w:val="00174085"/>
    <w:rsid w:val="00174137"/>
    <w:rsid w:val="0017443B"/>
    <w:rsid w:val="00174497"/>
    <w:rsid w:val="00174701"/>
    <w:rsid w:val="0017490B"/>
    <w:rsid w:val="0017495D"/>
    <w:rsid w:val="00174A73"/>
    <w:rsid w:val="00175464"/>
    <w:rsid w:val="00175687"/>
    <w:rsid w:val="00175A42"/>
    <w:rsid w:val="001760FB"/>
    <w:rsid w:val="00176149"/>
    <w:rsid w:val="00176258"/>
    <w:rsid w:val="001763C2"/>
    <w:rsid w:val="001765A6"/>
    <w:rsid w:val="0017668B"/>
    <w:rsid w:val="00176D1B"/>
    <w:rsid w:val="00176D8F"/>
    <w:rsid w:val="00176DB6"/>
    <w:rsid w:val="0017724C"/>
    <w:rsid w:val="001773DD"/>
    <w:rsid w:val="00177636"/>
    <w:rsid w:val="001776CC"/>
    <w:rsid w:val="00177717"/>
    <w:rsid w:val="001777F3"/>
    <w:rsid w:val="0017788F"/>
    <w:rsid w:val="00177A58"/>
    <w:rsid w:val="00177AD1"/>
    <w:rsid w:val="00177C02"/>
    <w:rsid w:val="00177E1E"/>
    <w:rsid w:val="001803BC"/>
    <w:rsid w:val="00180641"/>
    <w:rsid w:val="00180E76"/>
    <w:rsid w:val="00181107"/>
    <w:rsid w:val="001813DE"/>
    <w:rsid w:val="00181DE7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5EE"/>
    <w:rsid w:val="00184F8D"/>
    <w:rsid w:val="00185397"/>
    <w:rsid w:val="001854CE"/>
    <w:rsid w:val="00185871"/>
    <w:rsid w:val="00185DFD"/>
    <w:rsid w:val="00186A0E"/>
    <w:rsid w:val="00186B8B"/>
    <w:rsid w:val="00186EC7"/>
    <w:rsid w:val="00187056"/>
    <w:rsid w:val="00187307"/>
    <w:rsid w:val="00187387"/>
    <w:rsid w:val="001873D4"/>
    <w:rsid w:val="001875A7"/>
    <w:rsid w:val="00187E54"/>
    <w:rsid w:val="001907F0"/>
    <w:rsid w:val="00190E97"/>
    <w:rsid w:val="00191321"/>
    <w:rsid w:val="0019132F"/>
    <w:rsid w:val="00191454"/>
    <w:rsid w:val="00191661"/>
    <w:rsid w:val="00191692"/>
    <w:rsid w:val="00191C63"/>
    <w:rsid w:val="00191D93"/>
    <w:rsid w:val="00192259"/>
    <w:rsid w:val="0019240C"/>
    <w:rsid w:val="00192548"/>
    <w:rsid w:val="001925AA"/>
    <w:rsid w:val="00192CFF"/>
    <w:rsid w:val="00192D1C"/>
    <w:rsid w:val="00192F3A"/>
    <w:rsid w:val="00192F42"/>
    <w:rsid w:val="00192F8F"/>
    <w:rsid w:val="00193118"/>
    <w:rsid w:val="00193303"/>
    <w:rsid w:val="00193420"/>
    <w:rsid w:val="00193B95"/>
    <w:rsid w:val="00193C7B"/>
    <w:rsid w:val="00193F97"/>
    <w:rsid w:val="001947FC"/>
    <w:rsid w:val="00194845"/>
    <w:rsid w:val="0019489D"/>
    <w:rsid w:val="00194C3C"/>
    <w:rsid w:val="00194F2B"/>
    <w:rsid w:val="001953E2"/>
    <w:rsid w:val="00195A31"/>
    <w:rsid w:val="00195CDD"/>
    <w:rsid w:val="00195E66"/>
    <w:rsid w:val="00195E78"/>
    <w:rsid w:val="00195ED5"/>
    <w:rsid w:val="00195F31"/>
    <w:rsid w:val="00196012"/>
    <w:rsid w:val="00196878"/>
    <w:rsid w:val="00196AA6"/>
    <w:rsid w:val="00196AC6"/>
    <w:rsid w:val="00196BF9"/>
    <w:rsid w:val="00196D56"/>
    <w:rsid w:val="00196DF5"/>
    <w:rsid w:val="00197685"/>
    <w:rsid w:val="00197A5C"/>
    <w:rsid w:val="00197DFA"/>
    <w:rsid w:val="00197F6B"/>
    <w:rsid w:val="001A021D"/>
    <w:rsid w:val="001A0532"/>
    <w:rsid w:val="001A057B"/>
    <w:rsid w:val="001A11D9"/>
    <w:rsid w:val="001A1BB1"/>
    <w:rsid w:val="001A226A"/>
    <w:rsid w:val="001A2271"/>
    <w:rsid w:val="001A2291"/>
    <w:rsid w:val="001A2B64"/>
    <w:rsid w:val="001A3A07"/>
    <w:rsid w:val="001A3A90"/>
    <w:rsid w:val="001A3AD4"/>
    <w:rsid w:val="001A3BEE"/>
    <w:rsid w:val="001A4036"/>
    <w:rsid w:val="001A4358"/>
    <w:rsid w:val="001A44D2"/>
    <w:rsid w:val="001A4C5B"/>
    <w:rsid w:val="001A4DEF"/>
    <w:rsid w:val="001A50AE"/>
    <w:rsid w:val="001A5430"/>
    <w:rsid w:val="001A549F"/>
    <w:rsid w:val="001A57CB"/>
    <w:rsid w:val="001A592E"/>
    <w:rsid w:val="001A6090"/>
    <w:rsid w:val="001A65F0"/>
    <w:rsid w:val="001A6697"/>
    <w:rsid w:val="001A66D8"/>
    <w:rsid w:val="001A6869"/>
    <w:rsid w:val="001A69FD"/>
    <w:rsid w:val="001A6A8F"/>
    <w:rsid w:val="001A6B99"/>
    <w:rsid w:val="001A6BA4"/>
    <w:rsid w:val="001A6BE6"/>
    <w:rsid w:val="001A6E8F"/>
    <w:rsid w:val="001A7510"/>
    <w:rsid w:val="001A76CE"/>
    <w:rsid w:val="001A797E"/>
    <w:rsid w:val="001A79E5"/>
    <w:rsid w:val="001A7D31"/>
    <w:rsid w:val="001B03ED"/>
    <w:rsid w:val="001B0491"/>
    <w:rsid w:val="001B0716"/>
    <w:rsid w:val="001B08FF"/>
    <w:rsid w:val="001B0974"/>
    <w:rsid w:val="001B097C"/>
    <w:rsid w:val="001B1375"/>
    <w:rsid w:val="001B155D"/>
    <w:rsid w:val="001B1EB2"/>
    <w:rsid w:val="001B1F6B"/>
    <w:rsid w:val="001B1FCF"/>
    <w:rsid w:val="001B1FF7"/>
    <w:rsid w:val="001B20F9"/>
    <w:rsid w:val="001B27AD"/>
    <w:rsid w:val="001B2955"/>
    <w:rsid w:val="001B2E69"/>
    <w:rsid w:val="001B308F"/>
    <w:rsid w:val="001B313F"/>
    <w:rsid w:val="001B3475"/>
    <w:rsid w:val="001B356A"/>
    <w:rsid w:val="001B432D"/>
    <w:rsid w:val="001B451C"/>
    <w:rsid w:val="001B476D"/>
    <w:rsid w:val="001B4915"/>
    <w:rsid w:val="001B4C49"/>
    <w:rsid w:val="001B4E82"/>
    <w:rsid w:val="001B5022"/>
    <w:rsid w:val="001B5591"/>
    <w:rsid w:val="001B568B"/>
    <w:rsid w:val="001B56F9"/>
    <w:rsid w:val="001B5752"/>
    <w:rsid w:val="001B5CAC"/>
    <w:rsid w:val="001B5DF4"/>
    <w:rsid w:val="001B6170"/>
    <w:rsid w:val="001B6542"/>
    <w:rsid w:val="001B687C"/>
    <w:rsid w:val="001B6FA8"/>
    <w:rsid w:val="001B6FBC"/>
    <w:rsid w:val="001B70D2"/>
    <w:rsid w:val="001B7785"/>
    <w:rsid w:val="001B7B8B"/>
    <w:rsid w:val="001B7CF7"/>
    <w:rsid w:val="001C0094"/>
    <w:rsid w:val="001C00C0"/>
    <w:rsid w:val="001C02CF"/>
    <w:rsid w:val="001C07D8"/>
    <w:rsid w:val="001C0872"/>
    <w:rsid w:val="001C0950"/>
    <w:rsid w:val="001C0AA9"/>
    <w:rsid w:val="001C0BDB"/>
    <w:rsid w:val="001C0D86"/>
    <w:rsid w:val="001C0F69"/>
    <w:rsid w:val="001C120C"/>
    <w:rsid w:val="001C1A27"/>
    <w:rsid w:val="001C1F52"/>
    <w:rsid w:val="001C2541"/>
    <w:rsid w:val="001C258D"/>
    <w:rsid w:val="001C2A69"/>
    <w:rsid w:val="001C30D3"/>
    <w:rsid w:val="001C37EF"/>
    <w:rsid w:val="001C3B54"/>
    <w:rsid w:val="001C3D50"/>
    <w:rsid w:val="001C3DE6"/>
    <w:rsid w:val="001C40BD"/>
    <w:rsid w:val="001C43AB"/>
    <w:rsid w:val="001C4440"/>
    <w:rsid w:val="001C4647"/>
    <w:rsid w:val="001C48C6"/>
    <w:rsid w:val="001C4C2D"/>
    <w:rsid w:val="001C4DBB"/>
    <w:rsid w:val="001C4E01"/>
    <w:rsid w:val="001C5BBC"/>
    <w:rsid w:val="001C5EFB"/>
    <w:rsid w:val="001C6451"/>
    <w:rsid w:val="001C68AA"/>
    <w:rsid w:val="001C696A"/>
    <w:rsid w:val="001C6A29"/>
    <w:rsid w:val="001C6AE4"/>
    <w:rsid w:val="001C6D65"/>
    <w:rsid w:val="001C6FDF"/>
    <w:rsid w:val="001C6FFD"/>
    <w:rsid w:val="001C71F2"/>
    <w:rsid w:val="001C77F9"/>
    <w:rsid w:val="001C7804"/>
    <w:rsid w:val="001C7950"/>
    <w:rsid w:val="001C79B9"/>
    <w:rsid w:val="001C7D4B"/>
    <w:rsid w:val="001D0117"/>
    <w:rsid w:val="001D0146"/>
    <w:rsid w:val="001D0842"/>
    <w:rsid w:val="001D0A2A"/>
    <w:rsid w:val="001D10F3"/>
    <w:rsid w:val="001D1102"/>
    <w:rsid w:val="001D11D1"/>
    <w:rsid w:val="001D1460"/>
    <w:rsid w:val="001D1565"/>
    <w:rsid w:val="001D1609"/>
    <w:rsid w:val="001D1A07"/>
    <w:rsid w:val="001D1BD8"/>
    <w:rsid w:val="001D1FB6"/>
    <w:rsid w:val="001D2061"/>
    <w:rsid w:val="001D28CD"/>
    <w:rsid w:val="001D2A44"/>
    <w:rsid w:val="001D2D65"/>
    <w:rsid w:val="001D2D6D"/>
    <w:rsid w:val="001D3145"/>
    <w:rsid w:val="001D3344"/>
    <w:rsid w:val="001D334D"/>
    <w:rsid w:val="001D3897"/>
    <w:rsid w:val="001D405A"/>
    <w:rsid w:val="001D40A9"/>
    <w:rsid w:val="001D4C8D"/>
    <w:rsid w:val="001D524D"/>
    <w:rsid w:val="001D544A"/>
    <w:rsid w:val="001D5CBD"/>
    <w:rsid w:val="001D5EAF"/>
    <w:rsid w:val="001D6022"/>
    <w:rsid w:val="001D69B1"/>
    <w:rsid w:val="001D6A98"/>
    <w:rsid w:val="001D6D6F"/>
    <w:rsid w:val="001D721F"/>
    <w:rsid w:val="001D72DE"/>
    <w:rsid w:val="001D7354"/>
    <w:rsid w:val="001D7454"/>
    <w:rsid w:val="001D78D8"/>
    <w:rsid w:val="001D7B14"/>
    <w:rsid w:val="001D7EF5"/>
    <w:rsid w:val="001E0285"/>
    <w:rsid w:val="001E0466"/>
    <w:rsid w:val="001E0744"/>
    <w:rsid w:val="001E0A58"/>
    <w:rsid w:val="001E0BD5"/>
    <w:rsid w:val="001E11A9"/>
    <w:rsid w:val="001E131F"/>
    <w:rsid w:val="001E13E0"/>
    <w:rsid w:val="001E1706"/>
    <w:rsid w:val="001E1776"/>
    <w:rsid w:val="001E18AE"/>
    <w:rsid w:val="001E18EA"/>
    <w:rsid w:val="001E19A1"/>
    <w:rsid w:val="001E19B2"/>
    <w:rsid w:val="001E19CE"/>
    <w:rsid w:val="001E1A5D"/>
    <w:rsid w:val="001E1AEC"/>
    <w:rsid w:val="001E1C96"/>
    <w:rsid w:val="001E1E02"/>
    <w:rsid w:val="001E1FA4"/>
    <w:rsid w:val="001E2319"/>
    <w:rsid w:val="001E2403"/>
    <w:rsid w:val="001E261D"/>
    <w:rsid w:val="001E2867"/>
    <w:rsid w:val="001E2C76"/>
    <w:rsid w:val="001E32EF"/>
    <w:rsid w:val="001E335E"/>
    <w:rsid w:val="001E33FE"/>
    <w:rsid w:val="001E3842"/>
    <w:rsid w:val="001E3CCE"/>
    <w:rsid w:val="001E3EE6"/>
    <w:rsid w:val="001E40EC"/>
    <w:rsid w:val="001E4B4F"/>
    <w:rsid w:val="001E4B62"/>
    <w:rsid w:val="001E4D30"/>
    <w:rsid w:val="001E4EAF"/>
    <w:rsid w:val="001E506F"/>
    <w:rsid w:val="001E538C"/>
    <w:rsid w:val="001E59DC"/>
    <w:rsid w:val="001E59EB"/>
    <w:rsid w:val="001E5BAE"/>
    <w:rsid w:val="001E5BDA"/>
    <w:rsid w:val="001E5D9B"/>
    <w:rsid w:val="001E6861"/>
    <w:rsid w:val="001E6E00"/>
    <w:rsid w:val="001E6EAC"/>
    <w:rsid w:val="001E6EC0"/>
    <w:rsid w:val="001E74C5"/>
    <w:rsid w:val="001E76AB"/>
    <w:rsid w:val="001E7826"/>
    <w:rsid w:val="001E7833"/>
    <w:rsid w:val="001E7945"/>
    <w:rsid w:val="001E7956"/>
    <w:rsid w:val="001E7986"/>
    <w:rsid w:val="001E79C7"/>
    <w:rsid w:val="001E7A1B"/>
    <w:rsid w:val="001E7C0C"/>
    <w:rsid w:val="001E7E41"/>
    <w:rsid w:val="001F0240"/>
    <w:rsid w:val="001F0610"/>
    <w:rsid w:val="001F06BF"/>
    <w:rsid w:val="001F07D0"/>
    <w:rsid w:val="001F0AF2"/>
    <w:rsid w:val="001F0BD7"/>
    <w:rsid w:val="001F0EB6"/>
    <w:rsid w:val="001F1AD5"/>
    <w:rsid w:val="001F1E37"/>
    <w:rsid w:val="001F1E89"/>
    <w:rsid w:val="001F1EFE"/>
    <w:rsid w:val="001F204B"/>
    <w:rsid w:val="001F20FE"/>
    <w:rsid w:val="001F25E4"/>
    <w:rsid w:val="001F2743"/>
    <w:rsid w:val="001F2868"/>
    <w:rsid w:val="001F296E"/>
    <w:rsid w:val="001F2F27"/>
    <w:rsid w:val="001F3023"/>
    <w:rsid w:val="001F31D7"/>
    <w:rsid w:val="001F3372"/>
    <w:rsid w:val="001F3466"/>
    <w:rsid w:val="001F35F3"/>
    <w:rsid w:val="001F379F"/>
    <w:rsid w:val="001F3FA7"/>
    <w:rsid w:val="001F4097"/>
    <w:rsid w:val="001F42B8"/>
    <w:rsid w:val="001F44A1"/>
    <w:rsid w:val="001F4584"/>
    <w:rsid w:val="001F46F1"/>
    <w:rsid w:val="001F48C3"/>
    <w:rsid w:val="001F538D"/>
    <w:rsid w:val="001F57FF"/>
    <w:rsid w:val="001F592C"/>
    <w:rsid w:val="001F5C1B"/>
    <w:rsid w:val="001F5D01"/>
    <w:rsid w:val="001F5E0C"/>
    <w:rsid w:val="001F6225"/>
    <w:rsid w:val="001F6284"/>
    <w:rsid w:val="001F63AB"/>
    <w:rsid w:val="001F65C8"/>
    <w:rsid w:val="001F69CD"/>
    <w:rsid w:val="001F6CE8"/>
    <w:rsid w:val="001F76BC"/>
    <w:rsid w:val="001F78CE"/>
    <w:rsid w:val="001F7D44"/>
    <w:rsid w:val="00200173"/>
    <w:rsid w:val="00200537"/>
    <w:rsid w:val="00200603"/>
    <w:rsid w:val="0020076C"/>
    <w:rsid w:val="00200850"/>
    <w:rsid w:val="00200B90"/>
    <w:rsid w:val="00200FA4"/>
    <w:rsid w:val="00201096"/>
    <w:rsid w:val="002012A1"/>
    <w:rsid w:val="002013A1"/>
    <w:rsid w:val="002014CA"/>
    <w:rsid w:val="00201976"/>
    <w:rsid w:val="00201BB7"/>
    <w:rsid w:val="00201BD7"/>
    <w:rsid w:val="00201E33"/>
    <w:rsid w:val="00201F86"/>
    <w:rsid w:val="00201F96"/>
    <w:rsid w:val="00202013"/>
    <w:rsid w:val="00202357"/>
    <w:rsid w:val="0020266B"/>
    <w:rsid w:val="00202BB3"/>
    <w:rsid w:val="002030C1"/>
    <w:rsid w:val="00203176"/>
    <w:rsid w:val="0020331B"/>
    <w:rsid w:val="002046B0"/>
    <w:rsid w:val="00204804"/>
    <w:rsid w:val="00204914"/>
    <w:rsid w:val="00204C43"/>
    <w:rsid w:val="00204C7B"/>
    <w:rsid w:val="00204E57"/>
    <w:rsid w:val="00205051"/>
    <w:rsid w:val="002050FA"/>
    <w:rsid w:val="00205271"/>
    <w:rsid w:val="002054AB"/>
    <w:rsid w:val="00205637"/>
    <w:rsid w:val="002058DE"/>
    <w:rsid w:val="002060B2"/>
    <w:rsid w:val="002064F5"/>
    <w:rsid w:val="00206750"/>
    <w:rsid w:val="0020696D"/>
    <w:rsid w:val="00206A08"/>
    <w:rsid w:val="00206FB3"/>
    <w:rsid w:val="002070A4"/>
    <w:rsid w:val="00207219"/>
    <w:rsid w:val="002073BD"/>
    <w:rsid w:val="00207D75"/>
    <w:rsid w:val="00210211"/>
    <w:rsid w:val="00210396"/>
    <w:rsid w:val="002105D2"/>
    <w:rsid w:val="002106EB"/>
    <w:rsid w:val="00210A96"/>
    <w:rsid w:val="00210B08"/>
    <w:rsid w:val="00210B8E"/>
    <w:rsid w:val="002112E5"/>
    <w:rsid w:val="002118D7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8A0"/>
    <w:rsid w:val="002129A2"/>
    <w:rsid w:val="00212A24"/>
    <w:rsid w:val="0021301D"/>
    <w:rsid w:val="00213205"/>
    <w:rsid w:val="0021333C"/>
    <w:rsid w:val="002133CA"/>
    <w:rsid w:val="00213649"/>
    <w:rsid w:val="00213658"/>
    <w:rsid w:val="0021388A"/>
    <w:rsid w:val="00213C8B"/>
    <w:rsid w:val="00213DDC"/>
    <w:rsid w:val="00213E81"/>
    <w:rsid w:val="0021417A"/>
    <w:rsid w:val="002141AF"/>
    <w:rsid w:val="0021425A"/>
    <w:rsid w:val="00214538"/>
    <w:rsid w:val="0021454A"/>
    <w:rsid w:val="00214652"/>
    <w:rsid w:val="00214A9B"/>
    <w:rsid w:val="002150FF"/>
    <w:rsid w:val="0021515B"/>
    <w:rsid w:val="00215567"/>
    <w:rsid w:val="002157EB"/>
    <w:rsid w:val="00215ADE"/>
    <w:rsid w:val="00215B79"/>
    <w:rsid w:val="00215DF7"/>
    <w:rsid w:val="002160CA"/>
    <w:rsid w:val="00216598"/>
    <w:rsid w:val="002166C0"/>
    <w:rsid w:val="00216773"/>
    <w:rsid w:val="00217034"/>
    <w:rsid w:val="00217C08"/>
    <w:rsid w:val="00217D3E"/>
    <w:rsid w:val="00220908"/>
    <w:rsid w:val="0022094E"/>
    <w:rsid w:val="00220AAB"/>
    <w:rsid w:val="00220B12"/>
    <w:rsid w:val="00220DEF"/>
    <w:rsid w:val="00220ED1"/>
    <w:rsid w:val="0022101F"/>
    <w:rsid w:val="002212F4"/>
    <w:rsid w:val="0022194A"/>
    <w:rsid w:val="00221B8B"/>
    <w:rsid w:val="00221F0C"/>
    <w:rsid w:val="00221F2D"/>
    <w:rsid w:val="002220FC"/>
    <w:rsid w:val="00222140"/>
    <w:rsid w:val="00222154"/>
    <w:rsid w:val="00222544"/>
    <w:rsid w:val="00222976"/>
    <w:rsid w:val="00222AEC"/>
    <w:rsid w:val="00222D03"/>
    <w:rsid w:val="002232C9"/>
    <w:rsid w:val="0022389B"/>
    <w:rsid w:val="00223974"/>
    <w:rsid w:val="00223BE0"/>
    <w:rsid w:val="00223CE6"/>
    <w:rsid w:val="00223F02"/>
    <w:rsid w:val="00223F08"/>
    <w:rsid w:val="0022416A"/>
    <w:rsid w:val="00224178"/>
    <w:rsid w:val="00224448"/>
    <w:rsid w:val="00224B94"/>
    <w:rsid w:val="00224BB5"/>
    <w:rsid w:val="00224CB1"/>
    <w:rsid w:val="00225280"/>
    <w:rsid w:val="0022538C"/>
    <w:rsid w:val="0022593C"/>
    <w:rsid w:val="00225AA9"/>
    <w:rsid w:val="00225EEC"/>
    <w:rsid w:val="002262DC"/>
    <w:rsid w:val="0022647F"/>
    <w:rsid w:val="00226594"/>
    <w:rsid w:val="00226674"/>
    <w:rsid w:val="002267A8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2"/>
    <w:rsid w:val="00230A79"/>
    <w:rsid w:val="00230AA3"/>
    <w:rsid w:val="00230F67"/>
    <w:rsid w:val="0023132C"/>
    <w:rsid w:val="002317FB"/>
    <w:rsid w:val="00231919"/>
    <w:rsid w:val="00231A48"/>
    <w:rsid w:val="00231B41"/>
    <w:rsid w:val="00231CC7"/>
    <w:rsid w:val="00231DDB"/>
    <w:rsid w:val="00231F31"/>
    <w:rsid w:val="00231FC0"/>
    <w:rsid w:val="00232732"/>
    <w:rsid w:val="002327B5"/>
    <w:rsid w:val="00232863"/>
    <w:rsid w:val="002328C2"/>
    <w:rsid w:val="00232EF9"/>
    <w:rsid w:val="00232F94"/>
    <w:rsid w:val="0023320D"/>
    <w:rsid w:val="0023326B"/>
    <w:rsid w:val="002335B1"/>
    <w:rsid w:val="002335FE"/>
    <w:rsid w:val="002337C3"/>
    <w:rsid w:val="00233806"/>
    <w:rsid w:val="002339F3"/>
    <w:rsid w:val="0023489F"/>
    <w:rsid w:val="00234A7A"/>
    <w:rsid w:val="00234B79"/>
    <w:rsid w:val="00234CB7"/>
    <w:rsid w:val="00234F47"/>
    <w:rsid w:val="00235048"/>
    <w:rsid w:val="002353EC"/>
    <w:rsid w:val="0023560B"/>
    <w:rsid w:val="00235927"/>
    <w:rsid w:val="00235C3E"/>
    <w:rsid w:val="00235F36"/>
    <w:rsid w:val="0023610A"/>
    <w:rsid w:val="00236442"/>
    <w:rsid w:val="002366A9"/>
    <w:rsid w:val="00236741"/>
    <w:rsid w:val="00236832"/>
    <w:rsid w:val="00236834"/>
    <w:rsid w:val="00236F1A"/>
    <w:rsid w:val="00236FF9"/>
    <w:rsid w:val="0023721F"/>
    <w:rsid w:val="00237B6C"/>
    <w:rsid w:val="00237CE9"/>
    <w:rsid w:val="00237E65"/>
    <w:rsid w:val="00240179"/>
    <w:rsid w:val="00240739"/>
    <w:rsid w:val="00240783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392"/>
    <w:rsid w:val="002423F9"/>
    <w:rsid w:val="002426DE"/>
    <w:rsid w:val="002427C6"/>
    <w:rsid w:val="00242C5A"/>
    <w:rsid w:val="0024378C"/>
    <w:rsid w:val="0024390E"/>
    <w:rsid w:val="00243E02"/>
    <w:rsid w:val="00243E96"/>
    <w:rsid w:val="002440AC"/>
    <w:rsid w:val="00244291"/>
    <w:rsid w:val="0024491F"/>
    <w:rsid w:val="00244A4C"/>
    <w:rsid w:val="00244D1B"/>
    <w:rsid w:val="00244EC9"/>
    <w:rsid w:val="00244EF0"/>
    <w:rsid w:val="00245743"/>
    <w:rsid w:val="00245B4C"/>
    <w:rsid w:val="00245DC2"/>
    <w:rsid w:val="00245F04"/>
    <w:rsid w:val="0024630E"/>
    <w:rsid w:val="002463EB"/>
    <w:rsid w:val="00246426"/>
    <w:rsid w:val="002464AC"/>
    <w:rsid w:val="00246D5B"/>
    <w:rsid w:val="002479AF"/>
    <w:rsid w:val="00247AB0"/>
    <w:rsid w:val="00247BCC"/>
    <w:rsid w:val="00247E7D"/>
    <w:rsid w:val="00247F2D"/>
    <w:rsid w:val="00247F2F"/>
    <w:rsid w:val="00247F9E"/>
    <w:rsid w:val="00247FD4"/>
    <w:rsid w:val="00247FE0"/>
    <w:rsid w:val="0025000F"/>
    <w:rsid w:val="0025024B"/>
    <w:rsid w:val="0025036C"/>
    <w:rsid w:val="002503DE"/>
    <w:rsid w:val="002503F7"/>
    <w:rsid w:val="002506A7"/>
    <w:rsid w:val="00250724"/>
    <w:rsid w:val="00250758"/>
    <w:rsid w:val="002511FB"/>
    <w:rsid w:val="00251241"/>
    <w:rsid w:val="0025133F"/>
    <w:rsid w:val="00251444"/>
    <w:rsid w:val="00251615"/>
    <w:rsid w:val="00251657"/>
    <w:rsid w:val="00251AFE"/>
    <w:rsid w:val="00251CA4"/>
    <w:rsid w:val="00251F6C"/>
    <w:rsid w:val="002525AF"/>
    <w:rsid w:val="00252625"/>
    <w:rsid w:val="002526AF"/>
    <w:rsid w:val="002526BD"/>
    <w:rsid w:val="002526D9"/>
    <w:rsid w:val="00252738"/>
    <w:rsid w:val="0025279D"/>
    <w:rsid w:val="002528DD"/>
    <w:rsid w:val="00252AF1"/>
    <w:rsid w:val="00252CE0"/>
    <w:rsid w:val="0025313C"/>
    <w:rsid w:val="00253238"/>
    <w:rsid w:val="00253677"/>
    <w:rsid w:val="00253761"/>
    <w:rsid w:val="00253B32"/>
    <w:rsid w:val="00253BA5"/>
    <w:rsid w:val="00253F94"/>
    <w:rsid w:val="00254669"/>
    <w:rsid w:val="00254785"/>
    <w:rsid w:val="0025497F"/>
    <w:rsid w:val="00254AB8"/>
    <w:rsid w:val="0025584D"/>
    <w:rsid w:val="0025598F"/>
    <w:rsid w:val="00255B60"/>
    <w:rsid w:val="00255F13"/>
    <w:rsid w:val="00255F69"/>
    <w:rsid w:val="00255FCB"/>
    <w:rsid w:val="0025625D"/>
    <w:rsid w:val="002565F8"/>
    <w:rsid w:val="00256646"/>
    <w:rsid w:val="0025678C"/>
    <w:rsid w:val="002568BC"/>
    <w:rsid w:val="00256AE0"/>
    <w:rsid w:val="00256B02"/>
    <w:rsid w:val="00256DE1"/>
    <w:rsid w:val="002571A3"/>
    <w:rsid w:val="002571D8"/>
    <w:rsid w:val="0025730A"/>
    <w:rsid w:val="0025730C"/>
    <w:rsid w:val="002574EB"/>
    <w:rsid w:val="002575D3"/>
    <w:rsid w:val="002576D6"/>
    <w:rsid w:val="0025792D"/>
    <w:rsid w:val="00257AA7"/>
    <w:rsid w:val="0026001A"/>
    <w:rsid w:val="0026020D"/>
    <w:rsid w:val="002608C6"/>
    <w:rsid w:val="002609A8"/>
    <w:rsid w:val="0026109F"/>
    <w:rsid w:val="002611F8"/>
    <w:rsid w:val="00261326"/>
    <w:rsid w:val="00261536"/>
    <w:rsid w:val="0026186A"/>
    <w:rsid w:val="00261A0A"/>
    <w:rsid w:val="00262816"/>
    <w:rsid w:val="00262A58"/>
    <w:rsid w:val="00263195"/>
    <w:rsid w:val="002636E0"/>
    <w:rsid w:val="00263C1E"/>
    <w:rsid w:val="00264297"/>
    <w:rsid w:val="002644EB"/>
    <w:rsid w:val="00264801"/>
    <w:rsid w:val="00264A04"/>
    <w:rsid w:val="00264A4B"/>
    <w:rsid w:val="00264CF9"/>
    <w:rsid w:val="00264DA4"/>
    <w:rsid w:val="00265012"/>
    <w:rsid w:val="002651F2"/>
    <w:rsid w:val="002654D9"/>
    <w:rsid w:val="002657EF"/>
    <w:rsid w:val="00265BF1"/>
    <w:rsid w:val="00265E38"/>
    <w:rsid w:val="00266066"/>
    <w:rsid w:val="00266299"/>
    <w:rsid w:val="0026630F"/>
    <w:rsid w:val="002663A0"/>
    <w:rsid w:val="002667DE"/>
    <w:rsid w:val="00266A78"/>
    <w:rsid w:val="00266C07"/>
    <w:rsid w:val="00266D72"/>
    <w:rsid w:val="00266FBC"/>
    <w:rsid w:val="002671AC"/>
    <w:rsid w:val="002671B8"/>
    <w:rsid w:val="002672C3"/>
    <w:rsid w:val="0026741A"/>
    <w:rsid w:val="00267C55"/>
    <w:rsid w:val="002700BB"/>
    <w:rsid w:val="00270301"/>
    <w:rsid w:val="00270820"/>
    <w:rsid w:val="00270CA7"/>
    <w:rsid w:val="002710F7"/>
    <w:rsid w:val="00271948"/>
    <w:rsid w:val="002719AF"/>
    <w:rsid w:val="00271A16"/>
    <w:rsid w:val="00271BF4"/>
    <w:rsid w:val="00271CF5"/>
    <w:rsid w:val="0027221B"/>
    <w:rsid w:val="00272399"/>
    <w:rsid w:val="002724DF"/>
    <w:rsid w:val="002727B9"/>
    <w:rsid w:val="00272A86"/>
    <w:rsid w:val="002734D9"/>
    <w:rsid w:val="00273546"/>
    <w:rsid w:val="00273691"/>
    <w:rsid w:val="002736DB"/>
    <w:rsid w:val="002738A9"/>
    <w:rsid w:val="00273D05"/>
    <w:rsid w:val="00273D90"/>
    <w:rsid w:val="00273EE9"/>
    <w:rsid w:val="00273F92"/>
    <w:rsid w:val="002742E9"/>
    <w:rsid w:val="0027483A"/>
    <w:rsid w:val="00274928"/>
    <w:rsid w:val="00274A55"/>
    <w:rsid w:val="00274B96"/>
    <w:rsid w:val="00274CAD"/>
    <w:rsid w:val="00275258"/>
    <w:rsid w:val="00275527"/>
    <w:rsid w:val="00276363"/>
    <w:rsid w:val="00276613"/>
    <w:rsid w:val="002767A0"/>
    <w:rsid w:val="00276A7C"/>
    <w:rsid w:val="00276AFC"/>
    <w:rsid w:val="00276DE6"/>
    <w:rsid w:val="0027738C"/>
    <w:rsid w:val="00277C8A"/>
    <w:rsid w:val="00277CAA"/>
    <w:rsid w:val="00277D89"/>
    <w:rsid w:val="00277E3C"/>
    <w:rsid w:val="00277F65"/>
    <w:rsid w:val="00280290"/>
    <w:rsid w:val="002808E9"/>
    <w:rsid w:val="00280F69"/>
    <w:rsid w:val="0028185C"/>
    <w:rsid w:val="002818A7"/>
    <w:rsid w:val="002818F6"/>
    <w:rsid w:val="00281AF4"/>
    <w:rsid w:val="00281ECA"/>
    <w:rsid w:val="00281F46"/>
    <w:rsid w:val="0028225E"/>
    <w:rsid w:val="002827AE"/>
    <w:rsid w:val="002827DB"/>
    <w:rsid w:val="00282D74"/>
    <w:rsid w:val="00282FDF"/>
    <w:rsid w:val="002834CA"/>
    <w:rsid w:val="0028353A"/>
    <w:rsid w:val="00283A4E"/>
    <w:rsid w:val="00283BF2"/>
    <w:rsid w:val="00283D49"/>
    <w:rsid w:val="00284099"/>
    <w:rsid w:val="002842E2"/>
    <w:rsid w:val="00284692"/>
    <w:rsid w:val="0028522D"/>
    <w:rsid w:val="002852B0"/>
    <w:rsid w:val="0028554F"/>
    <w:rsid w:val="0028555D"/>
    <w:rsid w:val="002855AC"/>
    <w:rsid w:val="002856C4"/>
    <w:rsid w:val="00285A30"/>
    <w:rsid w:val="00285E2C"/>
    <w:rsid w:val="002860DA"/>
    <w:rsid w:val="002860F4"/>
    <w:rsid w:val="00286D32"/>
    <w:rsid w:val="0028722D"/>
    <w:rsid w:val="00287507"/>
    <w:rsid w:val="00287667"/>
    <w:rsid w:val="00287790"/>
    <w:rsid w:val="002878B8"/>
    <w:rsid w:val="002878D4"/>
    <w:rsid w:val="00287BB1"/>
    <w:rsid w:val="00287CFE"/>
    <w:rsid w:val="00287D64"/>
    <w:rsid w:val="002900B7"/>
    <w:rsid w:val="002906E3"/>
    <w:rsid w:val="00290C76"/>
    <w:rsid w:val="00290DD9"/>
    <w:rsid w:val="00291238"/>
    <w:rsid w:val="002914DE"/>
    <w:rsid w:val="002915E0"/>
    <w:rsid w:val="00291FF4"/>
    <w:rsid w:val="00292064"/>
    <w:rsid w:val="002921BB"/>
    <w:rsid w:val="00292460"/>
    <w:rsid w:val="002924DE"/>
    <w:rsid w:val="0029274E"/>
    <w:rsid w:val="00292BDD"/>
    <w:rsid w:val="00292C4E"/>
    <w:rsid w:val="0029302F"/>
    <w:rsid w:val="0029322D"/>
    <w:rsid w:val="0029323A"/>
    <w:rsid w:val="002934D1"/>
    <w:rsid w:val="002934E0"/>
    <w:rsid w:val="0029361D"/>
    <w:rsid w:val="0029391B"/>
    <w:rsid w:val="00293D68"/>
    <w:rsid w:val="00293F52"/>
    <w:rsid w:val="00293F9F"/>
    <w:rsid w:val="00293FB3"/>
    <w:rsid w:val="00294496"/>
    <w:rsid w:val="0029459B"/>
    <w:rsid w:val="002949EE"/>
    <w:rsid w:val="00294EB0"/>
    <w:rsid w:val="0029549E"/>
    <w:rsid w:val="00295555"/>
    <w:rsid w:val="00295ACD"/>
    <w:rsid w:val="00295E76"/>
    <w:rsid w:val="00296390"/>
    <w:rsid w:val="00296B2D"/>
    <w:rsid w:val="00296D2A"/>
    <w:rsid w:val="0029714C"/>
    <w:rsid w:val="00297356"/>
    <w:rsid w:val="002979A7"/>
    <w:rsid w:val="00297E63"/>
    <w:rsid w:val="002A030F"/>
    <w:rsid w:val="002A0336"/>
    <w:rsid w:val="002A0530"/>
    <w:rsid w:val="002A0754"/>
    <w:rsid w:val="002A07F0"/>
    <w:rsid w:val="002A0928"/>
    <w:rsid w:val="002A0A04"/>
    <w:rsid w:val="002A0C38"/>
    <w:rsid w:val="002A1249"/>
    <w:rsid w:val="002A1674"/>
    <w:rsid w:val="002A18EE"/>
    <w:rsid w:val="002A1A59"/>
    <w:rsid w:val="002A1C89"/>
    <w:rsid w:val="002A1D22"/>
    <w:rsid w:val="002A24DC"/>
    <w:rsid w:val="002A25CC"/>
    <w:rsid w:val="002A2C5A"/>
    <w:rsid w:val="002A2DA1"/>
    <w:rsid w:val="002A2F76"/>
    <w:rsid w:val="002A2FAF"/>
    <w:rsid w:val="002A30E8"/>
    <w:rsid w:val="002A3258"/>
    <w:rsid w:val="002A346D"/>
    <w:rsid w:val="002A384B"/>
    <w:rsid w:val="002A391D"/>
    <w:rsid w:val="002A3B27"/>
    <w:rsid w:val="002A424B"/>
    <w:rsid w:val="002A43A8"/>
    <w:rsid w:val="002A4B37"/>
    <w:rsid w:val="002A4ED6"/>
    <w:rsid w:val="002A5046"/>
    <w:rsid w:val="002A5145"/>
    <w:rsid w:val="002A5365"/>
    <w:rsid w:val="002A57DD"/>
    <w:rsid w:val="002A58CA"/>
    <w:rsid w:val="002A5A93"/>
    <w:rsid w:val="002A5F0B"/>
    <w:rsid w:val="002A6581"/>
    <w:rsid w:val="002A6AEA"/>
    <w:rsid w:val="002A6C19"/>
    <w:rsid w:val="002A6CBB"/>
    <w:rsid w:val="002A72F3"/>
    <w:rsid w:val="002A75BD"/>
    <w:rsid w:val="002A763C"/>
    <w:rsid w:val="002B0773"/>
    <w:rsid w:val="002B0A68"/>
    <w:rsid w:val="002B0C69"/>
    <w:rsid w:val="002B0E7A"/>
    <w:rsid w:val="002B0FA8"/>
    <w:rsid w:val="002B1284"/>
    <w:rsid w:val="002B180B"/>
    <w:rsid w:val="002B1812"/>
    <w:rsid w:val="002B19D2"/>
    <w:rsid w:val="002B1A82"/>
    <w:rsid w:val="002B1D98"/>
    <w:rsid w:val="002B1E81"/>
    <w:rsid w:val="002B1F5E"/>
    <w:rsid w:val="002B1FC7"/>
    <w:rsid w:val="002B23D1"/>
    <w:rsid w:val="002B24DB"/>
    <w:rsid w:val="002B24E1"/>
    <w:rsid w:val="002B29E8"/>
    <w:rsid w:val="002B2B30"/>
    <w:rsid w:val="002B2E0E"/>
    <w:rsid w:val="002B3088"/>
    <w:rsid w:val="002B30B9"/>
    <w:rsid w:val="002B3138"/>
    <w:rsid w:val="002B321B"/>
    <w:rsid w:val="002B3818"/>
    <w:rsid w:val="002B38BE"/>
    <w:rsid w:val="002B3C8E"/>
    <w:rsid w:val="002B3E9D"/>
    <w:rsid w:val="002B3FF5"/>
    <w:rsid w:val="002B414B"/>
    <w:rsid w:val="002B483B"/>
    <w:rsid w:val="002B4941"/>
    <w:rsid w:val="002B497A"/>
    <w:rsid w:val="002B4C7B"/>
    <w:rsid w:val="002B4DF6"/>
    <w:rsid w:val="002B5003"/>
    <w:rsid w:val="002B50F9"/>
    <w:rsid w:val="002B5186"/>
    <w:rsid w:val="002B526B"/>
    <w:rsid w:val="002B55ED"/>
    <w:rsid w:val="002B5E80"/>
    <w:rsid w:val="002B6450"/>
    <w:rsid w:val="002B6F45"/>
    <w:rsid w:val="002B6FAD"/>
    <w:rsid w:val="002B7536"/>
    <w:rsid w:val="002B780A"/>
    <w:rsid w:val="002B7E72"/>
    <w:rsid w:val="002C0243"/>
    <w:rsid w:val="002C035E"/>
    <w:rsid w:val="002C0520"/>
    <w:rsid w:val="002C0738"/>
    <w:rsid w:val="002C080B"/>
    <w:rsid w:val="002C0B87"/>
    <w:rsid w:val="002C0E19"/>
    <w:rsid w:val="002C1A74"/>
    <w:rsid w:val="002C1B75"/>
    <w:rsid w:val="002C233B"/>
    <w:rsid w:val="002C236F"/>
    <w:rsid w:val="002C299E"/>
    <w:rsid w:val="002C2EA1"/>
    <w:rsid w:val="002C320F"/>
    <w:rsid w:val="002C340D"/>
    <w:rsid w:val="002C388C"/>
    <w:rsid w:val="002C3A00"/>
    <w:rsid w:val="002C3CAC"/>
    <w:rsid w:val="002C3CDC"/>
    <w:rsid w:val="002C3F43"/>
    <w:rsid w:val="002C4252"/>
    <w:rsid w:val="002C4446"/>
    <w:rsid w:val="002C4472"/>
    <w:rsid w:val="002C4698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799E"/>
    <w:rsid w:val="002C7B9E"/>
    <w:rsid w:val="002C7DAC"/>
    <w:rsid w:val="002C7DF7"/>
    <w:rsid w:val="002C7E3D"/>
    <w:rsid w:val="002D022E"/>
    <w:rsid w:val="002D06B5"/>
    <w:rsid w:val="002D07DE"/>
    <w:rsid w:val="002D0819"/>
    <w:rsid w:val="002D08D5"/>
    <w:rsid w:val="002D0C28"/>
    <w:rsid w:val="002D106A"/>
    <w:rsid w:val="002D1590"/>
    <w:rsid w:val="002D1791"/>
    <w:rsid w:val="002D1A07"/>
    <w:rsid w:val="002D1BF0"/>
    <w:rsid w:val="002D1D78"/>
    <w:rsid w:val="002D1F48"/>
    <w:rsid w:val="002D1FEB"/>
    <w:rsid w:val="002D2218"/>
    <w:rsid w:val="002D25E2"/>
    <w:rsid w:val="002D2675"/>
    <w:rsid w:val="002D269F"/>
    <w:rsid w:val="002D2975"/>
    <w:rsid w:val="002D2A92"/>
    <w:rsid w:val="002D2F2D"/>
    <w:rsid w:val="002D2F9D"/>
    <w:rsid w:val="002D332D"/>
    <w:rsid w:val="002D3633"/>
    <w:rsid w:val="002D3A4D"/>
    <w:rsid w:val="002D3AC8"/>
    <w:rsid w:val="002D3F6F"/>
    <w:rsid w:val="002D4307"/>
    <w:rsid w:val="002D4450"/>
    <w:rsid w:val="002D450D"/>
    <w:rsid w:val="002D4815"/>
    <w:rsid w:val="002D4FB1"/>
    <w:rsid w:val="002D5036"/>
    <w:rsid w:val="002D507E"/>
    <w:rsid w:val="002D5325"/>
    <w:rsid w:val="002D55E9"/>
    <w:rsid w:val="002D5D70"/>
    <w:rsid w:val="002D61EB"/>
    <w:rsid w:val="002D65FE"/>
    <w:rsid w:val="002D6847"/>
    <w:rsid w:val="002D6C7C"/>
    <w:rsid w:val="002D74F5"/>
    <w:rsid w:val="002D77ED"/>
    <w:rsid w:val="002D7B97"/>
    <w:rsid w:val="002D7D64"/>
    <w:rsid w:val="002D7E53"/>
    <w:rsid w:val="002E0697"/>
    <w:rsid w:val="002E0889"/>
    <w:rsid w:val="002E08F6"/>
    <w:rsid w:val="002E0BB2"/>
    <w:rsid w:val="002E1016"/>
    <w:rsid w:val="002E1767"/>
    <w:rsid w:val="002E1CCB"/>
    <w:rsid w:val="002E24E3"/>
    <w:rsid w:val="002E2692"/>
    <w:rsid w:val="002E27C5"/>
    <w:rsid w:val="002E2840"/>
    <w:rsid w:val="002E2A77"/>
    <w:rsid w:val="002E2E13"/>
    <w:rsid w:val="002E34DF"/>
    <w:rsid w:val="002E3AFC"/>
    <w:rsid w:val="002E3CE0"/>
    <w:rsid w:val="002E3CF0"/>
    <w:rsid w:val="002E3F8C"/>
    <w:rsid w:val="002E408E"/>
    <w:rsid w:val="002E4167"/>
    <w:rsid w:val="002E42A7"/>
    <w:rsid w:val="002E42A8"/>
    <w:rsid w:val="002E42E3"/>
    <w:rsid w:val="002E4355"/>
    <w:rsid w:val="002E43F5"/>
    <w:rsid w:val="002E49DC"/>
    <w:rsid w:val="002E4A84"/>
    <w:rsid w:val="002E4C05"/>
    <w:rsid w:val="002E4EF2"/>
    <w:rsid w:val="002E53DC"/>
    <w:rsid w:val="002E5524"/>
    <w:rsid w:val="002E55CD"/>
    <w:rsid w:val="002E595D"/>
    <w:rsid w:val="002E5B75"/>
    <w:rsid w:val="002E5C8F"/>
    <w:rsid w:val="002E5D02"/>
    <w:rsid w:val="002E5E6C"/>
    <w:rsid w:val="002E604F"/>
    <w:rsid w:val="002E6057"/>
    <w:rsid w:val="002E6121"/>
    <w:rsid w:val="002E688F"/>
    <w:rsid w:val="002E69D8"/>
    <w:rsid w:val="002E6CF9"/>
    <w:rsid w:val="002E6FE2"/>
    <w:rsid w:val="002E7759"/>
    <w:rsid w:val="002E788A"/>
    <w:rsid w:val="002E7D83"/>
    <w:rsid w:val="002E7F7E"/>
    <w:rsid w:val="002F008F"/>
    <w:rsid w:val="002F04D7"/>
    <w:rsid w:val="002F055E"/>
    <w:rsid w:val="002F0579"/>
    <w:rsid w:val="002F07A1"/>
    <w:rsid w:val="002F0AA8"/>
    <w:rsid w:val="002F0BA9"/>
    <w:rsid w:val="002F11D8"/>
    <w:rsid w:val="002F1235"/>
    <w:rsid w:val="002F124B"/>
    <w:rsid w:val="002F18AA"/>
    <w:rsid w:val="002F1E1D"/>
    <w:rsid w:val="002F1FED"/>
    <w:rsid w:val="002F248E"/>
    <w:rsid w:val="002F264F"/>
    <w:rsid w:val="002F2A1C"/>
    <w:rsid w:val="002F2B0F"/>
    <w:rsid w:val="002F2CBC"/>
    <w:rsid w:val="002F2CFB"/>
    <w:rsid w:val="002F3187"/>
    <w:rsid w:val="002F32A9"/>
    <w:rsid w:val="002F3317"/>
    <w:rsid w:val="002F3724"/>
    <w:rsid w:val="002F3CAD"/>
    <w:rsid w:val="002F3F2E"/>
    <w:rsid w:val="002F4416"/>
    <w:rsid w:val="002F449C"/>
    <w:rsid w:val="002F44BE"/>
    <w:rsid w:val="002F4814"/>
    <w:rsid w:val="002F497A"/>
    <w:rsid w:val="002F49CA"/>
    <w:rsid w:val="002F4DAB"/>
    <w:rsid w:val="002F501A"/>
    <w:rsid w:val="002F53A8"/>
    <w:rsid w:val="002F5C6A"/>
    <w:rsid w:val="002F5E61"/>
    <w:rsid w:val="002F5EBE"/>
    <w:rsid w:val="002F60A5"/>
    <w:rsid w:val="002F624F"/>
    <w:rsid w:val="002F62A2"/>
    <w:rsid w:val="002F62DA"/>
    <w:rsid w:val="002F63D4"/>
    <w:rsid w:val="002F6919"/>
    <w:rsid w:val="002F6BEA"/>
    <w:rsid w:val="002F6CBB"/>
    <w:rsid w:val="002F6E41"/>
    <w:rsid w:val="002F6EBD"/>
    <w:rsid w:val="002F6FB0"/>
    <w:rsid w:val="002F7B3E"/>
    <w:rsid w:val="00300183"/>
    <w:rsid w:val="00300362"/>
    <w:rsid w:val="0030038C"/>
    <w:rsid w:val="00300630"/>
    <w:rsid w:val="00300F20"/>
    <w:rsid w:val="003014F8"/>
    <w:rsid w:val="003017D0"/>
    <w:rsid w:val="00301A44"/>
    <w:rsid w:val="00301B58"/>
    <w:rsid w:val="00301C58"/>
    <w:rsid w:val="00302124"/>
    <w:rsid w:val="00302358"/>
    <w:rsid w:val="0030254C"/>
    <w:rsid w:val="00302649"/>
    <w:rsid w:val="003026E3"/>
    <w:rsid w:val="00302A28"/>
    <w:rsid w:val="00302B69"/>
    <w:rsid w:val="00302C22"/>
    <w:rsid w:val="00302D67"/>
    <w:rsid w:val="003032A7"/>
    <w:rsid w:val="0030371F"/>
    <w:rsid w:val="0030386D"/>
    <w:rsid w:val="003039F5"/>
    <w:rsid w:val="00303C7D"/>
    <w:rsid w:val="00303F5D"/>
    <w:rsid w:val="00304678"/>
    <w:rsid w:val="00304772"/>
    <w:rsid w:val="00304873"/>
    <w:rsid w:val="003049B8"/>
    <w:rsid w:val="003049E5"/>
    <w:rsid w:val="00304ADE"/>
    <w:rsid w:val="00304C60"/>
    <w:rsid w:val="00304E04"/>
    <w:rsid w:val="003051EC"/>
    <w:rsid w:val="00305315"/>
    <w:rsid w:val="003053C3"/>
    <w:rsid w:val="0030541B"/>
    <w:rsid w:val="00305B8F"/>
    <w:rsid w:val="00305D5F"/>
    <w:rsid w:val="00305E7F"/>
    <w:rsid w:val="00306066"/>
    <w:rsid w:val="00306092"/>
    <w:rsid w:val="00306272"/>
    <w:rsid w:val="003064AB"/>
    <w:rsid w:val="00306635"/>
    <w:rsid w:val="00306BC5"/>
    <w:rsid w:val="00306CE8"/>
    <w:rsid w:val="0030765C"/>
    <w:rsid w:val="00307DA4"/>
    <w:rsid w:val="00307FEA"/>
    <w:rsid w:val="00310313"/>
    <w:rsid w:val="003105E5"/>
    <w:rsid w:val="0031083E"/>
    <w:rsid w:val="00310BED"/>
    <w:rsid w:val="00310DB8"/>
    <w:rsid w:val="00310DBE"/>
    <w:rsid w:val="00310EE4"/>
    <w:rsid w:val="003111CA"/>
    <w:rsid w:val="0031161B"/>
    <w:rsid w:val="00311808"/>
    <w:rsid w:val="00311994"/>
    <w:rsid w:val="00311B0D"/>
    <w:rsid w:val="00312284"/>
    <w:rsid w:val="003128EC"/>
    <w:rsid w:val="00312BC4"/>
    <w:rsid w:val="003133AD"/>
    <w:rsid w:val="00313742"/>
    <w:rsid w:val="0031378F"/>
    <w:rsid w:val="00313813"/>
    <w:rsid w:val="003144E0"/>
    <w:rsid w:val="00314542"/>
    <w:rsid w:val="0031483C"/>
    <w:rsid w:val="00314D9F"/>
    <w:rsid w:val="00314E0A"/>
    <w:rsid w:val="00315607"/>
    <w:rsid w:val="00315876"/>
    <w:rsid w:val="00315897"/>
    <w:rsid w:val="00315C55"/>
    <w:rsid w:val="00315C62"/>
    <w:rsid w:val="00315D8C"/>
    <w:rsid w:val="00315F0C"/>
    <w:rsid w:val="00316126"/>
    <w:rsid w:val="00316272"/>
    <w:rsid w:val="00316396"/>
    <w:rsid w:val="00316818"/>
    <w:rsid w:val="003168A9"/>
    <w:rsid w:val="00316903"/>
    <w:rsid w:val="00316A42"/>
    <w:rsid w:val="00316FE3"/>
    <w:rsid w:val="00317110"/>
    <w:rsid w:val="003176BE"/>
    <w:rsid w:val="00317946"/>
    <w:rsid w:val="00317BED"/>
    <w:rsid w:val="00317FD0"/>
    <w:rsid w:val="00320189"/>
    <w:rsid w:val="0032050F"/>
    <w:rsid w:val="003205FB"/>
    <w:rsid w:val="003207C3"/>
    <w:rsid w:val="00320F19"/>
    <w:rsid w:val="00321030"/>
    <w:rsid w:val="003212AD"/>
    <w:rsid w:val="003212DE"/>
    <w:rsid w:val="003215EF"/>
    <w:rsid w:val="0032178D"/>
    <w:rsid w:val="00321A64"/>
    <w:rsid w:val="00321BE5"/>
    <w:rsid w:val="00321BEF"/>
    <w:rsid w:val="00321C3C"/>
    <w:rsid w:val="00321F21"/>
    <w:rsid w:val="003224E8"/>
    <w:rsid w:val="003225AB"/>
    <w:rsid w:val="00322984"/>
    <w:rsid w:val="00322AA1"/>
    <w:rsid w:val="00323335"/>
    <w:rsid w:val="00323430"/>
    <w:rsid w:val="00323741"/>
    <w:rsid w:val="0032385D"/>
    <w:rsid w:val="00323ACD"/>
    <w:rsid w:val="00323BE0"/>
    <w:rsid w:val="00323F30"/>
    <w:rsid w:val="00324262"/>
    <w:rsid w:val="00324397"/>
    <w:rsid w:val="003246B6"/>
    <w:rsid w:val="00324B10"/>
    <w:rsid w:val="00324BC0"/>
    <w:rsid w:val="00324C9E"/>
    <w:rsid w:val="00324FFE"/>
    <w:rsid w:val="0032541D"/>
    <w:rsid w:val="00325A02"/>
    <w:rsid w:val="00325A78"/>
    <w:rsid w:val="00325BB9"/>
    <w:rsid w:val="00325C26"/>
    <w:rsid w:val="0032618F"/>
    <w:rsid w:val="003263B6"/>
    <w:rsid w:val="00326500"/>
    <w:rsid w:val="00326656"/>
    <w:rsid w:val="00326823"/>
    <w:rsid w:val="00326B02"/>
    <w:rsid w:val="00326C39"/>
    <w:rsid w:val="00326C6C"/>
    <w:rsid w:val="00327002"/>
    <w:rsid w:val="00327396"/>
    <w:rsid w:val="003277CA"/>
    <w:rsid w:val="00327985"/>
    <w:rsid w:val="003279DF"/>
    <w:rsid w:val="00327A89"/>
    <w:rsid w:val="00327FDE"/>
    <w:rsid w:val="003302DE"/>
    <w:rsid w:val="00330407"/>
    <w:rsid w:val="003304E7"/>
    <w:rsid w:val="0033097F"/>
    <w:rsid w:val="00330CF2"/>
    <w:rsid w:val="00330E82"/>
    <w:rsid w:val="00331292"/>
    <w:rsid w:val="003313A8"/>
    <w:rsid w:val="00331AEF"/>
    <w:rsid w:val="00331E29"/>
    <w:rsid w:val="0033265B"/>
    <w:rsid w:val="003328D3"/>
    <w:rsid w:val="0033293F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5314"/>
    <w:rsid w:val="003353DF"/>
    <w:rsid w:val="003358B4"/>
    <w:rsid w:val="00335CF7"/>
    <w:rsid w:val="0033644F"/>
    <w:rsid w:val="0033651D"/>
    <w:rsid w:val="00336A4A"/>
    <w:rsid w:val="003372D8"/>
    <w:rsid w:val="00337437"/>
    <w:rsid w:val="003375E6"/>
    <w:rsid w:val="003376A1"/>
    <w:rsid w:val="00337A8C"/>
    <w:rsid w:val="00337D8D"/>
    <w:rsid w:val="00337F4C"/>
    <w:rsid w:val="0034041A"/>
    <w:rsid w:val="003405BC"/>
    <w:rsid w:val="003409A1"/>
    <w:rsid w:val="00340A56"/>
    <w:rsid w:val="00340C07"/>
    <w:rsid w:val="00340C8D"/>
    <w:rsid w:val="003410FB"/>
    <w:rsid w:val="00341190"/>
    <w:rsid w:val="003411C0"/>
    <w:rsid w:val="00341991"/>
    <w:rsid w:val="00341E9B"/>
    <w:rsid w:val="00342250"/>
    <w:rsid w:val="003423F9"/>
    <w:rsid w:val="003425E0"/>
    <w:rsid w:val="00342627"/>
    <w:rsid w:val="0034268B"/>
    <w:rsid w:val="003427EC"/>
    <w:rsid w:val="00342B12"/>
    <w:rsid w:val="00342BCD"/>
    <w:rsid w:val="00342FFE"/>
    <w:rsid w:val="003434F9"/>
    <w:rsid w:val="003438BA"/>
    <w:rsid w:val="00343972"/>
    <w:rsid w:val="00343C60"/>
    <w:rsid w:val="00343D4F"/>
    <w:rsid w:val="003445E9"/>
    <w:rsid w:val="00344689"/>
    <w:rsid w:val="00344C23"/>
    <w:rsid w:val="00344C5B"/>
    <w:rsid w:val="00344E29"/>
    <w:rsid w:val="00344E54"/>
    <w:rsid w:val="00345474"/>
    <w:rsid w:val="00345539"/>
    <w:rsid w:val="00345717"/>
    <w:rsid w:val="00345939"/>
    <w:rsid w:val="00345A12"/>
    <w:rsid w:val="00345C6B"/>
    <w:rsid w:val="00345CB0"/>
    <w:rsid w:val="00345FE7"/>
    <w:rsid w:val="003460AE"/>
    <w:rsid w:val="00346124"/>
    <w:rsid w:val="0034626B"/>
    <w:rsid w:val="003463BA"/>
    <w:rsid w:val="00346505"/>
    <w:rsid w:val="0034652E"/>
    <w:rsid w:val="003467EE"/>
    <w:rsid w:val="00346863"/>
    <w:rsid w:val="00346CD0"/>
    <w:rsid w:val="00346D15"/>
    <w:rsid w:val="00346EA2"/>
    <w:rsid w:val="0034733B"/>
    <w:rsid w:val="003475DC"/>
    <w:rsid w:val="003477F6"/>
    <w:rsid w:val="0034795F"/>
    <w:rsid w:val="00347982"/>
    <w:rsid w:val="00347CE9"/>
    <w:rsid w:val="00347E91"/>
    <w:rsid w:val="00350058"/>
    <w:rsid w:val="00350212"/>
    <w:rsid w:val="00350310"/>
    <w:rsid w:val="0035049C"/>
    <w:rsid w:val="00350BEC"/>
    <w:rsid w:val="00350E27"/>
    <w:rsid w:val="00350F63"/>
    <w:rsid w:val="00350F83"/>
    <w:rsid w:val="003510AC"/>
    <w:rsid w:val="003510E7"/>
    <w:rsid w:val="003511B6"/>
    <w:rsid w:val="00351770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330B"/>
    <w:rsid w:val="003535A0"/>
    <w:rsid w:val="00353780"/>
    <w:rsid w:val="00353782"/>
    <w:rsid w:val="003538FD"/>
    <w:rsid w:val="00354097"/>
    <w:rsid w:val="003541C0"/>
    <w:rsid w:val="0035433F"/>
    <w:rsid w:val="00354407"/>
    <w:rsid w:val="003544F1"/>
    <w:rsid w:val="00354579"/>
    <w:rsid w:val="00354B61"/>
    <w:rsid w:val="00354D0E"/>
    <w:rsid w:val="00354FAD"/>
    <w:rsid w:val="003551D0"/>
    <w:rsid w:val="00355771"/>
    <w:rsid w:val="0035593B"/>
    <w:rsid w:val="00355A85"/>
    <w:rsid w:val="00355B18"/>
    <w:rsid w:val="00355D5A"/>
    <w:rsid w:val="00355DF8"/>
    <w:rsid w:val="00355EAE"/>
    <w:rsid w:val="00355F56"/>
    <w:rsid w:val="00356252"/>
    <w:rsid w:val="00356821"/>
    <w:rsid w:val="00356A25"/>
    <w:rsid w:val="003570FB"/>
    <w:rsid w:val="0035760D"/>
    <w:rsid w:val="003577A2"/>
    <w:rsid w:val="00357BFA"/>
    <w:rsid w:val="00357DB7"/>
    <w:rsid w:val="00360809"/>
    <w:rsid w:val="003608BA"/>
    <w:rsid w:val="00360BB2"/>
    <w:rsid w:val="003618D9"/>
    <w:rsid w:val="00361A20"/>
    <w:rsid w:val="00361DCD"/>
    <w:rsid w:val="00361E60"/>
    <w:rsid w:val="00361FC8"/>
    <w:rsid w:val="00362165"/>
    <w:rsid w:val="003625B1"/>
    <w:rsid w:val="00362614"/>
    <w:rsid w:val="00362DD8"/>
    <w:rsid w:val="00362FB5"/>
    <w:rsid w:val="0036313E"/>
    <w:rsid w:val="003633F1"/>
    <w:rsid w:val="00363518"/>
    <w:rsid w:val="00363537"/>
    <w:rsid w:val="0036371E"/>
    <w:rsid w:val="00363AD2"/>
    <w:rsid w:val="00364083"/>
    <w:rsid w:val="0036413C"/>
    <w:rsid w:val="00364215"/>
    <w:rsid w:val="00364621"/>
    <w:rsid w:val="00365231"/>
    <w:rsid w:val="003655FB"/>
    <w:rsid w:val="0036566A"/>
    <w:rsid w:val="003656D6"/>
    <w:rsid w:val="003657A0"/>
    <w:rsid w:val="00365FA7"/>
    <w:rsid w:val="00365FED"/>
    <w:rsid w:val="0036619B"/>
    <w:rsid w:val="003661D8"/>
    <w:rsid w:val="003666C2"/>
    <w:rsid w:val="00366935"/>
    <w:rsid w:val="00366A2C"/>
    <w:rsid w:val="00366C19"/>
    <w:rsid w:val="00366D1D"/>
    <w:rsid w:val="00366D41"/>
    <w:rsid w:val="00366DA4"/>
    <w:rsid w:val="00366ECA"/>
    <w:rsid w:val="003671C5"/>
    <w:rsid w:val="0036769D"/>
    <w:rsid w:val="00367979"/>
    <w:rsid w:val="00367AA5"/>
    <w:rsid w:val="00367EDF"/>
    <w:rsid w:val="00370231"/>
    <w:rsid w:val="00370561"/>
    <w:rsid w:val="00370857"/>
    <w:rsid w:val="003708A0"/>
    <w:rsid w:val="00370906"/>
    <w:rsid w:val="00370949"/>
    <w:rsid w:val="00370A8E"/>
    <w:rsid w:val="00370B72"/>
    <w:rsid w:val="00370BF2"/>
    <w:rsid w:val="00370E9A"/>
    <w:rsid w:val="00370F3D"/>
    <w:rsid w:val="00371357"/>
    <w:rsid w:val="003715D6"/>
    <w:rsid w:val="0037191D"/>
    <w:rsid w:val="00371ACB"/>
    <w:rsid w:val="00371C8C"/>
    <w:rsid w:val="00371CE2"/>
    <w:rsid w:val="00371CEC"/>
    <w:rsid w:val="00371DC5"/>
    <w:rsid w:val="00372002"/>
    <w:rsid w:val="003723D0"/>
    <w:rsid w:val="0037258B"/>
    <w:rsid w:val="00372684"/>
    <w:rsid w:val="003729D0"/>
    <w:rsid w:val="00372BF3"/>
    <w:rsid w:val="0037313F"/>
    <w:rsid w:val="003736ED"/>
    <w:rsid w:val="003737AF"/>
    <w:rsid w:val="00374327"/>
    <w:rsid w:val="003746AC"/>
    <w:rsid w:val="0037474F"/>
    <w:rsid w:val="0037476F"/>
    <w:rsid w:val="00374AB4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2D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952"/>
    <w:rsid w:val="00377A11"/>
    <w:rsid w:val="00377B15"/>
    <w:rsid w:val="00377F43"/>
    <w:rsid w:val="00377F75"/>
    <w:rsid w:val="00380242"/>
    <w:rsid w:val="00380339"/>
    <w:rsid w:val="003804E8"/>
    <w:rsid w:val="00380F06"/>
    <w:rsid w:val="0038105E"/>
    <w:rsid w:val="0038141B"/>
    <w:rsid w:val="003816A6"/>
    <w:rsid w:val="00381C7F"/>
    <w:rsid w:val="00381DA4"/>
    <w:rsid w:val="00381FB1"/>
    <w:rsid w:val="00381FE9"/>
    <w:rsid w:val="00381FED"/>
    <w:rsid w:val="0038201E"/>
    <w:rsid w:val="003826B4"/>
    <w:rsid w:val="003827D5"/>
    <w:rsid w:val="00382AD8"/>
    <w:rsid w:val="00382D5C"/>
    <w:rsid w:val="00382DD9"/>
    <w:rsid w:val="003837A1"/>
    <w:rsid w:val="00383B76"/>
    <w:rsid w:val="00383D5A"/>
    <w:rsid w:val="00383F50"/>
    <w:rsid w:val="00383FDF"/>
    <w:rsid w:val="00384002"/>
    <w:rsid w:val="0038405A"/>
    <w:rsid w:val="0038409D"/>
    <w:rsid w:val="003840A9"/>
    <w:rsid w:val="0038430D"/>
    <w:rsid w:val="00384C10"/>
    <w:rsid w:val="00384E71"/>
    <w:rsid w:val="00384F64"/>
    <w:rsid w:val="0038501F"/>
    <w:rsid w:val="00385223"/>
    <w:rsid w:val="00385959"/>
    <w:rsid w:val="00385A7A"/>
    <w:rsid w:val="00386B84"/>
    <w:rsid w:val="00386DF6"/>
    <w:rsid w:val="003870CB"/>
    <w:rsid w:val="00387855"/>
    <w:rsid w:val="003878A7"/>
    <w:rsid w:val="003879EE"/>
    <w:rsid w:val="00387AE6"/>
    <w:rsid w:val="00387EFB"/>
    <w:rsid w:val="00390474"/>
    <w:rsid w:val="003904C2"/>
    <w:rsid w:val="00390C80"/>
    <w:rsid w:val="00390FDA"/>
    <w:rsid w:val="00391131"/>
    <w:rsid w:val="00391301"/>
    <w:rsid w:val="003913B1"/>
    <w:rsid w:val="00391515"/>
    <w:rsid w:val="00391EE1"/>
    <w:rsid w:val="00392631"/>
    <w:rsid w:val="00392962"/>
    <w:rsid w:val="00392B37"/>
    <w:rsid w:val="00392D12"/>
    <w:rsid w:val="00392E18"/>
    <w:rsid w:val="00392E9D"/>
    <w:rsid w:val="00392F5F"/>
    <w:rsid w:val="00393076"/>
    <w:rsid w:val="003932B8"/>
    <w:rsid w:val="0039343F"/>
    <w:rsid w:val="003935BA"/>
    <w:rsid w:val="00393609"/>
    <w:rsid w:val="003938AD"/>
    <w:rsid w:val="00393E4F"/>
    <w:rsid w:val="00394E83"/>
    <w:rsid w:val="00394EE6"/>
    <w:rsid w:val="0039510E"/>
    <w:rsid w:val="00395AA4"/>
    <w:rsid w:val="00395AEF"/>
    <w:rsid w:val="00395D23"/>
    <w:rsid w:val="00396518"/>
    <w:rsid w:val="003968F9"/>
    <w:rsid w:val="00396C69"/>
    <w:rsid w:val="00396C97"/>
    <w:rsid w:val="00396EC5"/>
    <w:rsid w:val="00396F33"/>
    <w:rsid w:val="00397496"/>
    <w:rsid w:val="00397526"/>
    <w:rsid w:val="003976D1"/>
    <w:rsid w:val="0039795F"/>
    <w:rsid w:val="00397A31"/>
    <w:rsid w:val="00397F32"/>
    <w:rsid w:val="003A02B7"/>
    <w:rsid w:val="003A0430"/>
    <w:rsid w:val="003A0450"/>
    <w:rsid w:val="003A0662"/>
    <w:rsid w:val="003A0BBB"/>
    <w:rsid w:val="003A11A6"/>
    <w:rsid w:val="003A1377"/>
    <w:rsid w:val="003A1C59"/>
    <w:rsid w:val="003A206D"/>
    <w:rsid w:val="003A219B"/>
    <w:rsid w:val="003A245A"/>
    <w:rsid w:val="003A252C"/>
    <w:rsid w:val="003A28B8"/>
    <w:rsid w:val="003A2BAA"/>
    <w:rsid w:val="003A2C9A"/>
    <w:rsid w:val="003A2E9C"/>
    <w:rsid w:val="003A3301"/>
    <w:rsid w:val="003A33D9"/>
    <w:rsid w:val="003A3682"/>
    <w:rsid w:val="003A3C37"/>
    <w:rsid w:val="003A3DD7"/>
    <w:rsid w:val="003A3EE6"/>
    <w:rsid w:val="003A49FC"/>
    <w:rsid w:val="003A4DE7"/>
    <w:rsid w:val="003A4E2D"/>
    <w:rsid w:val="003A4ECC"/>
    <w:rsid w:val="003A517B"/>
    <w:rsid w:val="003A51B8"/>
    <w:rsid w:val="003A52DF"/>
    <w:rsid w:val="003A5542"/>
    <w:rsid w:val="003A5CD5"/>
    <w:rsid w:val="003A5EE0"/>
    <w:rsid w:val="003A5FF7"/>
    <w:rsid w:val="003A610C"/>
    <w:rsid w:val="003A6246"/>
    <w:rsid w:val="003A62D9"/>
    <w:rsid w:val="003A66C1"/>
    <w:rsid w:val="003A6D0F"/>
    <w:rsid w:val="003A7544"/>
    <w:rsid w:val="003A75C6"/>
    <w:rsid w:val="003A7770"/>
    <w:rsid w:val="003A7C03"/>
    <w:rsid w:val="003A7C7B"/>
    <w:rsid w:val="003A7D1A"/>
    <w:rsid w:val="003A7D9F"/>
    <w:rsid w:val="003A7E0D"/>
    <w:rsid w:val="003B0118"/>
    <w:rsid w:val="003B017D"/>
    <w:rsid w:val="003B03E1"/>
    <w:rsid w:val="003B0527"/>
    <w:rsid w:val="003B0568"/>
    <w:rsid w:val="003B06DC"/>
    <w:rsid w:val="003B0B01"/>
    <w:rsid w:val="003B0B96"/>
    <w:rsid w:val="003B0BC6"/>
    <w:rsid w:val="003B0CFB"/>
    <w:rsid w:val="003B0D44"/>
    <w:rsid w:val="003B0DC3"/>
    <w:rsid w:val="003B0F52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5A8"/>
    <w:rsid w:val="003B3808"/>
    <w:rsid w:val="003B3990"/>
    <w:rsid w:val="003B3A45"/>
    <w:rsid w:val="003B3F91"/>
    <w:rsid w:val="003B3FF8"/>
    <w:rsid w:val="003B427D"/>
    <w:rsid w:val="003B4663"/>
    <w:rsid w:val="003B494E"/>
    <w:rsid w:val="003B4AE7"/>
    <w:rsid w:val="003B4BAD"/>
    <w:rsid w:val="003B4D74"/>
    <w:rsid w:val="003B4DA6"/>
    <w:rsid w:val="003B4F5E"/>
    <w:rsid w:val="003B4FB7"/>
    <w:rsid w:val="003B51E6"/>
    <w:rsid w:val="003B548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B6A"/>
    <w:rsid w:val="003B6CAF"/>
    <w:rsid w:val="003B7238"/>
    <w:rsid w:val="003B7327"/>
    <w:rsid w:val="003B7539"/>
    <w:rsid w:val="003B7683"/>
    <w:rsid w:val="003B7775"/>
    <w:rsid w:val="003B778F"/>
    <w:rsid w:val="003B78DA"/>
    <w:rsid w:val="003B7A0A"/>
    <w:rsid w:val="003B7DAD"/>
    <w:rsid w:val="003C0034"/>
    <w:rsid w:val="003C0128"/>
    <w:rsid w:val="003C02D7"/>
    <w:rsid w:val="003C0492"/>
    <w:rsid w:val="003C0794"/>
    <w:rsid w:val="003C0A3B"/>
    <w:rsid w:val="003C0EF9"/>
    <w:rsid w:val="003C1155"/>
    <w:rsid w:val="003C13FB"/>
    <w:rsid w:val="003C15D1"/>
    <w:rsid w:val="003C15D8"/>
    <w:rsid w:val="003C183F"/>
    <w:rsid w:val="003C18C6"/>
    <w:rsid w:val="003C1909"/>
    <w:rsid w:val="003C19D1"/>
    <w:rsid w:val="003C1AFF"/>
    <w:rsid w:val="003C1BA0"/>
    <w:rsid w:val="003C1F57"/>
    <w:rsid w:val="003C242A"/>
    <w:rsid w:val="003C245F"/>
    <w:rsid w:val="003C26BD"/>
    <w:rsid w:val="003C26F0"/>
    <w:rsid w:val="003C2A68"/>
    <w:rsid w:val="003C2AEB"/>
    <w:rsid w:val="003C2BE8"/>
    <w:rsid w:val="003C307C"/>
    <w:rsid w:val="003C3378"/>
    <w:rsid w:val="003C3981"/>
    <w:rsid w:val="003C3B50"/>
    <w:rsid w:val="003C3C0C"/>
    <w:rsid w:val="003C4299"/>
    <w:rsid w:val="003C45CB"/>
    <w:rsid w:val="003C482D"/>
    <w:rsid w:val="003C49D6"/>
    <w:rsid w:val="003C4B79"/>
    <w:rsid w:val="003C5132"/>
    <w:rsid w:val="003C53B8"/>
    <w:rsid w:val="003C6178"/>
    <w:rsid w:val="003C630D"/>
    <w:rsid w:val="003C688E"/>
    <w:rsid w:val="003C69E5"/>
    <w:rsid w:val="003C7270"/>
    <w:rsid w:val="003C74DA"/>
    <w:rsid w:val="003C76F6"/>
    <w:rsid w:val="003D01F8"/>
    <w:rsid w:val="003D0202"/>
    <w:rsid w:val="003D03EB"/>
    <w:rsid w:val="003D052D"/>
    <w:rsid w:val="003D05E3"/>
    <w:rsid w:val="003D0689"/>
    <w:rsid w:val="003D0737"/>
    <w:rsid w:val="003D0A1F"/>
    <w:rsid w:val="003D0A99"/>
    <w:rsid w:val="003D0C64"/>
    <w:rsid w:val="003D0FFE"/>
    <w:rsid w:val="003D1170"/>
    <w:rsid w:val="003D1586"/>
    <w:rsid w:val="003D1649"/>
    <w:rsid w:val="003D167C"/>
    <w:rsid w:val="003D17BA"/>
    <w:rsid w:val="003D1C50"/>
    <w:rsid w:val="003D21AD"/>
    <w:rsid w:val="003D229A"/>
    <w:rsid w:val="003D2320"/>
    <w:rsid w:val="003D2697"/>
    <w:rsid w:val="003D2974"/>
    <w:rsid w:val="003D29D6"/>
    <w:rsid w:val="003D2A47"/>
    <w:rsid w:val="003D2F28"/>
    <w:rsid w:val="003D3150"/>
    <w:rsid w:val="003D31F4"/>
    <w:rsid w:val="003D3350"/>
    <w:rsid w:val="003D34E9"/>
    <w:rsid w:val="003D3607"/>
    <w:rsid w:val="003D41E8"/>
    <w:rsid w:val="003D41F9"/>
    <w:rsid w:val="003D4756"/>
    <w:rsid w:val="003D48EC"/>
    <w:rsid w:val="003D4D1E"/>
    <w:rsid w:val="003D5009"/>
    <w:rsid w:val="003D518C"/>
    <w:rsid w:val="003D5271"/>
    <w:rsid w:val="003D54F2"/>
    <w:rsid w:val="003D5972"/>
    <w:rsid w:val="003D5A65"/>
    <w:rsid w:val="003D5AE0"/>
    <w:rsid w:val="003D5B7B"/>
    <w:rsid w:val="003D5D3F"/>
    <w:rsid w:val="003D5FAE"/>
    <w:rsid w:val="003D6377"/>
    <w:rsid w:val="003D685D"/>
    <w:rsid w:val="003D694A"/>
    <w:rsid w:val="003D6EF5"/>
    <w:rsid w:val="003D7000"/>
    <w:rsid w:val="003D74A8"/>
    <w:rsid w:val="003D7825"/>
    <w:rsid w:val="003D7BC9"/>
    <w:rsid w:val="003D7D18"/>
    <w:rsid w:val="003E0335"/>
    <w:rsid w:val="003E07AF"/>
    <w:rsid w:val="003E09A1"/>
    <w:rsid w:val="003E1060"/>
    <w:rsid w:val="003E128F"/>
    <w:rsid w:val="003E1455"/>
    <w:rsid w:val="003E14C2"/>
    <w:rsid w:val="003E190B"/>
    <w:rsid w:val="003E1A0B"/>
    <w:rsid w:val="003E1EF8"/>
    <w:rsid w:val="003E1FAE"/>
    <w:rsid w:val="003E2153"/>
    <w:rsid w:val="003E217F"/>
    <w:rsid w:val="003E26E9"/>
    <w:rsid w:val="003E28A3"/>
    <w:rsid w:val="003E290E"/>
    <w:rsid w:val="003E2964"/>
    <w:rsid w:val="003E2ABA"/>
    <w:rsid w:val="003E2C27"/>
    <w:rsid w:val="003E2DE9"/>
    <w:rsid w:val="003E2E30"/>
    <w:rsid w:val="003E2F57"/>
    <w:rsid w:val="003E3415"/>
    <w:rsid w:val="003E34CA"/>
    <w:rsid w:val="003E3521"/>
    <w:rsid w:val="003E3556"/>
    <w:rsid w:val="003E3A2A"/>
    <w:rsid w:val="003E3CAE"/>
    <w:rsid w:val="003E3FA6"/>
    <w:rsid w:val="003E4005"/>
    <w:rsid w:val="003E41D2"/>
    <w:rsid w:val="003E420D"/>
    <w:rsid w:val="003E42FF"/>
    <w:rsid w:val="003E44EA"/>
    <w:rsid w:val="003E45B9"/>
    <w:rsid w:val="003E469F"/>
    <w:rsid w:val="003E46C5"/>
    <w:rsid w:val="003E4891"/>
    <w:rsid w:val="003E4BF0"/>
    <w:rsid w:val="003E4D59"/>
    <w:rsid w:val="003E5268"/>
    <w:rsid w:val="003E535E"/>
    <w:rsid w:val="003E53A2"/>
    <w:rsid w:val="003E53E0"/>
    <w:rsid w:val="003E55AC"/>
    <w:rsid w:val="003E589F"/>
    <w:rsid w:val="003E5A64"/>
    <w:rsid w:val="003E5B9C"/>
    <w:rsid w:val="003E5C0D"/>
    <w:rsid w:val="003E5CA8"/>
    <w:rsid w:val="003E5F84"/>
    <w:rsid w:val="003E627D"/>
    <w:rsid w:val="003E6417"/>
    <w:rsid w:val="003E6764"/>
    <w:rsid w:val="003E6955"/>
    <w:rsid w:val="003E697F"/>
    <w:rsid w:val="003E69F5"/>
    <w:rsid w:val="003E6E25"/>
    <w:rsid w:val="003E71DA"/>
    <w:rsid w:val="003E7386"/>
    <w:rsid w:val="003E75AE"/>
    <w:rsid w:val="003E77DE"/>
    <w:rsid w:val="003E782A"/>
    <w:rsid w:val="003E7AEA"/>
    <w:rsid w:val="003E7BFD"/>
    <w:rsid w:val="003E7DC9"/>
    <w:rsid w:val="003E7DEF"/>
    <w:rsid w:val="003F0016"/>
    <w:rsid w:val="003F01C7"/>
    <w:rsid w:val="003F04A9"/>
    <w:rsid w:val="003F055C"/>
    <w:rsid w:val="003F07E1"/>
    <w:rsid w:val="003F08B5"/>
    <w:rsid w:val="003F09EA"/>
    <w:rsid w:val="003F0A0E"/>
    <w:rsid w:val="003F0DBE"/>
    <w:rsid w:val="003F0ED6"/>
    <w:rsid w:val="003F1319"/>
    <w:rsid w:val="003F133B"/>
    <w:rsid w:val="003F1713"/>
    <w:rsid w:val="003F1F94"/>
    <w:rsid w:val="003F29EB"/>
    <w:rsid w:val="003F2A86"/>
    <w:rsid w:val="003F2C10"/>
    <w:rsid w:val="003F319D"/>
    <w:rsid w:val="003F31E3"/>
    <w:rsid w:val="003F3205"/>
    <w:rsid w:val="003F33FC"/>
    <w:rsid w:val="003F3648"/>
    <w:rsid w:val="003F36EA"/>
    <w:rsid w:val="003F387B"/>
    <w:rsid w:val="003F3914"/>
    <w:rsid w:val="003F3A2E"/>
    <w:rsid w:val="003F3DD2"/>
    <w:rsid w:val="003F40CC"/>
    <w:rsid w:val="003F436E"/>
    <w:rsid w:val="003F457C"/>
    <w:rsid w:val="003F48DA"/>
    <w:rsid w:val="003F4D90"/>
    <w:rsid w:val="003F4E96"/>
    <w:rsid w:val="003F4EE6"/>
    <w:rsid w:val="003F4F48"/>
    <w:rsid w:val="003F513E"/>
    <w:rsid w:val="003F550F"/>
    <w:rsid w:val="003F5708"/>
    <w:rsid w:val="003F5960"/>
    <w:rsid w:val="003F5AF6"/>
    <w:rsid w:val="003F5E09"/>
    <w:rsid w:val="003F5FE8"/>
    <w:rsid w:val="003F6224"/>
    <w:rsid w:val="003F65E8"/>
    <w:rsid w:val="003F664A"/>
    <w:rsid w:val="003F6955"/>
    <w:rsid w:val="003F6B4C"/>
    <w:rsid w:val="003F6F81"/>
    <w:rsid w:val="003F7A19"/>
    <w:rsid w:val="003F7D2D"/>
    <w:rsid w:val="003F7F4B"/>
    <w:rsid w:val="004004A4"/>
    <w:rsid w:val="004008E7"/>
    <w:rsid w:val="00400AFE"/>
    <w:rsid w:val="004011BE"/>
    <w:rsid w:val="00401753"/>
    <w:rsid w:val="00401B35"/>
    <w:rsid w:val="00401D42"/>
    <w:rsid w:val="004027CA"/>
    <w:rsid w:val="00402D07"/>
    <w:rsid w:val="00403158"/>
    <w:rsid w:val="00403465"/>
    <w:rsid w:val="0040367F"/>
    <w:rsid w:val="00403839"/>
    <w:rsid w:val="0040397B"/>
    <w:rsid w:val="00403F83"/>
    <w:rsid w:val="004040B9"/>
    <w:rsid w:val="004040C9"/>
    <w:rsid w:val="00404167"/>
    <w:rsid w:val="0040486E"/>
    <w:rsid w:val="004049E4"/>
    <w:rsid w:val="00404C43"/>
    <w:rsid w:val="00404D72"/>
    <w:rsid w:val="0040541B"/>
    <w:rsid w:val="00405513"/>
    <w:rsid w:val="0040559D"/>
    <w:rsid w:val="004059B8"/>
    <w:rsid w:val="004059D4"/>
    <w:rsid w:val="004061DA"/>
    <w:rsid w:val="004063A5"/>
    <w:rsid w:val="0040671A"/>
    <w:rsid w:val="00406806"/>
    <w:rsid w:val="00406CC6"/>
    <w:rsid w:val="0040739A"/>
    <w:rsid w:val="00407513"/>
    <w:rsid w:val="00407C74"/>
    <w:rsid w:val="00407CD5"/>
    <w:rsid w:val="00407E56"/>
    <w:rsid w:val="004100B4"/>
    <w:rsid w:val="004101D5"/>
    <w:rsid w:val="00410590"/>
    <w:rsid w:val="00410B9C"/>
    <w:rsid w:val="0041102D"/>
    <w:rsid w:val="0041126B"/>
    <w:rsid w:val="00411484"/>
    <w:rsid w:val="00411661"/>
    <w:rsid w:val="0041171B"/>
    <w:rsid w:val="00411ABA"/>
    <w:rsid w:val="00411B1D"/>
    <w:rsid w:val="00411C41"/>
    <w:rsid w:val="004120C9"/>
    <w:rsid w:val="00412274"/>
    <w:rsid w:val="004124D5"/>
    <w:rsid w:val="004126AB"/>
    <w:rsid w:val="004129A8"/>
    <w:rsid w:val="00412B18"/>
    <w:rsid w:val="00412E6D"/>
    <w:rsid w:val="00413098"/>
    <w:rsid w:val="004135BD"/>
    <w:rsid w:val="00413FC6"/>
    <w:rsid w:val="004140BE"/>
    <w:rsid w:val="00414528"/>
    <w:rsid w:val="00414F10"/>
    <w:rsid w:val="0041513D"/>
    <w:rsid w:val="0041526F"/>
    <w:rsid w:val="004152FA"/>
    <w:rsid w:val="00415356"/>
    <w:rsid w:val="00415B96"/>
    <w:rsid w:val="00415C81"/>
    <w:rsid w:val="00415CB6"/>
    <w:rsid w:val="00415D98"/>
    <w:rsid w:val="00415E85"/>
    <w:rsid w:val="0041626A"/>
    <w:rsid w:val="00416890"/>
    <w:rsid w:val="00416B54"/>
    <w:rsid w:val="00416B7C"/>
    <w:rsid w:val="00416EF7"/>
    <w:rsid w:val="00417411"/>
    <w:rsid w:val="0041742F"/>
    <w:rsid w:val="00420A30"/>
    <w:rsid w:val="00420B23"/>
    <w:rsid w:val="0042124F"/>
    <w:rsid w:val="00421493"/>
    <w:rsid w:val="00421720"/>
    <w:rsid w:val="00421C12"/>
    <w:rsid w:val="00421C1F"/>
    <w:rsid w:val="00421DEC"/>
    <w:rsid w:val="00421E2B"/>
    <w:rsid w:val="004224F6"/>
    <w:rsid w:val="00422663"/>
    <w:rsid w:val="004226D9"/>
    <w:rsid w:val="004227A6"/>
    <w:rsid w:val="004228B0"/>
    <w:rsid w:val="00422C18"/>
    <w:rsid w:val="00422CB0"/>
    <w:rsid w:val="00422D33"/>
    <w:rsid w:val="00422EC0"/>
    <w:rsid w:val="0042314B"/>
    <w:rsid w:val="00423278"/>
    <w:rsid w:val="0042360B"/>
    <w:rsid w:val="0042387E"/>
    <w:rsid w:val="00423919"/>
    <w:rsid w:val="00423967"/>
    <w:rsid w:val="00423D93"/>
    <w:rsid w:val="00424207"/>
    <w:rsid w:val="0042424C"/>
    <w:rsid w:val="0042446F"/>
    <w:rsid w:val="00424C79"/>
    <w:rsid w:val="00424EE6"/>
    <w:rsid w:val="00424F8D"/>
    <w:rsid w:val="00425342"/>
    <w:rsid w:val="0042535B"/>
    <w:rsid w:val="004253C9"/>
    <w:rsid w:val="00425549"/>
    <w:rsid w:val="00425833"/>
    <w:rsid w:val="00425A56"/>
    <w:rsid w:val="00425B5A"/>
    <w:rsid w:val="00425D16"/>
    <w:rsid w:val="00426107"/>
    <w:rsid w:val="00426414"/>
    <w:rsid w:val="00426468"/>
    <w:rsid w:val="004264EA"/>
    <w:rsid w:val="00426790"/>
    <w:rsid w:val="0042684A"/>
    <w:rsid w:val="0042699C"/>
    <w:rsid w:val="00426B90"/>
    <w:rsid w:val="00426CE9"/>
    <w:rsid w:val="00426D08"/>
    <w:rsid w:val="00426DD0"/>
    <w:rsid w:val="00426E0A"/>
    <w:rsid w:val="0042707C"/>
    <w:rsid w:val="004273BB"/>
    <w:rsid w:val="00427806"/>
    <w:rsid w:val="004278D2"/>
    <w:rsid w:val="004279FC"/>
    <w:rsid w:val="00427B66"/>
    <w:rsid w:val="00427C10"/>
    <w:rsid w:val="00427F85"/>
    <w:rsid w:val="00427FA5"/>
    <w:rsid w:val="00430259"/>
    <w:rsid w:val="00430356"/>
    <w:rsid w:val="004304A1"/>
    <w:rsid w:val="0043055F"/>
    <w:rsid w:val="00430840"/>
    <w:rsid w:val="0043090E"/>
    <w:rsid w:val="00430B54"/>
    <w:rsid w:val="00430BD6"/>
    <w:rsid w:val="00430F5D"/>
    <w:rsid w:val="00431211"/>
    <w:rsid w:val="00431304"/>
    <w:rsid w:val="00431325"/>
    <w:rsid w:val="004318A2"/>
    <w:rsid w:val="00431F50"/>
    <w:rsid w:val="00431FC8"/>
    <w:rsid w:val="0043256B"/>
    <w:rsid w:val="0043278F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E19"/>
    <w:rsid w:val="00434182"/>
    <w:rsid w:val="004341BA"/>
    <w:rsid w:val="0043440C"/>
    <w:rsid w:val="0043485C"/>
    <w:rsid w:val="00434A38"/>
    <w:rsid w:val="00434B6C"/>
    <w:rsid w:val="00434B8A"/>
    <w:rsid w:val="00434D0C"/>
    <w:rsid w:val="00435103"/>
    <w:rsid w:val="0043549E"/>
    <w:rsid w:val="00435A08"/>
    <w:rsid w:val="00436E06"/>
    <w:rsid w:val="00437075"/>
    <w:rsid w:val="0043709E"/>
    <w:rsid w:val="004370E4"/>
    <w:rsid w:val="004373D1"/>
    <w:rsid w:val="00437568"/>
    <w:rsid w:val="004379E9"/>
    <w:rsid w:val="00437A1E"/>
    <w:rsid w:val="00437D3E"/>
    <w:rsid w:val="0044065B"/>
    <w:rsid w:val="00440742"/>
    <w:rsid w:val="00440864"/>
    <w:rsid w:val="004409CD"/>
    <w:rsid w:val="00440D11"/>
    <w:rsid w:val="00440EB1"/>
    <w:rsid w:val="00440F7C"/>
    <w:rsid w:val="0044119F"/>
    <w:rsid w:val="004411C4"/>
    <w:rsid w:val="00441265"/>
    <w:rsid w:val="00441571"/>
    <w:rsid w:val="004415ED"/>
    <w:rsid w:val="004417C6"/>
    <w:rsid w:val="00441948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794"/>
    <w:rsid w:val="00442AB6"/>
    <w:rsid w:val="00443331"/>
    <w:rsid w:val="00443530"/>
    <w:rsid w:val="0044368F"/>
    <w:rsid w:val="00443BAE"/>
    <w:rsid w:val="00443BB5"/>
    <w:rsid w:val="00443C17"/>
    <w:rsid w:val="0044437A"/>
    <w:rsid w:val="00444468"/>
    <w:rsid w:val="004446A6"/>
    <w:rsid w:val="004446A7"/>
    <w:rsid w:val="00444759"/>
    <w:rsid w:val="00444D6B"/>
    <w:rsid w:val="0044528F"/>
    <w:rsid w:val="00445760"/>
    <w:rsid w:val="0044581A"/>
    <w:rsid w:val="00445A01"/>
    <w:rsid w:val="00445D0C"/>
    <w:rsid w:val="00445E7E"/>
    <w:rsid w:val="0044641B"/>
    <w:rsid w:val="004467F1"/>
    <w:rsid w:val="00446C6B"/>
    <w:rsid w:val="00446C87"/>
    <w:rsid w:val="00446E19"/>
    <w:rsid w:val="004470E2"/>
    <w:rsid w:val="0044724D"/>
    <w:rsid w:val="0044730B"/>
    <w:rsid w:val="00447388"/>
    <w:rsid w:val="0044747B"/>
    <w:rsid w:val="00450261"/>
    <w:rsid w:val="0045042D"/>
    <w:rsid w:val="004512CC"/>
    <w:rsid w:val="004512CF"/>
    <w:rsid w:val="00451582"/>
    <w:rsid w:val="004515CB"/>
    <w:rsid w:val="00451CEC"/>
    <w:rsid w:val="00451E8F"/>
    <w:rsid w:val="00452362"/>
    <w:rsid w:val="00452586"/>
    <w:rsid w:val="004526BF"/>
    <w:rsid w:val="004529F7"/>
    <w:rsid w:val="00452D15"/>
    <w:rsid w:val="00452E59"/>
    <w:rsid w:val="00452FB4"/>
    <w:rsid w:val="00453020"/>
    <w:rsid w:val="00453131"/>
    <w:rsid w:val="00453F19"/>
    <w:rsid w:val="00453F89"/>
    <w:rsid w:val="00453FFF"/>
    <w:rsid w:val="00454107"/>
    <w:rsid w:val="00454300"/>
    <w:rsid w:val="00454847"/>
    <w:rsid w:val="00454A63"/>
    <w:rsid w:val="00454A74"/>
    <w:rsid w:val="004551DF"/>
    <w:rsid w:val="004552E1"/>
    <w:rsid w:val="004557EA"/>
    <w:rsid w:val="004558CA"/>
    <w:rsid w:val="00455A40"/>
    <w:rsid w:val="004562A2"/>
    <w:rsid w:val="00456518"/>
    <w:rsid w:val="0045653F"/>
    <w:rsid w:val="0045668D"/>
    <w:rsid w:val="00456F72"/>
    <w:rsid w:val="00457586"/>
    <w:rsid w:val="004577CB"/>
    <w:rsid w:val="00457E1C"/>
    <w:rsid w:val="00457ECC"/>
    <w:rsid w:val="00460049"/>
    <w:rsid w:val="004604EC"/>
    <w:rsid w:val="0046054B"/>
    <w:rsid w:val="00460841"/>
    <w:rsid w:val="004610A8"/>
    <w:rsid w:val="00461743"/>
    <w:rsid w:val="00461CCB"/>
    <w:rsid w:val="00461D9B"/>
    <w:rsid w:val="004620B3"/>
    <w:rsid w:val="00462650"/>
    <w:rsid w:val="00462845"/>
    <w:rsid w:val="00462F90"/>
    <w:rsid w:val="00463038"/>
    <w:rsid w:val="0046317D"/>
    <w:rsid w:val="00463209"/>
    <w:rsid w:val="00463335"/>
    <w:rsid w:val="00463546"/>
    <w:rsid w:val="00463736"/>
    <w:rsid w:val="00463B22"/>
    <w:rsid w:val="00463DC0"/>
    <w:rsid w:val="00463E9A"/>
    <w:rsid w:val="00464BF6"/>
    <w:rsid w:val="00464C36"/>
    <w:rsid w:val="00464D24"/>
    <w:rsid w:val="00464EB4"/>
    <w:rsid w:val="00464FF0"/>
    <w:rsid w:val="00465440"/>
    <w:rsid w:val="0046553B"/>
    <w:rsid w:val="00465646"/>
    <w:rsid w:val="004659C9"/>
    <w:rsid w:val="00465A6E"/>
    <w:rsid w:val="00465F17"/>
    <w:rsid w:val="00466048"/>
    <w:rsid w:val="004661E0"/>
    <w:rsid w:val="004662C0"/>
    <w:rsid w:val="004663C1"/>
    <w:rsid w:val="00466A29"/>
    <w:rsid w:val="00466D9D"/>
    <w:rsid w:val="0046700D"/>
    <w:rsid w:val="00467029"/>
    <w:rsid w:val="004673E6"/>
    <w:rsid w:val="004676A6"/>
    <w:rsid w:val="0046787B"/>
    <w:rsid w:val="004678BC"/>
    <w:rsid w:val="00467AB7"/>
    <w:rsid w:val="004701A5"/>
    <w:rsid w:val="004701B5"/>
    <w:rsid w:val="00470391"/>
    <w:rsid w:val="00470514"/>
    <w:rsid w:val="00470585"/>
    <w:rsid w:val="00470ACE"/>
    <w:rsid w:val="00471061"/>
    <w:rsid w:val="00471169"/>
    <w:rsid w:val="00471253"/>
    <w:rsid w:val="0047142E"/>
    <w:rsid w:val="0047146C"/>
    <w:rsid w:val="004716BE"/>
    <w:rsid w:val="00471714"/>
    <w:rsid w:val="00471864"/>
    <w:rsid w:val="00471B90"/>
    <w:rsid w:val="00471F6E"/>
    <w:rsid w:val="00472212"/>
    <w:rsid w:val="004727C6"/>
    <w:rsid w:val="00472808"/>
    <w:rsid w:val="0047309D"/>
    <w:rsid w:val="004730D4"/>
    <w:rsid w:val="0047317F"/>
    <w:rsid w:val="00473445"/>
    <w:rsid w:val="00473E46"/>
    <w:rsid w:val="00473EF4"/>
    <w:rsid w:val="00474029"/>
    <w:rsid w:val="00474069"/>
    <w:rsid w:val="00474484"/>
    <w:rsid w:val="0047477B"/>
    <w:rsid w:val="00474881"/>
    <w:rsid w:val="00474A21"/>
    <w:rsid w:val="00474B89"/>
    <w:rsid w:val="00474D08"/>
    <w:rsid w:val="00474F67"/>
    <w:rsid w:val="004752A5"/>
    <w:rsid w:val="00475361"/>
    <w:rsid w:val="00475827"/>
    <w:rsid w:val="00475A4A"/>
    <w:rsid w:val="00475B27"/>
    <w:rsid w:val="00475DC4"/>
    <w:rsid w:val="00476029"/>
    <w:rsid w:val="004760D0"/>
    <w:rsid w:val="00476423"/>
    <w:rsid w:val="00476488"/>
    <w:rsid w:val="00476A60"/>
    <w:rsid w:val="00476D31"/>
    <w:rsid w:val="00476E1C"/>
    <w:rsid w:val="00477702"/>
    <w:rsid w:val="004779C1"/>
    <w:rsid w:val="00477C6E"/>
    <w:rsid w:val="004805D6"/>
    <w:rsid w:val="0048083C"/>
    <w:rsid w:val="00480890"/>
    <w:rsid w:val="00480AE1"/>
    <w:rsid w:val="00480C6D"/>
    <w:rsid w:val="00480F3A"/>
    <w:rsid w:val="00481274"/>
    <w:rsid w:val="00481375"/>
    <w:rsid w:val="004819F3"/>
    <w:rsid w:val="00481B1C"/>
    <w:rsid w:val="00481D22"/>
    <w:rsid w:val="004825C5"/>
    <w:rsid w:val="0048291F"/>
    <w:rsid w:val="00482D18"/>
    <w:rsid w:val="00482F86"/>
    <w:rsid w:val="00483240"/>
    <w:rsid w:val="00483486"/>
    <w:rsid w:val="0048353F"/>
    <w:rsid w:val="004835D1"/>
    <w:rsid w:val="00483917"/>
    <w:rsid w:val="00483B76"/>
    <w:rsid w:val="00483B89"/>
    <w:rsid w:val="00483CEA"/>
    <w:rsid w:val="00483F57"/>
    <w:rsid w:val="0048423E"/>
    <w:rsid w:val="00484316"/>
    <w:rsid w:val="00484664"/>
    <w:rsid w:val="0048470D"/>
    <w:rsid w:val="00484A02"/>
    <w:rsid w:val="00484BA0"/>
    <w:rsid w:val="00484BBF"/>
    <w:rsid w:val="004855C9"/>
    <w:rsid w:val="0048561F"/>
    <w:rsid w:val="0048568C"/>
    <w:rsid w:val="00485A17"/>
    <w:rsid w:val="0048610C"/>
    <w:rsid w:val="0048629A"/>
    <w:rsid w:val="00486747"/>
    <w:rsid w:val="004870D9"/>
    <w:rsid w:val="0048752D"/>
    <w:rsid w:val="0048779E"/>
    <w:rsid w:val="00487974"/>
    <w:rsid w:val="00487ABC"/>
    <w:rsid w:val="00487F3C"/>
    <w:rsid w:val="004900D0"/>
    <w:rsid w:val="00491019"/>
    <w:rsid w:val="00491045"/>
    <w:rsid w:val="004913A4"/>
    <w:rsid w:val="004918A2"/>
    <w:rsid w:val="00491955"/>
    <w:rsid w:val="00491B82"/>
    <w:rsid w:val="00491BE1"/>
    <w:rsid w:val="00491CEF"/>
    <w:rsid w:val="00491EB7"/>
    <w:rsid w:val="0049217A"/>
    <w:rsid w:val="00492280"/>
    <w:rsid w:val="004923FD"/>
    <w:rsid w:val="00492A94"/>
    <w:rsid w:val="00492C06"/>
    <w:rsid w:val="004931A7"/>
    <w:rsid w:val="004932AC"/>
    <w:rsid w:val="00493521"/>
    <w:rsid w:val="00493556"/>
    <w:rsid w:val="00493626"/>
    <w:rsid w:val="00493707"/>
    <w:rsid w:val="00493937"/>
    <w:rsid w:val="00493AA4"/>
    <w:rsid w:val="00493B4F"/>
    <w:rsid w:val="00493D22"/>
    <w:rsid w:val="0049411A"/>
    <w:rsid w:val="0049419C"/>
    <w:rsid w:val="0049449D"/>
    <w:rsid w:val="00494505"/>
    <w:rsid w:val="00494931"/>
    <w:rsid w:val="00494A84"/>
    <w:rsid w:val="00494C88"/>
    <w:rsid w:val="004951B6"/>
    <w:rsid w:val="00495625"/>
    <w:rsid w:val="00495744"/>
    <w:rsid w:val="00496068"/>
    <w:rsid w:val="0049629B"/>
    <w:rsid w:val="004963B9"/>
    <w:rsid w:val="00496433"/>
    <w:rsid w:val="00496729"/>
    <w:rsid w:val="004968A2"/>
    <w:rsid w:val="00496C7A"/>
    <w:rsid w:val="004973B7"/>
    <w:rsid w:val="004973FD"/>
    <w:rsid w:val="004975F5"/>
    <w:rsid w:val="00497721"/>
    <w:rsid w:val="00497A97"/>
    <w:rsid w:val="00497BD5"/>
    <w:rsid w:val="00497DF4"/>
    <w:rsid w:val="00497EF1"/>
    <w:rsid w:val="00497F23"/>
    <w:rsid w:val="004A0021"/>
    <w:rsid w:val="004A0413"/>
    <w:rsid w:val="004A0419"/>
    <w:rsid w:val="004A06F6"/>
    <w:rsid w:val="004A0B5A"/>
    <w:rsid w:val="004A0EB9"/>
    <w:rsid w:val="004A1066"/>
    <w:rsid w:val="004A1333"/>
    <w:rsid w:val="004A139A"/>
    <w:rsid w:val="004A13CC"/>
    <w:rsid w:val="004A13EF"/>
    <w:rsid w:val="004A1494"/>
    <w:rsid w:val="004A14A8"/>
    <w:rsid w:val="004A161F"/>
    <w:rsid w:val="004A1A4B"/>
    <w:rsid w:val="004A1B60"/>
    <w:rsid w:val="004A2069"/>
    <w:rsid w:val="004A247D"/>
    <w:rsid w:val="004A2819"/>
    <w:rsid w:val="004A2846"/>
    <w:rsid w:val="004A28E3"/>
    <w:rsid w:val="004A29DC"/>
    <w:rsid w:val="004A32B5"/>
    <w:rsid w:val="004A338D"/>
    <w:rsid w:val="004A3432"/>
    <w:rsid w:val="004A36D0"/>
    <w:rsid w:val="004A3895"/>
    <w:rsid w:val="004A3AEB"/>
    <w:rsid w:val="004A3AF3"/>
    <w:rsid w:val="004A41AD"/>
    <w:rsid w:val="004A46C1"/>
    <w:rsid w:val="004A48FE"/>
    <w:rsid w:val="004A4AB4"/>
    <w:rsid w:val="004A4D55"/>
    <w:rsid w:val="004A4EFF"/>
    <w:rsid w:val="004A51B8"/>
    <w:rsid w:val="004A51E9"/>
    <w:rsid w:val="004A5AE5"/>
    <w:rsid w:val="004A5DDE"/>
    <w:rsid w:val="004A6A14"/>
    <w:rsid w:val="004A7832"/>
    <w:rsid w:val="004A790F"/>
    <w:rsid w:val="004A7989"/>
    <w:rsid w:val="004A7A0B"/>
    <w:rsid w:val="004A7FFE"/>
    <w:rsid w:val="004B0283"/>
    <w:rsid w:val="004B02B5"/>
    <w:rsid w:val="004B0308"/>
    <w:rsid w:val="004B0459"/>
    <w:rsid w:val="004B0CEA"/>
    <w:rsid w:val="004B0F4C"/>
    <w:rsid w:val="004B118E"/>
    <w:rsid w:val="004B1318"/>
    <w:rsid w:val="004B1356"/>
    <w:rsid w:val="004B1A3F"/>
    <w:rsid w:val="004B1AE2"/>
    <w:rsid w:val="004B1B98"/>
    <w:rsid w:val="004B1F2E"/>
    <w:rsid w:val="004B20E8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7B2"/>
    <w:rsid w:val="004B3AA4"/>
    <w:rsid w:val="004B3E82"/>
    <w:rsid w:val="004B405E"/>
    <w:rsid w:val="004B4068"/>
    <w:rsid w:val="004B4657"/>
    <w:rsid w:val="004B4892"/>
    <w:rsid w:val="004B4A96"/>
    <w:rsid w:val="004B4CEB"/>
    <w:rsid w:val="004B4D23"/>
    <w:rsid w:val="004B4E75"/>
    <w:rsid w:val="004B4F5E"/>
    <w:rsid w:val="004B508F"/>
    <w:rsid w:val="004B50C2"/>
    <w:rsid w:val="004B5409"/>
    <w:rsid w:val="004B5627"/>
    <w:rsid w:val="004B57D2"/>
    <w:rsid w:val="004B58AE"/>
    <w:rsid w:val="004B5BF0"/>
    <w:rsid w:val="004B5DD0"/>
    <w:rsid w:val="004B5DF2"/>
    <w:rsid w:val="004B5F43"/>
    <w:rsid w:val="004B5F66"/>
    <w:rsid w:val="004B60F2"/>
    <w:rsid w:val="004B6253"/>
    <w:rsid w:val="004B6414"/>
    <w:rsid w:val="004B64F9"/>
    <w:rsid w:val="004B66CF"/>
    <w:rsid w:val="004B7199"/>
    <w:rsid w:val="004B71C1"/>
    <w:rsid w:val="004B753A"/>
    <w:rsid w:val="004B7658"/>
    <w:rsid w:val="004B7752"/>
    <w:rsid w:val="004B78EF"/>
    <w:rsid w:val="004B7B18"/>
    <w:rsid w:val="004B7B65"/>
    <w:rsid w:val="004B7BDE"/>
    <w:rsid w:val="004B7CD0"/>
    <w:rsid w:val="004B7E9F"/>
    <w:rsid w:val="004C00F5"/>
    <w:rsid w:val="004C0111"/>
    <w:rsid w:val="004C0251"/>
    <w:rsid w:val="004C07BC"/>
    <w:rsid w:val="004C0990"/>
    <w:rsid w:val="004C09DF"/>
    <w:rsid w:val="004C0A2F"/>
    <w:rsid w:val="004C0A6C"/>
    <w:rsid w:val="004C0B0E"/>
    <w:rsid w:val="004C0B71"/>
    <w:rsid w:val="004C0CAE"/>
    <w:rsid w:val="004C0CD8"/>
    <w:rsid w:val="004C12D2"/>
    <w:rsid w:val="004C13C1"/>
    <w:rsid w:val="004C1973"/>
    <w:rsid w:val="004C1AC6"/>
    <w:rsid w:val="004C1AFF"/>
    <w:rsid w:val="004C1B21"/>
    <w:rsid w:val="004C1BF6"/>
    <w:rsid w:val="004C21A8"/>
    <w:rsid w:val="004C21F9"/>
    <w:rsid w:val="004C23CC"/>
    <w:rsid w:val="004C241E"/>
    <w:rsid w:val="004C2556"/>
    <w:rsid w:val="004C27E2"/>
    <w:rsid w:val="004C2DEC"/>
    <w:rsid w:val="004C2E0D"/>
    <w:rsid w:val="004C2EDF"/>
    <w:rsid w:val="004C338B"/>
    <w:rsid w:val="004C3981"/>
    <w:rsid w:val="004C3A24"/>
    <w:rsid w:val="004C47F5"/>
    <w:rsid w:val="004C4B1E"/>
    <w:rsid w:val="004C4B45"/>
    <w:rsid w:val="004C4E09"/>
    <w:rsid w:val="004C5142"/>
    <w:rsid w:val="004C55B6"/>
    <w:rsid w:val="004C62B5"/>
    <w:rsid w:val="004C670F"/>
    <w:rsid w:val="004C6742"/>
    <w:rsid w:val="004C6755"/>
    <w:rsid w:val="004C6795"/>
    <w:rsid w:val="004C67B0"/>
    <w:rsid w:val="004C68B2"/>
    <w:rsid w:val="004C68C1"/>
    <w:rsid w:val="004C6AB2"/>
    <w:rsid w:val="004C6B3D"/>
    <w:rsid w:val="004C6CD4"/>
    <w:rsid w:val="004C6E78"/>
    <w:rsid w:val="004C747A"/>
    <w:rsid w:val="004C7BD4"/>
    <w:rsid w:val="004C7C2C"/>
    <w:rsid w:val="004C7E51"/>
    <w:rsid w:val="004D008D"/>
    <w:rsid w:val="004D00C3"/>
    <w:rsid w:val="004D04D1"/>
    <w:rsid w:val="004D04F7"/>
    <w:rsid w:val="004D05FB"/>
    <w:rsid w:val="004D0A84"/>
    <w:rsid w:val="004D0BA0"/>
    <w:rsid w:val="004D0F18"/>
    <w:rsid w:val="004D1090"/>
    <w:rsid w:val="004D11E5"/>
    <w:rsid w:val="004D12C8"/>
    <w:rsid w:val="004D14BA"/>
    <w:rsid w:val="004D1824"/>
    <w:rsid w:val="004D1835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582"/>
    <w:rsid w:val="004D28C9"/>
    <w:rsid w:val="004D2A6C"/>
    <w:rsid w:val="004D32A7"/>
    <w:rsid w:val="004D336C"/>
    <w:rsid w:val="004D33BB"/>
    <w:rsid w:val="004D33BC"/>
    <w:rsid w:val="004D4144"/>
    <w:rsid w:val="004D4308"/>
    <w:rsid w:val="004D441F"/>
    <w:rsid w:val="004D4488"/>
    <w:rsid w:val="004D44AC"/>
    <w:rsid w:val="004D4505"/>
    <w:rsid w:val="004D469A"/>
    <w:rsid w:val="004D4F0B"/>
    <w:rsid w:val="004D522E"/>
    <w:rsid w:val="004D57F4"/>
    <w:rsid w:val="004D5B96"/>
    <w:rsid w:val="004D5C63"/>
    <w:rsid w:val="004D5DC2"/>
    <w:rsid w:val="004D5FED"/>
    <w:rsid w:val="004D6202"/>
    <w:rsid w:val="004D68C3"/>
    <w:rsid w:val="004D6AE5"/>
    <w:rsid w:val="004D721D"/>
    <w:rsid w:val="004D77B1"/>
    <w:rsid w:val="004D793E"/>
    <w:rsid w:val="004D7A53"/>
    <w:rsid w:val="004D7AAE"/>
    <w:rsid w:val="004D7EBF"/>
    <w:rsid w:val="004E0A43"/>
    <w:rsid w:val="004E0FF8"/>
    <w:rsid w:val="004E14A3"/>
    <w:rsid w:val="004E163A"/>
    <w:rsid w:val="004E1968"/>
    <w:rsid w:val="004E1A3B"/>
    <w:rsid w:val="004E1C01"/>
    <w:rsid w:val="004E20D0"/>
    <w:rsid w:val="004E2513"/>
    <w:rsid w:val="004E2558"/>
    <w:rsid w:val="004E27B4"/>
    <w:rsid w:val="004E27DE"/>
    <w:rsid w:val="004E2941"/>
    <w:rsid w:val="004E29E5"/>
    <w:rsid w:val="004E2F90"/>
    <w:rsid w:val="004E33D5"/>
    <w:rsid w:val="004E3580"/>
    <w:rsid w:val="004E362B"/>
    <w:rsid w:val="004E392D"/>
    <w:rsid w:val="004E3983"/>
    <w:rsid w:val="004E3A91"/>
    <w:rsid w:val="004E3B3E"/>
    <w:rsid w:val="004E3F07"/>
    <w:rsid w:val="004E4257"/>
    <w:rsid w:val="004E468D"/>
    <w:rsid w:val="004E4726"/>
    <w:rsid w:val="004E499A"/>
    <w:rsid w:val="004E550C"/>
    <w:rsid w:val="004E55EE"/>
    <w:rsid w:val="004E58EE"/>
    <w:rsid w:val="004E5A7D"/>
    <w:rsid w:val="004E5AA9"/>
    <w:rsid w:val="004E5D6A"/>
    <w:rsid w:val="004E5ECE"/>
    <w:rsid w:val="004E627A"/>
    <w:rsid w:val="004E62C6"/>
    <w:rsid w:val="004E6720"/>
    <w:rsid w:val="004E6848"/>
    <w:rsid w:val="004E6877"/>
    <w:rsid w:val="004E714C"/>
    <w:rsid w:val="004E722A"/>
    <w:rsid w:val="004E72D8"/>
    <w:rsid w:val="004E7505"/>
    <w:rsid w:val="004E75EC"/>
    <w:rsid w:val="004E7810"/>
    <w:rsid w:val="004E7BF4"/>
    <w:rsid w:val="004E7D9E"/>
    <w:rsid w:val="004F001A"/>
    <w:rsid w:val="004F039F"/>
    <w:rsid w:val="004F04BB"/>
    <w:rsid w:val="004F068E"/>
    <w:rsid w:val="004F0815"/>
    <w:rsid w:val="004F0AD2"/>
    <w:rsid w:val="004F0E69"/>
    <w:rsid w:val="004F1090"/>
    <w:rsid w:val="004F12D6"/>
    <w:rsid w:val="004F162B"/>
    <w:rsid w:val="004F1846"/>
    <w:rsid w:val="004F1D64"/>
    <w:rsid w:val="004F1EAA"/>
    <w:rsid w:val="004F1FC6"/>
    <w:rsid w:val="004F2186"/>
    <w:rsid w:val="004F2233"/>
    <w:rsid w:val="004F23B0"/>
    <w:rsid w:val="004F2500"/>
    <w:rsid w:val="004F2891"/>
    <w:rsid w:val="004F39A9"/>
    <w:rsid w:val="004F3A2A"/>
    <w:rsid w:val="004F3A54"/>
    <w:rsid w:val="004F44DC"/>
    <w:rsid w:val="004F4913"/>
    <w:rsid w:val="004F4B59"/>
    <w:rsid w:val="004F4BC6"/>
    <w:rsid w:val="004F4C65"/>
    <w:rsid w:val="004F50A8"/>
    <w:rsid w:val="004F5216"/>
    <w:rsid w:val="004F55E4"/>
    <w:rsid w:val="004F56DA"/>
    <w:rsid w:val="004F5AE5"/>
    <w:rsid w:val="004F5C4F"/>
    <w:rsid w:val="004F5CA4"/>
    <w:rsid w:val="004F5CEE"/>
    <w:rsid w:val="004F6633"/>
    <w:rsid w:val="004F6646"/>
    <w:rsid w:val="004F6BFC"/>
    <w:rsid w:val="004F7123"/>
    <w:rsid w:val="004F736C"/>
    <w:rsid w:val="004F756C"/>
    <w:rsid w:val="004F7928"/>
    <w:rsid w:val="004F79BA"/>
    <w:rsid w:val="004F7B5C"/>
    <w:rsid w:val="004F7C94"/>
    <w:rsid w:val="004F7EF9"/>
    <w:rsid w:val="00500247"/>
    <w:rsid w:val="005003A3"/>
    <w:rsid w:val="0050045D"/>
    <w:rsid w:val="005008F9"/>
    <w:rsid w:val="005011E3"/>
    <w:rsid w:val="005013F4"/>
    <w:rsid w:val="005018F6"/>
    <w:rsid w:val="00501D3A"/>
    <w:rsid w:val="00501E23"/>
    <w:rsid w:val="0050202F"/>
    <w:rsid w:val="0050239A"/>
    <w:rsid w:val="005024A5"/>
    <w:rsid w:val="0050293E"/>
    <w:rsid w:val="00502BAC"/>
    <w:rsid w:val="00502CA0"/>
    <w:rsid w:val="005031A1"/>
    <w:rsid w:val="0050327A"/>
    <w:rsid w:val="0050367E"/>
    <w:rsid w:val="00503D30"/>
    <w:rsid w:val="00503F22"/>
    <w:rsid w:val="00504167"/>
    <w:rsid w:val="0050422F"/>
    <w:rsid w:val="00504517"/>
    <w:rsid w:val="0050475B"/>
    <w:rsid w:val="0050490A"/>
    <w:rsid w:val="00505141"/>
    <w:rsid w:val="00505266"/>
    <w:rsid w:val="0050537B"/>
    <w:rsid w:val="005059D9"/>
    <w:rsid w:val="005059ED"/>
    <w:rsid w:val="00505A8F"/>
    <w:rsid w:val="00505B55"/>
    <w:rsid w:val="00505D66"/>
    <w:rsid w:val="00506060"/>
    <w:rsid w:val="005060C2"/>
    <w:rsid w:val="005062F4"/>
    <w:rsid w:val="005063D5"/>
    <w:rsid w:val="00506767"/>
    <w:rsid w:val="005067CB"/>
    <w:rsid w:val="00506BB4"/>
    <w:rsid w:val="005071E6"/>
    <w:rsid w:val="00507385"/>
    <w:rsid w:val="005073E7"/>
    <w:rsid w:val="005077BF"/>
    <w:rsid w:val="00507B39"/>
    <w:rsid w:val="00507BD5"/>
    <w:rsid w:val="00507BD9"/>
    <w:rsid w:val="00507D3E"/>
    <w:rsid w:val="005100EB"/>
    <w:rsid w:val="005101BC"/>
    <w:rsid w:val="005104B3"/>
    <w:rsid w:val="0051072B"/>
    <w:rsid w:val="0051131A"/>
    <w:rsid w:val="005113D9"/>
    <w:rsid w:val="00511561"/>
    <w:rsid w:val="005116FF"/>
    <w:rsid w:val="0051183F"/>
    <w:rsid w:val="00511846"/>
    <w:rsid w:val="00511AE1"/>
    <w:rsid w:val="00511C81"/>
    <w:rsid w:val="00511CDF"/>
    <w:rsid w:val="00511D25"/>
    <w:rsid w:val="00511E5C"/>
    <w:rsid w:val="005120BB"/>
    <w:rsid w:val="00512D8D"/>
    <w:rsid w:val="00512F42"/>
    <w:rsid w:val="00512FAD"/>
    <w:rsid w:val="0051312E"/>
    <w:rsid w:val="00513228"/>
    <w:rsid w:val="00513A58"/>
    <w:rsid w:val="00513D9E"/>
    <w:rsid w:val="00513DB8"/>
    <w:rsid w:val="00514129"/>
    <w:rsid w:val="00514253"/>
    <w:rsid w:val="00514372"/>
    <w:rsid w:val="005143F3"/>
    <w:rsid w:val="00514699"/>
    <w:rsid w:val="00514B35"/>
    <w:rsid w:val="00514BC5"/>
    <w:rsid w:val="00514C31"/>
    <w:rsid w:val="00514FE1"/>
    <w:rsid w:val="005150DD"/>
    <w:rsid w:val="00515104"/>
    <w:rsid w:val="00515202"/>
    <w:rsid w:val="00515380"/>
    <w:rsid w:val="00515AFE"/>
    <w:rsid w:val="00515E21"/>
    <w:rsid w:val="005161D4"/>
    <w:rsid w:val="005163F0"/>
    <w:rsid w:val="005168AA"/>
    <w:rsid w:val="00516AED"/>
    <w:rsid w:val="00516D4A"/>
    <w:rsid w:val="00516F1D"/>
    <w:rsid w:val="005171FC"/>
    <w:rsid w:val="00517521"/>
    <w:rsid w:val="005175C9"/>
    <w:rsid w:val="005208F2"/>
    <w:rsid w:val="00520BB6"/>
    <w:rsid w:val="00520D69"/>
    <w:rsid w:val="00520EA3"/>
    <w:rsid w:val="00520F92"/>
    <w:rsid w:val="005213E6"/>
    <w:rsid w:val="00521517"/>
    <w:rsid w:val="00521575"/>
    <w:rsid w:val="0052164F"/>
    <w:rsid w:val="00521704"/>
    <w:rsid w:val="00521AFA"/>
    <w:rsid w:val="00521F16"/>
    <w:rsid w:val="005222E9"/>
    <w:rsid w:val="005226F7"/>
    <w:rsid w:val="005226FB"/>
    <w:rsid w:val="00522E9A"/>
    <w:rsid w:val="0052310C"/>
    <w:rsid w:val="005231F4"/>
    <w:rsid w:val="0052324C"/>
    <w:rsid w:val="00523423"/>
    <w:rsid w:val="0052393D"/>
    <w:rsid w:val="00523B2A"/>
    <w:rsid w:val="00523E22"/>
    <w:rsid w:val="00524043"/>
    <w:rsid w:val="00524200"/>
    <w:rsid w:val="0052440D"/>
    <w:rsid w:val="00524433"/>
    <w:rsid w:val="00524632"/>
    <w:rsid w:val="0052486E"/>
    <w:rsid w:val="00524D24"/>
    <w:rsid w:val="00525025"/>
    <w:rsid w:val="00525038"/>
    <w:rsid w:val="00525062"/>
    <w:rsid w:val="005250CA"/>
    <w:rsid w:val="0052525F"/>
    <w:rsid w:val="005252B6"/>
    <w:rsid w:val="00525405"/>
    <w:rsid w:val="00525780"/>
    <w:rsid w:val="0052590A"/>
    <w:rsid w:val="00525ADD"/>
    <w:rsid w:val="00525DE3"/>
    <w:rsid w:val="0052614B"/>
    <w:rsid w:val="0052647E"/>
    <w:rsid w:val="00526911"/>
    <w:rsid w:val="00527071"/>
    <w:rsid w:val="00527D55"/>
    <w:rsid w:val="00530099"/>
    <w:rsid w:val="005305E7"/>
    <w:rsid w:val="00530717"/>
    <w:rsid w:val="00531478"/>
    <w:rsid w:val="00531671"/>
    <w:rsid w:val="00532276"/>
    <w:rsid w:val="0053271F"/>
    <w:rsid w:val="00532872"/>
    <w:rsid w:val="00532F42"/>
    <w:rsid w:val="005332DD"/>
    <w:rsid w:val="005335B1"/>
    <w:rsid w:val="00533977"/>
    <w:rsid w:val="00533BC7"/>
    <w:rsid w:val="0053412E"/>
    <w:rsid w:val="00534299"/>
    <w:rsid w:val="0053469A"/>
    <w:rsid w:val="00534C56"/>
    <w:rsid w:val="00534D4D"/>
    <w:rsid w:val="00534EC4"/>
    <w:rsid w:val="00535722"/>
    <w:rsid w:val="00535D94"/>
    <w:rsid w:val="00535FB1"/>
    <w:rsid w:val="0053612E"/>
    <w:rsid w:val="005367F4"/>
    <w:rsid w:val="005369FF"/>
    <w:rsid w:val="00536A00"/>
    <w:rsid w:val="00536FAB"/>
    <w:rsid w:val="00537047"/>
    <w:rsid w:val="005370EA"/>
    <w:rsid w:val="00537199"/>
    <w:rsid w:val="005373EF"/>
    <w:rsid w:val="00537A54"/>
    <w:rsid w:val="00537A63"/>
    <w:rsid w:val="005403B8"/>
    <w:rsid w:val="00540491"/>
    <w:rsid w:val="00540620"/>
    <w:rsid w:val="005408F0"/>
    <w:rsid w:val="0054134C"/>
    <w:rsid w:val="005415A4"/>
    <w:rsid w:val="00541753"/>
    <w:rsid w:val="00541BB3"/>
    <w:rsid w:val="00541BE8"/>
    <w:rsid w:val="00541F96"/>
    <w:rsid w:val="00542221"/>
    <w:rsid w:val="0054231B"/>
    <w:rsid w:val="00542FF0"/>
    <w:rsid w:val="005437CE"/>
    <w:rsid w:val="00543B61"/>
    <w:rsid w:val="00543C6F"/>
    <w:rsid w:val="00543D82"/>
    <w:rsid w:val="00543E6A"/>
    <w:rsid w:val="00544063"/>
    <w:rsid w:val="00544228"/>
    <w:rsid w:val="00544C4E"/>
    <w:rsid w:val="00544E42"/>
    <w:rsid w:val="00544E72"/>
    <w:rsid w:val="00544FCA"/>
    <w:rsid w:val="005450D5"/>
    <w:rsid w:val="0054517C"/>
    <w:rsid w:val="0054553A"/>
    <w:rsid w:val="00545548"/>
    <w:rsid w:val="005455FC"/>
    <w:rsid w:val="00545818"/>
    <w:rsid w:val="00545926"/>
    <w:rsid w:val="00545E8F"/>
    <w:rsid w:val="005460D9"/>
    <w:rsid w:val="00546A22"/>
    <w:rsid w:val="00546A7A"/>
    <w:rsid w:val="00546B01"/>
    <w:rsid w:val="00546E10"/>
    <w:rsid w:val="00546EF2"/>
    <w:rsid w:val="00546FA6"/>
    <w:rsid w:val="0054744A"/>
    <w:rsid w:val="00547497"/>
    <w:rsid w:val="005474BE"/>
    <w:rsid w:val="00547A35"/>
    <w:rsid w:val="00547AC7"/>
    <w:rsid w:val="00550189"/>
    <w:rsid w:val="0055049F"/>
    <w:rsid w:val="005504AB"/>
    <w:rsid w:val="00550637"/>
    <w:rsid w:val="0055097E"/>
    <w:rsid w:val="005509B3"/>
    <w:rsid w:val="00550E53"/>
    <w:rsid w:val="0055109D"/>
    <w:rsid w:val="0055119D"/>
    <w:rsid w:val="00551380"/>
    <w:rsid w:val="0055160C"/>
    <w:rsid w:val="00551725"/>
    <w:rsid w:val="00551DA8"/>
    <w:rsid w:val="00551F1E"/>
    <w:rsid w:val="00551F35"/>
    <w:rsid w:val="0055286B"/>
    <w:rsid w:val="00552C5E"/>
    <w:rsid w:val="0055300C"/>
    <w:rsid w:val="00553019"/>
    <w:rsid w:val="005530BD"/>
    <w:rsid w:val="005530DF"/>
    <w:rsid w:val="005536D5"/>
    <w:rsid w:val="005539FB"/>
    <w:rsid w:val="00553BAB"/>
    <w:rsid w:val="00553D84"/>
    <w:rsid w:val="00554B23"/>
    <w:rsid w:val="00554D59"/>
    <w:rsid w:val="00554EA8"/>
    <w:rsid w:val="00555278"/>
    <w:rsid w:val="005556AB"/>
    <w:rsid w:val="00555ACA"/>
    <w:rsid w:val="00555B9A"/>
    <w:rsid w:val="00555D17"/>
    <w:rsid w:val="0055665D"/>
    <w:rsid w:val="0055690E"/>
    <w:rsid w:val="005569D2"/>
    <w:rsid w:val="00556C2C"/>
    <w:rsid w:val="00556CBD"/>
    <w:rsid w:val="00556FDB"/>
    <w:rsid w:val="00557194"/>
    <w:rsid w:val="00557257"/>
    <w:rsid w:val="00557399"/>
    <w:rsid w:val="00557530"/>
    <w:rsid w:val="005575C6"/>
    <w:rsid w:val="0055784C"/>
    <w:rsid w:val="00557872"/>
    <w:rsid w:val="00557B04"/>
    <w:rsid w:val="00557F57"/>
    <w:rsid w:val="00560135"/>
    <w:rsid w:val="00560194"/>
    <w:rsid w:val="00560288"/>
    <w:rsid w:val="0056061F"/>
    <w:rsid w:val="00560860"/>
    <w:rsid w:val="005609CB"/>
    <w:rsid w:val="005609D0"/>
    <w:rsid w:val="00560AF0"/>
    <w:rsid w:val="00560E43"/>
    <w:rsid w:val="00560E57"/>
    <w:rsid w:val="0056111B"/>
    <w:rsid w:val="00561786"/>
    <w:rsid w:val="005618D9"/>
    <w:rsid w:val="00561928"/>
    <w:rsid w:val="00561B99"/>
    <w:rsid w:val="00561C3A"/>
    <w:rsid w:val="005623DC"/>
    <w:rsid w:val="005626E9"/>
    <w:rsid w:val="00562846"/>
    <w:rsid w:val="005628F0"/>
    <w:rsid w:val="00563193"/>
    <w:rsid w:val="00563928"/>
    <w:rsid w:val="00563A39"/>
    <w:rsid w:val="00563E1C"/>
    <w:rsid w:val="0056409D"/>
    <w:rsid w:val="0056427C"/>
    <w:rsid w:val="00564343"/>
    <w:rsid w:val="0056448A"/>
    <w:rsid w:val="00564D20"/>
    <w:rsid w:val="00564D34"/>
    <w:rsid w:val="00564F21"/>
    <w:rsid w:val="00565260"/>
    <w:rsid w:val="00565B6A"/>
    <w:rsid w:val="00566467"/>
    <w:rsid w:val="00566525"/>
    <w:rsid w:val="0056659C"/>
    <w:rsid w:val="00566BBE"/>
    <w:rsid w:val="00566DDE"/>
    <w:rsid w:val="00567703"/>
    <w:rsid w:val="00567F3C"/>
    <w:rsid w:val="0057005F"/>
    <w:rsid w:val="005700CD"/>
    <w:rsid w:val="0057022E"/>
    <w:rsid w:val="005703A0"/>
    <w:rsid w:val="005708F5"/>
    <w:rsid w:val="0057116E"/>
    <w:rsid w:val="00571192"/>
    <w:rsid w:val="0057140F"/>
    <w:rsid w:val="005714B6"/>
    <w:rsid w:val="005716D0"/>
    <w:rsid w:val="00571C7E"/>
    <w:rsid w:val="00571C95"/>
    <w:rsid w:val="005721BC"/>
    <w:rsid w:val="005721DA"/>
    <w:rsid w:val="00572998"/>
    <w:rsid w:val="00572C14"/>
    <w:rsid w:val="00572D6F"/>
    <w:rsid w:val="00573040"/>
    <w:rsid w:val="005730A6"/>
    <w:rsid w:val="00573166"/>
    <w:rsid w:val="0057322B"/>
    <w:rsid w:val="005732E6"/>
    <w:rsid w:val="0057374C"/>
    <w:rsid w:val="00573A02"/>
    <w:rsid w:val="00573AAE"/>
    <w:rsid w:val="00573C97"/>
    <w:rsid w:val="00573D93"/>
    <w:rsid w:val="00574087"/>
    <w:rsid w:val="0057421A"/>
    <w:rsid w:val="00574282"/>
    <w:rsid w:val="00574309"/>
    <w:rsid w:val="0057463F"/>
    <w:rsid w:val="00574B28"/>
    <w:rsid w:val="0057517F"/>
    <w:rsid w:val="0057520F"/>
    <w:rsid w:val="005752D8"/>
    <w:rsid w:val="00575670"/>
    <w:rsid w:val="00575860"/>
    <w:rsid w:val="00575972"/>
    <w:rsid w:val="005761D8"/>
    <w:rsid w:val="005767C8"/>
    <w:rsid w:val="00576FF9"/>
    <w:rsid w:val="005777AB"/>
    <w:rsid w:val="005777F5"/>
    <w:rsid w:val="00577866"/>
    <w:rsid w:val="005778C8"/>
    <w:rsid w:val="00577998"/>
    <w:rsid w:val="00577A05"/>
    <w:rsid w:val="00577FCD"/>
    <w:rsid w:val="00577FEC"/>
    <w:rsid w:val="005803BC"/>
    <w:rsid w:val="00580446"/>
    <w:rsid w:val="00580AE7"/>
    <w:rsid w:val="005810D1"/>
    <w:rsid w:val="0058110F"/>
    <w:rsid w:val="005812AB"/>
    <w:rsid w:val="0058138A"/>
    <w:rsid w:val="005814F6"/>
    <w:rsid w:val="00581532"/>
    <w:rsid w:val="0058156E"/>
    <w:rsid w:val="00581705"/>
    <w:rsid w:val="005817C6"/>
    <w:rsid w:val="00581CC5"/>
    <w:rsid w:val="00581F38"/>
    <w:rsid w:val="00581F88"/>
    <w:rsid w:val="00582370"/>
    <w:rsid w:val="00582700"/>
    <w:rsid w:val="00582EA3"/>
    <w:rsid w:val="0058301D"/>
    <w:rsid w:val="00583100"/>
    <w:rsid w:val="00583181"/>
    <w:rsid w:val="00583480"/>
    <w:rsid w:val="00583663"/>
    <w:rsid w:val="005836A7"/>
    <w:rsid w:val="005837AF"/>
    <w:rsid w:val="0058382E"/>
    <w:rsid w:val="005839A8"/>
    <w:rsid w:val="00583C72"/>
    <w:rsid w:val="00583D11"/>
    <w:rsid w:val="00583E1A"/>
    <w:rsid w:val="00583F19"/>
    <w:rsid w:val="005841B9"/>
    <w:rsid w:val="00584793"/>
    <w:rsid w:val="00584976"/>
    <w:rsid w:val="00584BBC"/>
    <w:rsid w:val="00584BD1"/>
    <w:rsid w:val="00584D23"/>
    <w:rsid w:val="00584FF8"/>
    <w:rsid w:val="0058518B"/>
    <w:rsid w:val="005851AB"/>
    <w:rsid w:val="0058554A"/>
    <w:rsid w:val="005855FF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3F"/>
    <w:rsid w:val="00591E38"/>
    <w:rsid w:val="00592E0A"/>
    <w:rsid w:val="00592ED8"/>
    <w:rsid w:val="00592EEB"/>
    <w:rsid w:val="0059342A"/>
    <w:rsid w:val="00593A29"/>
    <w:rsid w:val="00593CF2"/>
    <w:rsid w:val="00593F42"/>
    <w:rsid w:val="00593FC5"/>
    <w:rsid w:val="00594125"/>
    <w:rsid w:val="00594917"/>
    <w:rsid w:val="0059496C"/>
    <w:rsid w:val="00594C3E"/>
    <w:rsid w:val="00594CC6"/>
    <w:rsid w:val="0059514E"/>
    <w:rsid w:val="005952B7"/>
    <w:rsid w:val="00595313"/>
    <w:rsid w:val="00595851"/>
    <w:rsid w:val="00595CF7"/>
    <w:rsid w:val="00595D3E"/>
    <w:rsid w:val="005960EE"/>
    <w:rsid w:val="005961DE"/>
    <w:rsid w:val="005961FA"/>
    <w:rsid w:val="00596421"/>
    <w:rsid w:val="005966F4"/>
    <w:rsid w:val="00596A2B"/>
    <w:rsid w:val="00596CC5"/>
    <w:rsid w:val="00596DBF"/>
    <w:rsid w:val="00596F39"/>
    <w:rsid w:val="00597032"/>
    <w:rsid w:val="0059754B"/>
    <w:rsid w:val="00597798"/>
    <w:rsid w:val="005977AE"/>
    <w:rsid w:val="00597959"/>
    <w:rsid w:val="00597C83"/>
    <w:rsid w:val="00597DB5"/>
    <w:rsid w:val="00597FC5"/>
    <w:rsid w:val="005A0428"/>
    <w:rsid w:val="005A07D7"/>
    <w:rsid w:val="005A0ECB"/>
    <w:rsid w:val="005A0EDE"/>
    <w:rsid w:val="005A10D5"/>
    <w:rsid w:val="005A14B0"/>
    <w:rsid w:val="005A1848"/>
    <w:rsid w:val="005A1AF1"/>
    <w:rsid w:val="005A1CEC"/>
    <w:rsid w:val="005A1F1D"/>
    <w:rsid w:val="005A2319"/>
    <w:rsid w:val="005A2C8F"/>
    <w:rsid w:val="005A2D6E"/>
    <w:rsid w:val="005A2E5A"/>
    <w:rsid w:val="005A2E8D"/>
    <w:rsid w:val="005A3140"/>
    <w:rsid w:val="005A3363"/>
    <w:rsid w:val="005A339A"/>
    <w:rsid w:val="005A368C"/>
    <w:rsid w:val="005A3972"/>
    <w:rsid w:val="005A3DA2"/>
    <w:rsid w:val="005A3F58"/>
    <w:rsid w:val="005A42E6"/>
    <w:rsid w:val="005A45B0"/>
    <w:rsid w:val="005A45CD"/>
    <w:rsid w:val="005A481E"/>
    <w:rsid w:val="005A4A68"/>
    <w:rsid w:val="005A4BE2"/>
    <w:rsid w:val="005A4D01"/>
    <w:rsid w:val="005A4D2C"/>
    <w:rsid w:val="005A50B9"/>
    <w:rsid w:val="005A50C4"/>
    <w:rsid w:val="005A50CB"/>
    <w:rsid w:val="005A50F8"/>
    <w:rsid w:val="005A519E"/>
    <w:rsid w:val="005A54B2"/>
    <w:rsid w:val="005A54EA"/>
    <w:rsid w:val="005A5DBC"/>
    <w:rsid w:val="005A619F"/>
    <w:rsid w:val="005A6203"/>
    <w:rsid w:val="005A6630"/>
    <w:rsid w:val="005A6F16"/>
    <w:rsid w:val="005A7386"/>
    <w:rsid w:val="005A7593"/>
    <w:rsid w:val="005A7B0F"/>
    <w:rsid w:val="005A7C76"/>
    <w:rsid w:val="005B03BD"/>
    <w:rsid w:val="005B051A"/>
    <w:rsid w:val="005B0599"/>
    <w:rsid w:val="005B0664"/>
    <w:rsid w:val="005B0837"/>
    <w:rsid w:val="005B095F"/>
    <w:rsid w:val="005B09FA"/>
    <w:rsid w:val="005B0A78"/>
    <w:rsid w:val="005B0BB4"/>
    <w:rsid w:val="005B0CB7"/>
    <w:rsid w:val="005B111D"/>
    <w:rsid w:val="005B11E9"/>
    <w:rsid w:val="005B16D3"/>
    <w:rsid w:val="005B1801"/>
    <w:rsid w:val="005B1976"/>
    <w:rsid w:val="005B1A06"/>
    <w:rsid w:val="005B1E21"/>
    <w:rsid w:val="005B25EA"/>
    <w:rsid w:val="005B27E6"/>
    <w:rsid w:val="005B2807"/>
    <w:rsid w:val="005B2BEE"/>
    <w:rsid w:val="005B2BFF"/>
    <w:rsid w:val="005B2CE5"/>
    <w:rsid w:val="005B2E3C"/>
    <w:rsid w:val="005B2EC1"/>
    <w:rsid w:val="005B2FE2"/>
    <w:rsid w:val="005B36A4"/>
    <w:rsid w:val="005B373D"/>
    <w:rsid w:val="005B39D6"/>
    <w:rsid w:val="005B3BB0"/>
    <w:rsid w:val="005B44B7"/>
    <w:rsid w:val="005B48AB"/>
    <w:rsid w:val="005B4A73"/>
    <w:rsid w:val="005B4C9C"/>
    <w:rsid w:val="005B4FB5"/>
    <w:rsid w:val="005B54C3"/>
    <w:rsid w:val="005B57DF"/>
    <w:rsid w:val="005B5EC8"/>
    <w:rsid w:val="005B6007"/>
    <w:rsid w:val="005B639C"/>
    <w:rsid w:val="005B63DC"/>
    <w:rsid w:val="005B64CD"/>
    <w:rsid w:val="005B6AAB"/>
    <w:rsid w:val="005B722E"/>
    <w:rsid w:val="005B73F5"/>
    <w:rsid w:val="005B75EB"/>
    <w:rsid w:val="005B77B0"/>
    <w:rsid w:val="005B7AA0"/>
    <w:rsid w:val="005C012E"/>
    <w:rsid w:val="005C047C"/>
    <w:rsid w:val="005C0A50"/>
    <w:rsid w:val="005C0A99"/>
    <w:rsid w:val="005C0B5D"/>
    <w:rsid w:val="005C115D"/>
    <w:rsid w:val="005C18B3"/>
    <w:rsid w:val="005C1946"/>
    <w:rsid w:val="005C1FC8"/>
    <w:rsid w:val="005C1FF4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31"/>
    <w:rsid w:val="005C44E2"/>
    <w:rsid w:val="005C4965"/>
    <w:rsid w:val="005C49EE"/>
    <w:rsid w:val="005C4CCC"/>
    <w:rsid w:val="005C4D21"/>
    <w:rsid w:val="005C4DC5"/>
    <w:rsid w:val="005C529C"/>
    <w:rsid w:val="005C52A3"/>
    <w:rsid w:val="005C596F"/>
    <w:rsid w:val="005C5C2B"/>
    <w:rsid w:val="005C5DB0"/>
    <w:rsid w:val="005C5DF6"/>
    <w:rsid w:val="005C5F22"/>
    <w:rsid w:val="005C5F52"/>
    <w:rsid w:val="005C5FF3"/>
    <w:rsid w:val="005C60FF"/>
    <w:rsid w:val="005C649C"/>
    <w:rsid w:val="005C6533"/>
    <w:rsid w:val="005C6586"/>
    <w:rsid w:val="005C66A3"/>
    <w:rsid w:val="005C67EC"/>
    <w:rsid w:val="005C681C"/>
    <w:rsid w:val="005C6EE1"/>
    <w:rsid w:val="005C73E0"/>
    <w:rsid w:val="005C73E6"/>
    <w:rsid w:val="005C7531"/>
    <w:rsid w:val="005C7599"/>
    <w:rsid w:val="005D0196"/>
    <w:rsid w:val="005D0449"/>
    <w:rsid w:val="005D059E"/>
    <w:rsid w:val="005D061D"/>
    <w:rsid w:val="005D0635"/>
    <w:rsid w:val="005D0F9A"/>
    <w:rsid w:val="005D16FB"/>
    <w:rsid w:val="005D1AB0"/>
    <w:rsid w:val="005D1EA0"/>
    <w:rsid w:val="005D218D"/>
    <w:rsid w:val="005D23DB"/>
    <w:rsid w:val="005D2969"/>
    <w:rsid w:val="005D2D75"/>
    <w:rsid w:val="005D2F2A"/>
    <w:rsid w:val="005D3B48"/>
    <w:rsid w:val="005D4406"/>
    <w:rsid w:val="005D4661"/>
    <w:rsid w:val="005D5004"/>
    <w:rsid w:val="005D52B7"/>
    <w:rsid w:val="005D5A05"/>
    <w:rsid w:val="005D5B37"/>
    <w:rsid w:val="005D5F25"/>
    <w:rsid w:val="005D5F93"/>
    <w:rsid w:val="005D61A3"/>
    <w:rsid w:val="005D61CA"/>
    <w:rsid w:val="005D6317"/>
    <w:rsid w:val="005D63D6"/>
    <w:rsid w:val="005D6615"/>
    <w:rsid w:val="005D66FB"/>
    <w:rsid w:val="005D6AA9"/>
    <w:rsid w:val="005D73FE"/>
    <w:rsid w:val="005D748B"/>
    <w:rsid w:val="005D7912"/>
    <w:rsid w:val="005D7C91"/>
    <w:rsid w:val="005D7CD3"/>
    <w:rsid w:val="005E0080"/>
    <w:rsid w:val="005E0223"/>
    <w:rsid w:val="005E02AC"/>
    <w:rsid w:val="005E02C8"/>
    <w:rsid w:val="005E0332"/>
    <w:rsid w:val="005E04C4"/>
    <w:rsid w:val="005E09C8"/>
    <w:rsid w:val="005E0A63"/>
    <w:rsid w:val="005E135F"/>
    <w:rsid w:val="005E1538"/>
    <w:rsid w:val="005E1770"/>
    <w:rsid w:val="005E18CA"/>
    <w:rsid w:val="005E1C36"/>
    <w:rsid w:val="005E1E2E"/>
    <w:rsid w:val="005E21C7"/>
    <w:rsid w:val="005E283A"/>
    <w:rsid w:val="005E28D8"/>
    <w:rsid w:val="005E3309"/>
    <w:rsid w:val="005E39B2"/>
    <w:rsid w:val="005E3BBD"/>
    <w:rsid w:val="005E3D2E"/>
    <w:rsid w:val="005E3ECA"/>
    <w:rsid w:val="005E40DA"/>
    <w:rsid w:val="005E44E8"/>
    <w:rsid w:val="005E45E6"/>
    <w:rsid w:val="005E4943"/>
    <w:rsid w:val="005E4964"/>
    <w:rsid w:val="005E4A74"/>
    <w:rsid w:val="005E4B27"/>
    <w:rsid w:val="005E4EB4"/>
    <w:rsid w:val="005E4EC6"/>
    <w:rsid w:val="005E4FCD"/>
    <w:rsid w:val="005E5282"/>
    <w:rsid w:val="005E58E1"/>
    <w:rsid w:val="005E5981"/>
    <w:rsid w:val="005E5A53"/>
    <w:rsid w:val="005E5C91"/>
    <w:rsid w:val="005E5EC9"/>
    <w:rsid w:val="005E6043"/>
    <w:rsid w:val="005E6302"/>
    <w:rsid w:val="005E6636"/>
    <w:rsid w:val="005E69C5"/>
    <w:rsid w:val="005E6A76"/>
    <w:rsid w:val="005E6BC2"/>
    <w:rsid w:val="005E6EF6"/>
    <w:rsid w:val="005E703F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F0A60"/>
    <w:rsid w:val="005F0C22"/>
    <w:rsid w:val="005F0D48"/>
    <w:rsid w:val="005F0E51"/>
    <w:rsid w:val="005F0E92"/>
    <w:rsid w:val="005F128E"/>
    <w:rsid w:val="005F12AE"/>
    <w:rsid w:val="005F15A8"/>
    <w:rsid w:val="005F1855"/>
    <w:rsid w:val="005F18A9"/>
    <w:rsid w:val="005F1FB6"/>
    <w:rsid w:val="005F2426"/>
    <w:rsid w:val="005F28B2"/>
    <w:rsid w:val="005F29D1"/>
    <w:rsid w:val="005F2EEF"/>
    <w:rsid w:val="005F302C"/>
    <w:rsid w:val="005F30F9"/>
    <w:rsid w:val="005F3BA7"/>
    <w:rsid w:val="005F4000"/>
    <w:rsid w:val="005F44FD"/>
    <w:rsid w:val="005F4736"/>
    <w:rsid w:val="005F497A"/>
    <w:rsid w:val="005F4C0B"/>
    <w:rsid w:val="005F4D03"/>
    <w:rsid w:val="005F52B8"/>
    <w:rsid w:val="005F5419"/>
    <w:rsid w:val="005F564A"/>
    <w:rsid w:val="005F58FE"/>
    <w:rsid w:val="005F5BF1"/>
    <w:rsid w:val="005F628D"/>
    <w:rsid w:val="005F642C"/>
    <w:rsid w:val="005F64F6"/>
    <w:rsid w:val="005F6911"/>
    <w:rsid w:val="005F6B47"/>
    <w:rsid w:val="005F6D3D"/>
    <w:rsid w:val="005F75BA"/>
    <w:rsid w:val="005F79DA"/>
    <w:rsid w:val="005F7EFF"/>
    <w:rsid w:val="00600267"/>
    <w:rsid w:val="00600279"/>
    <w:rsid w:val="0060040D"/>
    <w:rsid w:val="00600E2C"/>
    <w:rsid w:val="00601086"/>
    <w:rsid w:val="006010B9"/>
    <w:rsid w:val="0060113C"/>
    <w:rsid w:val="006013A4"/>
    <w:rsid w:val="00601511"/>
    <w:rsid w:val="0060171F"/>
    <w:rsid w:val="00601982"/>
    <w:rsid w:val="006019D1"/>
    <w:rsid w:val="00601E2A"/>
    <w:rsid w:val="00601ED1"/>
    <w:rsid w:val="00602464"/>
    <w:rsid w:val="006027A5"/>
    <w:rsid w:val="00602C00"/>
    <w:rsid w:val="00602D97"/>
    <w:rsid w:val="00602FC6"/>
    <w:rsid w:val="006037C2"/>
    <w:rsid w:val="006038E3"/>
    <w:rsid w:val="00603BEE"/>
    <w:rsid w:val="00603DC0"/>
    <w:rsid w:val="00603E38"/>
    <w:rsid w:val="006040B6"/>
    <w:rsid w:val="006041A7"/>
    <w:rsid w:val="0060420B"/>
    <w:rsid w:val="006043AA"/>
    <w:rsid w:val="00604698"/>
    <w:rsid w:val="00604837"/>
    <w:rsid w:val="00604C5D"/>
    <w:rsid w:val="006050E5"/>
    <w:rsid w:val="0060520C"/>
    <w:rsid w:val="006053A6"/>
    <w:rsid w:val="00605BC9"/>
    <w:rsid w:val="00605EF6"/>
    <w:rsid w:val="00606182"/>
    <w:rsid w:val="0060662F"/>
    <w:rsid w:val="00606852"/>
    <w:rsid w:val="00607107"/>
    <w:rsid w:val="00607378"/>
    <w:rsid w:val="00607699"/>
    <w:rsid w:val="006076BA"/>
    <w:rsid w:val="00610609"/>
    <w:rsid w:val="00610636"/>
    <w:rsid w:val="0061077C"/>
    <w:rsid w:val="00610A03"/>
    <w:rsid w:val="00610E64"/>
    <w:rsid w:val="00610F7C"/>
    <w:rsid w:val="00610F93"/>
    <w:rsid w:val="006110B3"/>
    <w:rsid w:val="006111C6"/>
    <w:rsid w:val="006116A5"/>
    <w:rsid w:val="006116D0"/>
    <w:rsid w:val="0061173F"/>
    <w:rsid w:val="00611E17"/>
    <w:rsid w:val="00611E72"/>
    <w:rsid w:val="00611F79"/>
    <w:rsid w:val="00612045"/>
    <w:rsid w:val="006121A3"/>
    <w:rsid w:val="0061264B"/>
    <w:rsid w:val="006126B3"/>
    <w:rsid w:val="00612B23"/>
    <w:rsid w:val="00613049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6A5"/>
    <w:rsid w:val="00614C02"/>
    <w:rsid w:val="00614D10"/>
    <w:rsid w:val="0061500A"/>
    <w:rsid w:val="0061514A"/>
    <w:rsid w:val="00615712"/>
    <w:rsid w:val="006158F1"/>
    <w:rsid w:val="00615B0D"/>
    <w:rsid w:val="00615E48"/>
    <w:rsid w:val="00615FBB"/>
    <w:rsid w:val="0061623F"/>
    <w:rsid w:val="00616303"/>
    <w:rsid w:val="006168C6"/>
    <w:rsid w:val="00616FA1"/>
    <w:rsid w:val="006179D4"/>
    <w:rsid w:val="00620463"/>
    <w:rsid w:val="0062059D"/>
    <w:rsid w:val="00620690"/>
    <w:rsid w:val="00620D75"/>
    <w:rsid w:val="00621446"/>
    <w:rsid w:val="00621AC3"/>
    <w:rsid w:val="00622339"/>
    <w:rsid w:val="0062236F"/>
    <w:rsid w:val="00622A1F"/>
    <w:rsid w:val="00622B8B"/>
    <w:rsid w:val="00622C21"/>
    <w:rsid w:val="00622DC3"/>
    <w:rsid w:val="0062301A"/>
    <w:rsid w:val="0062314E"/>
    <w:rsid w:val="006235F0"/>
    <w:rsid w:val="006246B3"/>
    <w:rsid w:val="00624745"/>
    <w:rsid w:val="00624932"/>
    <w:rsid w:val="00624BDF"/>
    <w:rsid w:val="00624CB1"/>
    <w:rsid w:val="00624F8E"/>
    <w:rsid w:val="00625032"/>
    <w:rsid w:val="00625161"/>
    <w:rsid w:val="006252B0"/>
    <w:rsid w:val="00625623"/>
    <w:rsid w:val="00625B5F"/>
    <w:rsid w:val="00625C6F"/>
    <w:rsid w:val="00625EB1"/>
    <w:rsid w:val="00625F95"/>
    <w:rsid w:val="00626088"/>
    <w:rsid w:val="006266D0"/>
    <w:rsid w:val="00626950"/>
    <w:rsid w:val="006269A6"/>
    <w:rsid w:val="00626B35"/>
    <w:rsid w:val="00627019"/>
    <w:rsid w:val="00627184"/>
    <w:rsid w:val="00627550"/>
    <w:rsid w:val="006276B0"/>
    <w:rsid w:val="00627D64"/>
    <w:rsid w:val="00627E16"/>
    <w:rsid w:val="00627FF7"/>
    <w:rsid w:val="00630010"/>
    <w:rsid w:val="006301EE"/>
    <w:rsid w:val="006306B4"/>
    <w:rsid w:val="00630B33"/>
    <w:rsid w:val="00630DC3"/>
    <w:rsid w:val="00630E80"/>
    <w:rsid w:val="00630ECC"/>
    <w:rsid w:val="006312FC"/>
    <w:rsid w:val="0063141F"/>
    <w:rsid w:val="0063179C"/>
    <w:rsid w:val="00631861"/>
    <w:rsid w:val="006320AB"/>
    <w:rsid w:val="0063244F"/>
    <w:rsid w:val="00632645"/>
    <w:rsid w:val="00632818"/>
    <w:rsid w:val="00632D78"/>
    <w:rsid w:val="00633083"/>
    <w:rsid w:val="0063334F"/>
    <w:rsid w:val="006334E1"/>
    <w:rsid w:val="00633744"/>
    <w:rsid w:val="00633A5F"/>
    <w:rsid w:val="00633CB8"/>
    <w:rsid w:val="00633FE0"/>
    <w:rsid w:val="0063416C"/>
    <w:rsid w:val="006343B8"/>
    <w:rsid w:val="00634A89"/>
    <w:rsid w:val="00634D67"/>
    <w:rsid w:val="00634DB7"/>
    <w:rsid w:val="00634E48"/>
    <w:rsid w:val="00634FF1"/>
    <w:rsid w:val="00634FFE"/>
    <w:rsid w:val="0063509C"/>
    <w:rsid w:val="00635531"/>
    <w:rsid w:val="00635923"/>
    <w:rsid w:val="00635958"/>
    <w:rsid w:val="0063598D"/>
    <w:rsid w:val="006359A2"/>
    <w:rsid w:val="00635CFC"/>
    <w:rsid w:val="00636511"/>
    <w:rsid w:val="0063698E"/>
    <w:rsid w:val="00636BC1"/>
    <w:rsid w:val="00636DE8"/>
    <w:rsid w:val="00636F16"/>
    <w:rsid w:val="00637007"/>
    <w:rsid w:val="006374E8"/>
    <w:rsid w:val="00637780"/>
    <w:rsid w:val="0063789F"/>
    <w:rsid w:val="00637D19"/>
    <w:rsid w:val="00637FB0"/>
    <w:rsid w:val="0064010E"/>
    <w:rsid w:val="006402CC"/>
    <w:rsid w:val="00640569"/>
    <w:rsid w:val="006407AC"/>
    <w:rsid w:val="006409F1"/>
    <w:rsid w:val="00640C2C"/>
    <w:rsid w:val="00640E90"/>
    <w:rsid w:val="00640EBD"/>
    <w:rsid w:val="00641125"/>
    <w:rsid w:val="00641135"/>
    <w:rsid w:val="00641224"/>
    <w:rsid w:val="00641637"/>
    <w:rsid w:val="00641834"/>
    <w:rsid w:val="00641D94"/>
    <w:rsid w:val="00641ED2"/>
    <w:rsid w:val="00641F13"/>
    <w:rsid w:val="00642436"/>
    <w:rsid w:val="00642840"/>
    <w:rsid w:val="006428E1"/>
    <w:rsid w:val="0064293E"/>
    <w:rsid w:val="006429DC"/>
    <w:rsid w:val="00642AA0"/>
    <w:rsid w:val="00642BF3"/>
    <w:rsid w:val="006430B4"/>
    <w:rsid w:val="0064328E"/>
    <w:rsid w:val="006433EB"/>
    <w:rsid w:val="00643576"/>
    <w:rsid w:val="00643938"/>
    <w:rsid w:val="00643F60"/>
    <w:rsid w:val="006443A2"/>
    <w:rsid w:val="006445FB"/>
    <w:rsid w:val="0064475F"/>
    <w:rsid w:val="006447BB"/>
    <w:rsid w:val="006447E1"/>
    <w:rsid w:val="00644A2D"/>
    <w:rsid w:val="00644BA2"/>
    <w:rsid w:val="00644C36"/>
    <w:rsid w:val="00644C6E"/>
    <w:rsid w:val="00644C8B"/>
    <w:rsid w:val="00644CF4"/>
    <w:rsid w:val="00644ECD"/>
    <w:rsid w:val="00645156"/>
    <w:rsid w:val="0064540A"/>
    <w:rsid w:val="00645AA9"/>
    <w:rsid w:val="00645B28"/>
    <w:rsid w:val="00645C28"/>
    <w:rsid w:val="00645D36"/>
    <w:rsid w:val="006460AA"/>
    <w:rsid w:val="006460D6"/>
    <w:rsid w:val="006462B9"/>
    <w:rsid w:val="00646455"/>
    <w:rsid w:val="00646CD0"/>
    <w:rsid w:val="00646EBA"/>
    <w:rsid w:val="00647B83"/>
    <w:rsid w:val="00647D84"/>
    <w:rsid w:val="00647FA7"/>
    <w:rsid w:val="00647FD2"/>
    <w:rsid w:val="00650181"/>
    <w:rsid w:val="006504B3"/>
    <w:rsid w:val="0065077C"/>
    <w:rsid w:val="00650783"/>
    <w:rsid w:val="00650A9B"/>
    <w:rsid w:val="00650E47"/>
    <w:rsid w:val="00650E68"/>
    <w:rsid w:val="00650F80"/>
    <w:rsid w:val="00651685"/>
    <w:rsid w:val="0065171D"/>
    <w:rsid w:val="0065175E"/>
    <w:rsid w:val="00651771"/>
    <w:rsid w:val="00651858"/>
    <w:rsid w:val="00651A07"/>
    <w:rsid w:val="006524DA"/>
    <w:rsid w:val="006528C9"/>
    <w:rsid w:val="00652A8F"/>
    <w:rsid w:val="00652C4F"/>
    <w:rsid w:val="00652D89"/>
    <w:rsid w:val="00652F93"/>
    <w:rsid w:val="006538FE"/>
    <w:rsid w:val="0065394C"/>
    <w:rsid w:val="00653F5F"/>
    <w:rsid w:val="006544FD"/>
    <w:rsid w:val="006547F5"/>
    <w:rsid w:val="00654E14"/>
    <w:rsid w:val="006552DD"/>
    <w:rsid w:val="00655A48"/>
    <w:rsid w:val="00655F9F"/>
    <w:rsid w:val="006560D9"/>
    <w:rsid w:val="00656154"/>
    <w:rsid w:val="006561F0"/>
    <w:rsid w:val="0065645E"/>
    <w:rsid w:val="0065654F"/>
    <w:rsid w:val="00656AE1"/>
    <w:rsid w:val="00656D93"/>
    <w:rsid w:val="00656E6C"/>
    <w:rsid w:val="00657336"/>
    <w:rsid w:val="006574AD"/>
    <w:rsid w:val="0065789D"/>
    <w:rsid w:val="006579F7"/>
    <w:rsid w:val="00657FC4"/>
    <w:rsid w:val="006601E3"/>
    <w:rsid w:val="00660472"/>
    <w:rsid w:val="00660684"/>
    <w:rsid w:val="0066069C"/>
    <w:rsid w:val="006613CB"/>
    <w:rsid w:val="00661C31"/>
    <w:rsid w:val="00661D4B"/>
    <w:rsid w:val="00661E85"/>
    <w:rsid w:val="00661EF6"/>
    <w:rsid w:val="0066201D"/>
    <w:rsid w:val="00662043"/>
    <w:rsid w:val="006620E8"/>
    <w:rsid w:val="006622AE"/>
    <w:rsid w:val="006623CC"/>
    <w:rsid w:val="00662423"/>
    <w:rsid w:val="006626D2"/>
    <w:rsid w:val="00662774"/>
    <w:rsid w:val="00662C7C"/>
    <w:rsid w:val="00662DB4"/>
    <w:rsid w:val="00663841"/>
    <w:rsid w:val="00663930"/>
    <w:rsid w:val="00663C2E"/>
    <w:rsid w:val="006640F9"/>
    <w:rsid w:val="006641BC"/>
    <w:rsid w:val="00664C2D"/>
    <w:rsid w:val="0066503B"/>
    <w:rsid w:val="006650D6"/>
    <w:rsid w:val="00665243"/>
    <w:rsid w:val="006652D0"/>
    <w:rsid w:val="006655C0"/>
    <w:rsid w:val="00665817"/>
    <w:rsid w:val="00665E56"/>
    <w:rsid w:val="006664C5"/>
    <w:rsid w:val="00666537"/>
    <w:rsid w:val="00666578"/>
    <w:rsid w:val="006667F8"/>
    <w:rsid w:val="006668D6"/>
    <w:rsid w:val="006669B4"/>
    <w:rsid w:val="00666CA7"/>
    <w:rsid w:val="006676BA"/>
    <w:rsid w:val="0066795D"/>
    <w:rsid w:val="006679B4"/>
    <w:rsid w:val="00667B0D"/>
    <w:rsid w:val="00667BA7"/>
    <w:rsid w:val="006701A6"/>
    <w:rsid w:val="00670665"/>
    <w:rsid w:val="0067084D"/>
    <w:rsid w:val="006709C7"/>
    <w:rsid w:val="006709CA"/>
    <w:rsid w:val="00670A45"/>
    <w:rsid w:val="00670A9E"/>
    <w:rsid w:val="00670EB0"/>
    <w:rsid w:val="00670F4C"/>
    <w:rsid w:val="00670F8B"/>
    <w:rsid w:val="006710F7"/>
    <w:rsid w:val="006711EA"/>
    <w:rsid w:val="00671748"/>
    <w:rsid w:val="00671951"/>
    <w:rsid w:val="00671A79"/>
    <w:rsid w:val="00671B42"/>
    <w:rsid w:val="00671CD2"/>
    <w:rsid w:val="00671DEB"/>
    <w:rsid w:val="00672420"/>
    <w:rsid w:val="0067250D"/>
    <w:rsid w:val="0067251A"/>
    <w:rsid w:val="006726E2"/>
    <w:rsid w:val="00672D3E"/>
    <w:rsid w:val="00673141"/>
    <w:rsid w:val="006732A3"/>
    <w:rsid w:val="00673C50"/>
    <w:rsid w:val="00673F36"/>
    <w:rsid w:val="00674360"/>
    <w:rsid w:val="0067436E"/>
    <w:rsid w:val="00674A8D"/>
    <w:rsid w:val="00674BCA"/>
    <w:rsid w:val="00674D5B"/>
    <w:rsid w:val="00674E1B"/>
    <w:rsid w:val="0067532C"/>
    <w:rsid w:val="006755AB"/>
    <w:rsid w:val="006758B0"/>
    <w:rsid w:val="00675D6D"/>
    <w:rsid w:val="006761F9"/>
    <w:rsid w:val="006769A7"/>
    <w:rsid w:val="00676AED"/>
    <w:rsid w:val="00676E8F"/>
    <w:rsid w:val="00676EF6"/>
    <w:rsid w:val="00676FCF"/>
    <w:rsid w:val="00676FEC"/>
    <w:rsid w:val="00677112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77F51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D98"/>
    <w:rsid w:val="006821C2"/>
    <w:rsid w:val="006828F0"/>
    <w:rsid w:val="00682A66"/>
    <w:rsid w:val="00683070"/>
    <w:rsid w:val="006834ED"/>
    <w:rsid w:val="00683570"/>
    <w:rsid w:val="00683607"/>
    <w:rsid w:val="00684A96"/>
    <w:rsid w:val="00684D17"/>
    <w:rsid w:val="006851F8"/>
    <w:rsid w:val="006852F9"/>
    <w:rsid w:val="00685335"/>
    <w:rsid w:val="006857AF"/>
    <w:rsid w:val="0068597E"/>
    <w:rsid w:val="00685AF0"/>
    <w:rsid w:val="00685FEA"/>
    <w:rsid w:val="00686145"/>
    <w:rsid w:val="0068636E"/>
    <w:rsid w:val="006864E6"/>
    <w:rsid w:val="0068680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AD7"/>
    <w:rsid w:val="00690B0E"/>
    <w:rsid w:val="00690C25"/>
    <w:rsid w:val="006915F7"/>
    <w:rsid w:val="006919A6"/>
    <w:rsid w:val="00691C40"/>
    <w:rsid w:val="006922FF"/>
    <w:rsid w:val="00692749"/>
    <w:rsid w:val="006929AA"/>
    <w:rsid w:val="00692A62"/>
    <w:rsid w:val="00693775"/>
    <w:rsid w:val="006938CC"/>
    <w:rsid w:val="006939A6"/>
    <w:rsid w:val="00694D40"/>
    <w:rsid w:val="00694DA5"/>
    <w:rsid w:val="00694FB2"/>
    <w:rsid w:val="0069627A"/>
    <w:rsid w:val="0069629C"/>
    <w:rsid w:val="00696557"/>
    <w:rsid w:val="00696662"/>
    <w:rsid w:val="00696A15"/>
    <w:rsid w:val="00697291"/>
    <w:rsid w:val="00697573"/>
    <w:rsid w:val="006976D5"/>
    <w:rsid w:val="006976DB"/>
    <w:rsid w:val="00697728"/>
    <w:rsid w:val="00697737"/>
    <w:rsid w:val="00697740"/>
    <w:rsid w:val="006977F4"/>
    <w:rsid w:val="00697BFC"/>
    <w:rsid w:val="00697DDC"/>
    <w:rsid w:val="006A00CC"/>
    <w:rsid w:val="006A0368"/>
    <w:rsid w:val="006A0B2F"/>
    <w:rsid w:val="006A0C19"/>
    <w:rsid w:val="006A147A"/>
    <w:rsid w:val="006A1489"/>
    <w:rsid w:val="006A1AA7"/>
    <w:rsid w:val="006A1AA8"/>
    <w:rsid w:val="006A1B09"/>
    <w:rsid w:val="006A1DDD"/>
    <w:rsid w:val="006A1F2F"/>
    <w:rsid w:val="006A2141"/>
    <w:rsid w:val="006A2559"/>
    <w:rsid w:val="006A27D7"/>
    <w:rsid w:val="006A2916"/>
    <w:rsid w:val="006A2BC6"/>
    <w:rsid w:val="006A2CEE"/>
    <w:rsid w:val="006A30A4"/>
    <w:rsid w:val="006A3324"/>
    <w:rsid w:val="006A3F55"/>
    <w:rsid w:val="006A43AD"/>
    <w:rsid w:val="006A444D"/>
    <w:rsid w:val="006A4462"/>
    <w:rsid w:val="006A45BA"/>
    <w:rsid w:val="006A45E2"/>
    <w:rsid w:val="006A4763"/>
    <w:rsid w:val="006A48B7"/>
    <w:rsid w:val="006A4A5C"/>
    <w:rsid w:val="006A4C69"/>
    <w:rsid w:val="006A4F37"/>
    <w:rsid w:val="006A503F"/>
    <w:rsid w:val="006A514F"/>
    <w:rsid w:val="006A53DB"/>
    <w:rsid w:val="006A55C9"/>
    <w:rsid w:val="006A5667"/>
    <w:rsid w:val="006A5690"/>
    <w:rsid w:val="006A579D"/>
    <w:rsid w:val="006A581E"/>
    <w:rsid w:val="006A58D5"/>
    <w:rsid w:val="006A5C15"/>
    <w:rsid w:val="006A5D1F"/>
    <w:rsid w:val="006A60C1"/>
    <w:rsid w:val="006A62CE"/>
    <w:rsid w:val="006A658E"/>
    <w:rsid w:val="006A6912"/>
    <w:rsid w:val="006A6A93"/>
    <w:rsid w:val="006A6C4D"/>
    <w:rsid w:val="006A6E2B"/>
    <w:rsid w:val="006A7DDA"/>
    <w:rsid w:val="006B0150"/>
    <w:rsid w:val="006B0197"/>
    <w:rsid w:val="006B03E1"/>
    <w:rsid w:val="006B0403"/>
    <w:rsid w:val="006B0BFC"/>
    <w:rsid w:val="006B0D88"/>
    <w:rsid w:val="006B0E00"/>
    <w:rsid w:val="006B11BF"/>
    <w:rsid w:val="006B1323"/>
    <w:rsid w:val="006B13EB"/>
    <w:rsid w:val="006B1605"/>
    <w:rsid w:val="006B16ED"/>
    <w:rsid w:val="006B188D"/>
    <w:rsid w:val="006B1ABC"/>
    <w:rsid w:val="006B1ACA"/>
    <w:rsid w:val="006B1D80"/>
    <w:rsid w:val="006B1F75"/>
    <w:rsid w:val="006B2258"/>
    <w:rsid w:val="006B3101"/>
    <w:rsid w:val="006B34EC"/>
    <w:rsid w:val="006B3978"/>
    <w:rsid w:val="006B3D30"/>
    <w:rsid w:val="006B3D46"/>
    <w:rsid w:val="006B3FA5"/>
    <w:rsid w:val="006B40F4"/>
    <w:rsid w:val="006B4508"/>
    <w:rsid w:val="006B475A"/>
    <w:rsid w:val="006B4A1F"/>
    <w:rsid w:val="006B4A74"/>
    <w:rsid w:val="006B4F00"/>
    <w:rsid w:val="006B5260"/>
    <w:rsid w:val="006B53DC"/>
    <w:rsid w:val="006B55A9"/>
    <w:rsid w:val="006B5720"/>
    <w:rsid w:val="006B5EBC"/>
    <w:rsid w:val="006B631F"/>
    <w:rsid w:val="006B635C"/>
    <w:rsid w:val="006B6605"/>
    <w:rsid w:val="006B6932"/>
    <w:rsid w:val="006B6D3D"/>
    <w:rsid w:val="006B6FF8"/>
    <w:rsid w:val="006B72A2"/>
    <w:rsid w:val="006B767B"/>
    <w:rsid w:val="006B7B1C"/>
    <w:rsid w:val="006B7F9D"/>
    <w:rsid w:val="006C01C4"/>
    <w:rsid w:val="006C027E"/>
    <w:rsid w:val="006C0294"/>
    <w:rsid w:val="006C04BD"/>
    <w:rsid w:val="006C0512"/>
    <w:rsid w:val="006C0A49"/>
    <w:rsid w:val="006C0C9B"/>
    <w:rsid w:val="006C0DEE"/>
    <w:rsid w:val="006C0E6F"/>
    <w:rsid w:val="006C0EF2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3D82"/>
    <w:rsid w:val="006C415E"/>
    <w:rsid w:val="006C424D"/>
    <w:rsid w:val="006C43F0"/>
    <w:rsid w:val="006C479A"/>
    <w:rsid w:val="006C4CF0"/>
    <w:rsid w:val="006C4EFB"/>
    <w:rsid w:val="006C4F52"/>
    <w:rsid w:val="006C5024"/>
    <w:rsid w:val="006C5E7A"/>
    <w:rsid w:val="006C6129"/>
    <w:rsid w:val="006C6386"/>
    <w:rsid w:val="006C655C"/>
    <w:rsid w:val="006C6B77"/>
    <w:rsid w:val="006C6C44"/>
    <w:rsid w:val="006C6D8A"/>
    <w:rsid w:val="006C6E18"/>
    <w:rsid w:val="006C6E25"/>
    <w:rsid w:val="006C6E81"/>
    <w:rsid w:val="006C7089"/>
    <w:rsid w:val="006C70F3"/>
    <w:rsid w:val="006C7833"/>
    <w:rsid w:val="006C7EB8"/>
    <w:rsid w:val="006D047D"/>
    <w:rsid w:val="006D06F7"/>
    <w:rsid w:val="006D0736"/>
    <w:rsid w:val="006D07BD"/>
    <w:rsid w:val="006D0A1B"/>
    <w:rsid w:val="006D0AD3"/>
    <w:rsid w:val="006D0BB3"/>
    <w:rsid w:val="006D114D"/>
    <w:rsid w:val="006D13B7"/>
    <w:rsid w:val="006D1843"/>
    <w:rsid w:val="006D1A7D"/>
    <w:rsid w:val="006D1D3A"/>
    <w:rsid w:val="006D1D6A"/>
    <w:rsid w:val="006D1D84"/>
    <w:rsid w:val="006D2164"/>
    <w:rsid w:val="006D2419"/>
    <w:rsid w:val="006D243D"/>
    <w:rsid w:val="006D258B"/>
    <w:rsid w:val="006D2875"/>
    <w:rsid w:val="006D2973"/>
    <w:rsid w:val="006D2A53"/>
    <w:rsid w:val="006D323A"/>
    <w:rsid w:val="006D3399"/>
    <w:rsid w:val="006D33E6"/>
    <w:rsid w:val="006D37C1"/>
    <w:rsid w:val="006D3C5E"/>
    <w:rsid w:val="006D3F26"/>
    <w:rsid w:val="006D4305"/>
    <w:rsid w:val="006D448B"/>
    <w:rsid w:val="006D44F2"/>
    <w:rsid w:val="006D4B53"/>
    <w:rsid w:val="006D4DF1"/>
    <w:rsid w:val="006D4E4F"/>
    <w:rsid w:val="006D508C"/>
    <w:rsid w:val="006D517E"/>
    <w:rsid w:val="006D534E"/>
    <w:rsid w:val="006D5623"/>
    <w:rsid w:val="006D63A6"/>
    <w:rsid w:val="006D64C6"/>
    <w:rsid w:val="006D6602"/>
    <w:rsid w:val="006D666E"/>
    <w:rsid w:val="006D6895"/>
    <w:rsid w:val="006D6ADC"/>
    <w:rsid w:val="006D6BD1"/>
    <w:rsid w:val="006D6C4A"/>
    <w:rsid w:val="006D70EE"/>
    <w:rsid w:val="006D72A5"/>
    <w:rsid w:val="006D73B4"/>
    <w:rsid w:val="006D7733"/>
    <w:rsid w:val="006D7CA0"/>
    <w:rsid w:val="006E0868"/>
    <w:rsid w:val="006E0933"/>
    <w:rsid w:val="006E096A"/>
    <w:rsid w:val="006E0DAA"/>
    <w:rsid w:val="006E0E5E"/>
    <w:rsid w:val="006E0FB9"/>
    <w:rsid w:val="006E1055"/>
    <w:rsid w:val="006E1157"/>
    <w:rsid w:val="006E1791"/>
    <w:rsid w:val="006E1834"/>
    <w:rsid w:val="006E186B"/>
    <w:rsid w:val="006E1881"/>
    <w:rsid w:val="006E18CE"/>
    <w:rsid w:val="006E1CB5"/>
    <w:rsid w:val="006E1CCC"/>
    <w:rsid w:val="006E2094"/>
    <w:rsid w:val="006E20F9"/>
    <w:rsid w:val="006E26AE"/>
    <w:rsid w:val="006E272D"/>
    <w:rsid w:val="006E29E0"/>
    <w:rsid w:val="006E2A76"/>
    <w:rsid w:val="006E2EF3"/>
    <w:rsid w:val="006E3178"/>
    <w:rsid w:val="006E3899"/>
    <w:rsid w:val="006E3C67"/>
    <w:rsid w:val="006E3F4A"/>
    <w:rsid w:val="006E4067"/>
    <w:rsid w:val="006E434A"/>
    <w:rsid w:val="006E4361"/>
    <w:rsid w:val="006E466A"/>
    <w:rsid w:val="006E47D2"/>
    <w:rsid w:val="006E48D9"/>
    <w:rsid w:val="006E4F67"/>
    <w:rsid w:val="006E50FE"/>
    <w:rsid w:val="006E567B"/>
    <w:rsid w:val="006E5A94"/>
    <w:rsid w:val="006E5F3A"/>
    <w:rsid w:val="006E6469"/>
    <w:rsid w:val="006E6522"/>
    <w:rsid w:val="006E6732"/>
    <w:rsid w:val="006E688F"/>
    <w:rsid w:val="006E69EF"/>
    <w:rsid w:val="006E6AA7"/>
    <w:rsid w:val="006E6BAC"/>
    <w:rsid w:val="006E6D56"/>
    <w:rsid w:val="006E6E65"/>
    <w:rsid w:val="006E740C"/>
    <w:rsid w:val="006E773E"/>
    <w:rsid w:val="006E77F6"/>
    <w:rsid w:val="006E7ADB"/>
    <w:rsid w:val="006E7ADF"/>
    <w:rsid w:val="006E7C3B"/>
    <w:rsid w:val="006E7D42"/>
    <w:rsid w:val="006F0022"/>
    <w:rsid w:val="006F015B"/>
    <w:rsid w:val="006F0587"/>
    <w:rsid w:val="006F0744"/>
    <w:rsid w:val="006F076D"/>
    <w:rsid w:val="006F08F7"/>
    <w:rsid w:val="006F0A88"/>
    <w:rsid w:val="006F0B89"/>
    <w:rsid w:val="006F0E51"/>
    <w:rsid w:val="006F0F05"/>
    <w:rsid w:val="006F117D"/>
    <w:rsid w:val="006F1294"/>
    <w:rsid w:val="006F1341"/>
    <w:rsid w:val="006F150A"/>
    <w:rsid w:val="006F1597"/>
    <w:rsid w:val="006F15ED"/>
    <w:rsid w:val="006F1A29"/>
    <w:rsid w:val="006F1EBC"/>
    <w:rsid w:val="006F221E"/>
    <w:rsid w:val="006F23C3"/>
    <w:rsid w:val="006F2597"/>
    <w:rsid w:val="006F2958"/>
    <w:rsid w:val="006F2CCB"/>
    <w:rsid w:val="006F2D7D"/>
    <w:rsid w:val="006F2E89"/>
    <w:rsid w:val="006F301B"/>
    <w:rsid w:val="006F3119"/>
    <w:rsid w:val="006F321B"/>
    <w:rsid w:val="006F34BB"/>
    <w:rsid w:val="006F35CE"/>
    <w:rsid w:val="006F376B"/>
    <w:rsid w:val="006F3839"/>
    <w:rsid w:val="006F4857"/>
    <w:rsid w:val="006F4F6C"/>
    <w:rsid w:val="006F4FEE"/>
    <w:rsid w:val="006F5040"/>
    <w:rsid w:val="006F5103"/>
    <w:rsid w:val="006F54D3"/>
    <w:rsid w:val="006F5885"/>
    <w:rsid w:val="006F5A36"/>
    <w:rsid w:val="006F6051"/>
    <w:rsid w:val="006F6100"/>
    <w:rsid w:val="006F613F"/>
    <w:rsid w:val="006F6353"/>
    <w:rsid w:val="006F63D1"/>
    <w:rsid w:val="006F64C4"/>
    <w:rsid w:val="006F654E"/>
    <w:rsid w:val="006F66F5"/>
    <w:rsid w:val="006F6754"/>
    <w:rsid w:val="006F6807"/>
    <w:rsid w:val="006F682D"/>
    <w:rsid w:val="006F69E9"/>
    <w:rsid w:val="006F6A51"/>
    <w:rsid w:val="006F6C8F"/>
    <w:rsid w:val="006F6EC2"/>
    <w:rsid w:val="006F6F85"/>
    <w:rsid w:val="006F71A9"/>
    <w:rsid w:val="006F72F6"/>
    <w:rsid w:val="006F730C"/>
    <w:rsid w:val="006F74A0"/>
    <w:rsid w:val="006F7996"/>
    <w:rsid w:val="006F7A0C"/>
    <w:rsid w:val="006F7A8C"/>
    <w:rsid w:val="006F7BC8"/>
    <w:rsid w:val="0070069D"/>
    <w:rsid w:val="00700994"/>
    <w:rsid w:val="007009F4"/>
    <w:rsid w:val="00700A68"/>
    <w:rsid w:val="00700D8C"/>
    <w:rsid w:val="00700DAE"/>
    <w:rsid w:val="0070130D"/>
    <w:rsid w:val="007013BF"/>
    <w:rsid w:val="0070141E"/>
    <w:rsid w:val="00701A94"/>
    <w:rsid w:val="00701D35"/>
    <w:rsid w:val="00702307"/>
    <w:rsid w:val="007025F4"/>
    <w:rsid w:val="00702865"/>
    <w:rsid w:val="00702EE1"/>
    <w:rsid w:val="00702F5E"/>
    <w:rsid w:val="007036F8"/>
    <w:rsid w:val="00703927"/>
    <w:rsid w:val="00703998"/>
    <w:rsid w:val="00703F92"/>
    <w:rsid w:val="00704181"/>
    <w:rsid w:val="007041A9"/>
    <w:rsid w:val="00704211"/>
    <w:rsid w:val="00704840"/>
    <w:rsid w:val="00704A71"/>
    <w:rsid w:val="00704AD5"/>
    <w:rsid w:val="00704B0D"/>
    <w:rsid w:val="00704D65"/>
    <w:rsid w:val="00705384"/>
    <w:rsid w:val="00705397"/>
    <w:rsid w:val="00705CA8"/>
    <w:rsid w:val="00705D33"/>
    <w:rsid w:val="00705FA3"/>
    <w:rsid w:val="00705FC4"/>
    <w:rsid w:val="007060BF"/>
    <w:rsid w:val="007061E1"/>
    <w:rsid w:val="00706204"/>
    <w:rsid w:val="00706374"/>
    <w:rsid w:val="00706462"/>
    <w:rsid w:val="0070701A"/>
    <w:rsid w:val="00707205"/>
    <w:rsid w:val="0070754B"/>
    <w:rsid w:val="007079C1"/>
    <w:rsid w:val="00707AAE"/>
    <w:rsid w:val="00707BCC"/>
    <w:rsid w:val="00707C19"/>
    <w:rsid w:val="00707E00"/>
    <w:rsid w:val="00707F4F"/>
    <w:rsid w:val="007100EF"/>
    <w:rsid w:val="007101E1"/>
    <w:rsid w:val="00710575"/>
    <w:rsid w:val="00710690"/>
    <w:rsid w:val="00710D18"/>
    <w:rsid w:val="00710DA3"/>
    <w:rsid w:val="00710DD0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BFA"/>
    <w:rsid w:val="00711FEF"/>
    <w:rsid w:val="00712464"/>
    <w:rsid w:val="00712769"/>
    <w:rsid w:val="00712839"/>
    <w:rsid w:val="00712898"/>
    <w:rsid w:val="00712A0D"/>
    <w:rsid w:val="00712E09"/>
    <w:rsid w:val="00712F76"/>
    <w:rsid w:val="0071316E"/>
    <w:rsid w:val="00713203"/>
    <w:rsid w:val="0071335A"/>
    <w:rsid w:val="0071380B"/>
    <w:rsid w:val="00713931"/>
    <w:rsid w:val="00713AC2"/>
    <w:rsid w:val="00713D48"/>
    <w:rsid w:val="00713F2D"/>
    <w:rsid w:val="00713FB8"/>
    <w:rsid w:val="00714199"/>
    <w:rsid w:val="007146C1"/>
    <w:rsid w:val="00714713"/>
    <w:rsid w:val="007147AA"/>
    <w:rsid w:val="0071495F"/>
    <w:rsid w:val="00714A0E"/>
    <w:rsid w:val="0071528A"/>
    <w:rsid w:val="007153D8"/>
    <w:rsid w:val="00715677"/>
    <w:rsid w:val="00715843"/>
    <w:rsid w:val="007158E2"/>
    <w:rsid w:val="00715A82"/>
    <w:rsid w:val="00715B70"/>
    <w:rsid w:val="00715D7F"/>
    <w:rsid w:val="00715F5F"/>
    <w:rsid w:val="007164CE"/>
    <w:rsid w:val="00716577"/>
    <w:rsid w:val="0071663E"/>
    <w:rsid w:val="00716742"/>
    <w:rsid w:val="00716CFF"/>
    <w:rsid w:val="00717145"/>
    <w:rsid w:val="00717451"/>
    <w:rsid w:val="0071780B"/>
    <w:rsid w:val="00717E5D"/>
    <w:rsid w:val="007201EF"/>
    <w:rsid w:val="00720544"/>
    <w:rsid w:val="00720A2E"/>
    <w:rsid w:val="00720A77"/>
    <w:rsid w:val="00720CA3"/>
    <w:rsid w:val="007211CA"/>
    <w:rsid w:val="00721242"/>
    <w:rsid w:val="00721591"/>
    <w:rsid w:val="00721CD7"/>
    <w:rsid w:val="00721DAA"/>
    <w:rsid w:val="00721E6D"/>
    <w:rsid w:val="00721F19"/>
    <w:rsid w:val="00722011"/>
    <w:rsid w:val="00722091"/>
    <w:rsid w:val="007225C5"/>
    <w:rsid w:val="0072275A"/>
    <w:rsid w:val="007227A0"/>
    <w:rsid w:val="00722814"/>
    <w:rsid w:val="00722F20"/>
    <w:rsid w:val="00723709"/>
    <w:rsid w:val="00723829"/>
    <w:rsid w:val="007239ED"/>
    <w:rsid w:val="00723D00"/>
    <w:rsid w:val="0072439A"/>
    <w:rsid w:val="0072448C"/>
    <w:rsid w:val="007245BD"/>
    <w:rsid w:val="00724672"/>
    <w:rsid w:val="007246C0"/>
    <w:rsid w:val="007249EF"/>
    <w:rsid w:val="00724C33"/>
    <w:rsid w:val="00724EC6"/>
    <w:rsid w:val="00725770"/>
    <w:rsid w:val="00725D7A"/>
    <w:rsid w:val="0072617E"/>
    <w:rsid w:val="00726222"/>
    <w:rsid w:val="00726580"/>
    <w:rsid w:val="0072665C"/>
    <w:rsid w:val="00726EE5"/>
    <w:rsid w:val="0072770A"/>
    <w:rsid w:val="007279CD"/>
    <w:rsid w:val="00727D97"/>
    <w:rsid w:val="00727FAE"/>
    <w:rsid w:val="00727FC7"/>
    <w:rsid w:val="00730649"/>
    <w:rsid w:val="007306A2"/>
    <w:rsid w:val="00730DA2"/>
    <w:rsid w:val="00730FEB"/>
    <w:rsid w:val="0073111E"/>
    <w:rsid w:val="00731241"/>
    <w:rsid w:val="0073127E"/>
    <w:rsid w:val="0073188A"/>
    <w:rsid w:val="00731984"/>
    <w:rsid w:val="00731A0A"/>
    <w:rsid w:val="00731BEB"/>
    <w:rsid w:val="00731D61"/>
    <w:rsid w:val="007320A3"/>
    <w:rsid w:val="007321BC"/>
    <w:rsid w:val="007323B9"/>
    <w:rsid w:val="007325F8"/>
    <w:rsid w:val="00732C75"/>
    <w:rsid w:val="00733170"/>
    <w:rsid w:val="007331FD"/>
    <w:rsid w:val="00733426"/>
    <w:rsid w:val="00733535"/>
    <w:rsid w:val="0073369C"/>
    <w:rsid w:val="007337E9"/>
    <w:rsid w:val="00733BBF"/>
    <w:rsid w:val="00733C0B"/>
    <w:rsid w:val="007341E3"/>
    <w:rsid w:val="0073444B"/>
    <w:rsid w:val="007348D1"/>
    <w:rsid w:val="00734921"/>
    <w:rsid w:val="00734DA8"/>
    <w:rsid w:val="00734EA9"/>
    <w:rsid w:val="00735007"/>
    <w:rsid w:val="00735083"/>
    <w:rsid w:val="007350E7"/>
    <w:rsid w:val="00735FAF"/>
    <w:rsid w:val="00736256"/>
    <w:rsid w:val="00736908"/>
    <w:rsid w:val="00736B7A"/>
    <w:rsid w:val="00736EF4"/>
    <w:rsid w:val="007373D1"/>
    <w:rsid w:val="00737708"/>
    <w:rsid w:val="00737978"/>
    <w:rsid w:val="00737C78"/>
    <w:rsid w:val="00737EAF"/>
    <w:rsid w:val="00740169"/>
    <w:rsid w:val="007403A9"/>
    <w:rsid w:val="00740541"/>
    <w:rsid w:val="007405B7"/>
    <w:rsid w:val="0074078E"/>
    <w:rsid w:val="007407F0"/>
    <w:rsid w:val="00740A27"/>
    <w:rsid w:val="00740CC3"/>
    <w:rsid w:val="0074103D"/>
    <w:rsid w:val="00741526"/>
    <w:rsid w:val="00741581"/>
    <w:rsid w:val="00741763"/>
    <w:rsid w:val="00741FFA"/>
    <w:rsid w:val="00742288"/>
    <w:rsid w:val="0074261D"/>
    <w:rsid w:val="00742755"/>
    <w:rsid w:val="00742818"/>
    <w:rsid w:val="00742AAF"/>
    <w:rsid w:val="00742B75"/>
    <w:rsid w:val="00742E19"/>
    <w:rsid w:val="00742F0D"/>
    <w:rsid w:val="0074349D"/>
    <w:rsid w:val="007435C5"/>
    <w:rsid w:val="0074384A"/>
    <w:rsid w:val="0074389E"/>
    <w:rsid w:val="0074399A"/>
    <w:rsid w:val="00743D8E"/>
    <w:rsid w:val="00744212"/>
    <w:rsid w:val="00744283"/>
    <w:rsid w:val="007442EB"/>
    <w:rsid w:val="007445CC"/>
    <w:rsid w:val="007449C7"/>
    <w:rsid w:val="007456A9"/>
    <w:rsid w:val="007457CF"/>
    <w:rsid w:val="0074584E"/>
    <w:rsid w:val="00745B73"/>
    <w:rsid w:val="00745C01"/>
    <w:rsid w:val="00745E30"/>
    <w:rsid w:val="007460B0"/>
    <w:rsid w:val="007460BE"/>
    <w:rsid w:val="007460D9"/>
    <w:rsid w:val="00746296"/>
    <w:rsid w:val="00746320"/>
    <w:rsid w:val="00746619"/>
    <w:rsid w:val="00746EAA"/>
    <w:rsid w:val="00746F44"/>
    <w:rsid w:val="00747180"/>
    <w:rsid w:val="00747246"/>
    <w:rsid w:val="007472AE"/>
    <w:rsid w:val="0074742A"/>
    <w:rsid w:val="0074789B"/>
    <w:rsid w:val="00747912"/>
    <w:rsid w:val="00747950"/>
    <w:rsid w:val="00747AFE"/>
    <w:rsid w:val="00747E77"/>
    <w:rsid w:val="00750818"/>
    <w:rsid w:val="00750C89"/>
    <w:rsid w:val="00750CB3"/>
    <w:rsid w:val="00750F2C"/>
    <w:rsid w:val="00751066"/>
    <w:rsid w:val="00751169"/>
    <w:rsid w:val="00751330"/>
    <w:rsid w:val="007513D9"/>
    <w:rsid w:val="007516D9"/>
    <w:rsid w:val="00751837"/>
    <w:rsid w:val="00751BCA"/>
    <w:rsid w:val="00752591"/>
    <w:rsid w:val="00752A0F"/>
    <w:rsid w:val="00752A5A"/>
    <w:rsid w:val="00752B03"/>
    <w:rsid w:val="00752B98"/>
    <w:rsid w:val="00752C77"/>
    <w:rsid w:val="00752F4D"/>
    <w:rsid w:val="00752F60"/>
    <w:rsid w:val="007531E9"/>
    <w:rsid w:val="0075342C"/>
    <w:rsid w:val="007534A1"/>
    <w:rsid w:val="00753626"/>
    <w:rsid w:val="007538D7"/>
    <w:rsid w:val="00753972"/>
    <w:rsid w:val="00753AE1"/>
    <w:rsid w:val="00753AE6"/>
    <w:rsid w:val="007547FC"/>
    <w:rsid w:val="007548A0"/>
    <w:rsid w:val="00754E04"/>
    <w:rsid w:val="00754EBA"/>
    <w:rsid w:val="00755271"/>
    <w:rsid w:val="007552D3"/>
    <w:rsid w:val="00755577"/>
    <w:rsid w:val="00755742"/>
    <w:rsid w:val="00755E61"/>
    <w:rsid w:val="00756179"/>
    <w:rsid w:val="007562C5"/>
    <w:rsid w:val="00756540"/>
    <w:rsid w:val="00756561"/>
    <w:rsid w:val="00756599"/>
    <w:rsid w:val="0075687F"/>
    <w:rsid w:val="00756A23"/>
    <w:rsid w:val="007571C2"/>
    <w:rsid w:val="007575BD"/>
    <w:rsid w:val="00757B9C"/>
    <w:rsid w:val="00757F5E"/>
    <w:rsid w:val="007602E8"/>
    <w:rsid w:val="0076053F"/>
    <w:rsid w:val="007605FF"/>
    <w:rsid w:val="007608DB"/>
    <w:rsid w:val="00760936"/>
    <w:rsid w:val="00760ACD"/>
    <w:rsid w:val="00760CF8"/>
    <w:rsid w:val="00760E57"/>
    <w:rsid w:val="00760FD7"/>
    <w:rsid w:val="0076136F"/>
    <w:rsid w:val="00761886"/>
    <w:rsid w:val="007620C3"/>
    <w:rsid w:val="00762238"/>
    <w:rsid w:val="00762439"/>
    <w:rsid w:val="00762792"/>
    <w:rsid w:val="007627E9"/>
    <w:rsid w:val="00762935"/>
    <w:rsid w:val="00762A6A"/>
    <w:rsid w:val="0076313B"/>
    <w:rsid w:val="0076314E"/>
    <w:rsid w:val="007631D1"/>
    <w:rsid w:val="0076325F"/>
    <w:rsid w:val="007635FF"/>
    <w:rsid w:val="007637DF"/>
    <w:rsid w:val="00763819"/>
    <w:rsid w:val="007639D5"/>
    <w:rsid w:val="00763D54"/>
    <w:rsid w:val="00763D61"/>
    <w:rsid w:val="007641DE"/>
    <w:rsid w:val="007642FD"/>
    <w:rsid w:val="007643D0"/>
    <w:rsid w:val="00764559"/>
    <w:rsid w:val="007647A9"/>
    <w:rsid w:val="00764A26"/>
    <w:rsid w:val="00764C5E"/>
    <w:rsid w:val="00764D07"/>
    <w:rsid w:val="007651AA"/>
    <w:rsid w:val="00765E5D"/>
    <w:rsid w:val="00766A37"/>
    <w:rsid w:val="00766EF4"/>
    <w:rsid w:val="0076718C"/>
    <w:rsid w:val="0076753A"/>
    <w:rsid w:val="00767896"/>
    <w:rsid w:val="00767976"/>
    <w:rsid w:val="00767A8F"/>
    <w:rsid w:val="00767B11"/>
    <w:rsid w:val="00767C3A"/>
    <w:rsid w:val="00767F51"/>
    <w:rsid w:val="00767FE2"/>
    <w:rsid w:val="0077016B"/>
    <w:rsid w:val="00770371"/>
    <w:rsid w:val="0077060D"/>
    <w:rsid w:val="0077074A"/>
    <w:rsid w:val="007707D2"/>
    <w:rsid w:val="00770E05"/>
    <w:rsid w:val="007711E5"/>
    <w:rsid w:val="00771584"/>
    <w:rsid w:val="00771833"/>
    <w:rsid w:val="007718E5"/>
    <w:rsid w:val="00771DF4"/>
    <w:rsid w:val="00771F65"/>
    <w:rsid w:val="00771F74"/>
    <w:rsid w:val="00772057"/>
    <w:rsid w:val="00772186"/>
    <w:rsid w:val="007721C8"/>
    <w:rsid w:val="007722E7"/>
    <w:rsid w:val="0077260C"/>
    <w:rsid w:val="00772CBF"/>
    <w:rsid w:val="00772DFD"/>
    <w:rsid w:val="00772E7F"/>
    <w:rsid w:val="00773211"/>
    <w:rsid w:val="007732BA"/>
    <w:rsid w:val="007737C0"/>
    <w:rsid w:val="007738EF"/>
    <w:rsid w:val="00773F74"/>
    <w:rsid w:val="00773F77"/>
    <w:rsid w:val="007741A5"/>
    <w:rsid w:val="007741EF"/>
    <w:rsid w:val="00774ADB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D42"/>
    <w:rsid w:val="007770FC"/>
    <w:rsid w:val="007774A3"/>
    <w:rsid w:val="007779F6"/>
    <w:rsid w:val="00777B9C"/>
    <w:rsid w:val="00777CE2"/>
    <w:rsid w:val="00780746"/>
    <w:rsid w:val="00780764"/>
    <w:rsid w:val="00780870"/>
    <w:rsid w:val="00780A7E"/>
    <w:rsid w:val="00780C76"/>
    <w:rsid w:val="007811C0"/>
    <w:rsid w:val="007814F1"/>
    <w:rsid w:val="00781A45"/>
    <w:rsid w:val="00781AD1"/>
    <w:rsid w:val="007820D4"/>
    <w:rsid w:val="007823DF"/>
    <w:rsid w:val="007825F5"/>
    <w:rsid w:val="007827C1"/>
    <w:rsid w:val="007830A7"/>
    <w:rsid w:val="007831A9"/>
    <w:rsid w:val="007832D7"/>
    <w:rsid w:val="007832DF"/>
    <w:rsid w:val="007834D0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87E"/>
    <w:rsid w:val="00784981"/>
    <w:rsid w:val="00784A80"/>
    <w:rsid w:val="007853D6"/>
    <w:rsid w:val="007854A3"/>
    <w:rsid w:val="00785533"/>
    <w:rsid w:val="007856C0"/>
    <w:rsid w:val="00785A36"/>
    <w:rsid w:val="00785A3F"/>
    <w:rsid w:val="00785B01"/>
    <w:rsid w:val="00785C29"/>
    <w:rsid w:val="00785CF2"/>
    <w:rsid w:val="00785E81"/>
    <w:rsid w:val="0078626A"/>
    <w:rsid w:val="0078696A"/>
    <w:rsid w:val="00786A17"/>
    <w:rsid w:val="00786BFE"/>
    <w:rsid w:val="00787085"/>
    <w:rsid w:val="00787173"/>
    <w:rsid w:val="0078729F"/>
    <w:rsid w:val="007873D9"/>
    <w:rsid w:val="007874B9"/>
    <w:rsid w:val="00787580"/>
    <w:rsid w:val="007875A1"/>
    <w:rsid w:val="007876A1"/>
    <w:rsid w:val="007876CC"/>
    <w:rsid w:val="007878BA"/>
    <w:rsid w:val="0078790A"/>
    <w:rsid w:val="00787D03"/>
    <w:rsid w:val="00787F67"/>
    <w:rsid w:val="00790060"/>
    <w:rsid w:val="0079044D"/>
    <w:rsid w:val="007914D3"/>
    <w:rsid w:val="00791573"/>
    <w:rsid w:val="00791634"/>
    <w:rsid w:val="00791DC2"/>
    <w:rsid w:val="007920F3"/>
    <w:rsid w:val="007921C1"/>
    <w:rsid w:val="00792DCB"/>
    <w:rsid w:val="00792F41"/>
    <w:rsid w:val="007932C2"/>
    <w:rsid w:val="0079336A"/>
    <w:rsid w:val="0079341B"/>
    <w:rsid w:val="0079365A"/>
    <w:rsid w:val="007937AF"/>
    <w:rsid w:val="00793B39"/>
    <w:rsid w:val="00793FA5"/>
    <w:rsid w:val="0079417F"/>
    <w:rsid w:val="007947C6"/>
    <w:rsid w:val="00794D9E"/>
    <w:rsid w:val="00794FBF"/>
    <w:rsid w:val="007952A6"/>
    <w:rsid w:val="00795987"/>
    <w:rsid w:val="00795F80"/>
    <w:rsid w:val="0079601B"/>
    <w:rsid w:val="007964C8"/>
    <w:rsid w:val="00796997"/>
    <w:rsid w:val="007969AD"/>
    <w:rsid w:val="00796AC2"/>
    <w:rsid w:val="00796CB0"/>
    <w:rsid w:val="00796CEF"/>
    <w:rsid w:val="00797001"/>
    <w:rsid w:val="00797179"/>
    <w:rsid w:val="0079722F"/>
    <w:rsid w:val="00797A68"/>
    <w:rsid w:val="00797EA5"/>
    <w:rsid w:val="00797F4B"/>
    <w:rsid w:val="007A0144"/>
    <w:rsid w:val="007A0884"/>
    <w:rsid w:val="007A10D7"/>
    <w:rsid w:val="007A1313"/>
    <w:rsid w:val="007A169D"/>
    <w:rsid w:val="007A1B6D"/>
    <w:rsid w:val="007A1BF8"/>
    <w:rsid w:val="007A2286"/>
    <w:rsid w:val="007A2317"/>
    <w:rsid w:val="007A2358"/>
    <w:rsid w:val="007A2485"/>
    <w:rsid w:val="007A24AC"/>
    <w:rsid w:val="007A24EC"/>
    <w:rsid w:val="007A26E5"/>
    <w:rsid w:val="007A2D46"/>
    <w:rsid w:val="007A2E7E"/>
    <w:rsid w:val="007A2F07"/>
    <w:rsid w:val="007A31C7"/>
    <w:rsid w:val="007A3380"/>
    <w:rsid w:val="007A385D"/>
    <w:rsid w:val="007A38D6"/>
    <w:rsid w:val="007A3950"/>
    <w:rsid w:val="007A3A03"/>
    <w:rsid w:val="007A3A81"/>
    <w:rsid w:val="007A3BC0"/>
    <w:rsid w:val="007A3C76"/>
    <w:rsid w:val="007A3D24"/>
    <w:rsid w:val="007A41E5"/>
    <w:rsid w:val="007A4278"/>
    <w:rsid w:val="007A4537"/>
    <w:rsid w:val="007A46AD"/>
    <w:rsid w:val="007A471D"/>
    <w:rsid w:val="007A4EFF"/>
    <w:rsid w:val="007A51A7"/>
    <w:rsid w:val="007A541B"/>
    <w:rsid w:val="007A54FC"/>
    <w:rsid w:val="007A577C"/>
    <w:rsid w:val="007A5E84"/>
    <w:rsid w:val="007A5F68"/>
    <w:rsid w:val="007A5FAB"/>
    <w:rsid w:val="007A6229"/>
    <w:rsid w:val="007A628C"/>
    <w:rsid w:val="007A62F9"/>
    <w:rsid w:val="007A6656"/>
    <w:rsid w:val="007A66F0"/>
    <w:rsid w:val="007A687B"/>
    <w:rsid w:val="007A69F8"/>
    <w:rsid w:val="007A6EA8"/>
    <w:rsid w:val="007A771F"/>
    <w:rsid w:val="007A77ED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0B93"/>
    <w:rsid w:val="007B101A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B6F"/>
    <w:rsid w:val="007B2DA8"/>
    <w:rsid w:val="007B30BA"/>
    <w:rsid w:val="007B314A"/>
    <w:rsid w:val="007B361A"/>
    <w:rsid w:val="007B36C1"/>
    <w:rsid w:val="007B3986"/>
    <w:rsid w:val="007B3A62"/>
    <w:rsid w:val="007B3A81"/>
    <w:rsid w:val="007B3B0A"/>
    <w:rsid w:val="007B41EC"/>
    <w:rsid w:val="007B4358"/>
    <w:rsid w:val="007B45F2"/>
    <w:rsid w:val="007B4832"/>
    <w:rsid w:val="007B4953"/>
    <w:rsid w:val="007B4A08"/>
    <w:rsid w:val="007B4AB3"/>
    <w:rsid w:val="007B4B90"/>
    <w:rsid w:val="007B4B9E"/>
    <w:rsid w:val="007B4CB5"/>
    <w:rsid w:val="007B521B"/>
    <w:rsid w:val="007B5426"/>
    <w:rsid w:val="007B599A"/>
    <w:rsid w:val="007B5BDF"/>
    <w:rsid w:val="007B5D90"/>
    <w:rsid w:val="007B5DE8"/>
    <w:rsid w:val="007B5DFF"/>
    <w:rsid w:val="007B5F44"/>
    <w:rsid w:val="007B617D"/>
    <w:rsid w:val="007B6334"/>
    <w:rsid w:val="007B6928"/>
    <w:rsid w:val="007B6E5C"/>
    <w:rsid w:val="007B70D5"/>
    <w:rsid w:val="007B772A"/>
    <w:rsid w:val="007B78BF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426"/>
    <w:rsid w:val="007C15F1"/>
    <w:rsid w:val="007C171B"/>
    <w:rsid w:val="007C1A62"/>
    <w:rsid w:val="007C1A7E"/>
    <w:rsid w:val="007C1CA0"/>
    <w:rsid w:val="007C1D06"/>
    <w:rsid w:val="007C20A5"/>
    <w:rsid w:val="007C227F"/>
    <w:rsid w:val="007C29EA"/>
    <w:rsid w:val="007C2D59"/>
    <w:rsid w:val="007C3316"/>
    <w:rsid w:val="007C39DB"/>
    <w:rsid w:val="007C3BF2"/>
    <w:rsid w:val="007C3C71"/>
    <w:rsid w:val="007C3EA8"/>
    <w:rsid w:val="007C3EF7"/>
    <w:rsid w:val="007C3EFB"/>
    <w:rsid w:val="007C3F60"/>
    <w:rsid w:val="007C41B7"/>
    <w:rsid w:val="007C43D9"/>
    <w:rsid w:val="007C445C"/>
    <w:rsid w:val="007C45A0"/>
    <w:rsid w:val="007C47C4"/>
    <w:rsid w:val="007C4E0C"/>
    <w:rsid w:val="007C53F8"/>
    <w:rsid w:val="007C559D"/>
    <w:rsid w:val="007C586C"/>
    <w:rsid w:val="007C5A2E"/>
    <w:rsid w:val="007C5B27"/>
    <w:rsid w:val="007C5B65"/>
    <w:rsid w:val="007C5E6D"/>
    <w:rsid w:val="007C5F92"/>
    <w:rsid w:val="007C6164"/>
    <w:rsid w:val="007C6748"/>
    <w:rsid w:val="007C6E9B"/>
    <w:rsid w:val="007C6FA8"/>
    <w:rsid w:val="007C70DA"/>
    <w:rsid w:val="007C712F"/>
    <w:rsid w:val="007C7233"/>
    <w:rsid w:val="007C7304"/>
    <w:rsid w:val="007C765C"/>
    <w:rsid w:val="007C7AD6"/>
    <w:rsid w:val="007C7D9C"/>
    <w:rsid w:val="007C7E24"/>
    <w:rsid w:val="007D00AC"/>
    <w:rsid w:val="007D03FE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712"/>
    <w:rsid w:val="007D18C5"/>
    <w:rsid w:val="007D1D4B"/>
    <w:rsid w:val="007D1DA3"/>
    <w:rsid w:val="007D1E88"/>
    <w:rsid w:val="007D1FEB"/>
    <w:rsid w:val="007D2003"/>
    <w:rsid w:val="007D205C"/>
    <w:rsid w:val="007D22E1"/>
    <w:rsid w:val="007D22FF"/>
    <w:rsid w:val="007D2930"/>
    <w:rsid w:val="007D2AB8"/>
    <w:rsid w:val="007D2C5E"/>
    <w:rsid w:val="007D3140"/>
    <w:rsid w:val="007D3313"/>
    <w:rsid w:val="007D3483"/>
    <w:rsid w:val="007D356D"/>
    <w:rsid w:val="007D35A6"/>
    <w:rsid w:val="007D35F4"/>
    <w:rsid w:val="007D37AF"/>
    <w:rsid w:val="007D3ADB"/>
    <w:rsid w:val="007D3BA1"/>
    <w:rsid w:val="007D3FED"/>
    <w:rsid w:val="007D4568"/>
    <w:rsid w:val="007D48BA"/>
    <w:rsid w:val="007D4E14"/>
    <w:rsid w:val="007D4E6C"/>
    <w:rsid w:val="007D5165"/>
    <w:rsid w:val="007D51D1"/>
    <w:rsid w:val="007D5DBF"/>
    <w:rsid w:val="007D5F4A"/>
    <w:rsid w:val="007D60F2"/>
    <w:rsid w:val="007D676B"/>
    <w:rsid w:val="007D69A9"/>
    <w:rsid w:val="007D6D35"/>
    <w:rsid w:val="007D6DEC"/>
    <w:rsid w:val="007D71F1"/>
    <w:rsid w:val="007D77C6"/>
    <w:rsid w:val="007D79AD"/>
    <w:rsid w:val="007D7D9A"/>
    <w:rsid w:val="007E0148"/>
    <w:rsid w:val="007E0517"/>
    <w:rsid w:val="007E06DD"/>
    <w:rsid w:val="007E080D"/>
    <w:rsid w:val="007E0A3E"/>
    <w:rsid w:val="007E0F82"/>
    <w:rsid w:val="007E1660"/>
    <w:rsid w:val="007E166B"/>
    <w:rsid w:val="007E19BB"/>
    <w:rsid w:val="007E202F"/>
    <w:rsid w:val="007E2578"/>
    <w:rsid w:val="007E25CD"/>
    <w:rsid w:val="007E28D2"/>
    <w:rsid w:val="007E29E1"/>
    <w:rsid w:val="007E2B1F"/>
    <w:rsid w:val="007E2CB6"/>
    <w:rsid w:val="007E2CFD"/>
    <w:rsid w:val="007E354E"/>
    <w:rsid w:val="007E3575"/>
    <w:rsid w:val="007E38F4"/>
    <w:rsid w:val="007E397D"/>
    <w:rsid w:val="007E431C"/>
    <w:rsid w:val="007E466E"/>
    <w:rsid w:val="007E4771"/>
    <w:rsid w:val="007E4B8A"/>
    <w:rsid w:val="007E4BAD"/>
    <w:rsid w:val="007E4CA8"/>
    <w:rsid w:val="007E4CC3"/>
    <w:rsid w:val="007E5A5D"/>
    <w:rsid w:val="007E5C3C"/>
    <w:rsid w:val="007E5EDA"/>
    <w:rsid w:val="007E5F6A"/>
    <w:rsid w:val="007E609A"/>
    <w:rsid w:val="007E6592"/>
    <w:rsid w:val="007E6B8B"/>
    <w:rsid w:val="007E6F4E"/>
    <w:rsid w:val="007E74B5"/>
    <w:rsid w:val="007E77C5"/>
    <w:rsid w:val="007E78BF"/>
    <w:rsid w:val="007E7B0B"/>
    <w:rsid w:val="007E7BAC"/>
    <w:rsid w:val="007E7C43"/>
    <w:rsid w:val="007F010C"/>
    <w:rsid w:val="007F035F"/>
    <w:rsid w:val="007F084F"/>
    <w:rsid w:val="007F0874"/>
    <w:rsid w:val="007F1196"/>
    <w:rsid w:val="007F126F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D0F"/>
    <w:rsid w:val="007F3714"/>
    <w:rsid w:val="007F3A54"/>
    <w:rsid w:val="007F3AC2"/>
    <w:rsid w:val="007F3C97"/>
    <w:rsid w:val="007F3CBB"/>
    <w:rsid w:val="007F3EA0"/>
    <w:rsid w:val="007F4485"/>
    <w:rsid w:val="007F4611"/>
    <w:rsid w:val="007F46BB"/>
    <w:rsid w:val="007F46FF"/>
    <w:rsid w:val="007F4A65"/>
    <w:rsid w:val="007F4C3A"/>
    <w:rsid w:val="007F4EA8"/>
    <w:rsid w:val="007F4F51"/>
    <w:rsid w:val="007F50CA"/>
    <w:rsid w:val="007F5271"/>
    <w:rsid w:val="007F5343"/>
    <w:rsid w:val="007F56ED"/>
    <w:rsid w:val="007F5826"/>
    <w:rsid w:val="007F5A97"/>
    <w:rsid w:val="007F5D2B"/>
    <w:rsid w:val="007F650D"/>
    <w:rsid w:val="007F6EC9"/>
    <w:rsid w:val="007F7451"/>
    <w:rsid w:val="007F77ED"/>
    <w:rsid w:val="007F79EE"/>
    <w:rsid w:val="007F7FDA"/>
    <w:rsid w:val="0080014C"/>
    <w:rsid w:val="008003E8"/>
    <w:rsid w:val="00800482"/>
    <w:rsid w:val="00800612"/>
    <w:rsid w:val="00800A7C"/>
    <w:rsid w:val="0080143C"/>
    <w:rsid w:val="008016C6"/>
    <w:rsid w:val="00801808"/>
    <w:rsid w:val="008018A3"/>
    <w:rsid w:val="008026A5"/>
    <w:rsid w:val="00802910"/>
    <w:rsid w:val="00802D1A"/>
    <w:rsid w:val="00802D51"/>
    <w:rsid w:val="00803CBB"/>
    <w:rsid w:val="00803D3E"/>
    <w:rsid w:val="00803D82"/>
    <w:rsid w:val="00803DEE"/>
    <w:rsid w:val="00803E63"/>
    <w:rsid w:val="00804148"/>
    <w:rsid w:val="00804C58"/>
    <w:rsid w:val="00804D0A"/>
    <w:rsid w:val="00804E2B"/>
    <w:rsid w:val="00805800"/>
    <w:rsid w:val="008059B7"/>
    <w:rsid w:val="00805B16"/>
    <w:rsid w:val="00805BD5"/>
    <w:rsid w:val="00805CAE"/>
    <w:rsid w:val="00805CF1"/>
    <w:rsid w:val="00805DC5"/>
    <w:rsid w:val="00805DF5"/>
    <w:rsid w:val="00805E2D"/>
    <w:rsid w:val="0080601A"/>
    <w:rsid w:val="008060F3"/>
    <w:rsid w:val="008065B0"/>
    <w:rsid w:val="008065BD"/>
    <w:rsid w:val="0080684C"/>
    <w:rsid w:val="008068D2"/>
    <w:rsid w:val="008068E7"/>
    <w:rsid w:val="008068F7"/>
    <w:rsid w:val="008069DF"/>
    <w:rsid w:val="0080703C"/>
    <w:rsid w:val="00807121"/>
    <w:rsid w:val="008074AA"/>
    <w:rsid w:val="00807654"/>
    <w:rsid w:val="00807AE9"/>
    <w:rsid w:val="00807B21"/>
    <w:rsid w:val="00807D51"/>
    <w:rsid w:val="00807DAB"/>
    <w:rsid w:val="00807ECA"/>
    <w:rsid w:val="00810223"/>
    <w:rsid w:val="00810366"/>
    <w:rsid w:val="00810B10"/>
    <w:rsid w:val="00810BC5"/>
    <w:rsid w:val="00810C14"/>
    <w:rsid w:val="00810CCE"/>
    <w:rsid w:val="00810D5B"/>
    <w:rsid w:val="008110C9"/>
    <w:rsid w:val="0081172B"/>
    <w:rsid w:val="00811802"/>
    <w:rsid w:val="0081196B"/>
    <w:rsid w:val="00811E56"/>
    <w:rsid w:val="008120C2"/>
    <w:rsid w:val="008121A2"/>
    <w:rsid w:val="00812387"/>
    <w:rsid w:val="008127A3"/>
    <w:rsid w:val="00812A32"/>
    <w:rsid w:val="00812D5C"/>
    <w:rsid w:val="00813242"/>
    <w:rsid w:val="008133AF"/>
    <w:rsid w:val="008133B1"/>
    <w:rsid w:val="008135B0"/>
    <w:rsid w:val="0081383F"/>
    <w:rsid w:val="00813CDA"/>
    <w:rsid w:val="00813CF0"/>
    <w:rsid w:val="00813F8B"/>
    <w:rsid w:val="008140A5"/>
    <w:rsid w:val="00814470"/>
    <w:rsid w:val="00814879"/>
    <w:rsid w:val="00814BC3"/>
    <w:rsid w:val="00814E3F"/>
    <w:rsid w:val="00814E4A"/>
    <w:rsid w:val="00814EA5"/>
    <w:rsid w:val="00815150"/>
    <w:rsid w:val="008154ED"/>
    <w:rsid w:val="00815642"/>
    <w:rsid w:val="00815938"/>
    <w:rsid w:val="0081599B"/>
    <w:rsid w:val="008159F2"/>
    <w:rsid w:val="00815A03"/>
    <w:rsid w:val="00815DF3"/>
    <w:rsid w:val="0081627A"/>
    <w:rsid w:val="008164EF"/>
    <w:rsid w:val="00816645"/>
    <w:rsid w:val="0081680F"/>
    <w:rsid w:val="008169B1"/>
    <w:rsid w:val="00816C62"/>
    <w:rsid w:val="00816CB7"/>
    <w:rsid w:val="0081701D"/>
    <w:rsid w:val="00817045"/>
    <w:rsid w:val="0081714B"/>
    <w:rsid w:val="00817156"/>
    <w:rsid w:val="0081721E"/>
    <w:rsid w:val="00817451"/>
    <w:rsid w:val="00817494"/>
    <w:rsid w:val="0081775B"/>
    <w:rsid w:val="0081785A"/>
    <w:rsid w:val="00817C30"/>
    <w:rsid w:val="00817CBB"/>
    <w:rsid w:val="00817D83"/>
    <w:rsid w:val="00817D85"/>
    <w:rsid w:val="00820030"/>
    <w:rsid w:val="0082005F"/>
    <w:rsid w:val="008201DA"/>
    <w:rsid w:val="0082028E"/>
    <w:rsid w:val="00820904"/>
    <w:rsid w:val="00820A13"/>
    <w:rsid w:val="00820AEE"/>
    <w:rsid w:val="00820B8A"/>
    <w:rsid w:val="00821061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342"/>
    <w:rsid w:val="00822631"/>
    <w:rsid w:val="0082281D"/>
    <w:rsid w:val="00822A5E"/>
    <w:rsid w:val="00822B6A"/>
    <w:rsid w:val="00823080"/>
    <w:rsid w:val="00823128"/>
    <w:rsid w:val="00823485"/>
    <w:rsid w:val="00823886"/>
    <w:rsid w:val="008239B2"/>
    <w:rsid w:val="00823C84"/>
    <w:rsid w:val="00823CF6"/>
    <w:rsid w:val="00823EB2"/>
    <w:rsid w:val="00824184"/>
    <w:rsid w:val="00824390"/>
    <w:rsid w:val="008244FF"/>
    <w:rsid w:val="008247C8"/>
    <w:rsid w:val="00824970"/>
    <w:rsid w:val="008249A5"/>
    <w:rsid w:val="008249F0"/>
    <w:rsid w:val="00824A4F"/>
    <w:rsid w:val="00824A7E"/>
    <w:rsid w:val="0082545B"/>
    <w:rsid w:val="008259B2"/>
    <w:rsid w:val="00825A31"/>
    <w:rsid w:val="00825D50"/>
    <w:rsid w:val="00825D63"/>
    <w:rsid w:val="00826038"/>
    <w:rsid w:val="008260E7"/>
    <w:rsid w:val="0082620B"/>
    <w:rsid w:val="00826400"/>
    <w:rsid w:val="008265AE"/>
    <w:rsid w:val="00826A99"/>
    <w:rsid w:val="00826ACB"/>
    <w:rsid w:val="00826E43"/>
    <w:rsid w:val="00827E1B"/>
    <w:rsid w:val="0083039F"/>
    <w:rsid w:val="00830AD7"/>
    <w:rsid w:val="00830BC6"/>
    <w:rsid w:val="008314ED"/>
    <w:rsid w:val="008319AF"/>
    <w:rsid w:val="00831C10"/>
    <w:rsid w:val="00832027"/>
    <w:rsid w:val="0083202D"/>
    <w:rsid w:val="008324B2"/>
    <w:rsid w:val="0083253F"/>
    <w:rsid w:val="008325A4"/>
    <w:rsid w:val="008326B7"/>
    <w:rsid w:val="008329D1"/>
    <w:rsid w:val="00832D3D"/>
    <w:rsid w:val="008331BF"/>
    <w:rsid w:val="00833275"/>
    <w:rsid w:val="00833431"/>
    <w:rsid w:val="0083392F"/>
    <w:rsid w:val="00833C2E"/>
    <w:rsid w:val="0083480D"/>
    <w:rsid w:val="00834951"/>
    <w:rsid w:val="00834953"/>
    <w:rsid w:val="00834B9E"/>
    <w:rsid w:val="00834E45"/>
    <w:rsid w:val="00835298"/>
    <w:rsid w:val="008352BD"/>
    <w:rsid w:val="008355F0"/>
    <w:rsid w:val="008357A5"/>
    <w:rsid w:val="00835970"/>
    <w:rsid w:val="00835978"/>
    <w:rsid w:val="00835EC1"/>
    <w:rsid w:val="00836A66"/>
    <w:rsid w:val="00836F3E"/>
    <w:rsid w:val="008374F7"/>
    <w:rsid w:val="00837741"/>
    <w:rsid w:val="0083788B"/>
    <w:rsid w:val="00837EA0"/>
    <w:rsid w:val="0084002F"/>
    <w:rsid w:val="008402F7"/>
    <w:rsid w:val="008404DE"/>
    <w:rsid w:val="00840DBE"/>
    <w:rsid w:val="0084125B"/>
    <w:rsid w:val="00841B6E"/>
    <w:rsid w:val="00841BA7"/>
    <w:rsid w:val="00841BF1"/>
    <w:rsid w:val="00841D5D"/>
    <w:rsid w:val="00841F61"/>
    <w:rsid w:val="008421D1"/>
    <w:rsid w:val="00842447"/>
    <w:rsid w:val="008424C8"/>
    <w:rsid w:val="008425ED"/>
    <w:rsid w:val="00842A37"/>
    <w:rsid w:val="00842DBA"/>
    <w:rsid w:val="008433A1"/>
    <w:rsid w:val="00843814"/>
    <w:rsid w:val="0084381E"/>
    <w:rsid w:val="0084395B"/>
    <w:rsid w:val="008439B8"/>
    <w:rsid w:val="00843AE8"/>
    <w:rsid w:val="00843F3F"/>
    <w:rsid w:val="00844194"/>
    <w:rsid w:val="008444E9"/>
    <w:rsid w:val="00844ABE"/>
    <w:rsid w:val="00844BC1"/>
    <w:rsid w:val="00844E0E"/>
    <w:rsid w:val="00844F3D"/>
    <w:rsid w:val="008450ED"/>
    <w:rsid w:val="0084511B"/>
    <w:rsid w:val="0084515E"/>
    <w:rsid w:val="00845298"/>
    <w:rsid w:val="008455AD"/>
    <w:rsid w:val="00845B85"/>
    <w:rsid w:val="00845DED"/>
    <w:rsid w:val="00845E51"/>
    <w:rsid w:val="00846162"/>
    <w:rsid w:val="00846371"/>
    <w:rsid w:val="00846BF2"/>
    <w:rsid w:val="00846CAC"/>
    <w:rsid w:val="00846D61"/>
    <w:rsid w:val="00847022"/>
    <w:rsid w:val="00847327"/>
    <w:rsid w:val="0084774A"/>
    <w:rsid w:val="00847F16"/>
    <w:rsid w:val="008500FE"/>
    <w:rsid w:val="008502B1"/>
    <w:rsid w:val="0085037D"/>
    <w:rsid w:val="0085038C"/>
    <w:rsid w:val="008504AC"/>
    <w:rsid w:val="008509FB"/>
    <w:rsid w:val="00850C0C"/>
    <w:rsid w:val="00850FB7"/>
    <w:rsid w:val="00850FE0"/>
    <w:rsid w:val="00851197"/>
    <w:rsid w:val="0085122F"/>
    <w:rsid w:val="00851236"/>
    <w:rsid w:val="008513ED"/>
    <w:rsid w:val="008515B6"/>
    <w:rsid w:val="00851716"/>
    <w:rsid w:val="00851B8A"/>
    <w:rsid w:val="00851CA9"/>
    <w:rsid w:val="00851E76"/>
    <w:rsid w:val="00851E80"/>
    <w:rsid w:val="00851E9D"/>
    <w:rsid w:val="00851EC0"/>
    <w:rsid w:val="0085210E"/>
    <w:rsid w:val="0085221C"/>
    <w:rsid w:val="00852393"/>
    <w:rsid w:val="00852415"/>
    <w:rsid w:val="008524E2"/>
    <w:rsid w:val="00852758"/>
    <w:rsid w:val="008527E8"/>
    <w:rsid w:val="00852A21"/>
    <w:rsid w:val="00852AE6"/>
    <w:rsid w:val="00852B37"/>
    <w:rsid w:val="00852C05"/>
    <w:rsid w:val="00852D47"/>
    <w:rsid w:val="00852E2A"/>
    <w:rsid w:val="00853287"/>
    <w:rsid w:val="008533C4"/>
    <w:rsid w:val="00853404"/>
    <w:rsid w:val="00853499"/>
    <w:rsid w:val="0085380D"/>
    <w:rsid w:val="008539F4"/>
    <w:rsid w:val="00853D24"/>
    <w:rsid w:val="00853E60"/>
    <w:rsid w:val="0085428B"/>
    <w:rsid w:val="008542F1"/>
    <w:rsid w:val="008547D2"/>
    <w:rsid w:val="00854AD5"/>
    <w:rsid w:val="00854BD2"/>
    <w:rsid w:val="008552C9"/>
    <w:rsid w:val="00855764"/>
    <w:rsid w:val="00855B1C"/>
    <w:rsid w:val="00855C8E"/>
    <w:rsid w:val="00855D8D"/>
    <w:rsid w:val="00856121"/>
    <w:rsid w:val="00856BAD"/>
    <w:rsid w:val="00856D6F"/>
    <w:rsid w:val="00856F02"/>
    <w:rsid w:val="00856FB8"/>
    <w:rsid w:val="00857361"/>
    <w:rsid w:val="0085756A"/>
    <w:rsid w:val="00857AB1"/>
    <w:rsid w:val="00857D95"/>
    <w:rsid w:val="00857D99"/>
    <w:rsid w:val="0086006C"/>
    <w:rsid w:val="0086021F"/>
    <w:rsid w:val="008602E9"/>
    <w:rsid w:val="00860366"/>
    <w:rsid w:val="00860813"/>
    <w:rsid w:val="00860BB3"/>
    <w:rsid w:val="00860D51"/>
    <w:rsid w:val="0086118B"/>
    <w:rsid w:val="00861277"/>
    <w:rsid w:val="00861345"/>
    <w:rsid w:val="00861482"/>
    <w:rsid w:val="00861674"/>
    <w:rsid w:val="008616F6"/>
    <w:rsid w:val="00861958"/>
    <w:rsid w:val="00861A4B"/>
    <w:rsid w:val="00861BE8"/>
    <w:rsid w:val="00862082"/>
    <w:rsid w:val="008621E2"/>
    <w:rsid w:val="008626A1"/>
    <w:rsid w:val="00862BE1"/>
    <w:rsid w:val="00863162"/>
    <w:rsid w:val="008631C0"/>
    <w:rsid w:val="00863510"/>
    <w:rsid w:val="008635E8"/>
    <w:rsid w:val="00863C90"/>
    <w:rsid w:val="00863CAF"/>
    <w:rsid w:val="00863DFD"/>
    <w:rsid w:val="008643AB"/>
    <w:rsid w:val="00864510"/>
    <w:rsid w:val="008646A7"/>
    <w:rsid w:val="0086477A"/>
    <w:rsid w:val="0086490C"/>
    <w:rsid w:val="00864997"/>
    <w:rsid w:val="00864DF6"/>
    <w:rsid w:val="0086508E"/>
    <w:rsid w:val="0086537B"/>
    <w:rsid w:val="008653C3"/>
    <w:rsid w:val="0086557D"/>
    <w:rsid w:val="00865DA3"/>
    <w:rsid w:val="008660A9"/>
    <w:rsid w:val="00866819"/>
    <w:rsid w:val="00866CC7"/>
    <w:rsid w:val="00866D1E"/>
    <w:rsid w:val="00866FC5"/>
    <w:rsid w:val="00867070"/>
    <w:rsid w:val="008672E3"/>
    <w:rsid w:val="008676E7"/>
    <w:rsid w:val="0086775D"/>
    <w:rsid w:val="00867EF6"/>
    <w:rsid w:val="00870130"/>
    <w:rsid w:val="00870192"/>
    <w:rsid w:val="00870605"/>
    <w:rsid w:val="00870616"/>
    <w:rsid w:val="00870EA5"/>
    <w:rsid w:val="00870EC4"/>
    <w:rsid w:val="00870FDF"/>
    <w:rsid w:val="00871545"/>
    <w:rsid w:val="008715D6"/>
    <w:rsid w:val="00871B37"/>
    <w:rsid w:val="00871C21"/>
    <w:rsid w:val="00871CF9"/>
    <w:rsid w:val="00871D34"/>
    <w:rsid w:val="0087207C"/>
    <w:rsid w:val="0087213D"/>
    <w:rsid w:val="008727E0"/>
    <w:rsid w:val="008728DA"/>
    <w:rsid w:val="00872ABC"/>
    <w:rsid w:val="00872B0A"/>
    <w:rsid w:val="008730A9"/>
    <w:rsid w:val="00873360"/>
    <w:rsid w:val="00873735"/>
    <w:rsid w:val="00873743"/>
    <w:rsid w:val="008737D0"/>
    <w:rsid w:val="008737ED"/>
    <w:rsid w:val="00873B28"/>
    <w:rsid w:val="00873FFA"/>
    <w:rsid w:val="00874236"/>
    <w:rsid w:val="00874721"/>
    <w:rsid w:val="008749E7"/>
    <w:rsid w:val="0087565E"/>
    <w:rsid w:val="0087570E"/>
    <w:rsid w:val="00875A0C"/>
    <w:rsid w:val="00875DDB"/>
    <w:rsid w:val="00876147"/>
    <w:rsid w:val="00876634"/>
    <w:rsid w:val="008766C5"/>
    <w:rsid w:val="00876714"/>
    <w:rsid w:val="00876AB4"/>
    <w:rsid w:val="00876AFB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77E54"/>
    <w:rsid w:val="00880024"/>
    <w:rsid w:val="00880631"/>
    <w:rsid w:val="0088070B"/>
    <w:rsid w:val="008808A3"/>
    <w:rsid w:val="00880C47"/>
    <w:rsid w:val="00880D78"/>
    <w:rsid w:val="00880ED5"/>
    <w:rsid w:val="0088114B"/>
    <w:rsid w:val="008815F0"/>
    <w:rsid w:val="008817E9"/>
    <w:rsid w:val="00881E2E"/>
    <w:rsid w:val="008821A2"/>
    <w:rsid w:val="00882B85"/>
    <w:rsid w:val="00882E2B"/>
    <w:rsid w:val="00882FAF"/>
    <w:rsid w:val="00883190"/>
    <w:rsid w:val="0088379D"/>
    <w:rsid w:val="00883BEC"/>
    <w:rsid w:val="00883C1B"/>
    <w:rsid w:val="00883E36"/>
    <w:rsid w:val="00884102"/>
    <w:rsid w:val="008841D9"/>
    <w:rsid w:val="00884601"/>
    <w:rsid w:val="00884763"/>
    <w:rsid w:val="0088482C"/>
    <w:rsid w:val="00884A0C"/>
    <w:rsid w:val="008855AB"/>
    <w:rsid w:val="00885908"/>
    <w:rsid w:val="00885AC4"/>
    <w:rsid w:val="00885AF5"/>
    <w:rsid w:val="00885F36"/>
    <w:rsid w:val="00886021"/>
    <w:rsid w:val="00886BE1"/>
    <w:rsid w:val="00886CE1"/>
    <w:rsid w:val="00886CFF"/>
    <w:rsid w:val="00886E19"/>
    <w:rsid w:val="00887661"/>
    <w:rsid w:val="008876EC"/>
    <w:rsid w:val="00887867"/>
    <w:rsid w:val="0089004B"/>
    <w:rsid w:val="00890200"/>
    <w:rsid w:val="008902C8"/>
    <w:rsid w:val="0089056B"/>
    <w:rsid w:val="008905CB"/>
    <w:rsid w:val="00890637"/>
    <w:rsid w:val="00890723"/>
    <w:rsid w:val="00890815"/>
    <w:rsid w:val="008908E2"/>
    <w:rsid w:val="00891782"/>
    <w:rsid w:val="008917D5"/>
    <w:rsid w:val="00891835"/>
    <w:rsid w:val="00891AF0"/>
    <w:rsid w:val="00891DFA"/>
    <w:rsid w:val="00891E80"/>
    <w:rsid w:val="0089217E"/>
    <w:rsid w:val="00892302"/>
    <w:rsid w:val="0089249F"/>
    <w:rsid w:val="0089274A"/>
    <w:rsid w:val="008929A4"/>
    <w:rsid w:val="00892A9D"/>
    <w:rsid w:val="00892B3B"/>
    <w:rsid w:val="00892F03"/>
    <w:rsid w:val="00892FBC"/>
    <w:rsid w:val="0089324E"/>
    <w:rsid w:val="00893271"/>
    <w:rsid w:val="008934FA"/>
    <w:rsid w:val="0089375E"/>
    <w:rsid w:val="00893847"/>
    <w:rsid w:val="00893BED"/>
    <w:rsid w:val="00893D09"/>
    <w:rsid w:val="00893E16"/>
    <w:rsid w:val="008940A0"/>
    <w:rsid w:val="008944B5"/>
    <w:rsid w:val="00894696"/>
    <w:rsid w:val="00894740"/>
    <w:rsid w:val="0089535E"/>
    <w:rsid w:val="008955FC"/>
    <w:rsid w:val="00895D15"/>
    <w:rsid w:val="00895F71"/>
    <w:rsid w:val="00896385"/>
    <w:rsid w:val="00896708"/>
    <w:rsid w:val="0089678A"/>
    <w:rsid w:val="00896DB0"/>
    <w:rsid w:val="00896E1E"/>
    <w:rsid w:val="00897860"/>
    <w:rsid w:val="00897972"/>
    <w:rsid w:val="00897ECF"/>
    <w:rsid w:val="008A0D81"/>
    <w:rsid w:val="008A104D"/>
    <w:rsid w:val="008A11B4"/>
    <w:rsid w:val="008A11C2"/>
    <w:rsid w:val="008A14AC"/>
    <w:rsid w:val="008A17F6"/>
    <w:rsid w:val="008A19C1"/>
    <w:rsid w:val="008A1B86"/>
    <w:rsid w:val="008A1C94"/>
    <w:rsid w:val="008A1F62"/>
    <w:rsid w:val="008A1F66"/>
    <w:rsid w:val="008A2515"/>
    <w:rsid w:val="008A2674"/>
    <w:rsid w:val="008A2735"/>
    <w:rsid w:val="008A2878"/>
    <w:rsid w:val="008A28A6"/>
    <w:rsid w:val="008A28B4"/>
    <w:rsid w:val="008A2971"/>
    <w:rsid w:val="008A2C9F"/>
    <w:rsid w:val="008A2DE6"/>
    <w:rsid w:val="008A31E2"/>
    <w:rsid w:val="008A327B"/>
    <w:rsid w:val="008A351D"/>
    <w:rsid w:val="008A3668"/>
    <w:rsid w:val="008A3956"/>
    <w:rsid w:val="008A3BA7"/>
    <w:rsid w:val="008A3BCB"/>
    <w:rsid w:val="008A3DC1"/>
    <w:rsid w:val="008A40BF"/>
    <w:rsid w:val="008A4119"/>
    <w:rsid w:val="008A422D"/>
    <w:rsid w:val="008A45FB"/>
    <w:rsid w:val="008A466B"/>
    <w:rsid w:val="008A4927"/>
    <w:rsid w:val="008A4B28"/>
    <w:rsid w:val="008A4C0C"/>
    <w:rsid w:val="008A4D15"/>
    <w:rsid w:val="008A4D84"/>
    <w:rsid w:val="008A4E46"/>
    <w:rsid w:val="008A53C9"/>
    <w:rsid w:val="008A5A37"/>
    <w:rsid w:val="008A5E0E"/>
    <w:rsid w:val="008A67FD"/>
    <w:rsid w:val="008A695F"/>
    <w:rsid w:val="008A6A72"/>
    <w:rsid w:val="008A6A93"/>
    <w:rsid w:val="008A6B71"/>
    <w:rsid w:val="008A6F39"/>
    <w:rsid w:val="008A6FA9"/>
    <w:rsid w:val="008A7009"/>
    <w:rsid w:val="008A756E"/>
    <w:rsid w:val="008A7782"/>
    <w:rsid w:val="008A784F"/>
    <w:rsid w:val="008A7E94"/>
    <w:rsid w:val="008B0342"/>
    <w:rsid w:val="008B048D"/>
    <w:rsid w:val="008B056E"/>
    <w:rsid w:val="008B0604"/>
    <w:rsid w:val="008B0946"/>
    <w:rsid w:val="008B0C50"/>
    <w:rsid w:val="008B0D5B"/>
    <w:rsid w:val="008B14B5"/>
    <w:rsid w:val="008B1631"/>
    <w:rsid w:val="008B1823"/>
    <w:rsid w:val="008B1E4C"/>
    <w:rsid w:val="008B1ED5"/>
    <w:rsid w:val="008B2968"/>
    <w:rsid w:val="008B31C0"/>
    <w:rsid w:val="008B352F"/>
    <w:rsid w:val="008B35BC"/>
    <w:rsid w:val="008B371F"/>
    <w:rsid w:val="008B3960"/>
    <w:rsid w:val="008B3B5B"/>
    <w:rsid w:val="008B3F28"/>
    <w:rsid w:val="008B421C"/>
    <w:rsid w:val="008B44E6"/>
    <w:rsid w:val="008B4564"/>
    <w:rsid w:val="008B4AB4"/>
    <w:rsid w:val="008B4B6C"/>
    <w:rsid w:val="008B4B8D"/>
    <w:rsid w:val="008B50A4"/>
    <w:rsid w:val="008B51A5"/>
    <w:rsid w:val="008B563A"/>
    <w:rsid w:val="008B56E8"/>
    <w:rsid w:val="008B56FA"/>
    <w:rsid w:val="008B59A7"/>
    <w:rsid w:val="008B5EA1"/>
    <w:rsid w:val="008B5FC7"/>
    <w:rsid w:val="008B628A"/>
    <w:rsid w:val="008B62AE"/>
    <w:rsid w:val="008B639A"/>
    <w:rsid w:val="008B6A93"/>
    <w:rsid w:val="008B6B6B"/>
    <w:rsid w:val="008B6D0D"/>
    <w:rsid w:val="008B7106"/>
    <w:rsid w:val="008B71EF"/>
    <w:rsid w:val="008B7586"/>
    <w:rsid w:val="008B79A7"/>
    <w:rsid w:val="008B7B85"/>
    <w:rsid w:val="008B7F4B"/>
    <w:rsid w:val="008C0357"/>
    <w:rsid w:val="008C05D7"/>
    <w:rsid w:val="008C0B6D"/>
    <w:rsid w:val="008C1484"/>
    <w:rsid w:val="008C1560"/>
    <w:rsid w:val="008C174C"/>
    <w:rsid w:val="008C191D"/>
    <w:rsid w:val="008C1A68"/>
    <w:rsid w:val="008C1E1B"/>
    <w:rsid w:val="008C2454"/>
    <w:rsid w:val="008C2C4E"/>
    <w:rsid w:val="008C30AB"/>
    <w:rsid w:val="008C3257"/>
    <w:rsid w:val="008C3AC7"/>
    <w:rsid w:val="008C3C1A"/>
    <w:rsid w:val="008C4AE9"/>
    <w:rsid w:val="008C4B1C"/>
    <w:rsid w:val="008C4B53"/>
    <w:rsid w:val="008C4B5E"/>
    <w:rsid w:val="008C52CE"/>
    <w:rsid w:val="008C5871"/>
    <w:rsid w:val="008C5A2B"/>
    <w:rsid w:val="008C5A67"/>
    <w:rsid w:val="008C5C45"/>
    <w:rsid w:val="008C5F10"/>
    <w:rsid w:val="008C60AF"/>
    <w:rsid w:val="008C632F"/>
    <w:rsid w:val="008C6B44"/>
    <w:rsid w:val="008C6D7B"/>
    <w:rsid w:val="008C7022"/>
    <w:rsid w:val="008C7418"/>
    <w:rsid w:val="008C75C4"/>
    <w:rsid w:val="008C7B09"/>
    <w:rsid w:val="008C7CF1"/>
    <w:rsid w:val="008C7D6F"/>
    <w:rsid w:val="008D04FF"/>
    <w:rsid w:val="008D05E3"/>
    <w:rsid w:val="008D071D"/>
    <w:rsid w:val="008D0B9C"/>
    <w:rsid w:val="008D0D28"/>
    <w:rsid w:val="008D0E76"/>
    <w:rsid w:val="008D1001"/>
    <w:rsid w:val="008D1577"/>
    <w:rsid w:val="008D1608"/>
    <w:rsid w:val="008D1AF2"/>
    <w:rsid w:val="008D1D5E"/>
    <w:rsid w:val="008D1E84"/>
    <w:rsid w:val="008D244F"/>
    <w:rsid w:val="008D2721"/>
    <w:rsid w:val="008D2C62"/>
    <w:rsid w:val="008D3063"/>
    <w:rsid w:val="008D34D0"/>
    <w:rsid w:val="008D3561"/>
    <w:rsid w:val="008D39F8"/>
    <w:rsid w:val="008D3B01"/>
    <w:rsid w:val="008D41BA"/>
    <w:rsid w:val="008D43A7"/>
    <w:rsid w:val="008D473E"/>
    <w:rsid w:val="008D4798"/>
    <w:rsid w:val="008D4BA1"/>
    <w:rsid w:val="008D4FAA"/>
    <w:rsid w:val="008D503B"/>
    <w:rsid w:val="008D52A3"/>
    <w:rsid w:val="008D532A"/>
    <w:rsid w:val="008D55D8"/>
    <w:rsid w:val="008D5684"/>
    <w:rsid w:val="008D5A88"/>
    <w:rsid w:val="008D5B72"/>
    <w:rsid w:val="008D5C3A"/>
    <w:rsid w:val="008D6176"/>
    <w:rsid w:val="008D624B"/>
    <w:rsid w:val="008D677B"/>
    <w:rsid w:val="008D67AC"/>
    <w:rsid w:val="008D6923"/>
    <w:rsid w:val="008D69DB"/>
    <w:rsid w:val="008D6C22"/>
    <w:rsid w:val="008D6D28"/>
    <w:rsid w:val="008D6D83"/>
    <w:rsid w:val="008D6F3B"/>
    <w:rsid w:val="008D78FE"/>
    <w:rsid w:val="008D7C5E"/>
    <w:rsid w:val="008E03A4"/>
    <w:rsid w:val="008E084C"/>
    <w:rsid w:val="008E0963"/>
    <w:rsid w:val="008E0D1D"/>
    <w:rsid w:val="008E11CE"/>
    <w:rsid w:val="008E12CC"/>
    <w:rsid w:val="008E1591"/>
    <w:rsid w:val="008E15D4"/>
    <w:rsid w:val="008E1CF3"/>
    <w:rsid w:val="008E1E34"/>
    <w:rsid w:val="008E1FDF"/>
    <w:rsid w:val="008E233A"/>
    <w:rsid w:val="008E243C"/>
    <w:rsid w:val="008E276A"/>
    <w:rsid w:val="008E2977"/>
    <w:rsid w:val="008E2AD6"/>
    <w:rsid w:val="008E2C86"/>
    <w:rsid w:val="008E2EE4"/>
    <w:rsid w:val="008E30F6"/>
    <w:rsid w:val="008E343A"/>
    <w:rsid w:val="008E3609"/>
    <w:rsid w:val="008E39B5"/>
    <w:rsid w:val="008E4286"/>
    <w:rsid w:val="008E4487"/>
    <w:rsid w:val="008E4D9B"/>
    <w:rsid w:val="008E4DF6"/>
    <w:rsid w:val="008E4EE4"/>
    <w:rsid w:val="008E531E"/>
    <w:rsid w:val="008E5884"/>
    <w:rsid w:val="008E62F9"/>
    <w:rsid w:val="008E64D7"/>
    <w:rsid w:val="008E6A99"/>
    <w:rsid w:val="008E6AAA"/>
    <w:rsid w:val="008E7644"/>
    <w:rsid w:val="008E766D"/>
    <w:rsid w:val="008E77BE"/>
    <w:rsid w:val="008E7F56"/>
    <w:rsid w:val="008E7FED"/>
    <w:rsid w:val="008F00E5"/>
    <w:rsid w:val="008F05BA"/>
    <w:rsid w:val="008F0653"/>
    <w:rsid w:val="008F08F7"/>
    <w:rsid w:val="008F0988"/>
    <w:rsid w:val="008F0A42"/>
    <w:rsid w:val="008F0CD3"/>
    <w:rsid w:val="008F0CE9"/>
    <w:rsid w:val="008F0D89"/>
    <w:rsid w:val="008F0E5F"/>
    <w:rsid w:val="008F0E8E"/>
    <w:rsid w:val="008F0FF8"/>
    <w:rsid w:val="008F10D0"/>
    <w:rsid w:val="008F11AB"/>
    <w:rsid w:val="008F13EE"/>
    <w:rsid w:val="008F1865"/>
    <w:rsid w:val="008F193E"/>
    <w:rsid w:val="008F1970"/>
    <w:rsid w:val="008F1B9F"/>
    <w:rsid w:val="008F23C7"/>
    <w:rsid w:val="008F282B"/>
    <w:rsid w:val="008F32B4"/>
    <w:rsid w:val="008F32C6"/>
    <w:rsid w:val="008F376B"/>
    <w:rsid w:val="008F3900"/>
    <w:rsid w:val="008F3DF8"/>
    <w:rsid w:val="008F3EA7"/>
    <w:rsid w:val="008F41AB"/>
    <w:rsid w:val="008F445A"/>
    <w:rsid w:val="008F4516"/>
    <w:rsid w:val="008F4D7D"/>
    <w:rsid w:val="008F5219"/>
    <w:rsid w:val="008F59AD"/>
    <w:rsid w:val="008F5D4F"/>
    <w:rsid w:val="008F6338"/>
    <w:rsid w:val="008F661E"/>
    <w:rsid w:val="008F6758"/>
    <w:rsid w:val="008F6778"/>
    <w:rsid w:val="008F745C"/>
    <w:rsid w:val="008F79B9"/>
    <w:rsid w:val="008F79CE"/>
    <w:rsid w:val="008F7A7A"/>
    <w:rsid w:val="008F7EAE"/>
    <w:rsid w:val="008F7FB8"/>
    <w:rsid w:val="00900551"/>
    <w:rsid w:val="00900B49"/>
    <w:rsid w:val="00900C2E"/>
    <w:rsid w:val="00900CF2"/>
    <w:rsid w:val="00900D70"/>
    <w:rsid w:val="00900EE2"/>
    <w:rsid w:val="00900FF7"/>
    <w:rsid w:val="0090129C"/>
    <w:rsid w:val="00901347"/>
    <w:rsid w:val="00901C26"/>
    <w:rsid w:val="00901F4C"/>
    <w:rsid w:val="009029DC"/>
    <w:rsid w:val="00902A6D"/>
    <w:rsid w:val="00902D9C"/>
    <w:rsid w:val="0090341F"/>
    <w:rsid w:val="00903A1C"/>
    <w:rsid w:val="00903A30"/>
    <w:rsid w:val="009042C4"/>
    <w:rsid w:val="00904374"/>
    <w:rsid w:val="00904658"/>
    <w:rsid w:val="0090472E"/>
    <w:rsid w:val="0090490C"/>
    <w:rsid w:val="00904CBA"/>
    <w:rsid w:val="00904D40"/>
    <w:rsid w:val="009055A3"/>
    <w:rsid w:val="00905727"/>
    <w:rsid w:val="0090583E"/>
    <w:rsid w:val="009058EC"/>
    <w:rsid w:val="00905F1A"/>
    <w:rsid w:val="00906242"/>
    <w:rsid w:val="009064BE"/>
    <w:rsid w:val="00906690"/>
    <w:rsid w:val="0090712A"/>
    <w:rsid w:val="009074CA"/>
    <w:rsid w:val="009078A0"/>
    <w:rsid w:val="009078C1"/>
    <w:rsid w:val="009102AB"/>
    <w:rsid w:val="00910433"/>
    <w:rsid w:val="0091056C"/>
    <w:rsid w:val="00910584"/>
    <w:rsid w:val="00910616"/>
    <w:rsid w:val="009109EA"/>
    <w:rsid w:val="00910CD7"/>
    <w:rsid w:val="00911102"/>
    <w:rsid w:val="009111D8"/>
    <w:rsid w:val="0091147D"/>
    <w:rsid w:val="009114E2"/>
    <w:rsid w:val="00911885"/>
    <w:rsid w:val="00911A0D"/>
    <w:rsid w:val="00911B21"/>
    <w:rsid w:val="00911C9B"/>
    <w:rsid w:val="00912132"/>
    <w:rsid w:val="00912160"/>
    <w:rsid w:val="00912202"/>
    <w:rsid w:val="0091236C"/>
    <w:rsid w:val="0091239A"/>
    <w:rsid w:val="009126EF"/>
    <w:rsid w:val="009127CB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DB2"/>
    <w:rsid w:val="009143E4"/>
    <w:rsid w:val="0091448E"/>
    <w:rsid w:val="0091478A"/>
    <w:rsid w:val="00914860"/>
    <w:rsid w:val="009153BF"/>
    <w:rsid w:val="009157DF"/>
    <w:rsid w:val="0091585E"/>
    <w:rsid w:val="00915DF4"/>
    <w:rsid w:val="00915E28"/>
    <w:rsid w:val="00915E57"/>
    <w:rsid w:val="0091601C"/>
    <w:rsid w:val="00916215"/>
    <w:rsid w:val="009162E7"/>
    <w:rsid w:val="00916DD4"/>
    <w:rsid w:val="00916E47"/>
    <w:rsid w:val="00917431"/>
    <w:rsid w:val="0091769A"/>
    <w:rsid w:val="00917814"/>
    <w:rsid w:val="00917D61"/>
    <w:rsid w:val="00917DA9"/>
    <w:rsid w:val="00917F70"/>
    <w:rsid w:val="00920466"/>
    <w:rsid w:val="009205A0"/>
    <w:rsid w:val="00920624"/>
    <w:rsid w:val="0092086E"/>
    <w:rsid w:val="00920C30"/>
    <w:rsid w:val="00920C72"/>
    <w:rsid w:val="00920C73"/>
    <w:rsid w:val="00920C9F"/>
    <w:rsid w:val="00920E7C"/>
    <w:rsid w:val="0092117B"/>
    <w:rsid w:val="009212EE"/>
    <w:rsid w:val="00921434"/>
    <w:rsid w:val="00921623"/>
    <w:rsid w:val="00921816"/>
    <w:rsid w:val="009219DC"/>
    <w:rsid w:val="00921BEC"/>
    <w:rsid w:val="00921D04"/>
    <w:rsid w:val="00921DCD"/>
    <w:rsid w:val="009221A1"/>
    <w:rsid w:val="00922254"/>
    <w:rsid w:val="009223CB"/>
    <w:rsid w:val="0092287D"/>
    <w:rsid w:val="00922A79"/>
    <w:rsid w:val="00922E58"/>
    <w:rsid w:val="00922F3E"/>
    <w:rsid w:val="0092369A"/>
    <w:rsid w:val="00923AF5"/>
    <w:rsid w:val="009240ED"/>
    <w:rsid w:val="009241BB"/>
    <w:rsid w:val="00924383"/>
    <w:rsid w:val="00924733"/>
    <w:rsid w:val="009247F6"/>
    <w:rsid w:val="00924935"/>
    <w:rsid w:val="00924C3C"/>
    <w:rsid w:val="00924E06"/>
    <w:rsid w:val="00925378"/>
    <w:rsid w:val="00925560"/>
    <w:rsid w:val="0092575F"/>
    <w:rsid w:val="00925964"/>
    <w:rsid w:val="00925D81"/>
    <w:rsid w:val="00925EB0"/>
    <w:rsid w:val="00926027"/>
    <w:rsid w:val="00926141"/>
    <w:rsid w:val="00926401"/>
    <w:rsid w:val="009265BA"/>
    <w:rsid w:val="00926643"/>
    <w:rsid w:val="0092667A"/>
    <w:rsid w:val="009267D1"/>
    <w:rsid w:val="00926944"/>
    <w:rsid w:val="009278E1"/>
    <w:rsid w:val="00927F84"/>
    <w:rsid w:val="00927FF1"/>
    <w:rsid w:val="0093028A"/>
    <w:rsid w:val="00930586"/>
    <w:rsid w:val="0093059D"/>
    <w:rsid w:val="0093061D"/>
    <w:rsid w:val="00930C7C"/>
    <w:rsid w:val="00930CEB"/>
    <w:rsid w:val="00930E09"/>
    <w:rsid w:val="00930FD4"/>
    <w:rsid w:val="00931266"/>
    <w:rsid w:val="009317F2"/>
    <w:rsid w:val="00931F67"/>
    <w:rsid w:val="009320E4"/>
    <w:rsid w:val="009322E6"/>
    <w:rsid w:val="009326A2"/>
    <w:rsid w:val="009329DF"/>
    <w:rsid w:val="00932AC4"/>
    <w:rsid w:val="00932C61"/>
    <w:rsid w:val="00932D34"/>
    <w:rsid w:val="00933407"/>
    <w:rsid w:val="009337F1"/>
    <w:rsid w:val="0093386E"/>
    <w:rsid w:val="00933871"/>
    <w:rsid w:val="00933E55"/>
    <w:rsid w:val="009343DB"/>
    <w:rsid w:val="009343F6"/>
    <w:rsid w:val="009347F2"/>
    <w:rsid w:val="00934AD6"/>
    <w:rsid w:val="00934B0A"/>
    <w:rsid w:val="00934F78"/>
    <w:rsid w:val="009355AB"/>
    <w:rsid w:val="0093574E"/>
    <w:rsid w:val="009365D4"/>
    <w:rsid w:val="00936653"/>
    <w:rsid w:val="009367D2"/>
    <w:rsid w:val="00936C84"/>
    <w:rsid w:val="00937095"/>
    <w:rsid w:val="0093712D"/>
    <w:rsid w:val="0093730F"/>
    <w:rsid w:val="009373DB"/>
    <w:rsid w:val="00937475"/>
    <w:rsid w:val="0093752D"/>
    <w:rsid w:val="009375A0"/>
    <w:rsid w:val="00937C5E"/>
    <w:rsid w:val="00937F20"/>
    <w:rsid w:val="0094035B"/>
    <w:rsid w:val="0094098E"/>
    <w:rsid w:val="009409A2"/>
    <w:rsid w:val="00940ABC"/>
    <w:rsid w:val="00940AD3"/>
    <w:rsid w:val="00940B62"/>
    <w:rsid w:val="00940D0B"/>
    <w:rsid w:val="00940DDE"/>
    <w:rsid w:val="00940EE5"/>
    <w:rsid w:val="00941092"/>
    <w:rsid w:val="009410B5"/>
    <w:rsid w:val="0094110A"/>
    <w:rsid w:val="00941293"/>
    <w:rsid w:val="009415A7"/>
    <w:rsid w:val="009415C8"/>
    <w:rsid w:val="00941A18"/>
    <w:rsid w:val="00941BF6"/>
    <w:rsid w:val="00941FAE"/>
    <w:rsid w:val="0094220B"/>
    <w:rsid w:val="0094221E"/>
    <w:rsid w:val="00942AF8"/>
    <w:rsid w:val="00942F36"/>
    <w:rsid w:val="00942FF5"/>
    <w:rsid w:val="00943065"/>
    <w:rsid w:val="00943173"/>
    <w:rsid w:val="00943821"/>
    <w:rsid w:val="00943DBE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D04"/>
    <w:rsid w:val="00944FF8"/>
    <w:rsid w:val="0094522E"/>
    <w:rsid w:val="00945423"/>
    <w:rsid w:val="00945762"/>
    <w:rsid w:val="0094585F"/>
    <w:rsid w:val="00945AC5"/>
    <w:rsid w:val="00945C2A"/>
    <w:rsid w:val="00945C77"/>
    <w:rsid w:val="00945E30"/>
    <w:rsid w:val="009467CB"/>
    <w:rsid w:val="00946B7D"/>
    <w:rsid w:val="00946DED"/>
    <w:rsid w:val="00946FBA"/>
    <w:rsid w:val="00947038"/>
    <w:rsid w:val="009472A8"/>
    <w:rsid w:val="009472F3"/>
    <w:rsid w:val="0094732C"/>
    <w:rsid w:val="009476AE"/>
    <w:rsid w:val="00947AC1"/>
    <w:rsid w:val="00947C67"/>
    <w:rsid w:val="00947C86"/>
    <w:rsid w:val="009502A0"/>
    <w:rsid w:val="00950697"/>
    <w:rsid w:val="00950881"/>
    <w:rsid w:val="00950992"/>
    <w:rsid w:val="00950AA4"/>
    <w:rsid w:val="00950C30"/>
    <w:rsid w:val="00950C92"/>
    <w:rsid w:val="00950E62"/>
    <w:rsid w:val="00951231"/>
    <w:rsid w:val="009513BA"/>
    <w:rsid w:val="00951512"/>
    <w:rsid w:val="00951613"/>
    <w:rsid w:val="009516CC"/>
    <w:rsid w:val="00951C41"/>
    <w:rsid w:val="00951E13"/>
    <w:rsid w:val="009521C1"/>
    <w:rsid w:val="00952292"/>
    <w:rsid w:val="00952483"/>
    <w:rsid w:val="00952674"/>
    <w:rsid w:val="009527FB"/>
    <w:rsid w:val="00952BF5"/>
    <w:rsid w:val="009533D5"/>
    <w:rsid w:val="009536CC"/>
    <w:rsid w:val="0095375A"/>
    <w:rsid w:val="00953887"/>
    <w:rsid w:val="00953CC5"/>
    <w:rsid w:val="00953DDF"/>
    <w:rsid w:val="00953FC5"/>
    <w:rsid w:val="009548B6"/>
    <w:rsid w:val="0095495F"/>
    <w:rsid w:val="00954E23"/>
    <w:rsid w:val="00954F09"/>
    <w:rsid w:val="0095541C"/>
    <w:rsid w:val="0095591D"/>
    <w:rsid w:val="00955DD3"/>
    <w:rsid w:val="00955F49"/>
    <w:rsid w:val="00956185"/>
    <w:rsid w:val="009565B3"/>
    <w:rsid w:val="00956A8A"/>
    <w:rsid w:val="009571B1"/>
    <w:rsid w:val="00957698"/>
    <w:rsid w:val="00957775"/>
    <w:rsid w:val="00957A6E"/>
    <w:rsid w:val="00957CAB"/>
    <w:rsid w:val="00960029"/>
    <w:rsid w:val="009600FD"/>
    <w:rsid w:val="0096031C"/>
    <w:rsid w:val="00960810"/>
    <w:rsid w:val="00960826"/>
    <w:rsid w:val="00960D3B"/>
    <w:rsid w:val="0096129D"/>
    <w:rsid w:val="009619A5"/>
    <w:rsid w:val="00961ABF"/>
    <w:rsid w:val="009620A9"/>
    <w:rsid w:val="0096227A"/>
    <w:rsid w:val="00962314"/>
    <w:rsid w:val="00962351"/>
    <w:rsid w:val="009624D5"/>
    <w:rsid w:val="0096302F"/>
    <w:rsid w:val="00963111"/>
    <w:rsid w:val="00963258"/>
    <w:rsid w:val="009632A3"/>
    <w:rsid w:val="0096331A"/>
    <w:rsid w:val="009637D6"/>
    <w:rsid w:val="00963975"/>
    <w:rsid w:val="00963B62"/>
    <w:rsid w:val="00963C1E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319"/>
    <w:rsid w:val="0096531B"/>
    <w:rsid w:val="0096550E"/>
    <w:rsid w:val="00965D88"/>
    <w:rsid w:val="00966496"/>
    <w:rsid w:val="00966CA6"/>
    <w:rsid w:val="00966E07"/>
    <w:rsid w:val="00966E45"/>
    <w:rsid w:val="00966F5B"/>
    <w:rsid w:val="0096701C"/>
    <w:rsid w:val="009671DA"/>
    <w:rsid w:val="009675C2"/>
    <w:rsid w:val="009678BC"/>
    <w:rsid w:val="009678C7"/>
    <w:rsid w:val="0096799B"/>
    <w:rsid w:val="00967C1D"/>
    <w:rsid w:val="00967DF6"/>
    <w:rsid w:val="00967E50"/>
    <w:rsid w:val="00970495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1306"/>
    <w:rsid w:val="00971315"/>
    <w:rsid w:val="0097178D"/>
    <w:rsid w:val="009718CA"/>
    <w:rsid w:val="00971A98"/>
    <w:rsid w:val="00971C87"/>
    <w:rsid w:val="00971CBB"/>
    <w:rsid w:val="009720C1"/>
    <w:rsid w:val="00972135"/>
    <w:rsid w:val="0097221F"/>
    <w:rsid w:val="00972411"/>
    <w:rsid w:val="00972B06"/>
    <w:rsid w:val="00972B44"/>
    <w:rsid w:val="00973023"/>
    <w:rsid w:val="0097303A"/>
    <w:rsid w:val="00973445"/>
    <w:rsid w:val="00973486"/>
    <w:rsid w:val="00973531"/>
    <w:rsid w:val="00973678"/>
    <w:rsid w:val="00973712"/>
    <w:rsid w:val="00973827"/>
    <w:rsid w:val="00973A40"/>
    <w:rsid w:val="00973C25"/>
    <w:rsid w:val="00973E43"/>
    <w:rsid w:val="00973F24"/>
    <w:rsid w:val="0097406A"/>
    <w:rsid w:val="0097424F"/>
    <w:rsid w:val="00974270"/>
    <w:rsid w:val="00974721"/>
    <w:rsid w:val="00974C39"/>
    <w:rsid w:val="00975660"/>
    <w:rsid w:val="00975688"/>
    <w:rsid w:val="009757D0"/>
    <w:rsid w:val="00975F0E"/>
    <w:rsid w:val="00975F5A"/>
    <w:rsid w:val="0097611D"/>
    <w:rsid w:val="009764B1"/>
    <w:rsid w:val="00976B96"/>
    <w:rsid w:val="00976F3D"/>
    <w:rsid w:val="00977020"/>
    <w:rsid w:val="00977091"/>
    <w:rsid w:val="0097737A"/>
    <w:rsid w:val="00977451"/>
    <w:rsid w:val="00977BF7"/>
    <w:rsid w:val="00977C1E"/>
    <w:rsid w:val="00977FE7"/>
    <w:rsid w:val="009801A9"/>
    <w:rsid w:val="009805CF"/>
    <w:rsid w:val="00980708"/>
    <w:rsid w:val="009809FD"/>
    <w:rsid w:val="00980A5A"/>
    <w:rsid w:val="00980BB0"/>
    <w:rsid w:val="00980C4A"/>
    <w:rsid w:val="00980D35"/>
    <w:rsid w:val="00980D9B"/>
    <w:rsid w:val="0098130D"/>
    <w:rsid w:val="0098153B"/>
    <w:rsid w:val="009819CC"/>
    <w:rsid w:val="00981B08"/>
    <w:rsid w:val="00981CEF"/>
    <w:rsid w:val="00981E58"/>
    <w:rsid w:val="0098236B"/>
    <w:rsid w:val="00982452"/>
    <w:rsid w:val="0098274F"/>
    <w:rsid w:val="00982A8E"/>
    <w:rsid w:val="00982D44"/>
    <w:rsid w:val="00982F4D"/>
    <w:rsid w:val="00982FF8"/>
    <w:rsid w:val="0098306B"/>
    <w:rsid w:val="0098336E"/>
    <w:rsid w:val="0098362C"/>
    <w:rsid w:val="00983643"/>
    <w:rsid w:val="0098367F"/>
    <w:rsid w:val="009837B6"/>
    <w:rsid w:val="0098397D"/>
    <w:rsid w:val="00983DBC"/>
    <w:rsid w:val="00983DD3"/>
    <w:rsid w:val="00984025"/>
    <w:rsid w:val="00984294"/>
    <w:rsid w:val="00984841"/>
    <w:rsid w:val="00984B6E"/>
    <w:rsid w:val="00984E81"/>
    <w:rsid w:val="009852D1"/>
    <w:rsid w:val="00985389"/>
    <w:rsid w:val="009858EB"/>
    <w:rsid w:val="00985999"/>
    <w:rsid w:val="00985AF3"/>
    <w:rsid w:val="009860FA"/>
    <w:rsid w:val="00986CC0"/>
    <w:rsid w:val="00986D83"/>
    <w:rsid w:val="00986DBD"/>
    <w:rsid w:val="00987002"/>
    <w:rsid w:val="0098713C"/>
    <w:rsid w:val="00987830"/>
    <w:rsid w:val="009878C5"/>
    <w:rsid w:val="00990517"/>
    <w:rsid w:val="00990976"/>
    <w:rsid w:val="009909D8"/>
    <w:rsid w:val="00990E27"/>
    <w:rsid w:val="0099108F"/>
    <w:rsid w:val="00991417"/>
    <w:rsid w:val="009916B9"/>
    <w:rsid w:val="009918D7"/>
    <w:rsid w:val="00991932"/>
    <w:rsid w:val="00991CE0"/>
    <w:rsid w:val="0099293E"/>
    <w:rsid w:val="00992A47"/>
    <w:rsid w:val="00992A7D"/>
    <w:rsid w:val="00992F3D"/>
    <w:rsid w:val="00992FCE"/>
    <w:rsid w:val="009931FA"/>
    <w:rsid w:val="009932CA"/>
    <w:rsid w:val="00993795"/>
    <w:rsid w:val="00993A39"/>
    <w:rsid w:val="00993CFC"/>
    <w:rsid w:val="00993DD6"/>
    <w:rsid w:val="009943D3"/>
    <w:rsid w:val="00994644"/>
    <w:rsid w:val="00994796"/>
    <w:rsid w:val="00994A51"/>
    <w:rsid w:val="00995217"/>
    <w:rsid w:val="00995335"/>
    <w:rsid w:val="009954F9"/>
    <w:rsid w:val="009956A0"/>
    <w:rsid w:val="00995754"/>
    <w:rsid w:val="009957CE"/>
    <w:rsid w:val="009959E1"/>
    <w:rsid w:val="00995A46"/>
    <w:rsid w:val="00996244"/>
    <w:rsid w:val="00996302"/>
    <w:rsid w:val="00996337"/>
    <w:rsid w:val="00996BE2"/>
    <w:rsid w:val="009971CB"/>
    <w:rsid w:val="00997291"/>
    <w:rsid w:val="00997631"/>
    <w:rsid w:val="009979E2"/>
    <w:rsid w:val="00997BCE"/>
    <w:rsid w:val="00997BCF"/>
    <w:rsid w:val="00997C69"/>
    <w:rsid w:val="00997E15"/>
    <w:rsid w:val="009A0048"/>
    <w:rsid w:val="009A0361"/>
    <w:rsid w:val="009A08B9"/>
    <w:rsid w:val="009A0DD8"/>
    <w:rsid w:val="009A0F95"/>
    <w:rsid w:val="009A1293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1C9"/>
    <w:rsid w:val="009A350A"/>
    <w:rsid w:val="009A3883"/>
    <w:rsid w:val="009A394C"/>
    <w:rsid w:val="009A3A50"/>
    <w:rsid w:val="009A3E9A"/>
    <w:rsid w:val="009A401C"/>
    <w:rsid w:val="009A41F4"/>
    <w:rsid w:val="009A4627"/>
    <w:rsid w:val="009A47DD"/>
    <w:rsid w:val="009A4838"/>
    <w:rsid w:val="009A4A32"/>
    <w:rsid w:val="009A5294"/>
    <w:rsid w:val="009A5571"/>
    <w:rsid w:val="009A56CB"/>
    <w:rsid w:val="009A56E0"/>
    <w:rsid w:val="009A5D00"/>
    <w:rsid w:val="009A5F91"/>
    <w:rsid w:val="009A63DA"/>
    <w:rsid w:val="009A6C95"/>
    <w:rsid w:val="009A7355"/>
    <w:rsid w:val="009A7471"/>
    <w:rsid w:val="009A76EC"/>
    <w:rsid w:val="009A7A5A"/>
    <w:rsid w:val="009A7CE8"/>
    <w:rsid w:val="009A7D98"/>
    <w:rsid w:val="009A7EE9"/>
    <w:rsid w:val="009A7F9F"/>
    <w:rsid w:val="009B0540"/>
    <w:rsid w:val="009B061B"/>
    <w:rsid w:val="009B0995"/>
    <w:rsid w:val="009B0C75"/>
    <w:rsid w:val="009B111A"/>
    <w:rsid w:val="009B1371"/>
    <w:rsid w:val="009B15D4"/>
    <w:rsid w:val="009B1678"/>
    <w:rsid w:val="009B169F"/>
    <w:rsid w:val="009B1899"/>
    <w:rsid w:val="009B1C5B"/>
    <w:rsid w:val="009B1D2C"/>
    <w:rsid w:val="009B27DD"/>
    <w:rsid w:val="009B2839"/>
    <w:rsid w:val="009B2876"/>
    <w:rsid w:val="009B2A34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593"/>
    <w:rsid w:val="009B45A1"/>
    <w:rsid w:val="009B46DE"/>
    <w:rsid w:val="009B46DF"/>
    <w:rsid w:val="009B46F0"/>
    <w:rsid w:val="009B47AA"/>
    <w:rsid w:val="009B4C87"/>
    <w:rsid w:val="009B4D9C"/>
    <w:rsid w:val="009B4DC7"/>
    <w:rsid w:val="009B4EA6"/>
    <w:rsid w:val="009B5166"/>
    <w:rsid w:val="009B5ACE"/>
    <w:rsid w:val="009B5AE6"/>
    <w:rsid w:val="009B5C56"/>
    <w:rsid w:val="009B5CFD"/>
    <w:rsid w:val="009B6494"/>
    <w:rsid w:val="009B6676"/>
    <w:rsid w:val="009B6767"/>
    <w:rsid w:val="009B6890"/>
    <w:rsid w:val="009B6A68"/>
    <w:rsid w:val="009B6F36"/>
    <w:rsid w:val="009B7127"/>
    <w:rsid w:val="009B71EE"/>
    <w:rsid w:val="009B7353"/>
    <w:rsid w:val="009B736C"/>
    <w:rsid w:val="009B7625"/>
    <w:rsid w:val="009B7CDA"/>
    <w:rsid w:val="009B7E9C"/>
    <w:rsid w:val="009C03A2"/>
    <w:rsid w:val="009C0508"/>
    <w:rsid w:val="009C05F6"/>
    <w:rsid w:val="009C064B"/>
    <w:rsid w:val="009C08CA"/>
    <w:rsid w:val="009C08F9"/>
    <w:rsid w:val="009C0A63"/>
    <w:rsid w:val="009C0F19"/>
    <w:rsid w:val="009C0FBE"/>
    <w:rsid w:val="009C121D"/>
    <w:rsid w:val="009C1350"/>
    <w:rsid w:val="009C1862"/>
    <w:rsid w:val="009C1A88"/>
    <w:rsid w:val="009C1DC7"/>
    <w:rsid w:val="009C2249"/>
    <w:rsid w:val="009C2257"/>
    <w:rsid w:val="009C237B"/>
    <w:rsid w:val="009C2396"/>
    <w:rsid w:val="009C2906"/>
    <w:rsid w:val="009C2BBB"/>
    <w:rsid w:val="009C2D3D"/>
    <w:rsid w:val="009C2F53"/>
    <w:rsid w:val="009C314C"/>
    <w:rsid w:val="009C31EF"/>
    <w:rsid w:val="009C337B"/>
    <w:rsid w:val="009C3592"/>
    <w:rsid w:val="009C39AB"/>
    <w:rsid w:val="009C3B11"/>
    <w:rsid w:val="009C3B87"/>
    <w:rsid w:val="009C42C0"/>
    <w:rsid w:val="009C43B6"/>
    <w:rsid w:val="009C4435"/>
    <w:rsid w:val="009C4AE8"/>
    <w:rsid w:val="009C4BF9"/>
    <w:rsid w:val="009C4E51"/>
    <w:rsid w:val="009C50DE"/>
    <w:rsid w:val="009C526C"/>
    <w:rsid w:val="009C58CF"/>
    <w:rsid w:val="009C5AFF"/>
    <w:rsid w:val="009C5FF3"/>
    <w:rsid w:val="009C62EE"/>
    <w:rsid w:val="009C671E"/>
    <w:rsid w:val="009C6832"/>
    <w:rsid w:val="009C6845"/>
    <w:rsid w:val="009C6A1C"/>
    <w:rsid w:val="009C72B6"/>
    <w:rsid w:val="009C731A"/>
    <w:rsid w:val="009C7399"/>
    <w:rsid w:val="009C756C"/>
    <w:rsid w:val="009C763E"/>
    <w:rsid w:val="009C76FB"/>
    <w:rsid w:val="009C78B7"/>
    <w:rsid w:val="009C7C75"/>
    <w:rsid w:val="009C7F3B"/>
    <w:rsid w:val="009D016C"/>
    <w:rsid w:val="009D0461"/>
    <w:rsid w:val="009D0BE3"/>
    <w:rsid w:val="009D1048"/>
    <w:rsid w:val="009D1087"/>
    <w:rsid w:val="009D16C6"/>
    <w:rsid w:val="009D20D7"/>
    <w:rsid w:val="009D2311"/>
    <w:rsid w:val="009D253C"/>
    <w:rsid w:val="009D25DE"/>
    <w:rsid w:val="009D26EF"/>
    <w:rsid w:val="009D290F"/>
    <w:rsid w:val="009D2CEF"/>
    <w:rsid w:val="009D2E1C"/>
    <w:rsid w:val="009D2E30"/>
    <w:rsid w:val="009D315A"/>
    <w:rsid w:val="009D33A0"/>
    <w:rsid w:val="009D34EF"/>
    <w:rsid w:val="009D35F0"/>
    <w:rsid w:val="009D3B60"/>
    <w:rsid w:val="009D3DB3"/>
    <w:rsid w:val="009D3F1B"/>
    <w:rsid w:val="009D40EB"/>
    <w:rsid w:val="009D413C"/>
    <w:rsid w:val="009D41D5"/>
    <w:rsid w:val="009D4A63"/>
    <w:rsid w:val="009D521C"/>
    <w:rsid w:val="009D55A3"/>
    <w:rsid w:val="009D58BD"/>
    <w:rsid w:val="009D5AC6"/>
    <w:rsid w:val="009D64A7"/>
    <w:rsid w:val="009D662B"/>
    <w:rsid w:val="009D666F"/>
    <w:rsid w:val="009D6810"/>
    <w:rsid w:val="009D6897"/>
    <w:rsid w:val="009D6923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258"/>
    <w:rsid w:val="009E1AF0"/>
    <w:rsid w:val="009E1BCB"/>
    <w:rsid w:val="009E24C9"/>
    <w:rsid w:val="009E2576"/>
    <w:rsid w:val="009E25D4"/>
    <w:rsid w:val="009E2878"/>
    <w:rsid w:val="009E2E2E"/>
    <w:rsid w:val="009E33AF"/>
    <w:rsid w:val="009E381B"/>
    <w:rsid w:val="009E394B"/>
    <w:rsid w:val="009E399C"/>
    <w:rsid w:val="009E39F6"/>
    <w:rsid w:val="009E3B83"/>
    <w:rsid w:val="009E3C9A"/>
    <w:rsid w:val="009E3DA7"/>
    <w:rsid w:val="009E4098"/>
    <w:rsid w:val="009E4361"/>
    <w:rsid w:val="009E4413"/>
    <w:rsid w:val="009E4483"/>
    <w:rsid w:val="009E44A2"/>
    <w:rsid w:val="009E44FF"/>
    <w:rsid w:val="009E4528"/>
    <w:rsid w:val="009E457D"/>
    <w:rsid w:val="009E49A5"/>
    <w:rsid w:val="009E4B27"/>
    <w:rsid w:val="009E4C9A"/>
    <w:rsid w:val="009E4F6E"/>
    <w:rsid w:val="009E4FDC"/>
    <w:rsid w:val="009E5490"/>
    <w:rsid w:val="009E5AD1"/>
    <w:rsid w:val="009E60DA"/>
    <w:rsid w:val="009E6B41"/>
    <w:rsid w:val="009E6B61"/>
    <w:rsid w:val="009E713D"/>
    <w:rsid w:val="009E723C"/>
    <w:rsid w:val="009E72B7"/>
    <w:rsid w:val="009E74BA"/>
    <w:rsid w:val="009E7552"/>
    <w:rsid w:val="009E7AA1"/>
    <w:rsid w:val="009E7B81"/>
    <w:rsid w:val="009E7CBE"/>
    <w:rsid w:val="009E7DD8"/>
    <w:rsid w:val="009F00FD"/>
    <w:rsid w:val="009F01B1"/>
    <w:rsid w:val="009F03D8"/>
    <w:rsid w:val="009F0A48"/>
    <w:rsid w:val="009F14FD"/>
    <w:rsid w:val="009F15C6"/>
    <w:rsid w:val="009F1845"/>
    <w:rsid w:val="009F1B75"/>
    <w:rsid w:val="009F1C4B"/>
    <w:rsid w:val="009F1F5A"/>
    <w:rsid w:val="009F1FB0"/>
    <w:rsid w:val="009F2026"/>
    <w:rsid w:val="009F2029"/>
    <w:rsid w:val="009F207C"/>
    <w:rsid w:val="009F2129"/>
    <w:rsid w:val="009F2406"/>
    <w:rsid w:val="009F24C1"/>
    <w:rsid w:val="009F29B7"/>
    <w:rsid w:val="009F2DD0"/>
    <w:rsid w:val="009F3008"/>
    <w:rsid w:val="009F363D"/>
    <w:rsid w:val="009F3752"/>
    <w:rsid w:val="009F3B1E"/>
    <w:rsid w:val="009F4250"/>
    <w:rsid w:val="009F43C4"/>
    <w:rsid w:val="009F43E4"/>
    <w:rsid w:val="009F46CD"/>
    <w:rsid w:val="009F4746"/>
    <w:rsid w:val="009F5369"/>
    <w:rsid w:val="009F5620"/>
    <w:rsid w:val="009F5911"/>
    <w:rsid w:val="009F5B7D"/>
    <w:rsid w:val="009F5EEA"/>
    <w:rsid w:val="009F60EB"/>
    <w:rsid w:val="009F6176"/>
    <w:rsid w:val="009F61BF"/>
    <w:rsid w:val="009F67FC"/>
    <w:rsid w:val="009F70E1"/>
    <w:rsid w:val="009F72BC"/>
    <w:rsid w:val="009F76FD"/>
    <w:rsid w:val="009F7799"/>
    <w:rsid w:val="009F793F"/>
    <w:rsid w:val="009F7DC4"/>
    <w:rsid w:val="009F7FA7"/>
    <w:rsid w:val="00A00274"/>
    <w:rsid w:val="00A002FF"/>
    <w:rsid w:val="00A00590"/>
    <w:rsid w:val="00A00B17"/>
    <w:rsid w:val="00A00BA8"/>
    <w:rsid w:val="00A010F7"/>
    <w:rsid w:val="00A01103"/>
    <w:rsid w:val="00A01881"/>
    <w:rsid w:val="00A0189C"/>
    <w:rsid w:val="00A019D8"/>
    <w:rsid w:val="00A01E93"/>
    <w:rsid w:val="00A0201E"/>
    <w:rsid w:val="00A02059"/>
    <w:rsid w:val="00A0219D"/>
    <w:rsid w:val="00A0224F"/>
    <w:rsid w:val="00A022D1"/>
    <w:rsid w:val="00A029A0"/>
    <w:rsid w:val="00A02CEE"/>
    <w:rsid w:val="00A03377"/>
    <w:rsid w:val="00A03534"/>
    <w:rsid w:val="00A038AB"/>
    <w:rsid w:val="00A03C53"/>
    <w:rsid w:val="00A03EF7"/>
    <w:rsid w:val="00A049BB"/>
    <w:rsid w:val="00A05149"/>
    <w:rsid w:val="00A051F9"/>
    <w:rsid w:val="00A05495"/>
    <w:rsid w:val="00A054AD"/>
    <w:rsid w:val="00A05536"/>
    <w:rsid w:val="00A0564C"/>
    <w:rsid w:val="00A05721"/>
    <w:rsid w:val="00A05871"/>
    <w:rsid w:val="00A05A2D"/>
    <w:rsid w:val="00A05A96"/>
    <w:rsid w:val="00A05BD6"/>
    <w:rsid w:val="00A05E7D"/>
    <w:rsid w:val="00A05F86"/>
    <w:rsid w:val="00A06764"/>
    <w:rsid w:val="00A06B98"/>
    <w:rsid w:val="00A06BF8"/>
    <w:rsid w:val="00A06C5A"/>
    <w:rsid w:val="00A06DD8"/>
    <w:rsid w:val="00A06EFD"/>
    <w:rsid w:val="00A070B5"/>
    <w:rsid w:val="00A07350"/>
    <w:rsid w:val="00A073CD"/>
    <w:rsid w:val="00A07A25"/>
    <w:rsid w:val="00A07BDB"/>
    <w:rsid w:val="00A07C30"/>
    <w:rsid w:val="00A07F01"/>
    <w:rsid w:val="00A1006A"/>
    <w:rsid w:val="00A10208"/>
    <w:rsid w:val="00A1048C"/>
    <w:rsid w:val="00A1058E"/>
    <w:rsid w:val="00A1076F"/>
    <w:rsid w:val="00A1089D"/>
    <w:rsid w:val="00A108B1"/>
    <w:rsid w:val="00A10EEF"/>
    <w:rsid w:val="00A112A6"/>
    <w:rsid w:val="00A1167F"/>
    <w:rsid w:val="00A116BD"/>
    <w:rsid w:val="00A1191E"/>
    <w:rsid w:val="00A119EB"/>
    <w:rsid w:val="00A11A56"/>
    <w:rsid w:val="00A11C0D"/>
    <w:rsid w:val="00A12374"/>
    <w:rsid w:val="00A12768"/>
    <w:rsid w:val="00A12D56"/>
    <w:rsid w:val="00A13990"/>
    <w:rsid w:val="00A13AE5"/>
    <w:rsid w:val="00A15321"/>
    <w:rsid w:val="00A154DD"/>
    <w:rsid w:val="00A155DE"/>
    <w:rsid w:val="00A156DA"/>
    <w:rsid w:val="00A15A7F"/>
    <w:rsid w:val="00A15D7D"/>
    <w:rsid w:val="00A15E57"/>
    <w:rsid w:val="00A15F00"/>
    <w:rsid w:val="00A16299"/>
    <w:rsid w:val="00A1630D"/>
    <w:rsid w:val="00A16356"/>
    <w:rsid w:val="00A1641C"/>
    <w:rsid w:val="00A16B50"/>
    <w:rsid w:val="00A16D00"/>
    <w:rsid w:val="00A16FC5"/>
    <w:rsid w:val="00A1721B"/>
    <w:rsid w:val="00A1727D"/>
    <w:rsid w:val="00A173C0"/>
    <w:rsid w:val="00A1757C"/>
    <w:rsid w:val="00A17A1C"/>
    <w:rsid w:val="00A17A44"/>
    <w:rsid w:val="00A17AC5"/>
    <w:rsid w:val="00A17B27"/>
    <w:rsid w:val="00A17D24"/>
    <w:rsid w:val="00A20020"/>
    <w:rsid w:val="00A2029D"/>
    <w:rsid w:val="00A20564"/>
    <w:rsid w:val="00A205A6"/>
    <w:rsid w:val="00A207EE"/>
    <w:rsid w:val="00A20A14"/>
    <w:rsid w:val="00A20C34"/>
    <w:rsid w:val="00A20DCC"/>
    <w:rsid w:val="00A21339"/>
    <w:rsid w:val="00A21AB8"/>
    <w:rsid w:val="00A220AB"/>
    <w:rsid w:val="00A220EC"/>
    <w:rsid w:val="00A222FA"/>
    <w:rsid w:val="00A22546"/>
    <w:rsid w:val="00A22678"/>
    <w:rsid w:val="00A227E9"/>
    <w:rsid w:val="00A22C05"/>
    <w:rsid w:val="00A22C67"/>
    <w:rsid w:val="00A22DB2"/>
    <w:rsid w:val="00A230F9"/>
    <w:rsid w:val="00A2333F"/>
    <w:rsid w:val="00A2383D"/>
    <w:rsid w:val="00A23C66"/>
    <w:rsid w:val="00A23CA5"/>
    <w:rsid w:val="00A25518"/>
    <w:rsid w:val="00A25804"/>
    <w:rsid w:val="00A259DD"/>
    <w:rsid w:val="00A25A93"/>
    <w:rsid w:val="00A25B8B"/>
    <w:rsid w:val="00A26248"/>
    <w:rsid w:val="00A26E37"/>
    <w:rsid w:val="00A27117"/>
    <w:rsid w:val="00A271FD"/>
    <w:rsid w:val="00A27659"/>
    <w:rsid w:val="00A27ADF"/>
    <w:rsid w:val="00A27B00"/>
    <w:rsid w:val="00A27BED"/>
    <w:rsid w:val="00A27FE3"/>
    <w:rsid w:val="00A302C4"/>
    <w:rsid w:val="00A30411"/>
    <w:rsid w:val="00A3046D"/>
    <w:rsid w:val="00A3095D"/>
    <w:rsid w:val="00A30A57"/>
    <w:rsid w:val="00A30A89"/>
    <w:rsid w:val="00A30CE2"/>
    <w:rsid w:val="00A30CEC"/>
    <w:rsid w:val="00A30EC9"/>
    <w:rsid w:val="00A3128C"/>
    <w:rsid w:val="00A312FD"/>
    <w:rsid w:val="00A31485"/>
    <w:rsid w:val="00A3148C"/>
    <w:rsid w:val="00A3149C"/>
    <w:rsid w:val="00A314D2"/>
    <w:rsid w:val="00A315B2"/>
    <w:rsid w:val="00A31B60"/>
    <w:rsid w:val="00A31EDE"/>
    <w:rsid w:val="00A31FD7"/>
    <w:rsid w:val="00A3266A"/>
    <w:rsid w:val="00A32916"/>
    <w:rsid w:val="00A32F32"/>
    <w:rsid w:val="00A32F4C"/>
    <w:rsid w:val="00A32FF5"/>
    <w:rsid w:val="00A33171"/>
    <w:rsid w:val="00A3371B"/>
    <w:rsid w:val="00A33A0B"/>
    <w:rsid w:val="00A33E81"/>
    <w:rsid w:val="00A341F3"/>
    <w:rsid w:val="00A3482A"/>
    <w:rsid w:val="00A34864"/>
    <w:rsid w:val="00A34C8E"/>
    <w:rsid w:val="00A34D0B"/>
    <w:rsid w:val="00A352DB"/>
    <w:rsid w:val="00A3537D"/>
    <w:rsid w:val="00A353E9"/>
    <w:rsid w:val="00A3540F"/>
    <w:rsid w:val="00A35EA4"/>
    <w:rsid w:val="00A35F12"/>
    <w:rsid w:val="00A35F83"/>
    <w:rsid w:val="00A36245"/>
    <w:rsid w:val="00A3686A"/>
    <w:rsid w:val="00A368DF"/>
    <w:rsid w:val="00A36B58"/>
    <w:rsid w:val="00A37859"/>
    <w:rsid w:val="00A378C6"/>
    <w:rsid w:val="00A378C9"/>
    <w:rsid w:val="00A379AA"/>
    <w:rsid w:val="00A37A2D"/>
    <w:rsid w:val="00A37C22"/>
    <w:rsid w:val="00A37D84"/>
    <w:rsid w:val="00A4037D"/>
    <w:rsid w:val="00A40D53"/>
    <w:rsid w:val="00A4117F"/>
    <w:rsid w:val="00A4124D"/>
    <w:rsid w:val="00A41281"/>
    <w:rsid w:val="00A414FC"/>
    <w:rsid w:val="00A41753"/>
    <w:rsid w:val="00A41DB6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30A1"/>
    <w:rsid w:val="00A433C6"/>
    <w:rsid w:val="00A44105"/>
    <w:rsid w:val="00A444AD"/>
    <w:rsid w:val="00A446C0"/>
    <w:rsid w:val="00A449C8"/>
    <w:rsid w:val="00A450DC"/>
    <w:rsid w:val="00A45732"/>
    <w:rsid w:val="00A45AED"/>
    <w:rsid w:val="00A45B63"/>
    <w:rsid w:val="00A45ECC"/>
    <w:rsid w:val="00A4610A"/>
    <w:rsid w:val="00A4628A"/>
    <w:rsid w:val="00A464D0"/>
    <w:rsid w:val="00A46572"/>
    <w:rsid w:val="00A474C3"/>
    <w:rsid w:val="00A47641"/>
    <w:rsid w:val="00A47654"/>
    <w:rsid w:val="00A4766E"/>
    <w:rsid w:val="00A47704"/>
    <w:rsid w:val="00A4790D"/>
    <w:rsid w:val="00A4797F"/>
    <w:rsid w:val="00A47AE9"/>
    <w:rsid w:val="00A47EED"/>
    <w:rsid w:val="00A47EFD"/>
    <w:rsid w:val="00A5005C"/>
    <w:rsid w:val="00A50554"/>
    <w:rsid w:val="00A508AF"/>
    <w:rsid w:val="00A50A57"/>
    <w:rsid w:val="00A50BC5"/>
    <w:rsid w:val="00A50C3E"/>
    <w:rsid w:val="00A50E27"/>
    <w:rsid w:val="00A50E8E"/>
    <w:rsid w:val="00A50EC5"/>
    <w:rsid w:val="00A5131B"/>
    <w:rsid w:val="00A516AB"/>
    <w:rsid w:val="00A519A0"/>
    <w:rsid w:val="00A51ADC"/>
    <w:rsid w:val="00A51D0A"/>
    <w:rsid w:val="00A51E40"/>
    <w:rsid w:val="00A5206C"/>
    <w:rsid w:val="00A524FB"/>
    <w:rsid w:val="00A52872"/>
    <w:rsid w:val="00A52C19"/>
    <w:rsid w:val="00A53158"/>
    <w:rsid w:val="00A53451"/>
    <w:rsid w:val="00A5441C"/>
    <w:rsid w:val="00A54768"/>
    <w:rsid w:val="00A549A9"/>
    <w:rsid w:val="00A54D60"/>
    <w:rsid w:val="00A54F07"/>
    <w:rsid w:val="00A54F2A"/>
    <w:rsid w:val="00A55A3B"/>
    <w:rsid w:val="00A55B5E"/>
    <w:rsid w:val="00A55C25"/>
    <w:rsid w:val="00A56184"/>
    <w:rsid w:val="00A5647D"/>
    <w:rsid w:val="00A57635"/>
    <w:rsid w:val="00A57AF1"/>
    <w:rsid w:val="00A57CF9"/>
    <w:rsid w:val="00A605EE"/>
    <w:rsid w:val="00A60893"/>
    <w:rsid w:val="00A608DC"/>
    <w:rsid w:val="00A60BF8"/>
    <w:rsid w:val="00A60D62"/>
    <w:rsid w:val="00A60E3E"/>
    <w:rsid w:val="00A60E92"/>
    <w:rsid w:val="00A60FD5"/>
    <w:rsid w:val="00A61222"/>
    <w:rsid w:val="00A6136D"/>
    <w:rsid w:val="00A6156C"/>
    <w:rsid w:val="00A615C9"/>
    <w:rsid w:val="00A615E7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A17"/>
    <w:rsid w:val="00A62BC2"/>
    <w:rsid w:val="00A62DFA"/>
    <w:rsid w:val="00A6326F"/>
    <w:rsid w:val="00A6386A"/>
    <w:rsid w:val="00A63C01"/>
    <w:rsid w:val="00A63CF0"/>
    <w:rsid w:val="00A63E3F"/>
    <w:rsid w:val="00A64A7F"/>
    <w:rsid w:val="00A65116"/>
    <w:rsid w:val="00A65167"/>
    <w:rsid w:val="00A65381"/>
    <w:rsid w:val="00A653FF"/>
    <w:rsid w:val="00A654CE"/>
    <w:rsid w:val="00A65502"/>
    <w:rsid w:val="00A6583A"/>
    <w:rsid w:val="00A65857"/>
    <w:rsid w:val="00A65B6D"/>
    <w:rsid w:val="00A65CCB"/>
    <w:rsid w:val="00A65F21"/>
    <w:rsid w:val="00A66081"/>
    <w:rsid w:val="00A66238"/>
    <w:rsid w:val="00A6623E"/>
    <w:rsid w:val="00A6628A"/>
    <w:rsid w:val="00A662CB"/>
    <w:rsid w:val="00A66306"/>
    <w:rsid w:val="00A66355"/>
    <w:rsid w:val="00A666EB"/>
    <w:rsid w:val="00A66797"/>
    <w:rsid w:val="00A668CD"/>
    <w:rsid w:val="00A66AF9"/>
    <w:rsid w:val="00A66BEF"/>
    <w:rsid w:val="00A66C0A"/>
    <w:rsid w:val="00A67333"/>
    <w:rsid w:val="00A6739C"/>
    <w:rsid w:val="00A674AA"/>
    <w:rsid w:val="00A675A1"/>
    <w:rsid w:val="00A677A7"/>
    <w:rsid w:val="00A6788E"/>
    <w:rsid w:val="00A67B1C"/>
    <w:rsid w:val="00A67D0D"/>
    <w:rsid w:val="00A704ED"/>
    <w:rsid w:val="00A7076B"/>
    <w:rsid w:val="00A70801"/>
    <w:rsid w:val="00A7082A"/>
    <w:rsid w:val="00A7086C"/>
    <w:rsid w:val="00A70BF5"/>
    <w:rsid w:val="00A70D5F"/>
    <w:rsid w:val="00A70DD1"/>
    <w:rsid w:val="00A70EE9"/>
    <w:rsid w:val="00A70EF3"/>
    <w:rsid w:val="00A70FDE"/>
    <w:rsid w:val="00A70FEA"/>
    <w:rsid w:val="00A7109B"/>
    <w:rsid w:val="00A7113B"/>
    <w:rsid w:val="00A714DB"/>
    <w:rsid w:val="00A716D9"/>
    <w:rsid w:val="00A718D5"/>
    <w:rsid w:val="00A71D82"/>
    <w:rsid w:val="00A725C5"/>
    <w:rsid w:val="00A72800"/>
    <w:rsid w:val="00A728E0"/>
    <w:rsid w:val="00A72B10"/>
    <w:rsid w:val="00A73361"/>
    <w:rsid w:val="00A733B7"/>
    <w:rsid w:val="00A733C2"/>
    <w:rsid w:val="00A7357C"/>
    <w:rsid w:val="00A7376A"/>
    <w:rsid w:val="00A73B2E"/>
    <w:rsid w:val="00A7417B"/>
    <w:rsid w:val="00A74551"/>
    <w:rsid w:val="00A7457C"/>
    <w:rsid w:val="00A74A99"/>
    <w:rsid w:val="00A74BB8"/>
    <w:rsid w:val="00A74D11"/>
    <w:rsid w:val="00A74E62"/>
    <w:rsid w:val="00A75669"/>
    <w:rsid w:val="00A75825"/>
    <w:rsid w:val="00A758B0"/>
    <w:rsid w:val="00A75C6D"/>
    <w:rsid w:val="00A761A9"/>
    <w:rsid w:val="00A76456"/>
    <w:rsid w:val="00A76461"/>
    <w:rsid w:val="00A765FC"/>
    <w:rsid w:val="00A76841"/>
    <w:rsid w:val="00A76E0F"/>
    <w:rsid w:val="00A775B3"/>
    <w:rsid w:val="00A77A28"/>
    <w:rsid w:val="00A77F6F"/>
    <w:rsid w:val="00A77FA3"/>
    <w:rsid w:val="00A807BC"/>
    <w:rsid w:val="00A808EB"/>
    <w:rsid w:val="00A81510"/>
    <w:rsid w:val="00A8164F"/>
    <w:rsid w:val="00A818A4"/>
    <w:rsid w:val="00A8196A"/>
    <w:rsid w:val="00A8198A"/>
    <w:rsid w:val="00A81CB8"/>
    <w:rsid w:val="00A82039"/>
    <w:rsid w:val="00A82594"/>
    <w:rsid w:val="00A8303F"/>
    <w:rsid w:val="00A83291"/>
    <w:rsid w:val="00A8357C"/>
    <w:rsid w:val="00A836C8"/>
    <w:rsid w:val="00A83829"/>
    <w:rsid w:val="00A83B53"/>
    <w:rsid w:val="00A83D39"/>
    <w:rsid w:val="00A83D5A"/>
    <w:rsid w:val="00A83DC7"/>
    <w:rsid w:val="00A83E80"/>
    <w:rsid w:val="00A8423A"/>
    <w:rsid w:val="00A84340"/>
    <w:rsid w:val="00A84626"/>
    <w:rsid w:val="00A8475A"/>
    <w:rsid w:val="00A84872"/>
    <w:rsid w:val="00A84888"/>
    <w:rsid w:val="00A84A03"/>
    <w:rsid w:val="00A84BB3"/>
    <w:rsid w:val="00A84C20"/>
    <w:rsid w:val="00A855DC"/>
    <w:rsid w:val="00A85DF0"/>
    <w:rsid w:val="00A85E64"/>
    <w:rsid w:val="00A86111"/>
    <w:rsid w:val="00A86221"/>
    <w:rsid w:val="00A8630E"/>
    <w:rsid w:val="00A8648A"/>
    <w:rsid w:val="00A86CE1"/>
    <w:rsid w:val="00A86DCB"/>
    <w:rsid w:val="00A87803"/>
    <w:rsid w:val="00A878CB"/>
    <w:rsid w:val="00A87B03"/>
    <w:rsid w:val="00A87BC7"/>
    <w:rsid w:val="00A87C4F"/>
    <w:rsid w:val="00A87ED2"/>
    <w:rsid w:val="00A90449"/>
    <w:rsid w:val="00A90AE7"/>
    <w:rsid w:val="00A90AFC"/>
    <w:rsid w:val="00A90CD8"/>
    <w:rsid w:val="00A90F68"/>
    <w:rsid w:val="00A91496"/>
    <w:rsid w:val="00A91794"/>
    <w:rsid w:val="00A91AC2"/>
    <w:rsid w:val="00A91CEE"/>
    <w:rsid w:val="00A91F6D"/>
    <w:rsid w:val="00A92012"/>
    <w:rsid w:val="00A92436"/>
    <w:rsid w:val="00A92456"/>
    <w:rsid w:val="00A92838"/>
    <w:rsid w:val="00A9283C"/>
    <w:rsid w:val="00A92946"/>
    <w:rsid w:val="00A92BB3"/>
    <w:rsid w:val="00A92C8F"/>
    <w:rsid w:val="00A92D97"/>
    <w:rsid w:val="00A9381A"/>
    <w:rsid w:val="00A93865"/>
    <w:rsid w:val="00A938C7"/>
    <w:rsid w:val="00A93BCB"/>
    <w:rsid w:val="00A93C0C"/>
    <w:rsid w:val="00A93E3B"/>
    <w:rsid w:val="00A9401B"/>
    <w:rsid w:val="00A9427D"/>
    <w:rsid w:val="00A942D7"/>
    <w:rsid w:val="00A9434C"/>
    <w:rsid w:val="00A943D0"/>
    <w:rsid w:val="00A9485C"/>
    <w:rsid w:val="00A94980"/>
    <w:rsid w:val="00A94BD2"/>
    <w:rsid w:val="00A954FE"/>
    <w:rsid w:val="00A95794"/>
    <w:rsid w:val="00A95861"/>
    <w:rsid w:val="00A95992"/>
    <w:rsid w:val="00A95A3D"/>
    <w:rsid w:val="00A95BB1"/>
    <w:rsid w:val="00A95D34"/>
    <w:rsid w:val="00A967C0"/>
    <w:rsid w:val="00A96AD1"/>
    <w:rsid w:val="00A96BBC"/>
    <w:rsid w:val="00A96C11"/>
    <w:rsid w:val="00A96D8D"/>
    <w:rsid w:val="00A975D3"/>
    <w:rsid w:val="00A97632"/>
    <w:rsid w:val="00A97803"/>
    <w:rsid w:val="00A97902"/>
    <w:rsid w:val="00A97B44"/>
    <w:rsid w:val="00AA005F"/>
    <w:rsid w:val="00AA01A6"/>
    <w:rsid w:val="00AA04B4"/>
    <w:rsid w:val="00AA0718"/>
    <w:rsid w:val="00AA0799"/>
    <w:rsid w:val="00AA0BF4"/>
    <w:rsid w:val="00AA0DE9"/>
    <w:rsid w:val="00AA1254"/>
    <w:rsid w:val="00AA1576"/>
    <w:rsid w:val="00AA159C"/>
    <w:rsid w:val="00AA1807"/>
    <w:rsid w:val="00AA18A6"/>
    <w:rsid w:val="00AA19EC"/>
    <w:rsid w:val="00AA1DBA"/>
    <w:rsid w:val="00AA1DD0"/>
    <w:rsid w:val="00AA20FA"/>
    <w:rsid w:val="00AA21E4"/>
    <w:rsid w:val="00AA22DB"/>
    <w:rsid w:val="00AA243B"/>
    <w:rsid w:val="00AA2793"/>
    <w:rsid w:val="00AA281C"/>
    <w:rsid w:val="00AA285F"/>
    <w:rsid w:val="00AA28B3"/>
    <w:rsid w:val="00AA2B8E"/>
    <w:rsid w:val="00AA2D5C"/>
    <w:rsid w:val="00AA31A5"/>
    <w:rsid w:val="00AA32EC"/>
    <w:rsid w:val="00AA3884"/>
    <w:rsid w:val="00AA3918"/>
    <w:rsid w:val="00AA3953"/>
    <w:rsid w:val="00AA3A7F"/>
    <w:rsid w:val="00AA3C3E"/>
    <w:rsid w:val="00AA3E54"/>
    <w:rsid w:val="00AA42A3"/>
    <w:rsid w:val="00AA486C"/>
    <w:rsid w:val="00AA4E31"/>
    <w:rsid w:val="00AA4F93"/>
    <w:rsid w:val="00AA51E0"/>
    <w:rsid w:val="00AA5278"/>
    <w:rsid w:val="00AA55DC"/>
    <w:rsid w:val="00AA58DE"/>
    <w:rsid w:val="00AA5D86"/>
    <w:rsid w:val="00AA5EB8"/>
    <w:rsid w:val="00AA5FC7"/>
    <w:rsid w:val="00AA608B"/>
    <w:rsid w:val="00AA6324"/>
    <w:rsid w:val="00AA65A3"/>
    <w:rsid w:val="00AA661C"/>
    <w:rsid w:val="00AA6791"/>
    <w:rsid w:val="00AA6989"/>
    <w:rsid w:val="00AA6AF1"/>
    <w:rsid w:val="00AA735A"/>
    <w:rsid w:val="00AA74A9"/>
    <w:rsid w:val="00AA76F8"/>
    <w:rsid w:val="00AA7FE8"/>
    <w:rsid w:val="00AB016B"/>
    <w:rsid w:val="00AB01BF"/>
    <w:rsid w:val="00AB0668"/>
    <w:rsid w:val="00AB06AE"/>
    <w:rsid w:val="00AB0B8F"/>
    <w:rsid w:val="00AB0C90"/>
    <w:rsid w:val="00AB0D6A"/>
    <w:rsid w:val="00AB0ECF"/>
    <w:rsid w:val="00AB107A"/>
    <w:rsid w:val="00AB1088"/>
    <w:rsid w:val="00AB111E"/>
    <w:rsid w:val="00AB1127"/>
    <w:rsid w:val="00AB1175"/>
    <w:rsid w:val="00AB159C"/>
    <w:rsid w:val="00AB15BF"/>
    <w:rsid w:val="00AB1813"/>
    <w:rsid w:val="00AB1A71"/>
    <w:rsid w:val="00AB1D3A"/>
    <w:rsid w:val="00AB1F16"/>
    <w:rsid w:val="00AB205B"/>
    <w:rsid w:val="00AB2139"/>
    <w:rsid w:val="00AB2D74"/>
    <w:rsid w:val="00AB356B"/>
    <w:rsid w:val="00AB358D"/>
    <w:rsid w:val="00AB3651"/>
    <w:rsid w:val="00AB369D"/>
    <w:rsid w:val="00AB3798"/>
    <w:rsid w:val="00AB3ADA"/>
    <w:rsid w:val="00AB3C99"/>
    <w:rsid w:val="00AB3ED3"/>
    <w:rsid w:val="00AB4304"/>
    <w:rsid w:val="00AB43B7"/>
    <w:rsid w:val="00AB4757"/>
    <w:rsid w:val="00AB49A9"/>
    <w:rsid w:val="00AB4A28"/>
    <w:rsid w:val="00AB4F1A"/>
    <w:rsid w:val="00AB4F29"/>
    <w:rsid w:val="00AB5104"/>
    <w:rsid w:val="00AB51BA"/>
    <w:rsid w:val="00AB58B7"/>
    <w:rsid w:val="00AB603E"/>
    <w:rsid w:val="00AB60FF"/>
    <w:rsid w:val="00AB62F6"/>
    <w:rsid w:val="00AB6562"/>
    <w:rsid w:val="00AB6677"/>
    <w:rsid w:val="00AB6E25"/>
    <w:rsid w:val="00AB6EE3"/>
    <w:rsid w:val="00AB6F58"/>
    <w:rsid w:val="00AB7064"/>
    <w:rsid w:val="00AB7401"/>
    <w:rsid w:val="00AB758C"/>
    <w:rsid w:val="00AB75A2"/>
    <w:rsid w:val="00AB774A"/>
    <w:rsid w:val="00AB7818"/>
    <w:rsid w:val="00AB782F"/>
    <w:rsid w:val="00AB7907"/>
    <w:rsid w:val="00AB7AC0"/>
    <w:rsid w:val="00AB7E42"/>
    <w:rsid w:val="00AC03CD"/>
    <w:rsid w:val="00AC04FE"/>
    <w:rsid w:val="00AC05F0"/>
    <w:rsid w:val="00AC066F"/>
    <w:rsid w:val="00AC06A0"/>
    <w:rsid w:val="00AC0AC7"/>
    <w:rsid w:val="00AC0F54"/>
    <w:rsid w:val="00AC183D"/>
    <w:rsid w:val="00AC202E"/>
    <w:rsid w:val="00AC215E"/>
    <w:rsid w:val="00AC2532"/>
    <w:rsid w:val="00AC2933"/>
    <w:rsid w:val="00AC2CF4"/>
    <w:rsid w:val="00AC2D28"/>
    <w:rsid w:val="00AC2ECB"/>
    <w:rsid w:val="00AC300D"/>
    <w:rsid w:val="00AC31C1"/>
    <w:rsid w:val="00AC3557"/>
    <w:rsid w:val="00AC3616"/>
    <w:rsid w:val="00AC391E"/>
    <w:rsid w:val="00AC399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870"/>
    <w:rsid w:val="00AC4A7B"/>
    <w:rsid w:val="00AC5028"/>
    <w:rsid w:val="00AC561A"/>
    <w:rsid w:val="00AC5639"/>
    <w:rsid w:val="00AC5684"/>
    <w:rsid w:val="00AC575E"/>
    <w:rsid w:val="00AC5BD7"/>
    <w:rsid w:val="00AC5CB7"/>
    <w:rsid w:val="00AC5D2E"/>
    <w:rsid w:val="00AC5E11"/>
    <w:rsid w:val="00AC5FCA"/>
    <w:rsid w:val="00AC5FEE"/>
    <w:rsid w:val="00AC6384"/>
    <w:rsid w:val="00AC64A6"/>
    <w:rsid w:val="00AC6B63"/>
    <w:rsid w:val="00AC6C11"/>
    <w:rsid w:val="00AC6C5D"/>
    <w:rsid w:val="00AC6CE5"/>
    <w:rsid w:val="00AC6D6E"/>
    <w:rsid w:val="00AC6F43"/>
    <w:rsid w:val="00AC6F68"/>
    <w:rsid w:val="00AC6F99"/>
    <w:rsid w:val="00AC7415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5D9"/>
    <w:rsid w:val="00AD07C2"/>
    <w:rsid w:val="00AD081E"/>
    <w:rsid w:val="00AD0C96"/>
    <w:rsid w:val="00AD10E0"/>
    <w:rsid w:val="00AD1394"/>
    <w:rsid w:val="00AD1479"/>
    <w:rsid w:val="00AD14B2"/>
    <w:rsid w:val="00AD14C6"/>
    <w:rsid w:val="00AD1A49"/>
    <w:rsid w:val="00AD1FAC"/>
    <w:rsid w:val="00AD235D"/>
    <w:rsid w:val="00AD283E"/>
    <w:rsid w:val="00AD2AE3"/>
    <w:rsid w:val="00AD2DCF"/>
    <w:rsid w:val="00AD2DE8"/>
    <w:rsid w:val="00AD37A9"/>
    <w:rsid w:val="00AD39F3"/>
    <w:rsid w:val="00AD3A8C"/>
    <w:rsid w:val="00AD3AA6"/>
    <w:rsid w:val="00AD3BF6"/>
    <w:rsid w:val="00AD4181"/>
    <w:rsid w:val="00AD41FD"/>
    <w:rsid w:val="00AD467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621C"/>
    <w:rsid w:val="00AD62A5"/>
    <w:rsid w:val="00AD64D4"/>
    <w:rsid w:val="00AD6728"/>
    <w:rsid w:val="00AD687D"/>
    <w:rsid w:val="00AD6884"/>
    <w:rsid w:val="00AD6903"/>
    <w:rsid w:val="00AD6A0A"/>
    <w:rsid w:val="00AD6D2E"/>
    <w:rsid w:val="00AD6D8F"/>
    <w:rsid w:val="00AD71B8"/>
    <w:rsid w:val="00AD72A3"/>
    <w:rsid w:val="00AD77E0"/>
    <w:rsid w:val="00AD784D"/>
    <w:rsid w:val="00AD79AD"/>
    <w:rsid w:val="00AD7AB6"/>
    <w:rsid w:val="00AD7C05"/>
    <w:rsid w:val="00AD7C6B"/>
    <w:rsid w:val="00AD7D57"/>
    <w:rsid w:val="00AE0331"/>
    <w:rsid w:val="00AE065E"/>
    <w:rsid w:val="00AE077C"/>
    <w:rsid w:val="00AE0B0E"/>
    <w:rsid w:val="00AE0D60"/>
    <w:rsid w:val="00AE114B"/>
    <w:rsid w:val="00AE11FE"/>
    <w:rsid w:val="00AE1310"/>
    <w:rsid w:val="00AE139C"/>
    <w:rsid w:val="00AE1641"/>
    <w:rsid w:val="00AE1729"/>
    <w:rsid w:val="00AE1C68"/>
    <w:rsid w:val="00AE2049"/>
    <w:rsid w:val="00AE245E"/>
    <w:rsid w:val="00AE246A"/>
    <w:rsid w:val="00AE2533"/>
    <w:rsid w:val="00AE269E"/>
    <w:rsid w:val="00AE27CD"/>
    <w:rsid w:val="00AE2C8D"/>
    <w:rsid w:val="00AE2D4E"/>
    <w:rsid w:val="00AE2D88"/>
    <w:rsid w:val="00AE2DF3"/>
    <w:rsid w:val="00AE2FCD"/>
    <w:rsid w:val="00AE32FC"/>
    <w:rsid w:val="00AE3709"/>
    <w:rsid w:val="00AE371B"/>
    <w:rsid w:val="00AE3B2F"/>
    <w:rsid w:val="00AE3BF0"/>
    <w:rsid w:val="00AE3E6F"/>
    <w:rsid w:val="00AE3EF9"/>
    <w:rsid w:val="00AE4103"/>
    <w:rsid w:val="00AE42DF"/>
    <w:rsid w:val="00AE4559"/>
    <w:rsid w:val="00AE496B"/>
    <w:rsid w:val="00AE4B88"/>
    <w:rsid w:val="00AE4C2D"/>
    <w:rsid w:val="00AE5071"/>
    <w:rsid w:val="00AE518A"/>
    <w:rsid w:val="00AE59C4"/>
    <w:rsid w:val="00AE5FA4"/>
    <w:rsid w:val="00AE60F4"/>
    <w:rsid w:val="00AE6157"/>
    <w:rsid w:val="00AE615B"/>
    <w:rsid w:val="00AE6266"/>
    <w:rsid w:val="00AE6537"/>
    <w:rsid w:val="00AE6D21"/>
    <w:rsid w:val="00AE6EF6"/>
    <w:rsid w:val="00AE737F"/>
    <w:rsid w:val="00AE781B"/>
    <w:rsid w:val="00AE7916"/>
    <w:rsid w:val="00AF06B7"/>
    <w:rsid w:val="00AF06EB"/>
    <w:rsid w:val="00AF08B9"/>
    <w:rsid w:val="00AF1073"/>
    <w:rsid w:val="00AF11F7"/>
    <w:rsid w:val="00AF1709"/>
    <w:rsid w:val="00AF1919"/>
    <w:rsid w:val="00AF1FAE"/>
    <w:rsid w:val="00AF2553"/>
    <w:rsid w:val="00AF2B47"/>
    <w:rsid w:val="00AF2C87"/>
    <w:rsid w:val="00AF306A"/>
    <w:rsid w:val="00AF318C"/>
    <w:rsid w:val="00AF3327"/>
    <w:rsid w:val="00AF3481"/>
    <w:rsid w:val="00AF349E"/>
    <w:rsid w:val="00AF34CF"/>
    <w:rsid w:val="00AF34D2"/>
    <w:rsid w:val="00AF3581"/>
    <w:rsid w:val="00AF36F4"/>
    <w:rsid w:val="00AF3867"/>
    <w:rsid w:val="00AF3A28"/>
    <w:rsid w:val="00AF3AB0"/>
    <w:rsid w:val="00AF3AD4"/>
    <w:rsid w:val="00AF3B64"/>
    <w:rsid w:val="00AF3F03"/>
    <w:rsid w:val="00AF40AE"/>
    <w:rsid w:val="00AF45DE"/>
    <w:rsid w:val="00AF4A0F"/>
    <w:rsid w:val="00AF4CA5"/>
    <w:rsid w:val="00AF4E4D"/>
    <w:rsid w:val="00AF5278"/>
    <w:rsid w:val="00AF5395"/>
    <w:rsid w:val="00AF55E7"/>
    <w:rsid w:val="00AF5877"/>
    <w:rsid w:val="00AF6032"/>
    <w:rsid w:val="00AF6463"/>
    <w:rsid w:val="00AF67E5"/>
    <w:rsid w:val="00AF6859"/>
    <w:rsid w:val="00AF690B"/>
    <w:rsid w:val="00AF7251"/>
    <w:rsid w:val="00AF7455"/>
    <w:rsid w:val="00AF76CF"/>
    <w:rsid w:val="00AF7AFD"/>
    <w:rsid w:val="00AF7B8B"/>
    <w:rsid w:val="00AF7C55"/>
    <w:rsid w:val="00AF7ED0"/>
    <w:rsid w:val="00B001A6"/>
    <w:rsid w:val="00B001C9"/>
    <w:rsid w:val="00B003F3"/>
    <w:rsid w:val="00B00D83"/>
    <w:rsid w:val="00B00E52"/>
    <w:rsid w:val="00B00F22"/>
    <w:rsid w:val="00B0107C"/>
    <w:rsid w:val="00B01389"/>
    <w:rsid w:val="00B01590"/>
    <w:rsid w:val="00B01620"/>
    <w:rsid w:val="00B0227B"/>
    <w:rsid w:val="00B0233E"/>
    <w:rsid w:val="00B0259C"/>
    <w:rsid w:val="00B0260E"/>
    <w:rsid w:val="00B02629"/>
    <w:rsid w:val="00B02664"/>
    <w:rsid w:val="00B0291F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40A7"/>
    <w:rsid w:val="00B0410A"/>
    <w:rsid w:val="00B04446"/>
    <w:rsid w:val="00B0534D"/>
    <w:rsid w:val="00B05553"/>
    <w:rsid w:val="00B05594"/>
    <w:rsid w:val="00B05BCE"/>
    <w:rsid w:val="00B06137"/>
    <w:rsid w:val="00B063C7"/>
    <w:rsid w:val="00B06474"/>
    <w:rsid w:val="00B065B3"/>
    <w:rsid w:val="00B066C6"/>
    <w:rsid w:val="00B067C5"/>
    <w:rsid w:val="00B06F8C"/>
    <w:rsid w:val="00B07056"/>
    <w:rsid w:val="00B072D6"/>
    <w:rsid w:val="00B07925"/>
    <w:rsid w:val="00B07B82"/>
    <w:rsid w:val="00B07E4F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CE"/>
    <w:rsid w:val="00B10EA8"/>
    <w:rsid w:val="00B11385"/>
    <w:rsid w:val="00B11457"/>
    <w:rsid w:val="00B115F8"/>
    <w:rsid w:val="00B11881"/>
    <w:rsid w:val="00B11E17"/>
    <w:rsid w:val="00B120EB"/>
    <w:rsid w:val="00B121EB"/>
    <w:rsid w:val="00B12278"/>
    <w:rsid w:val="00B12511"/>
    <w:rsid w:val="00B125C2"/>
    <w:rsid w:val="00B125FE"/>
    <w:rsid w:val="00B131C0"/>
    <w:rsid w:val="00B133AD"/>
    <w:rsid w:val="00B133B9"/>
    <w:rsid w:val="00B133C1"/>
    <w:rsid w:val="00B13C28"/>
    <w:rsid w:val="00B14161"/>
    <w:rsid w:val="00B142EC"/>
    <w:rsid w:val="00B14575"/>
    <w:rsid w:val="00B14631"/>
    <w:rsid w:val="00B146C4"/>
    <w:rsid w:val="00B146D8"/>
    <w:rsid w:val="00B14952"/>
    <w:rsid w:val="00B149DE"/>
    <w:rsid w:val="00B14A47"/>
    <w:rsid w:val="00B14A99"/>
    <w:rsid w:val="00B14C39"/>
    <w:rsid w:val="00B15348"/>
    <w:rsid w:val="00B15776"/>
    <w:rsid w:val="00B158E3"/>
    <w:rsid w:val="00B16245"/>
    <w:rsid w:val="00B16453"/>
    <w:rsid w:val="00B16E51"/>
    <w:rsid w:val="00B16EB0"/>
    <w:rsid w:val="00B16FA7"/>
    <w:rsid w:val="00B17463"/>
    <w:rsid w:val="00B17767"/>
    <w:rsid w:val="00B178C9"/>
    <w:rsid w:val="00B17971"/>
    <w:rsid w:val="00B17A44"/>
    <w:rsid w:val="00B17C12"/>
    <w:rsid w:val="00B2010D"/>
    <w:rsid w:val="00B20255"/>
    <w:rsid w:val="00B204E7"/>
    <w:rsid w:val="00B20514"/>
    <w:rsid w:val="00B20616"/>
    <w:rsid w:val="00B20829"/>
    <w:rsid w:val="00B2098B"/>
    <w:rsid w:val="00B2099B"/>
    <w:rsid w:val="00B20A71"/>
    <w:rsid w:val="00B20CE7"/>
    <w:rsid w:val="00B20D3F"/>
    <w:rsid w:val="00B20E44"/>
    <w:rsid w:val="00B211D9"/>
    <w:rsid w:val="00B214D6"/>
    <w:rsid w:val="00B217AD"/>
    <w:rsid w:val="00B21A46"/>
    <w:rsid w:val="00B21C7B"/>
    <w:rsid w:val="00B223AB"/>
    <w:rsid w:val="00B22A4E"/>
    <w:rsid w:val="00B22BD7"/>
    <w:rsid w:val="00B22F66"/>
    <w:rsid w:val="00B23543"/>
    <w:rsid w:val="00B237B9"/>
    <w:rsid w:val="00B239FF"/>
    <w:rsid w:val="00B23B38"/>
    <w:rsid w:val="00B23D45"/>
    <w:rsid w:val="00B23E4C"/>
    <w:rsid w:val="00B240A6"/>
    <w:rsid w:val="00B2492B"/>
    <w:rsid w:val="00B24997"/>
    <w:rsid w:val="00B24BCE"/>
    <w:rsid w:val="00B25342"/>
    <w:rsid w:val="00B2539A"/>
    <w:rsid w:val="00B254CF"/>
    <w:rsid w:val="00B25A06"/>
    <w:rsid w:val="00B25B06"/>
    <w:rsid w:val="00B25C35"/>
    <w:rsid w:val="00B25FD3"/>
    <w:rsid w:val="00B26835"/>
    <w:rsid w:val="00B26909"/>
    <w:rsid w:val="00B26A10"/>
    <w:rsid w:val="00B26A48"/>
    <w:rsid w:val="00B26AD1"/>
    <w:rsid w:val="00B26C9D"/>
    <w:rsid w:val="00B26F08"/>
    <w:rsid w:val="00B27252"/>
    <w:rsid w:val="00B275E0"/>
    <w:rsid w:val="00B27631"/>
    <w:rsid w:val="00B278A1"/>
    <w:rsid w:val="00B27A5A"/>
    <w:rsid w:val="00B27BB3"/>
    <w:rsid w:val="00B27C62"/>
    <w:rsid w:val="00B27DF1"/>
    <w:rsid w:val="00B27F63"/>
    <w:rsid w:val="00B27FE5"/>
    <w:rsid w:val="00B30F10"/>
    <w:rsid w:val="00B31398"/>
    <w:rsid w:val="00B313B6"/>
    <w:rsid w:val="00B3149C"/>
    <w:rsid w:val="00B319A0"/>
    <w:rsid w:val="00B31A1E"/>
    <w:rsid w:val="00B31C73"/>
    <w:rsid w:val="00B31D9B"/>
    <w:rsid w:val="00B31E23"/>
    <w:rsid w:val="00B31EDB"/>
    <w:rsid w:val="00B322F1"/>
    <w:rsid w:val="00B3275A"/>
    <w:rsid w:val="00B32EDE"/>
    <w:rsid w:val="00B3304B"/>
    <w:rsid w:val="00B33193"/>
    <w:rsid w:val="00B33373"/>
    <w:rsid w:val="00B3368F"/>
    <w:rsid w:val="00B33BFF"/>
    <w:rsid w:val="00B33C2B"/>
    <w:rsid w:val="00B33F0B"/>
    <w:rsid w:val="00B340CF"/>
    <w:rsid w:val="00B3417E"/>
    <w:rsid w:val="00B3423B"/>
    <w:rsid w:val="00B344E4"/>
    <w:rsid w:val="00B3489B"/>
    <w:rsid w:val="00B34EBA"/>
    <w:rsid w:val="00B3506A"/>
    <w:rsid w:val="00B350C7"/>
    <w:rsid w:val="00B35314"/>
    <w:rsid w:val="00B35557"/>
    <w:rsid w:val="00B355FA"/>
    <w:rsid w:val="00B35610"/>
    <w:rsid w:val="00B35756"/>
    <w:rsid w:val="00B35C09"/>
    <w:rsid w:val="00B35E71"/>
    <w:rsid w:val="00B36163"/>
    <w:rsid w:val="00B36639"/>
    <w:rsid w:val="00B36BC4"/>
    <w:rsid w:val="00B36BDC"/>
    <w:rsid w:val="00B36DD6"/>
    <w:rsid w:val="00B36DE8"/>
    <w:rsid w:val="00B36EF5"/>
    <w:rsid w:val="00B37183"/>
    <w:rsid w:val="00B37554"/>
    <w:rsid w:val="00B378C2"/>
    <w:rsid w:val="00B37A3F"/>
    <w:rsid w:val="00B37B7C"/>
    <w:rsid w:val="00B37C2E"/>
    <w:rsid w:val="00B4062D"/>
    <w:rsid w:val="00B406BB"/>
    <w:rsid w:val="00B409D9"/>
    <w:rsid w:val="00B40B9A"/>
    <w:rsid w:val="00B40F2E"/>
    <w:rsid w:val="00B4149F"/>
    <w:rsid w:val="00B4164E"/>
    <w:rsid w:val="00B4183E"/>
    <w:rsid w:val="00B41B83"/>
    <w:rsid w:val="00B41B9E"/>
    <w:rsid w:val="00B41F0F"/>
    <w:rsid w:val="00B41F1A"/>
    <w:rsid w:val="00B41F92"/>
    <w:rsid w:val="00B42265"/>
    <w:rsid w:val="00B42A85"/>
    <w:rsid w:val="00B42C74"/>
    <w:rsid w:val="00B430F6"/>
    <w:rsid w:val="00B4354E"/>
    <w:rsid w:val="00B43BFF"/>
    <w:rsid w:val="00B43CB5"/>
    <w:rsid w:val="00B43CDF"/>
    <w:rsid w:val="00B43F27"/>
    <w:rsid w:val="00B441C7"/>
    <w:rsid w:val="00B44C51"/>
    <w:rsid w:val="00B44CD2"/>
    <w:rsid w:val="00B44E86"/>
    <w:rsid w:val="00B4533A"/>
    <w:rsid w:val="00B4537C"/>
    <w:rsid w:val="00B454C6"/>
    <w:rsid w:val="00B454EC"/>
    <w:rsid w:val="00B456C6"/>
    <w:rsid w:val="00B46494"/>
    <w:rsid w:val="00B46834"/>
    <w:rsid w:val="00B4689A"/>
    <w:rsid w:val="00B46991"/>
    <w:rsid w:val="00B471A3"/>
    <w:rsid w:val="00B474D1"/>
    <w:rsid w:val="00B5005A"/>
    <w:rsid w:val="00B502E1"/>
    <w:rsid w:val="00B5040A"/>
    <w:rsid w:val="00B50413"/>
    <w:rsid w:val="00B5054D"/>
    <w:rsid w:val="00B505AB"/>
    <w:rsid w:val="00B50BBF"/>
    <w:rsid w:val="00B50F73"/>
    <w:rsid w:val="00B51084"/>
    <w:rsid w:val="00B5137A"/>
    <w:rsid w:val="00B513EB"/>
    <w:rsid w:val="00B519DC"/>
    <w:rsid w:val="00B51A37"/>
    <w:rsid w:val="00B51A69"/>
    <w:rsid w:val="00B51ABB"/>
    <w:rsid w:val="00B51CE6"/>
    <w:rsid w:val="00B52382"/>
    <w:rsid w:val="00B523CE"/>
    <w:rsid w:val="00B5249C"/>
    <w:rsid w:val="00B52517"/>
    <w:rsid w:val="00B525AA"/>
    <w:rsid w:val="00B52602"/>
    <w:rsid w:val="00B52663"/>
    <w:rsid w:val="00B526D7"/>
    <w:rsid w:val="00B527A3"/>
    <w:rsid w:val="00B52838"/>
    <w:rsid w:val="00B5290B"/>
    <w:rsid w:val="00B529A1"/>
    <w:rsid w:val="00B52A63"/>
    <w:rsid w:val="00B52F64"/>
    <w:rsid w:val="00B52F7A"/>
    <w:rsid w:val="00B52FB1"/>
    <w:rsid w:val="00B533A6"/>
    <w:rsid w:val="00B53405"/>
    <w:rsid w:val="00B53644"/>
    <w:rsid w:val="00B536B4"/>
    <w:rsid w:val="00B53D60"/>
    <w:rsid w:val="00B540ED"/>
    <w:rsid w:val="00B54127"/>
    <w:rsid w:val="00B5422C"/>
    <w:rsid w:val="00B54339"/>
    <w:rsid w:val="00B545C0"/>
    <w:rsid w:val="00B54630"/>
    <w:rsid w:val="00B54BB7"/>
    <w:rsid w:val="00B54CFE"/>
    <w:rsid w:val="00B54F95"/>
    <w:rsid w:val="00B5523C"/>
    <w:rsid w:val="00B552E9"/>
    <w:rsid w:val="00B5530D"/>
    <w:rsid w:val="00B55523"/>
    <w:rsid w:val="00B55763"/>
    <w:rsid w:val="00B559BA"/>
    <w:rsid w:val="00B55B67"/>
    <w:rsid w:val="00B55F01"/>
    <w:rsid w:val="00B55F80"/>
    <w:rsid w:val="00B55F82"/>
    <w:rsid w:val="00B561ED"/>
    <w:rsid w:val="00B5664A"/>
    <w:rsid w:val="00B566FC"/>
    <w:rsid w:val="00B567D2"/>
    <w:rsid w:val="00B5719F"/>
    <w:rsid w:val="00B5791F"/>
    <w:rsid w:val="00B57968"/>
    <w:rsid w:val="00B57B4C"/>
    <w:rsid w:val="00B57D41"/>
    <w:rsid w:val="00B600E1"/>
    <w:rsid w:val="00B6028E"/>
    <w:rsid w:val="00B6051C"/>
    <w:rsid w:val="00B6058E"/>
    <w:rsid w:val="00B605EA"/>
    <w:rsid w:val="00B60623"/>
    <w:rsid w:val="00B60DD2"/>
    <w:rsid w:val="00B6126A"/>
    <w:rsid w:val="00B612BC"/>
    <w:rsid w:val="00B61EAE"/>
    <w:rsid w:val="00B61ED9"/>
    <w:rsid w:val="00B62002"/>
    <w:rsid w:val="00B624DC"/>
    <w:rsid w:val="00B62901"/>
    <w:rsid w:val="00B62DB5"/>
    <w:rsid w:val="00B62EE5"/>
    <w:rsid w:val="00B62F54"/>
    <w:rsid w:val="00B63837"/>
    <w:rsid w:val="00B639F7"/>
    <w:rsid w:val="00B63C5C"/>
    <w:rsid w:val="00B63E5D"/>
    <w:rsid w:val="00B63EA7"/>
    <w:rsid w:val="00B63EC0"/>
    <w:rsid w:val="00B640DC"/>
    <w:rsid w:val="00B64238"/>
    <w:rsid w:val="00B64769"/>
    <w:rsid w:val="00B647CE"/>
    <w:rsid w:val="00B64A76"/>
    <w:rsid w:val="00B64AD3"/>
    <w:rsid w:val="00B64AF1"/>
    <w:rsid w:val="00B64B13"/>
    <w:rsid w:val="00B64C26"/>
    <w:rsid w:val="00B65130"/>
    <w:rsid w:val="00B658BB"/>
    <w:rsid w:val="00B65997"/>
    <w:rsid w:val="00B65A1D"/>
    <w:rsid w:val="00B660A6"/>
    <w:rsid w:val="00B661B0"/>
    <w:rsid w:val="00B66659"/>
    <w:rsid w:val="00B66D30"/>
    <w:rsid w:val="00B66F85"/>
    <w:rsid w:val="00B66FEA"/>
    <w:rsid w:val="00B67291"/>
    <w:rsid w:val="00B67386"/>
    <w:rsid w:val="00B675A8"/>
    <w:rsid w:val="00B6786A"/>
    <w:rsid w:val="00B67988"/>
    <w:rsid w:val="00B67C82"/>
    <w:rsid w:val="00B67D86"/>
    <w:rsid w:val="00B67FB7"/>
    <w:rsid w:val="00B7034D"/>
    <w:rsid w:val="00B70C9C"/>
    <w:rsid w:val="00B7112C"/>
    <w:rsid w:val="00B711D2"/>
    <w:rsid w:val="00B7153F"/>
    <w:rsid w:val="00B7154D"/>
    <w:rsid w:val="00B715A6"/>
    <w:rsid w:val="00B71883"/>
    <w:rsid w:val="00B71B5A"/>
    <w:rsid w:val="00B71D14"/>
    <w:rsid w:val="00B71D9F"/>
    <w:rsid w:val="00B71EFE"/>
    <w:rsid w:val="00B723AB"/>
    <w:rsid w:val="00B723E3"/>
    <w:rsid w:val="00B72590"/>
    <w:rsid w:val="00B72615"/>
    <w:rsid w:val="00B728B5"/>
    <w:rsid w:val="00B729AD"/>
    <w:rsid w:val="00B72C4D"/>
    <w:rsid w:val="00B72C68"/>
    <w:rsid w:val="00B72FD9"/>
    <w:rsid w:val="00B73215"/>
    <w:rsid w:val="00B73499"/>
    <w:rsid w:val="00B73611"/>
    <w:rsid w:val="00B736C3"/>
    <w:rsid w:val="00B737A8"/>
    <w:rsid w:val="00B738EE"/>
    <w:rsid w:val="00B739A6"/>
    <w:rsid w:val="00B73D85"/>
    <w:rsid w:val="00B73F30"/>
    <w:rsid w:val="00B73F79"/>
    <w:rsid w:val="00B73FA8"/>
    <w:rsid w:val="00B7409A"/>
    <w:rsid w:val="00B7474C"/>
    <w:rsid w:val="00B74A3A"/>
    <w:rsid w:val="00B74B7A"/>
    <w:rsid w:val="00B74C34"/>
    <w:rsid w:val="00B75388"/>
    <w:rsid w:val="00B757BB"/>
    <w:rsid w:val="00B75DAA"/>
    <w:rsid w:val="00B760BA"/>
    <w:rsid w:val="00B7646A"/>
    <w:rsid w:val="00B764F7"/>
    <w:rsid w:val="00B7652C"/>
    <w:rsid w:val="00B767ED"/>
    <w:rsid w:val="00B7682A"/>
    <w:rsid w:val="00B76941"/>
    <w:rsid w:val="00B7716F"/>
    <w:rsid w:val="00B77181"/>
    <w:rsid w:val="00B774CF"/>
    <w:rsid w:val="00B77825"/>
    <w:rsid w:val="00B77CA2"/>
    <w:rsid w:val="00B8009B"/>
    <w:rsid w:val="00B802C2"/>
    <w:rsid w:val="00B80669"/>
    <w:rsid w:val="00B806EA"/>
    <w:rsid w:val="00B80C4E"/>
    <w:rsid w:val="00B81147"/>
    <w:rsid w:val="00B81618"/>
    <w:rsid w:val="00B81915"/>
    <w:rsid w:val="00B81BC9"/>
    <w:rsid w:val="00B81F8A"/>
    <w:rsid w:val="00B8214A"/>
    <w:rsid w:val="00B825FE"/>
    <w:rsid w:val="00B8279D"/>
    <w:rsid w:val="00B8294F"/>
    <w:rsid w:val="00B82B09"/>
    <w:rsid w:val="00B82DAD"/>
    <w:rsid w:val="00B82F9C"/>
    <w:rsid w:val="00B831A3"/>
    <w:rsid w:val="00B834CC"/>
    <w:rsid w:val="00B837B0"/>
    <w:rsid w:val="00B837D5"/>
    <w:rsid w:val="00B838BF"/>
    <w:rsid w:val="00B83924"/>
    <w:rsid w:val="00B83A79"/>
    <w:rsid w:val="00B83AD6"/>
    <w:rsid w:val="00B83C54"/>
    <w:rsid w:val="00B83F8F"/>
    <w:rsid w:val="00B84059"/>
    <w:rsid w:val="00B84094"/>
    <w:rsid w:val="00B84381"/>
    <w:rsid w:val="00B84CBC"/>
    <w:rsid w:val="00B84DCA"/>
    <w:rsid w:val="00B84E37"/>
    <w:rsid w:val="00B84E62"/>
    <w:rsid w:val="00B851C4"/>
    <w:rsid w:val="00B852C6"/>
    <w:rsid w:val="00B8542F"/>
    <w:rsid w:val="00B854E3"/>
    <w:rsid w:val="00B85583"/>
    <w:rsid w:val="00B8570C"/>
    <w:rsid w:val="00B85E0A"/>
    <w:rsid w:val="00B86304"/>
    <w:rsid w:val="00B86422"/>
    <w:rsid w:val="00B86499"/>
    <w:rsid w:val="00B864CE"/>
    <w:rsid w:val="00B865F5"/>
    <w:rsid w:val="00B86980"/>
    <w:rsid w:val="00B86AEF"/>
    <w:rsid w:val="00B86B8E"/>
    <w:rsid w:val="00B86E78"/>
    <w:rsid w:val="00B86F01"/>
    <w:rsid w:val="00B8709A"/>
    <w:rsid w:val="00B87119"/>
    <w:rsid w:val="00B87148"/>
    <w:rsid w:val="00B872F3"/>
    <w:rsid w:val="00B8738E"/>
    <w:rsid w:val="00B878FB"/>
    <w:rsid w:val="00B87A51"/>
    <w:rsid w:val="00B87A63"/>
    <w:rsid w:val="00B87B26"/>
    <w:rsid w:val="00B87C3E"/>
    <w:rsid w:val="00B87E4C"/>
    <w:rsid w:val="00B905FC"/>
    <w:rsid w:val="00B906A4"/>
    <w:rsid w:val="00B90756"/>
    <w:rsid w:val="00B907F6"/>
    <w:rsid w:val="00B9080A"/>
    <w:rsid w:val="00B90D4D"/>
    <w:rsid w:val="00B91229"/>
    <w:rsid w:val="00B9146A"/>
    <w:rsid w:val="00B9156D"/>
    <w:rsid w:val="00B91597"/>
    <w:rsid w:val="00B916C5"/>
    <w:rsid w:val="00B9196A"/>
    <w:rsid w:val="00B91CAD"/>
    <w:rsid w:val="00B91F60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400"/>
    <w:rsid w:val="00B93530"/>
    <w:rsid w:val="00B935CF"/>
    <w:rsid w:val="00B93B67"/>
    <w:rsid w:val="00B93BD7"/>
    <w:rsid w:val="00B93D07"/>
    <w:rsid w:val="00B93EBD"/>
    <w:rsid w:val="00B94248"/>
    <w:rsid w:val="00B94289"/>
    <w:rsid w:val="00B94409"/>
    <w:rsid w:val="00B945C3"/>
    <w:rsid w:val="00B948E7"/>
    <w:rsid w:val="00B949F1"/>
    <w:rsid w:val="00B94B2A"/>
    <w:rsid w:val="00B94B48"/>
    <w:rsid w:val="00B94CCF"/>
    <w:rsid w:val="00B94CF9"/>
    <w:rsid w:val="00B95775"/>
    <w:rsid w:val="00B95912"/>
    <w:rsid w:val="00B9593D"/>
    <w:rsid w:val="00B95AD4"/>
    <w:rsid w:val="00B95E03"/>
    <w:rsid w:val="00B9626B"/>
    <w:rsid w:val="00B9631D"/>
    <w:rsid w:val="00B96B58"/>
    <w:rsid w:val="00B975F0"/>
    <w:rsid w:val="00B97B26"/>
    <w:rsid w:val="00B97E54"/>
    <w:rsid w:val="00BA0405"/>
    <w:rsid w:val="00BA080E"/>
    <w:rsid w:val="00BA0A17"/>
    <w:rsid w:val="00BA0C47"/>
    <w:rsid w:val="00BA0EFA"/>
    <w:rsid w:val="00BA0FA9"/>
    <w:rsid w:val="00BA13E8"/>
    <w:rsid w:val="00BA14A0"/>
    <w:rsid w:val="00BA14FF"/>
    <w:rsid w:val="00BA1516"/>
    <w:rsid w:val="00BA1571"/>
    <w:rsid w:val="00BA1854"/>
    <w:rsid w:val="00BA189C"/>
    <w:rsid w:val="00BA192A"/>
    <w:rsid w:val="00BA1C66"/>
    <w:rsid w:val="00BA1D0B"/>
    <w:rsid w:val="00BA1E67"/>
    <w:rsid w:val="00BA22AC"/>
    <w:rsid w:val="00BA2882"/>
    <w:rsid w:val="00BA28F1"/>
    <w:rsid w:val="00BA2ACA"/>
    <w:rsid w:val="00BA3304"/>
    <w:rsid w:val="00BA339D"/>
    <w:rsid w:val="00BA37EA"/>
    <w:rsid w:val="00BA3F1F"/>
    <w:rsid w:val="00BA436E"/>
    <w:rsid w:val="00BA48DF"/>
    <w:rsid w:val="00BA4E44"/>
    <w:rsid w:val="00BA5242"/>
    <w:rsid w:val="00BA52AD"/>
    <w:rsid w:val="00BA5450"/>
    <w:rsid w:val="00BA5498"/>
    <w:rsid w:val="00BA5504"/>
    <w:rsid w:val="00BA586C"/>
    <w:rsid w:val="00BA5998"/>
    <w:rsid w:val="00BA59F1"/>
    <w:rsid w:val="00BA5B05"/>
    <w:rsid w:val="00BA5D0A"/>
    <w:rsid w:val="00BA5E33"/>
    <w:rsid w:val="00BA60F3"/>
    <w:rsid w:val="00BA6137"/>
    <w:rsid w:val="00BA6318"/>
    <w:rsid w:val="00BA67B2"/>
    <w:rsid w:val="00BA6841"/>
    <w:rsid w:val="00BA6B7F"/>
    <w:rsid w:val="00BA6C47"/>
    <w:rsid w:val="00BA6D38"/>
    <w:rsid w:val="00BA6DC2"/>
    <w:rsid w:val="00BA6EA1"/>
    <w:rsid w:val="00BA6F69"/>
    <w:rsid w:val="00BA70D6"/>
    <w:rsid w:val="00BA7241"/>
    <w:rsid w:val="00BA788B"/>
    <w:rsid w:val="00BB0371"/>
    <w:rsid w:val="00BB058C"/>
    <w:rsid w:val="00BB0699"/>
    <w:rsid w:val="00BB0C9E"/>
    <w:rsid w:val="00BB0E69"/>
    <w:rsid w:val="00BB0FA9"/>
    <w:rsid w:val="00BB11BB"/>
    <w:rsid w:val="00BB1369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BE6"/>
    <w:rsid w:val="00BB2EA9"/>
    <w:rsid w:val="00BB315C"/>
    <w:rsid w:val="00BB3272"/>
    <w:rsid w:val="00BB3516"/>
    <w:rsid w:val="00BB354D"/>
    <w:rsid w:val="00BB3934"/>
    <w:rsid w:val="00BB3983"/>
    <w:rsid w:val="00BB3A7F"/>
    <w:rsid w:val="00BB3DB7"/>
    <w:rsid w:val="00BB4080"/>
    <w:rsid w:val="00BB43CD"/>
    <w:rsid w:val="00BB4538"/>
    <w:rsid w:val="00BB49BF"/>
    <w:rsid w:val="00BB4B07"/>
    <w:rsid w:val="00BB4E7F"/>
    <w:rsid w:val="00BB501B"/>
    <w:rsid w:val="00BB51E1"/>
    <w:rsid w:val="00BB58CC"/>
    <w:rsid w:val="00BB5A42"/>
    <w:rsid w:val="00BB5C4F"/>
    <w:rsid w:val="00BB5C5D"/>
    <w:rsid w:val="00BB5C69"/>
    <w:rsid w:val="00BB5D41"/>
    <w:rsid w:val="00BB5D45"/>
    <w:rsid w:val="00BB5E42"/>
    <w:rsid w:val="00BB6147"/>
    <w:rsid w:val="00BB63AE"/>
    <w:rsid w:val="00BB6975"/>
    <w:rsid w:val="00BB7210"/>
    <w:rsid w:val="00BB75C8"/>
    <w:rsid w:val="00BB763C"/>
    <w:rsid w:val="00BB774B"/>
    <w:rsid w:val="00BB79C3"/>
    <w:rsid w:val="00BB7C62"/>
    <w:rsid w:val="00BC0167"/>
    <w:rsid w:val="00BC0596"/>
    <w:rsid w:val="00BC05AE"/>
    <w:rsid w:val="00BC0CD3"/>
    <w:rsid w:val="00BC0D00"/>
    <w:rsid w:val="00BC0DDE"/>
    <w:rsid w:val="00BC1585"/>
    <w:rsid w:val="00BC168A"/>
    <w:rsid w:val="00BC16FD"/>
    <w:rsid w:val="00BC181D"/>
    <w:rsid w:val="00BC18FA"/>
    <w:rsid w:val="00BC1EF5"/>
    <w:rsid w:val="00BC2081"/>
    <w:rsid w:val="00BC239C"/>
    <w:rsid w:val="00BC23DE"/>
    <w:rsid w:val="00BC254F"/>
    <w:rsid w:val="00BC27BA"/>
    <w:rsid w:val="00BC2C3A"/>
    <w:rsid w:val="00BC2D11"/>
    <w:rsid w:val="00BC2F8C"/>
    <w:rsid w:val="00BC338A"/>
    <w:rsid w:val="00BC355B"/>
    <w:rsid w:val="00BC3710"/>
    <w:rsid w:val="00BC3AD5"/>
    <w:rsid w:val="00BC3D5E"/>
    <w:rsid w:val="00BC408E"/>
    <w:rsid w:val="00BC40DF"/>
    <w:rsid w:val="00BC41FD"/>
    <w:rsid w:val="00BC4462"/>
    <w:rsid w:val="00BC4A07"/>
    <w:rsid w:val="00BC4A86"/>
    <w:rsid w:val="00BC4CB2"/>
    <w:rsid w:val="00BC54C1"/>
    <w:rsid w:val="00BC5CA7"/>
    <w:rsid w:val="00BC5DCB"/>
    <w:rsid w:val="00BC5DDB"/>
    <w:rsid w:val="00BC61B7"/>
    <w:rsid w:val="00BC66A5"/>
    <w:rsid w:val="00BC69A2"/>
    <w:rsid w:val="00BC6B56"/>
    <w:rsid w:val="00BC6D56"/>
    <w:rsid w:val="00BC7028"/>
    <w:rsid w:val="00BC709B"/>
    <w:rsid w:val="00BC7220"/>
    <w:rsid w:val="00BC7490"/>
    <w:rsid w:val="00BC75DA"/>
    <w:rsid w:val="00BC765B"/>
    <w:rsid w:val="00BC79CB"/>
    <w:rsid w:val="00BC7BCC"/>
    <w:rsid w:val="00BC7C48"/>
    <w:rsid w:val="00BC7CF8"/>
    <w:rsid w:val="00BD0A73"/>
    <w:rsid w:val="00BD0CFF"/>
    <w:rsid w:val="00BD0F5D"/>
    <w:rsid w:val="00BD10E7"/>
    <w:rsid w:val="00BD12D5"/>
    <w:rsid w:val="00BD137F"/>
    <w:rsid w:val="00BD1AD6"/>
    <w:rsid w:val="00BD1E2E"/>
    <w:rsid w:val="00BD1F3E"/>
    <w:rsid w:val="00BD1F8D"/>
    <w:rsid w:val="00BD200E"/>
    <w:rsid w:val="00BD24E0"/>
    <w:rsid w:val="00BD2B27"/>
    <w:rsid w:val="00BD2B43"/>
    <w:rsid w:val="00BD2C42"/>
    <w:rsid w:val="00BD31D4"/>
    <w:rsid w:val="00BD35A5"/>
    <w:rsid w:val="00BD3771"/>
    <w:rsid w:val="00BD3C60"/>
    <w:rsid w:val="00BD3D30"/>
    <w:rsid w:val="00BD3E84"/>
    <w:rsid w:val="00BD424C"/>
    <w:rsid w:val="00BD4B2D"/>
    <w:rsid w:val="00BD4E82"/>
    <w:rsid w:val="00BD5130"/>
    <w:rsid w:val="00BD5501"/>
    <w:rsid w:val="00BD57FA"/>
    <w:rsid w:val="00BD599D"/>
    <w:rsid w:val="00BD5ABF"/>
    <w:rsid w:val="00BD5B4A"/>
    <w:rsid w:val="00BD5EC4"/>
    <w:rsid w:val="00BD61C1"/>
    <w:rsid w:val="00BD65BA"/>
    <w:rsid w:val="00BD6BA0"/>
    <w:rsid w:val="00BD6BFF"/>
    <w:rsid w:val="00BD6F6B"/>
    <w:rsid w:val="00BD7334"/>
    <w:rsid w:val="00BD7346"/>
    <w:rsid w:val="00BD7D87"/>
    <w:rsid w:val="00BE000D"/>
    <w:rsid w:val="00BE0070"/>
    <w:rsid w:val="00BE0496"/>
    <w:rsid w:val="00BE05AC"/>
    <w:rsid w:val="00BE05F4"/>
    <w:rsid w:val="00BE08D0"/>
    <w:rsid w:val="00BE093D"/>
    <w:rsid w:val="00BE0945"/>
    <w:rsid w:val="00BE0CA7"/>
    <w:rsid w:val="00BE10D4"/>
    <w:rsid w:val="00BE12E3"/>
    <w:rsid w:val="00BE1581"/>
    <w:rsid w:val="00BE1738"/>
    <w:rsid w:val="00BE1864"/>
    <w:rsid w:val="00BE2075"/>
    <w:rsid w:val="00BE23A3"/>
    <w:rsid w:val="00BE2579"/>
    <w:rsid w:val="00BE26E3"/>
    <w:rsid w:val="00BE27FA"/>
    <w:rsid w:val="00BE27FC"/>
    <w:rsid w:val="00BE2845"/>
    <w:rsid w:val="00BE2BAE"/>
    <w:rsid w:val="00BE2C94"/>
    <w:rsid w:val="00BE2F98"/>
    <w:rsid w:val="00BE2FAF"/>
    <w:rsid w:val="00BE313F"/>
    <w:rsid w:val="00BE32AA"/>
    <w:rsid w:val="00BE33E8"/>
    <w:rsid w:val="00BE357B"/>
    <w:rsid w:val="00BE3621"/>
    <w:rsid w:val="00BE36DC"/>
    <w:rsid w:val="00BE3C2B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F83"/>
    <w:rsid w:val="00BE4FC3"/>
    <w:rsid w:val="00BE504B"/>
    <w:rsid w:val="00BE5068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6B2"/>
    <w:rsid w:val="00BE78DB"/>
    <w:rsid w:val="00BE7A27"/>
    <w:rsid w:val="00BE7A42"/>
    <w:rsid w:val="00BE7AB5"/>
    <w:rsid w:val="00BE7F78"/>
    <w:rsid w:val="00BF0044"/>
    <w:rsid w:val="00BF057B"/>
    <w:rsid w:val="00BF09C2"/>
    <w:rsid w:val="00BF0AA6"/>
    <w:rsid w:val="00BF0ACA"/>
    <w:rsid w:val="00BF1119"/>
    <w:rsid w:val="00BF1247"/>
    <w:rsid w:val="00BF14CE"/>
    <w:rsid w:val="00BF14FE"/>
    <w:rsid w:val="00BF1562"/>
    <w:rsid w:val="00BF15C6"/>
    <w:rsid w:val="00BF1880"/>
    <w:rsid w:val="00BF1A6B"/>
    <w:rsid w:val="00BF1B2D"/>
    <w:rsid w:val="00BF1BFF"/>
    <w:rsid w:val="00BF1CF3"/>
    <w:rsid w:val="00BF1D34"/>
    <w:rsid w:val="00BF1DFF"/>
    <w:rsid w:val="00BF1F8D"/>
    <w:rsid w:val="00BF21DB"/>
    <w:rsid w:val="00BF2418"/>
    <w:rsid w:val="00BF26E7"/>
    <w:rsid w:val="00BF2807"/>
    <w:rsid w:val="00BF2D88"/>
    <w:rsid w:val="00BF2E0F"/>
    <w:rsid w:val="00BF314D"/>
    <w:rsid w:val="00BF350C"/>
    <w:rsid w:val="00BF3A21"/>
    <w:rsid w:val="00BF3AD1"/>
    <w:rsid w:val="00BF408E"/>
    <w:rsid w:val="00BF41B4"/>
    <w:rsid w:val="00BF429E"/>
    <w:rsid w:val="00BF45D3"/>
    <w:rsid w:val="00BF4C26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2D9"/>
    <w:rsid w:val="00BF6702"/>
    <w:rsid w:val="00BF6843"/>
    <w:rsid w:val="00BF6C8F"/>
    <w:rsid w:val="00BF7022"/>
    <w:rsid w:val="00BF7124"/>
    <w:rsid w:val="00BF781E"/>
    <w:rsid w:val="00BF7945"/>
    <w:rsid w:val="00BF79CB"/>
    <w:rsid w:val="00BF7A6B"/>
    <w:rsid w:val="00BF7C5C"/>
    <w:rsid w:val="00BF7F6D"/>
    <w:rsid w:val="00C0003D"/>
    <w:rsid w:val="00C0017B"/>
    <w:rsid w:val="00C00390"/>
    <w:rsid w:val="00C00425"/>
    <w:rsid w:val="00C005F8"/>
    <w:rsid w:val="00C009C7"/>
    <w:rsid w:val="00C00B59"/>
    <w:rsid w:val="00C00DD3"/>
    <w:rsid w:val="00C00F5A"/>
    <w:rsid w:val="00C0146C"/>
    <w:rsid w:val="00C017D8"/>
    <w:rsid w:val="00C017EF"/>
    <w:rsid w:val="00C01945"/>
    <w:rsid w:val="00C01967"/>
    <w:rsid w:val="00C01C26"/>
    <w:rsid w:val="00C01C9D"/>
    <w:rsid w:val="00C01CD5"/>
    <w:rsid w:val="00C01D7A"/>
    <w:rsid w:val="00C0201D"/>
    <w:rsid w:val="00C020F2"/>
    <w:rsid w:val="00C02401"/>
    <w:rsid w:val="00C02481"/>
    <w:rsid w:val="00C025F3"/>
    <w:rsid w:val="00C03143"/>
    <w:rsid w:val="00C031C6"/>
    <w:rsid w:val="00C03408"/>
    <w:rsid w:val="00C03487"/>
    <w:rsid w:val="00C035D6"/>
    <w:rsid w:val="00C0386E"/>
    <w:rsid w:val="00C03A86"/>
    <w:rsid w:val="00C03A8B"/>
    <w:rsid w:val="00C03AA8"/>
    <w:rsid w:val="00C03ABB"/>
    <w:rsid w:val="00C03B3A"/>
    <w:rsid w:val="00C03CC7"/>
    <w:rsid w:val="00C03E3B"/>
    <w:rsid w:val="00C042C3"/>
    <w:rsid w:val="00C04444"/>
    <w:rsid w:val="00C04BEF"/>
    <w:rsid w:val="00C04F22"/>
    <w:rsid w:val="00C04F5D"/>
    <w:rsid w:val="00C05D88"/>
    <w:rsid w:val="00C0632D"/>
    <w:rsid w:val="00C06580"/>
    <w:rsid w:val="00C06708"/>
    <w:rsid w:val="00C06781"/>
    <w:rsid w:val="00C067A8"/>
    <w:rsid w:val="00C06C48"/>
    <w:rsid w:val="00C0706E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73C"/>
    <w:rsid w:val="00C1185F"/>
    <w:rsid w:val="00C11E0B"/>
    <w:rsid w:val="00C1202C"/>
    <w:rsid w:val="00C1208C"/>
    <w:rsid w:val="00C121D7"/>
    <w:rsid w:val="00C12409"/>
    <w:rsid w:val="00C1260A"/>
    <w:rsid w:val="00C12871"/>
    <w:rsid w:val="00C12A67"/>
    <w:rsid w:val="00C1308D"/>
    <w:rsid w:val="00C1334C"/>
    <w:rsid w:val="00C133D9"/>
    <w:rsid w:val="00C13D41"/>
    <w:rsid w:val="00C1434E"/>
    <w:rsid w:val="00C14783"/>
    <w:rsid w:val="00C1488F"/>
    <w:rsid w:val="00C149B7"/>
    <w:rsid w:val="00C14FB7"/>
    <w:rsid w:val="00C152C8"/>
    <w:rsid w:val="00C15413"/>
    <w:rsid w:val="00C15CFD"/>
    <w:rsid w:val="00C1600A"/>
    <w:rsid w:val="00C16066"/>
    <w:rsid w:val="00C166DA"/>
    <w:rsid w:val="00C16748"/>
    <w:rsid w:val="00C167A7"/>
    <w:rsid w:val="00C16827"/>
    <w:rsid w:val="00C1686A"/>
    <w:rsid w:val="00C16C2B"/>
    <w:rsid w:val="00C16C47"/>
    <w:rsid w:val="00C171F7"/>
    <w:rsid w:val="00C1785F"/>
    <w:rsid w:val="00C17B63"/>
    <w:rsid w:val="00C17DBC"/>
    <w:rsid w:val="00C17F8E"/>
    <w:rsid w:val="00C203D4"/>
    <w:rsid w:val="00C2066C"/>
    <w:rsid w:val="00C209E0"/>
    <w:rsid w:val="00C20A8D"/>
    <w:rsid w:val="00C20D1A"/>
    <w:rsid w:val="00C20D55"/>
    <w:rsid w:val="00C20DC8"/>
    <w:rsid w:val="00C21271"/>
    <w:rsid w:val="00C21299"/>
    <w:rsid w:val="00C21344"/>
    <w:rsid w:val="00C217C1"/>
    <w:rsid w:val="00C21A39"/>
    <w:rsid w:val="00C21B4C"/>
    <w:rsid w:val="00C22004"/>
    <w:rsid w:val="00C22CC1"/>
    <w:rsid w:val="00C22D93"/>
    <w:rsid w:val="00C22FE1"/>
    <w:rsid w:val="00C236D7"/>
    <w:rsid w:val="00C239DE"/>
    <w:rsid w:val="00C23DB7"/>
    <w:rsid w:val="00C23DF6"/>
    <w:rsid w:val="00C24847"/>
    <w:rsid w:val="00C249FC"/>
    <w:rsid w:val="00C24A5F"/>
    <w:rsid w:val="00C24B02"/>
    <w:rsid w:val="00C24BDE"/>
    <w:rsid w:val="00C24C04"/>
    <w:rsid w:val="00C24C50"/>
    <w:rsid w:val="00C24F40"/>
    <w:rsid w:val="00C24F70"/>
    <w:rsid w:val="00C25117"/>
    <w:rsid w:val="00C25299"/>
    <w:rsid w:val="00C25526"/>
    <w:rsid w:val="00C25632"/>
    <w:rsid w:val="00C2573D"/>
    <w:rsid w:val="00C257B5"/>
    <w:rsid w:val="00C257EB"/>
    <w:rsid w:val="00C25A33"/>
    <w:rsid w:val="00C25FC9"/>
    <w:rsid w:val="00C263CB"/>
    <w:rsid w:val="00C2660B"/>
    <w:rsid w:val="00C26612"/>
    <w:rsid w:val="00C269A9"/>
    <w:rsid w:val="00C26BF6"/>
    <w:rsid w:val="00C26C78"/>
    <w:rsid w:val="00C2730E"/>
    <w:rsid w:val="00C274AF"/>
    <w:rsid w:val="00C27846"/>
    <w:rsid w:val="00C27B69"/>
    <w:rsid w:val="00C3059D"/>
    <w:rsid w:val="00C3080D"/>
    <w:rsid w:val="00C308B0"/>
    <w:rsid w:val="00C30DA1"/>
    <w:rsid w:val="00C31096"/>
    <w:rsid w:val="00C31393"/>
    <w:rsid w:val="00C32F54"/>
    <w:rsid w:val="00C33168"/>
    <w:rsid w:val="00C3338B"/>
    <w:rsid w:val="00C340A2"/>
    <w:rsid w:val="00C34654"/>
    <w:rsid w:val="00C3471F"/>
    <w:rsid w:val="00C34742"/>
    <w:rsid w:val="00C3494B"/>
    <w:rsid w:val="00C34C85"/>
    <w:rsid w:val="00C34E6E"/>
    <w:rsid w:val="00C34F84"/>
    <w:rsid w:val="00C351B0"/>
    <w:rsid w:val="00C35202"/>
    <w:rsid w:val="00C3531C"/>
    <w:rsid w:val="00C35379"/>
    <w:rsid w:val="00C355D4"/>
    <w:rsid w:val="00C3569E"/>
    <w:rsid w:val="00C357A9"/>
    <w:rsid w:val="00C35C5E"/>
    <w:rsid w:val="00C35F43"/>
    <w:rsid w:val="00C36022"/>
    <w:rsid w:val="00C363DD"/>
    <w:rsid w:val="00C36497"/>
    <w:rsid w:val="00C3669E"/>
    <w:rsid w:val="00C367CD"/>
    <w:rsid w:val="00C36A10"/>
    <w:rsid w:val="00C36A22"/>
    <w:rsid w:val="00C36EA7"/>
    <w:rsid w:val="00C370A4"/>
    <w:rsid w:val="00C3774A"/>
    <w:rsid w:val="00C3791C"/>
    <w:rsid w:val="00C37DCA"/>
    <w:rsid w:val="00C37FE6"/>
    <w:rsid w:val="00C40047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F67"/>
    <w:rsid w:val="00C44024"/>
    <w:rsid w:val="00C44132"/>
    <w:rsid w:val="00C44692"/>
    <w:rsid w:val="00C4470D"/>
    <w:rsid w:val="00C44753"/>
    <w:rsid w:val="00C44772"/>
    <w:rsid w:val="00C44D37"/>
    <w:rsid w:val="00C451DA"/>
    <w:rsid w:val="00C4559B"/>
    <w:rsid w:val="00C45615"/>
    <w:rsid w:val="00C45643"/>
    <w:rsid w:val="00C456B4"/>
    <w:rsid w:val="00C457FA"/>
    <w:rsid w:val="00C4601B"/>
    <w:rsid w:val="00C4606C"/>
    <w:rsid w:val="00C461CA"/>
    <w:rsid w:val="00C464AF"/>
    <w:rsid w:val="00C46653"/>
    <w:rsid w:val="00C46894"/>
    <w:rsid w:val="00C46952"/>
    <w:rsid w:val="00C46DED"/>
    <w:rsid w:val="00C46F7B"/>
    <w:rsid w:val="00C47108"/>
    <w:rsid w:val="00C4747C"/>
    <w:rsid w:val="00C4790A"/>
    <w:rsid w:val="00C47BD8"/>
    <w:rsid w:val="00C47EC3"/>
    <w:rsid w:val="00C47EF2"/>
    <w:rsid w:val="00C501A9"/>
    <w:rsid w:val="00C5048F"/>
    <w:rsid w:val="00C508D2"/>
    <w:rsid w:val="00C50937"/>
    <w:rsid w:val="00C50AEA"/>
    <w:rsid w:val="00C50C0A"/>
    <w:rsid w:val="00C5105A"/>
    <w:rsid w:val="00C51287"/>
    <w:rsid w:val="00C5175C"/>
    <w:rsid w:val="00C519D4"/>
    <w:rsid w:val="00C519E7"/>
    <w:rsid w:val="00C51A17"/>
    <w:rsid w:val="00C52DD8"/>
    <w:rsid w:val="00C53276"/>
    <w:rsid w:val="00C5378A"/>
    <w:rsid w:val="00C537A2"/>
    <w:rsid w:val="00C53F5B"/>
    <w:rsid w:val="00C5450A"/>
    <w:rsid w:val="00C54CCB"/>
    <w:rsid w:val="00C54E19"/>
    <w:rsid w:val="00C54ECA"/>
    <w:rsid w:val="00C55233"/>
    <w:rsid w:val="00C5537D"/>
    <w:rsid w:val="00C55637"/>
    <w:rsid w:val="00C55E65"/>
    <w:rsid w:val="00C56029"/>
    <w:rsid w:val="00C562FA"/>
    <w:rsid w:val="00C563C1"/>
    <w:rsid w:val="00C56F59"/>
    <w:rsid w:val="00C572AE"/>
    <w:rsid w:val="00C5734E"/>
    <w:rsid w:val="00C573CF"/>
    <w:rsid w:val="00C57AC9"/>
    <w:rsid w:val="00C57C9B"/>
    <w:rsid w:val="00C60183"/>
    <w:rsid w:val="00C60256"/>
    <w:rsid w:val="00C602C3"/>
    <w:rsid w:val="00C6036F"/>
    <w:rsid w:val="00C607A3"/>
    <w:rsid w:val="00C60DFC"/>
    <w:rsid w:val="00C60FBF"/>
    <w:rsid w:val="00C6148C"/>
    <w:rsid w:val="00C61739"/>
    <w:rsid w:val="00C618AD"/>
    <w:rsid w:val="00C618DD"/>
    <w:rsid w:val="00C61F77"/>
    <w:rsid w:val="00C6219D"/>
    <w:rsid w:val="00C62229"/>
    <w:rsid w:val="00C62477"/>
    <w:rsid w:val="00C625AD"/>
    <w:rsid w:val="00C625B2"/>
    <w:rsid w:val="00C626CA"/>
    <w:rsid w:val="00C62B88"/>
    <w:rsid w:val="00C62CE8"/>
    <w:rsid w:val="00C62D62"/>
    <w:rsid w:val="00C63513"/>
    <w:rsid w:val="00C6375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5C"/>
    <w:rsid w:val="00C6477E"/>
    <w:rsid w:val="00C64A9F"/>
    <w:rsid w:val="00C64B85"/>
    <w:rsid w:val="00C65017"/>
    <w:rsid w:val="00C6508E"/>
    <w:rsid w:val="00C65283"/>
    <w:rsid w:val="00C659DD"/>
    <w:rsid w:val="00C65A48"/>
    <w:rsid w:val="00C65A74"/>
    <w:rsid w:val="00C65DD7"/>
    <w:rsid w:val="00C6603A"/>
    <w:rsid w:val="00C66047"/>
    <w:rsid w:val="00C66050"/>
    <w:rsid w:val="00C663E8"/>
    <w:rsid w:val="00C66989"/>
    <w:rsid w:val="00C669B9"/>
    <w:rsid w:val="00C66AC3"/>
    <w:rsid w:val="00C66BE1"/>
    <w:rsid w:val="00C6709C"/>
    <w:rsid w:val="00C67142"/>
    <w:rsid w:val="00C6742A"/>
    <w:rsid w:val="00C67512"/>
    <w:rsid w:val="00C67885"/>
    <w:rsid w:val="00C67963"/>
    <w:rsid w:val="00C6798F"/>
    <w:rsid w:val="00C67B8C"/>
    <w:rsid w:val="00C67D0A"/>
    <w:rsid w:val="00C67E06"/>
    <w:rsid w:val="00C67E68"/>
    <w:rsid w:val="00C707F3"/>
    <w:rsid w:val="00C70AC5"/>
    <w:rsid w:val="00C70D1C"/>
    <w:rsid w:val="00C71599"/>
    <w:rsid w:val="00C71650"/>
    <w:rsid w:val="00C71699"/>
    <w:rsid w:val="00C716E3"/>
    <w:rsid w:val="00C718BB"/>
    <w:rsid w:val="00C71B95"/>
    <w:rsid w:val="00C71C5A"/>
    <w:rsid w:val="00C72100"/>
    <w:rsid w:val="00C7249F"/>
    <w:rsid w:val="00C72605"/>
    <w:rsid w:val="00C726CC"/>
    <w:rsid w:val="00C72976"/>
    <w:rsid w:val="00C72D42"/>
    <w:rsid w:val="00C72E99"/>
    <w:rsid w:val="00C72F75"/>
    <w:rsid w:val="00C730B8"/>
    <w:rsid w:val="00C731A6"/>
    <w:rsid w:val="00C7350F"/>
    <w:rsid w:val="00C7353A"/>
    <w:rsid w:val="00C7362A"/>
    <w:rsid w:val="00C73640"/>
    <w:rsid w:val="00C7383F"/>
    <w:rsid w:val="00C73E13"/>
    <w:rsid w:val="00C73E7F"/>
    <w:rsid w:val="00C741BC"/>
    <w:rsid w:val="00C74338"/>
    <w:rsid w:val="00C746A1"/>
    <w:rsid w:val="00C747E7"/>
    <w:rsid w:val="00C74969"/>
    <w:rsid w:val="00C74A0D"/>
    <w:rsid w:val="00C74BF3"/>
    <w:rsid w:val="00C75070"/>
    <w:rsid w:val="00C755CE"/>
    <w:rsid w:val="00C7572F"/>
    <w:rsid w:val="00C75A4D"/>
    <w:rsid w:val="00C75A6B"/>
    <w:rsid w:val="00C75AB8"/>
    <w:rsid w:val="00C761C9"/>
    <w:rsid w:val="00C762DC"/>
    <w:rsid w:val="00C7640E"/>
    <w:rsid w:val="00C764C0"/>
    <w:rsid w:val="00C76676"/>
    <w:rsid w:val="00C767F3"/>
    <w:rsid w:val="00C7695D"/>
    <w:rsid w:val="00C76FE3"/>
    <w:rsid w:val="00C77072"/>
    <w:rsid w:val="00C7731B"/>
    <w:rsid w:val="00C7737C"/>
    <w:rsid w:val="00C77431"/>
    <w:rsid w:val="00C77BDA"/>
    <w:rsid w:val="00C77DEF"/>
    <w:rsid w:val="00C77E20"/>
    <w:rsid w:val="00C801C2"/>
    <w:rsid w:val="00C804EF"/>
    <w:rsid w:val="00C80574"/>
    <w:rsid w:val="00C806A1"/>
    <w:rsid w:val="00C8077A"/>
    <w:rsid w:val="00C812CE"/>
    <w:rsid w:val="00C81315"/>
    <w:rsid w:val="00C815D0"/>
    <w:rsid w:val="00C81A7D"/>
    <w:rsid w:val="00C81B53"/>
    <w:rsid w:val="00C81D78"/>
    <w:rsid w:val="00C82427"/>
    <w:rsid w:val="00C826E6"/>
    <w:rsid w:val="00C8292B"/>
    <w:rsid w:val="00C829A3"/>
    <w:rsid w:val="00C82B70"/>
    <w:rsid w:val="00C82FA5"/>
    <w:rsid w:val="00C8315D"/>
    <w:rsid w:val="00C834BD"/>
    <w:rsid w:val="00C83629"/>
    <w:rsid w:val="00C836D3"/>
    <w:rsid w:val="00C83D2D"/>
    <w:rsid w:val="00C84135"/>
    <w:rsid w:val="00C84150"/>
    <w:rsid w:val="00C84615"/>
    <w:rsid w:val="00C8481C"/>
    <w:rsid w:val="00C84DE0"/>
    <w:rsid w:val="00C85260"/>
    <w:rsid w:val="00C85983"/>
    <w:rsid w:val="00C85A29"/>
    <w:rsid w:val="00C862E0"/>
    <w:rsid w:val="00C864B8"/>
    <w:rsid w:val="00C86A72"/>
    <w:rsid w:val="00C86D1D"/>
    <w:rsid w:val="00C86FAA"/>
    <w:rsid w:val="00C87449"/>
    <w:rsid w:val="00C87481"/>
    <w:rsid w:val="00C874D8"/>
    <w:rsid w:val="00C8751F"/>
    <w:rsid w:val="00C87569"/>
    <w:rsid w:val="00C8790C"/>
    <w:rsid w:val="00C87AA7"/>
    <w:rsid w:val="00C9024A"/>
    <w:rsid w:val="00C90590"/>
    <w:rsid w:val="00C90C1E"/>
    <w:rsid w:val="00C91189"/>
    <w:rsid w:val="00C914D1"/>
    <w:rsid w:val="00C91566"/>
    <w:rsid w:val="00C916A5"/>
    <w:rsid w:val="00C91B02"/>
    <w:rsid w:val="00C91CDC"/>
    <w:rsid w:val="00C920E8"/>
    <w:rsid w:val="00C92190"/>
    <w:rsid w:val="00C9221E"/>
    <w:rsid w:val="00C92746"/>
    <w:rsid w:val="00C928E6"/>
    <w:rsid w:val="00C929C7"/>
    <w:rsid w:val="00C92B52"/>
    <w:rsid w:val="00C92C33"/>
    <w:rsid w:val="00C934EE"/>
    <w:rsid w:val="00C936EB"/>
    <w:rsid w:val="00C937DE"/>
    <w:rsid w:val="00C93A18"/>
    <w:rsid w:val="00C93D92"/>
    <w:rsid w:val="00C946B3"/>
    <w:rsid w:val="00C94793"/>
    <w:rsid w:val="00C94A8A"/>
    <w:rsid w:val="00C951BA"/>
    <w:rsid w:val="00C951FB"/>
    <w:rsid w:val="00C9524D"/>
    <w:rsid w:val="00C953BB"/>
    <w:rsid w:val="00C9575D"/>
    <w:rsid w:val="00C95925"/>
    <w:rsid w:val="00C95D1F"/>
    <w:rsid w:val="00C95EF1"/>
    <w:rsid w:val="00C96716"/>
    <w:rsid w:val="00C96FCA"/>
    <w:rsid w:val="00C971A5"/>
    <w:rsid w:val="00C97494"/>
    <w:rsid w:val="00C9770A"/>
    <w:rsid w:val="00C97731"/>
    <w:rsid w:val="00C97BF8"/>
    <w:rsid w:val="00C97CA8"/>
    <w:rsid w:val="00CA00D6"/>
    <w:rsid w:val="00CA0332"/>
    <w:rsid w:val="00CA0388"/>
    <w:rsid w:val="00CA03A6"/>
    <w:rsid w:val="00CA0758"/>
    <w:rsid w:val="00CA07B1"/>
    <w:rsid w:val="00CA087A"/>
    <w:rsid w:val="00CA107E"/>
    <w:rsid w:val="00CA14D2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372"/>
    <w:rsid w:val="00CA3546"/>
    <w:rsid w:val="00CA3768"/>
    <w:rsid w:val="00CA38A6"/>
    <w:rsid w:val="00CA3D86"/>
    <w:rsid w:val="00CA3F9E"/>
    <w:rsid w:val="00CA401A"/>
    <w:rsid w:val="00CA42CF"/>
    <w:rsid w:val="00CA4321"/>
    <w:rsid w:val="00CA44F5"/>
    <w:rsid w:val="00CA4853"/>
    <w:rsid w:val="00CA48E1"/>
    <w:rsid w:val="00CA4B12"/>
    <w:rsid w:val="00CA522D"/>
    <w:rsid w:val="00CA540B"/>
    <w:rsid w:val="00CA55C4"/>
    <w:rsid w:val="00CA5874"/>
    <w:rsid w:val="00CA59F7"/>
    <w:rsid w:val="00CA5F77"/>
    <w:rsid w:val="00CA62A1"/>
    <w:rsid w:val="00CA666D"/>
    <w:rsid w:val="00CA6B15"/>
    <w:rsid w:val="00CA6BC8"/>
    <w:rsid w:val="00CA70C5"/>
    <w:rsid w:val="00CA741C"/>
    <w:rsid w:val="00CA76C3"/>
    <w:rsid w:val="00CA7B57"/>
    <w:rsid w:val="00CA7CEA"/>
    <w:rsid w:val="00CA7D2F"/>
    <w:rsid w:val="00CA7DBF"/>
    <w:rsid w:val="00CA7FDE"/>
    <w:rsid w:val="00CB07C9"/>
    <w:rsid w:val="00CB09BD"/>
    <w:rsid w:val="00CB0B02"/>
    <w:rsid w:val="00CB14FB"/>
    <w:rsid w:val="00CB15B0"/>
    <w:rsid w:val="00CB1883"/>
    <w:rsid w:val="00CB23F0"/>
    <w:rsid w:val="00CB279D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60E"/>
    <w:rsid w:val="00CB4EE4"/>
    <w:rsid w:val="00CB4F15"/>
    <w:rsid w:val="00CB5607"/>
    <w:rsid w:val="00CB5977"/>
    <w:rsid w:val="00CB5DAD"/>
    <w:rsid w:val="00CB608C"/>
    <w:rsid w:val="00CB6334"/>
    <w:rsid w:val="00CB63C1"/>
    <w:rsid w:val="00CB64A1"/>
    <w:rsid w:val="00CB66A5"/>
    <w:rsid w:val="00CB67F3"/>
    <w:rsid w:val="00CB6946"/>
    <w:rsid w:val="00CB694E"/>
    <w:rsid w:val="00CB6983"/>
    <w:rsid w:val="00CB6ABA"/>
    <w:rsid w:val="00CB6B3C"/>
    <w:rsid w:val="00CB6BF5"/>
    <w:rsid w:val="00CB7449"/>
    <w:rsid w:val="00CB75E4"/>
    <w:rsid w:val="00CB7910"/>
    <w:rsid w:val="00CB7A65"/>
    <w:rsid w:val="00CB7ABA"/>
    <w:rsid w:val="00CB7B02"/>
    <w:rsid w:val="00CB7E11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794"/>
    <w:rsid w:val="00CC2177"/>
    <w:rsid w:val="00CC22D2"/>
    <w:rsid w:val="00CC246F"/>
    <w:rsid w:val="00CC2A28"/>
    <w:rsid w:val="00CC2C34"/>
    <w:rsid w:val="00CC2FE1"/>
    <w:rsid w:val="00CC3100"/>
    <w:rsid w:val="00CC34D0"/>
    <w:rsid w:val="00CC37EC"/>
    <w:rsid w:val="00CC3A54"/>
    <w:rsid w:val="00CC4583"/>
    <w:rsid w:val="00CC480B"/>
    <w:rsid w:val="00CC501F"/>
    <w:rsid w:val="00CC5040"/>
    <w:rsid w:val="00CC5258"/>
    <w:rsid w:val="00CC52F1"/>
    <w:rsid w:val="00CC5587"/>
    <w:rsid w:val="00CC59DE"/>
    <w:rsid w:val="00CC5A9C"/>
    <w:rsid w:val="00CC5D17"/>
    <w:rsid w:val="00CC60B9"/>
    <w:rsid w:val="00CC61DC"/>
    <w:rsid w:val="00CC643D"/>
    <w:rsid w:val="00CC6984"/>
    <w:rsid w:val="00CC6A18"/>
    <w:rsid w:val="00CC6A47"/>
    <w:rsid w:val="00CC6AAC"/>
    <w:rsid w:val="00CC6CFF"/>
    <w:rsid w:val="00CC6DD6"/>
    <w:rsid w:val="00CC6E72"/>
    <w:rsid w:val="00CC704F"/>
    <w:rsid w:val="00CC7494"/>
    <w:rsid w:val="00CC7636"/>
    <w:rsid w:val="00CC7D2C"/>
    <w:rsid w:val="00CD0228"/>
    <w:rsid w:val="00CD02AA"/>
    <w:rsid w:val="00CD02D7"/>
    <w:rsid w:val="00CD044A"/>
    <w:rsid w:val="00CD0580"/>
    <w:rsid w:val="00CD0CC9"/>
    <w:rsid w:val="00CD0CE9"/>
    <w:rsid w:val="00CD14C1"/>
    <w:rsid w:val="00CD1E99"/>
    <w:rsid w:val="00CD1F94"/>
    <w:rsid w:val="00CD200C"/>
    <w:rsid w:val="00CD20E1"/>
    <w:rsid w:val="00CD2382"/>
    <w:rsid w:val="00CD27B4"/>
    <w:rsid w:val="00CD27F2"/>
    <w:rsid w:val="00CD29F8"/>
    <w:rsid w:val="00CD2B51"/>
    <w:rsid w:val="00CD2B9F"/>
    <w:rsid w:val="00CD2DAC"/>
    <w:rsid w:val="00CD2FCE"/>
    <w:rsid w:val="00CD39A7"/>
    <w:rsid w:val="00CD4214"/>
    <w:rsid w:val="00CD42E7"/>
    <w:rsid w:val="00CD4305"/>
    <w:rsid w:val="00CD4446"/>
    <w:rsid w:val="00CD454F"/>
    <w:rsid w:val="00CD4755"/>
    <w:rsid w:val="00CD4ADF"/>
    <w:rsid w:val="00CD50C0"/>
    <w:rsid w:val="00CD5212"/>
    <w:rsid w:val="00CD5421"/>
    <w:rsid w:val="00CD551C"/>
    <w:rsid w:val="00CD5A63"/>
    <w:rsid w:val="00CD60D8"/>
    <w:rsid w:val="00CD6460"/>
    <w:rsid w:val="00CD6507"/>
    <w:rsid w:val="00CD68A6"/>
    <w:rsid w:val="00CD68BE"/>
    <w:rsid w:val="00CD6D3E"/>
    <w:rsid w:val="00CD710A"/>
    <w:rsid w:val="00CD74AA"/>
    <w:rsid w:val="00CD7918"/>
    <w:rsid w:val="00CE0213"/>
    <w:rsid w:val="00CE0718"/>
    <w:rsid w:val="00CE0842"/>
    <w:rsid w:val="00CE0D7F"/>
    <w:rsid w:val="00CE0E66"/>
    <w:rsid w:val="00CE11CE"/>
    <w:rsid w:val="00CE16E3"/>
    <w:rsid w:val="00CE1BFA"/>
    <w:rsid w:val="00CE1E74"/>
    <w:rsid w:val="00CE22AD"/>
    <w:rsid w:val="00CE2423"/>
    <w:rsid w:val="00CE2706"/>
    <w:rsid w:val="00CE2835"/>
    <w:rsid w:val="00CE2D00"/>
    <w:rsid w:val="00CE3007"/>
    <w:rsid w:val="00CE365D"/>
    <w:rsid w:val="00CE36C8"/>
    <w:rsid w:val="00CE3BAE"/>
    <w:rsid w:val="00CE3C66"/>
    <w:rsid w:val="00CE45B0"/>
    <w:rsid w:val="00CE4F45"/>
    <w:rsid w:val="00CE4FD3"/>
    <w:rsid w:val="00CE5402"/>
    <w:rsid w:val="00CE58AD"/>
    <w:rsid w:val="00CE5A80"/>
    <w:rsid w:val="00CE5B51"/>
    <w:rsid w:val="00CE5D98"/>
    <w:rsid w:val="00CE6059"/>
    <w:rsid w:val="00CE621A"/>
    <w:rsid w:val="00CE6590"/>
    <w:rsid w:val="00CE679A"/>
    <w:rsid w:val="00CE6AB8"/>
    <w:rsid w:val="00CE6B9E"/>
    <w:rsid w:val="00CE6C77"/>
    <w:rsid w:val="00CE6F9B"/>
    <w:rsid w:val="00CE78A7"/>
    <w:rsid w:val="00CE7967"/>
    <w:rsid w:val="00CE7BC6"/>
    <w:rsid w:val="00CE7DCF"/>
    <w:rsid w:val="00CE7E01"/>
    <w:rsid w:val="00CF0381"/>
    <w:rsid w:val="00CF0786"/>
    <w:rsid w:val="00CF08DC"/>
    <w:rsid w:val="00CF0A3B"/>
    <w:rsid w:val="00CF0C6E"/>
    <w:rsid w:val="00CF0D69"/>
    <w:rsid w:val="00CF0D6C"/>
    <w:rsid w:val="00CF148E"/>
    <w:rsid w:val="00CF1503"/>
    <w:rsid w:val="00CF151D"/>
    <w:rsid w:val="00CF19DC"/>
    <w:rsid w:val="00CF1BCB"/>
    <w:rsid w:val="00CF1DE5"/>
    <w:rsid w:val="00CF1FAA"/>
    <w:rsid w:val="00CF20F7"/>
    <w:rsid w:val="00CF21E5"/>
    <w:rsid w:val="00CF21F9"/>
    <w:rsid w:val="00CF220E"/>
    <w:rsid w:val="00CF3359"/>
    <w:rsid w:val="00CF3377"/>
    <w:rsid w:val="00CF3631"/>
    <w:rsid w:val="00CF385B"/>
    <w:rsid w:val="00CF3DCC"/>
    <w:rsid w:val="00CF3FE8"/>
    <w:rsid w:val="00CF40BE"/>
    <w:rsid w:val="00CF4909"/>
    <w:rsid w:val="00CF4B04"/>
    <w:rsid w:val="00CF4B32"/>
    <w:rsid w:val="00CF4D86"/>
    <w:rsid w:val="00CF508C"/>
    <w:rsid w:val="00CF535B"/>
    <w:rsid w:val="00CF5CA3"/>
    <w:rsid w:val="00CF68F6"/>
    <w:rsid w:val="00CF6E44"/>
    <w:rsid w:val="00CF724A"/>
    <w:rsid w:val="00CF77DF"/>
    <w:rsid w:val="00CF789A"/>
    <w:rsid w:val="00CF78B3"/>
    <w:rsid w:val="00CF7970"/>
    <w:rsid w:val="00CF799B"/>
    <w:rsid w:val="00CF79BD"/>
    <w:rsid w:val="00CF7B87"/>
    <w:rsid w:val="00D00445"/>
    <w:rsid w:val="00D0087B"/>
    <w:rsid w:val="00D009BB"/>
    <w:rsid w:val="00D00A8A"/>
    <w:rsid w:val="00D00AFB"/>
    <w:rsid w:val="00D00C94"/>
    <w:rsid w:val="00D00F1B"/>
    <w:rsid w:val="00D01021"/>
    <w:rsid w:val="00D01187"/>
    <w:rsid w:val="00D017A0"/>
    <w:rsid w:val="00D01954"/>
    <w:rsid w:val="00D0198A"/>
    <w:rsid w:val="00D019A3"/>
    <w:rsid w:val="00D02242"/>
    <w:rsid w:val="00D025CB"/>
    <w:rsid w:val="00D02AA3"/>
    <w:rsid w:val="00D02AE8"/>
    <w:rsid w:val="00D02B59"/>
    <w:rsid w:val="00D02EC1"/>
    <w:rsid w:val="00D02F54"/>
    <w:rsid w:val="00D03044"/>
    <w:rsid w:val="00D03625"/>
    <w:rsid w:val="00D03998"/>
    <w:rsid w:val="00D03A27"/>
    <w:rsid w:val="00D03FD3"/>
    <w:rsid w:val="00D040E1"/>
    <w:rsid w:val="00D048EF"/>
    <w:rsid w:val="00D04D3B"/>
    <w:rsid w:val="00D05176"/>
    <w:rsid w:val="00D054C6"/>
    <w:rsid w:val="00D057B2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126"/>
    <w:rsid w:val="00D07369"/>
    <w:rsid w:val="00D07629"/>
    <w:rsid w:val="00D078CC"/>
    <w:rsid w:val="00D07BC2"/>
    <w:rsid w:val="00D07EB0"/>
    <w:rsid w:val="00D102F9"/>
    <w:rsid w:val="00D10420"/>
    <w:rsid w:val="00D10508"/>
    <w:rsid w:val="00D10731"/>
    <w:rsid w:val="00D10A55"/>
    <w:rsid w:val="00D1110C"/>
    <w:rsid w:val="00D11266"/>
    <w:rsid w:val="00D11B3F"/>
    <w:rsid w:val="00D12018"/>
    <w:rsid w:val="00D1226F"/>
    <w:rsid w:val="00D12AC1"/>
    <w:rsid w:val="00D12DF5"/>
    <w:rsid w:val="00D12FA1"/>
    <w:rsid w:val="00D1372E"/>
    <w:rsid w:val="00D13A64"/>
    <w:rsid w:val="00D13C6E"/>
    <w:rsid w:val="00D14392"/>
    <w:rsid w:val="00D143AE"/>
    <w:rsid w:val="00D14530"/>
    <w:rsid w:val="00D147C7"/>
    <w:rsid w:val="00D14CCD"/>
    <w:rsid w:val="00D15177"/>
    <w:rsid w:val="00D1524D"/>
    <w:rsid w:val="00D1531D"/>
    <w:rsid w:val="00D15370"/>
    <w:rsid w:val="00D1581C"/>
    <w:rsid w:val="00D15B45"/>
    <w:rsid w:val="00D16779"/>
    <w:rsid w:val="00D16C4A"/>
    <w:rsid w:val="00D17189"/>
    <w:rsid w:val="00D1731E"/>
    <w:rsid w:val="00D178E6"/>
    <w:rsid w:val="00D17BCB"/>
    <w:rsid w:val="00D17C49"/>
    <w:rsid w:val="00D17F45"/>
    <w:rsid w:val="00D20214"/>
    <w:rsid w:val="00D2033F"/>
    <w:rsid w:val="00D205BB"/>
    <w:rsid w:val="00D20AA1"/>
    <w:rsid w:val="00D21193"/>
    <w:rsid w:val="00D2138B"/>
    <w:rsid w:val="00D213EE"/>
    <w:rsid w:val="00D21869"/>
    <w:rsid w:val="00D21CAF"/>
    <w:rsid w:val="00D21D65"/>
    <w:rsid w:val="00D21F1F"/>
    <w:rsid w:val="00D2209D"/>
    <w:rsid w:val="00D2212F"/>
    <w:rsid w:val="00D22755"/>
    <w:rsid w:val="00D22B3D"/>
    <w:rsid w:val="00D22F30"/>
    <w:rsid w:val="00D22F88"/>
    <w:rsid w:val="00D23240"/>
    <w:rsid w:val="00D2359B"/>
    <w:rsid w:val="00D23610"/>
    <w:rsid w:val="00D23676"/>
    <w:rsid w:val="00D23842"/>
    <w:rsid w:val="00D23AC8"/>
    <w:rsid w:val="00D23BBA"/>
    <w:rsid w:val="00D23D10"/>
    <w:rsid w:val="00D24034"/>
    <w:rsid w:val="00D24223"/>
    <w:rsid w:val="00D242BB"/>
    <w:rsid w:val="00D24810"/>
    <w:rsid w:val="00D24D18"/>
    <w:rsid w:val="00D24D92"/>
    <w:rsid w:val="00D2500E"/>
    <w:rsid w:val="00D25231"/>
    <w:rsid w:val="00D25A51"/>
    <w:rsid w:val="00D25BD0"/>
    <w:rsid w:val="00D26A20"/>
    <w:rsid w:val="00D26AA5"/>
    <w:rsid w:val="00D26D39"/>
    <w:rsid w:val="00D271AA"/>
    <w:rsid w:val="00D272FA"/>
    <w:rsid w:val="00D278C6"/>
    <w:rsid w:val="00D3055E"/>
    <w:rsid w:val="00D305BA"/>
    <w:rsid w:val="00D306FF"/>
    <w:rsid w:val="00D31426"/>
    <w:rsid w:val="00D316B5"/>
    <w:rsid w:val="00D31767"/>
    <w:rsid w:val="00D3187E"/>
    <w:rsid w:val="00D31C75"/>
    <w:rsid w:val="00D31CE2"/>
    <w:rsid w:val="00D31F14"/>
    <w:rsid w:val="00D31F15"/>
    <w:rsid w:val="00D31F1F"/>
    <w:rsid w:val="00D3201A"/>
    <w:rsid w:val="00D32DF6"/>
    <w:rsid w:val="00D3360C"/>
    <w:rsid w:val="00D3386D"/>
    <w:rsid w:val="00D3396F"/>
    <w:rsid w:val="00D33F94"/>
    <w:rsid w:val="00D344D3"/>
    <w:rsid w:val="00D34C22"/>
    <w:rsid w:val="00D34ECB"/>
    <w:rsid w:val="00D35021"/>
    <w:rsid w:val="00D35178"/>
    <w:rsid w:val="00D351B0"/>
    <w:rsid w:val="00D3527E"/>
    <w:rsid w:val="00D352FF"/>
    <w:rsid w:val="00D354B8"/>
    <w:rsid w:val="00D358B2"/>
    <w:rsid w:val="00D36059"/>
    <w:rsid w:val="00D360A6"/>
    <w:rsid w:val="00D360F3"/>
    <w:rsid w:val="00D361FA"/>
    <w:rsid w:val="00D3632D"/>
    <w:rsid w:val="00D36744"/>
    <w:rsid w:val="00D36CD9"/>
    <w:rsid w:val="00D37616"/>
    <w:rsid w:val="00D37651"/>
    <w:rsid w:val="00D376DE"/>
    <w:rsid w:val="00D377A9"/>
    <w:rsid w:val="00D37B78"/>
    <w:rsid w:val="00D37CE3"/>
    <w:rsid w:val="00D4001E"/>
    <w:rsid w:val="00D4028D"/>
    <w:rsid w:val="00D40539"/>
    <w:rsid w:val="00D406E2"/>
    <w:rsid w:val="00D40D9E"/>
    <w:rsid w:val="00D414AB"/>
    <w:rsid w:val="00D4170D"/>
    <w:rsid w:val="00D41767"/>
    <w:rsid w:val="00D417A5"/>
    <w:rsid w:val="00D41BFC"/>
    <w:rsid w:val="00D41CF1"/>
    <w:rsid w:val="00D41F86"/>
    <w:rsid w:val="00D42439"/>
    <w:rsid w:val="00D4258B"/>
    <w:rsid w:val="00D42AA5"/>
    <w:rsid w:val="00D42CC1"/>
    <w:rsid w:val="00D432A6"/>
    <w:rsid w:val="00D432B4"/>
    <w:rsid w:val="00D43667"/>
    <w:rsid w:val="00D43986"/>
    <w:rsid w:val="00D43C5A"/>
    <w:rsid w:val="00D43F3D"/>
    <w:rsid w:val="00D44386"/>
    <w:rsid w:val="00D44805"/>
    <w:rsid w:val="00D448BE"/>
    <w:rsid w:val="00D448FE"/>
    <w:rsid w:val="00D44DE0"/>
    <w:rsid w:val="00D455CB"/>
    <w:rsid w:val="00D45D7A"/>
    <w:rsid w:val="00D45EFE"/>
    <w:rsid w:val="00D45FDC"/>
    <w:rsid w:val="00D46057"/>
    <w:rsid w:val="00D463D7"/>
    <w:rsid w:val="00D4644B"/>
    <w:rsid w:val="00D46B77"/>
    <w:rsid w:val="00D475C8"/>
    <w:rsid w:val="00D4764F"/>
    <w:rsid w:val="00D47A92"/>
    <w:rsid w:val="00D47DDB"/>
    <w:rsid w:val="00D501A6"/>
    <w:rsid w:val="00D501C0"/>
    <w:rsid w:val="00D506DA"/>
    <w:rsid w:val="00D50B97"/>
    <w:rsid w:val="00D50C59"/>
    <w:rsid w:val="00D50DC8"/>
    <w:rsid w:val="00D50E30"/>
    <w:rsid w:val="00D513D2"/>
    <w:rsid w:val="00D514F8"/>
    <w:rsid w:val="00D515F1"/>
    <w:rsid w:val="00D51ECF"/>
    <w:rsid w:val="00D51FA4"/>
    <w:rsid w:val="00D5209E"/>
    <w:rsid w:val="00D52580"/>
    <w:rsid w:val="00D526C5"/>
    <w:rsid w:val="00D52A96"/>
    <w:rsid w:val="00D52C01"/>
    <w:rsid w:val="00D52D81"/>
    <w:rsid w:val="00D53096"/>
    <w:rsid w:val="00D5324A"/>
    <w:rsid w:val="00D532D5"/>
    <w:rsid w:val="00D53487"/>
    <w:rsid w:val="00D537A9"/>
    <w:rsid w:val="00D53E3F"/>
    <w:rsid w:val="00D53EBA"/>
    <w:rsid w:val="00D54037"/>
    <w:rsid w:val="00D54231"/>
    <w:rsid w:val="00D544DD"/>
    <w:rsid w:val="00D54578"/>
    <w:rsid w:val="00D54611"/>
    <w:rsid w:val="00D54614"/>
    <w:rsid w:val="00D547C0"/>
    <w:rsid w:val="00D54A03"/>
    <w:rsid w:val="00D54A0D"/>
    <w:rsid w:val="00D54BC6"/>
    <w:rsid w:val="00D54F5A"/>
    <w:rsid w:val="00D551B6"/>
    <w:rsid w:val="00D55271"/>
    <w:rsid w:val="00D55C56"/>
    <w:rsid w:val="00D55E1E"/>
    <w:rsid w:val="00D55E9A"/>
    <w:rsid w:val="00D56160"/>
    <w:rsid w:val="00D5618B"/>
    <w:rsid w:val="00D56258"/>
    <w:rsid w:val="00D56288"/>
    <w:rsid w:val="00D56389"/>
    <w:rsid w:val="00D56584"/>
    <w:rsid w:val="00D565BF"/>
    <w:rsid w:val="00D5689C"/>
    <w:rsid w:val="00D568E9"/>
    <w:rsid w:val="00D56A07"/>
    <w:rsid w:val="00D56BFB"/>
    <w:rsid w:val="00D56D7E"/>
    <w:rsid w:val="00D57088"/>
    <w:rsid w:val="00D572AA"/>
    <w:rsid w:val="00D574B3"/>
    <w:rsid w:val="00D575E4"/>
    <w:rsid w:val="00D57892"/>
    <w:rsid w:val="00D57AB7"/>
    <w:rsid w:val="00D57CCF"/>
    <w:rsid w:val="00D57E49"/>
    <w:rsid w:val="00D60106"/>
    <w:rsid w:val="00D60132"/>
    <w:rsid w:val="00D60258"/>
    <w:rsid w:val="00D605C9"/>
    <w:rsid w:val="00D606C2"/>
    <w:rsid w:val="00D60A14"/>
    <w:rsid w:val="00D60CC6"/>
    <w:rsid w:val="00D60FAD"/>
    <w:rsid w:val="00D61445"/>
    <w:rsid w:val="00D615DD"/>
    <w:rsid w:val="00D61653"/>
    <w:rsid w:val="00D616CC"/>
    <w:rsid w:val="00D618CA"/>
    <w:rsid w:val="00D61913"/>
    <w:rsid w:val="00D61CB0"/>
    <w:rsid w:val="00D61F44"/>
    <w:rsid w:val="00D624B3"/>
    <w:rsid w:val="00D6272B"/>
    <w:rsid w:val="00D6299D"/>
    <w:rsid w:val="00D62B16"/>
    <w:rsid w:val="00D62BD1"/>
    <w:rsid w:val="00D62C45"/>
    <w:rsid w:val="00D62C81"/>
    <w:rsid w:val="00D632BE"/>
    <w:rsid w:val="00D6380C"/>
    <w:rsid w:val="00D63A0A"/>
    <w:rsid w:val="00D63A1A"/>
    <w:rsid w:val="00D63D30"/>
    <w:rsid w:val="00D642A5"/>
    <w:rsid w:val="00D6462E"/>
    <w:rsid w:val="00D647F3"/>
    <w:rsid w:val="00D64B2D"/>
    <w:rsid w:val="00D6517C"/>
    <w:rsid w:val="00D6530E"/>
    <w:rsid w:val="00D65656"/>
    <w:rsid w:val="00D65DBE"/>
    <w:rsid w:val="00D65E22"/>
    <w:rsid w:val="00D65F29"/>
    <w:rsid w:val="00D662C1"/>
    <w:rsid w:val="00D66818"/>
    <w:rsid w:val="00D66C46"/>
    <w:rsid w:val="00D66CBC"/>
    <w:rsid w:val="00D672E4"/>
    <w:rsid w:val="00D67421"/>
    <w:rsid w:val="00D67573"/>
    <w:rsid w:val="00D67A34"/>
    <w:rsid w:val="00D67C6A"/>
    <w:rsid w:val="00D67CEA"/>
    <w:rsid w:val="00D67DC0"/>
    <w:rsid w:val="00D67F06"/>
    <w:rsid w:val="00D70122"/>
    <w:rsid w:val="00D70A09"/>
    <w:rsid w:val="00D70A8B"/>
    <w:rsid w:val="00D70C8E"/>
    <w:rsid w:val="00D70FDA"/>
    <w:rsid w:val="00D7153C"/>
    <w:rsid w:val="00D718A3"/>
    <w:rsid w:val="00D71C8F"/>
    <w:rsid w:val="00D71F13"/>
    <w:rsid w:val="00D723FB"/>
    <w:rsid w:val="00D7243D"/>
    <w:rsid w:val="00D7261F"/>
    <w:rsid w:val="00D7276C"/>
    <w:rsid w:val="00D728E4"/>
    <w:rsid w:val="00D7294D"/>
    <w:rsid w:val="00D72DAF"/>
    <w:rsid w:val="00D730B9"/>
    <w:rsid w:val="00D731CB"/>
    <w:rsid w:val="00D73497"/>
    <w:rsid w:val="00D738C1"/>
    <w:rsid w:val="00D739E9"/>
    <w:rsid w:val="00D739F4"/>
    <w:rsid w:val="00D73AD4"/>
    <w:rsid w:val="00D73FA8"/>
    <w:rsid w:val="00D74101"/>
    <w:rsid w:val="00D74373"/>
    <w:rsid w:val="00D748F2"/>
    <w:rsid w:val="00D749AA"/>
    <w:rsid w:val="00D74A98"/>
    <w:rsid w:val="00D74E28"/>
    <w:rsid w:val="00D74E51"/>
    <w:rsid w:val="00D74F7D"/>
    <w:rsid w:val="00D75057"/>
    <w:rsid w:val="00D754B9"/>
    <w:rsid w:val="00D765A5"/>
    <w:rsid w:val="00D768FE"/>
    <w:rsid w:val="00D76980"/>
    <w:rsid w:val="00D76B59"/>
    <w:rsid w:val="00D7750F"/>
    <w:rsid w:val="00D7754D"/>
    <w:rsid w:val="00D7787E"/>
    <w:rsid w:val="00D778CB"/>
    <w:rsid w:val="00D77A57"/>
    <w:rsid w:val="00D77E7B"/>
    <w:rsid w:val="00D77ECC"/>
    <w:rsid w:val="00D802D3"/>
    <w:rsid w:val="00D80646"/>
    <w:rsid w:val="00D80C48"/>
    <w:rsid w:val="00D81562"/>
    <w:rsid w:val="00D81567"/>
    <w:rsid w:val="00D817D5"/>
    <w:rsid w:val="00D81A1F"/>
    <w:rsid w:val="00D81AF9"/>
    <w:rsid w:val="00D81EBA"/>
    <w:rsid w:val="00D82026"/>
    <w:rsid w:val="00D8206E"/>
    <w:rsid w:val="00D823E4"/>
    <w:rsid w:val="00D8247D"/>
    <w:rsid w:val="00D82C66"/>
    <w:rsid w:val="00D830D3"/>
    <w:rsid w:val="00D835F5"/>
    <w:rsid w:val="00D839A8"/>
    <w:rsid w:val="00D83B34"/>
    <w:rsid w:val="00D83B7C"/>
    <w:rsid w:val="00D83C03"/>
    <w:rsid w:val="00D842BB"/>
    <w:rsid w:val="00D842DE"/>
    <w:rsid w:val="00D843E2"/>
    <w:rsid w:val="00D847F4"/>
    <w:rsid w:val="00D84ED9"/>
    <w:rsid w:val="00D85150"/>
    <w:rsid w:val="00D852F2"/>
    <w:rsid w:val="00D857B3"/>
    <w:rsid w:val="00D85E17"/>
    <w:rsid w:val="00D85FE3"/>
    <w:rsid w:val="00D861DB"/>
    <w:rsid w:val="00D865E3"/>
    <w:rsid w:val="00D86730"/>
    <w:rsid w:val="00D867FA"/>
    <w:rsid w:val="00D86C06"/>
    <w:rsid w:val="00D86C2B"/>
    <w:rsid w:val="00D86C59"/>
    <w:rsid w:val="00D86D67"/>
    <w:rsid w:val="00D86FEC"/>
    <w:rsid w:val="00D8714F"/>
    <w:rsid w:val="00D8764B"/>
    <w:rsid w:val="00D87744"/>
    <w:rsid w:val="00D87DC8"/>
    <w:rsid w:val="00D90B09"/>
    <w:rsid w:val="00D90E25"/>
    <w:rsid w:val="00D90F7F"/>
    <w:rsid w:val="00D91370"/>
    <w:rsid w:val="00D91373"/>
    <w:rsid w:val="00D91676"/>
    <w:rsid w:val="00D91802"/>
    <w:rsid w:val="00D91AB6"/>
    <w:rsid w:val="00D91D52"/>
    <w:rsid w:val="00D91D93"/>
    <w:rsid w:val="00D921A7"/>
    <w:rsid w:val="00D921CA"/>
    <w:rsid w:val="00D928B5"/>
    <w:rsid w:val="00D92C6F"/>
    <w:rsid w:val="00D92C92"/>
    <w:rsid w:val="00D93044"/>
    <w:rsid w:val="00D9317E"/>
    <w:rsid w:val="00D931F2"/>
    <w:rsid w:val="00D937B5"/>
    <w:rsid w:val="00D937E0"/>
    <w:rsid w:val="00D938B7"/>
    <w:rsid w:val="00D93A2B"/>
    <w:rsid w:val="00D93A76"/>
    <w:rsid w:val="00D93CA8"/>
    <w:rsid w:val="00D93D2D"/>
    <w:rsid w:val="00D940C0"/>
    <w:rsid w:val="00D9412B"/>
    <w:rsid w:val="00D94760"/>
    <w:rsid w:val="00D94E3C"/>
    <w:rsid w:val="00D95473"/>
    <w:rsid w:val="00D95A38"/>
    <w:rsid w:val="00D95F00"/>
    <w:rsid w:val="00D95F82"/>
    <w:rsid w:val="00D96709"/>
    <w:rsid w:val="00D967AF"/>
    <w:rsid w:val="00D9689E"/>
    <w:rsid w:val="00D96A2A"/>
    <w:rsid w:val="00D9752A"/>
    <w:rsid w:val="00D97700"/>
    <w:rsid w:val="00D979B6"/>
    <w:rsid w:val="00D97AE5"/>
    <w:rsid w:val="00D97CA7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642"/>
    <w:rsid w:val="00DA26CF"/>
    <w:rsid w:val="00DA2BC1"/>
    <w:rsid w:val="00DA2CB0"/>
    <w:rsid w:val="00DA2DC1"/>
    <w:rsid w:val="00DA2F16"/>
    <w:rsid w:val="00DA311C"/>
    <w:rsid w:val="00DA3225"/>
    <w:rsid w:val="00DA3480"/>
    <w:rsid w:val="00DA363E"/>
    <w:rsid w:val="00DA375F"/>
    <w:rsid w:val="00DA3CE4"/>
    <w:rsid w:val="00DA42EF"/>
    <w:rsid w:val="00DA43F8"/>
    <w:rsid w:val="00DA44BA"/>
    <w:rsid w:val="00DA4610"/>
    <w:rsid w:val="00DA4836"/>
    <w:rsid w:val="00DA4CB2"/>
    <w:rsid w:val="00DA4EB7"/>
    <w:rsid w:val="00DA5357"/>
    <w:rsid w:val="00DA53B1"/>
    <w:rsid w:val="00DA5A68"/>
    <w:rsid w:val="00DA5A82"/>
    <w:rsid w:val="00DA5DDA"/>
    <w:rsid w:val="00DA5E74"/>
    <w:rsid w:val="00DA6263"/>
    <w:rsid w:val="00DA6874"/>
    <w:rsid w:val="00DA6B81"/>
    <w:rsid w:val="00DA6BE0"/>
    <w:rsid w:val="00DA6C54"/>
    <w:rsid w:val="00DA7C8F"/>
    <w:rsid w:val="00DB050B"/>
    <w:rsid w:val="00DB0680"/>
    <w:rsid w:val="00DB06D1"/>
    <w:rsid w:val="00DB07AB"/>
    <w:rsid w:val="00DB086D"/>
    <w:rsid w:val="00DB0981"/>
    <w:rsid w:val="00DB0B4D"/>
    <w:rsid w:val="00DB0B8F"/>
    <w:rsid w:val="00DB0D8D"/>
    <w:rsid w:val="00DB1062"/>
    <w:rsid w:val="00DB106A"/>
    <w:rsid w:val="00DB117A"/>
    <w:rsid w:val="00DB1270"/>
    <w:rsid w:val="00DB13FE"/>
    <w:rsid w:val="00DB163E"/>
    <w:rsid w:val="00DB1718"/>
    <w:rsid w:val="00DB1BC4"/>
    <w:rsid w:val="00DB1CA7"/>
    <w:rsid w:val="00DB1F1B"/>
    <w:rsid w:val="00DB225F"/>
    <w:rsid w:val="00DB2556"/>
    <w:rsid w:val="00DB276C"/>
    <w:rsid w:val="00DB28A8"/>
    <w:rsid w:val="00DB2AD7"/>
    <w:rsid w:val="00DB2FD2"/>
    <w:rsid w:val="00DB3353"/>
    <w:rsid w:val="00DB356E"/>
    <w:rsid w:val="00DB3C1C"/>
    <w:rsid w:val="00DB3E72"/>
    <w:rsid w:val="00DB403B"/>
    <w:rsid w:val="00DB43EA"/>
    <w:rsid w:val="00DB4451"/>
    <w:rsid w:val="00DB450A"/>
    <w:rsid w:val="00DB45EB"/>
    <w:rsid w:val="00DB47AC"/>
    <w:rsid w:val="00DB481D"/>
    <w:rsid w:val="00DB4B23"/>
    <w:rsid w:val="00DB4FF7"/>
    <w:rsid w:val="00DB5018"/>
    <w:rsid w:val="00DB50B9"/>
    <w:rsid w:val="00DB5333"/>
    <w:rsid w:val="00DB534F"/>
    <w:rsid w:val="00DB5355"/>
    <w:rsid w:val="00DB541B"/>
    <w:rsid w:val="00DB554B"/>
    <w:rsid w:val="00DB56D9"/>
    <w:rsid w:val="00DB5955"/>
    <w:rsid w:val="00DB5ABB"/>
    <w:rsid w:val="00DB5AD2"/>
    <w:rsid w:val="00DB63C9"/>
    <w:rsid w:val="00DB6405"/>
    <w:rsid w:val="00DB6532"/>
    <w:rsid w:val="00DB6594"/>
    <w:rsid w:val="00DB65D9"/>
    <w:rsid w:val="00DB66F6"/>
    <w:rsid w:val="00DB6705"/>
    <w:rsid w:val="00DB678B"/>
    <w:rsid w:val="00DB6C5C"/>
    <w:rsid w:val="00DB6D63"/>
    <w:rsid w:val="00DB7103"/>
    <w:rsid w:val="00DB7185"/>
    <w:rsid w:val="00DB7474"/>
    <w:rsid w:val="00DB75FB"/>
    <w:rsid w:val="00DB788F"/>
    <w:rsid w:val="00DB7FAC"/>
    <w:rsid w:val="00DC00A1"/>
    <w:rsid w:val="00DC01B5"/>
    <w:rsid w:val="00DC073C"/>
    <w:rsid w:val="00DC0D8C"/>
    <w:rsid w:val="00DC0FD2"/>
    <w:rsid w:val="00DC1255"/>
    <w:rsid w:val="00DC12D5"/>
    <w:rsid w:val="00DC14B5"/>
    <w:rsid w:val="00DC15CA"/>
    <w:rsid w:val="00DC1CE9"/>
    <w:rsid w:val="00DC1D23"/>
    <w:rsid w:val="00DC26FF"/>
    <w:rsid w:val="00DC2CD2"/>
    <w:rsid w:val="00DC3289"/>
    <w:rsid w:val="00DC355F"/>
    <w:rsid w:val="00DC3B8A"/>
    <w:rsid w:val="00DC3F46"/>
    <w:rsid w:val="00DC4149"/>
    <w:rsid w:val="00DC43D5"/>
    <w:rsid w:val="00DC440A"/>
    <w:rsid w:val="00DC470A"/>
    <w:rsid w:val="00DC491B"/>
    <w:rsid w:val="00DC4C89"/>
    <w:rsid w:val="00DC4FD3"/>
    <w:rsid w:val="00DC509E"/>
    <w:rsid w:val="00DC53F2"/>
    <w:rsid w:val="00DC5492"/>
    <w:rsid w:val="00DC560F"/>
    <w:rsid w:val="00DC5A59"/>
    <w:rsid w:val="00DC6316"/>
    <w:rsid w:val="00DC63B2"/>
    <w:rsid w:val="00DC6462"/>
    <w:rsid w:val="00DC668D"/>
    <w:rsid w:val="00DC69AE"/>
    <w:rsid w:val="00DC6A4E"/>
    <w:rsid w:val="00DC6F5A"/>
    <w:rsid w:val="00DC7206"/>
    <w:rsid w:val="00DC752E"/>
    <w:rsid w:val="00DC7F7D"/>
    <w:rsid w:val="00DD0053"/>
    <w:rsid w:val="00DD00F7"/>
    <w:rsid w:val="00DD0196"/>
    <w:rsid w:val="00DD028C"/>
    <w:rsid w:val="00DD02CF"/>
    <w:rsid w:val="00DD0458"/>
    <w:rsid w:val="00DD06F9"/>
    <w:rsid w:val="00DD072E"/>
    <w:rsid w:val="00DD07E1"/>
    <w:rsid w:val="00DD0D61"/>
    <w:rsid w:val="00DD0F40"/>
    <w:rsid w:val="00DD0F7C"/>
    <w:rsid w:val="00DD0FBA"/>
    <w:rsid w:val="00DD10AA"/>
    <w:rsid w:val="00DD10E4"/>
    <w:rsid w:val="00DD1277"/>
    <w:rsid w:val="00DD162D"/>
    <w:rsid w:val="00DD182D"/>
    <w:rsid w:val="00DD1870"/>
    <w:rsid w:val="00DD1892"/>
    <w:rsid w:val="00DD220A"/>
    <w:rsid w:val="00DD2251"/>
    <w:rsid w:val="00DD22FF"/>
    <w:rsid w:val="00DD275C"/>
    <w:rsid w:val="00DD27AD"/>
    <w:rsid w:val="00DD294E"/>
    <w:rsid w:val="00DD2BBB"/>
    <w:rsid w:val="00DD2CC2"/>
    <w:rsid w:val="00DD2DA0"/>
    <w:rsid w:val="00DD2E3A"/>
    <w:rsid w:val="00DD2F60"/>
    <w:rsid w:val="00DD3056"/>
    <w:rsid w:val="00DD306C"/>
    <w:rsid w:val="00DD32ED"/>
    <w:rsid w:val="00DD3CDB"/>
    <w:rsid w:val="00DD3CE2"/>
    <w:rsid w:val="00DD3F37"/>
    <w:rsid w:val="00DD41B1"/>
    <w:rsid w:val="00DD4505"/>
    <w:rsid w:val="00DD4867"/>
    <w:rsid w:val="00DD4A70"/>
    <w:rsid w:val="00DD4B0B"/>
    <w:rsid w:val="00DD4F1E"/>
    <w:rsid w:val="00DD5085"/>
    <w:rsid w:val="00DD50DF"/>
    <w:rsid w:val="00DD5131"/>
    <w:rsid w:val="00DD5424"/>
    <w:rsid w:val="00DD5434"/>
    <w:rsid w:val="00DD5486"/>
    <w:rsid w:val="00DD588F"/>
    <w:rsid w:val="00DD5A18"/>
    <w:rsid w:val="00DD6160"/>
    <w:rsid w:val="00DD648B"/>
    <w:rsid w:val="00DD650F"/>
    <w:rsid w:val="00DD6610"/>
    <w:rsid w:val="00DD696F"/>
    <w:rsid w:val="00DD6C25"/>
    <w:rsid w:val="00DD7208"/>
    <w:rsid w:val="00DD72BC"/>
    <w:rsid w:val="00DD7509"/>
    <w:rsid w:val="00DD7650"/>
    <w:rsid w:val="00DD7A8C"/>
    <w:rsid w:val="00DD7B1E"/>
    <w:rsid w:val="00DE045D"/>
    <w:rsid w:val="00DE047C"/>
    <w:rsid w:val="00DE099C"/>
    <w:rsid w:val="00DE0D85"/>
    <w:rsid w:val="00DE0E61"/>
    <w:rsid w:val="00DE0F82"/>
    <w:rsid w:val="00DE143D"/>
    <w:rsid w:val="00DE1498"/>
    <w:rsid w:val="00DE1DB1"/>
    <w:rsid w:val="00DE24AD"/>
    <w:rsid w:val="00DE28AA"/>
    <w:rsid w:val="00DE2901"/>
    <w:rsid w:val="00DE3233"/>
    <w:rsid w:val="00DE3241"/>
    <w:rsid w:val="00DE3378"/>
    <w:rsid w:val="00DE3380"/>
    <w:rsid w:val="00DE3638"/>
    <w:rsid w:val="00DE3645"/>
    <w:rsid w:val="00DE377B"/>
    <w:rsid w:val="00DE3852"/>
    <w:rsid w:val="00DE3CE7"/>
    <w:rsid w:val="00DE3F75"/>
    <w:rsid w:val="00DE4062"/>
    <w:rsid w:val="00DE411A"/>
    <w:rsid w:val="00DE4166"/>
    <w:rsid w:val="00DE4202"/>
    <w:rsid w:val="00DE4478"/>
    <w:rsid w:val="00DE4660"/>
    <w:rsid w:val="00DE49B5"/>
    <w:rsid w:val="00DE4A11"/>
    <w:rsid w:val="00DE4D9D"/>
    <w:rsid w:val="00DE5201"/>
    <w:rsid w:val="00DE534F"/>
    <w:rsid w:val="00DE553D"/>
    <w:rsid w:val="00DE55A7"/>
    <w:rsid w:val="00DE5C92"/>
    <w:rsid w:val="00DE5CAF"/>
    <w:rsid w:val="00DE6167"/>
    <w:rsid w:val="00DE6201"/>
    <w:rsid w:val="00DE6433"/>
    <w:rsid w:val="00DE6833"/>
    <w:rsid w:val="00DE68D9"/>
    <w:rsid w:val="00DE69C1"/>
    <w:rsid w:val="00DE6CF8"/>
    <w:rsid w:val="00DE6F47"/>
    <w:rsid w:val="00DE73F0"/>
    <w:rsid w:val="00DE7937"/>
    <w:rsid w:val="00DE7A3A"/>
    <w:rsid w:val="00DF0187"/>
    <w:rsid w:val="00DF0635"/>
    <w:rsid w:val="00DF07CF"/>
    <w:rsid w:val="00DF09AD"/>
    <w:rsid w:val="00DF0A93"/>
    <w:rsid w:val="00DF0A97"/>
    <w:rsid w:val="00DF0D9D"/>
    <w:rsid w:val="00DF0F76"/>
    <w:rsid w:val="00DF1298"/>
    <w:rsid w:val="00DF1477"/>
    <w:rsid w:val="00DF158C"/>
    <w:rsid w:val="00DF19FE"/>
    <w:rsid w:val="00DF24CD"/>
    <w:rsid w:val="00DF273D"/>
    <w:rsid w:val="00DF2A85"/>
    <w:rsid w:val="00DF2BCA"/>
    <w:rsid w:val="00DF2C0D"/>
    <w:rsid w:val="00DF2EFA"/>
    <w:rsid w:val="00DF3484"/>
    <w:rsid w:val="00DF34BF"/>
    <w:rsid w:val="00DF35E8"/>
    <w:rsid w:val="00DF37B4"/>
    <w:rsid w:val="00DF386C"/>
    <w:rsid w:val="00DF38EC"/>
    <w:rsid w:val="00DF3955"/>
    <w:rsid w:val="00DF3CD8"/>
    <w:rsid w:val="00DF3DD0"/>
    <w:rsid w:val="00DF40D6"/>
    <w:rsid w:val="00DF45DD"/>
    <w:rsid w:val="00DF4A1C"/>
    <w:rsid w:val="00DF4AE4"/>
    <w:rsid w:val="00DF4B08"/>
    <w:rsid w:val="00DF527D"/>
    <w:rsid w:val="00DF545A"/>
    <w:rsid w:val="00DF5A6D"/>
    <w:rsid w:val="00DF5B6B"/>
    <w:rsid w:val="00DF5B86"/>
    <w:rsid w:val="00DF64A3"/>
    <w:rsid w:val="00DF7037"/>
    <w:rsid w:val="00DF72C9"/>
    <w:rsid w:val="00DF73C8"/>
    <w:rsid w:val="00DF7456"/>
    <w:rsid w:val="00DF77B0"/>
    <w:rsid w:val="00DF7B34"/>
    <w:rsid w:val="00DF7C4E"/>
    <w:rsid w:val="00DF7DF2"/>
    <w:rsid w:val="00DF7F26"/>
    <w:rsid w:val="00E001C2"/>
    <w:rsid w:val="00E001CE"/>
    <w:rsid w:val="00E005C6"/>
    <w:rsid w:val="00E005CC"/>
    <w:rsid w:val="00E00606"/>
    <w:rsid w:val="00E0060E"/>
    <w:rsid w:val="00E00B76"/>
    <w:rsid w:val="00E00C9D"/>
    <w:rsid w:val="00E00F68"/>
    <w:rsid w:val="00E00FD3"/>
    <w:rsid w:val="00E01211"/>
    <w:rsid w:val="00E0123A"/>
    <w:rsid w:val="00E01ACB"/>
    <w:rsid w:val="00E01D73"/>
    <w:rsid w:val="00E020FD"/>
    <w:rsid w:val="00E0213F"/>
    <w:rsid w:val="00E021EC"/>
    <w:rsid w:val="00E0239E"/>
    <w:rsid w:val="00E02AA4"/>
    <w:rsid w:val="00E02AC7"/>
    <w:rsid w:val="00E02F58"/>
    <w:rsid w:val="00E031C1"/>
    <w:rsid w:val="00E03A14"/>
    <w:rsid w:val="00E03BF8"/>
    <w:rsid w:val="00E04432"/>
    <w:rsid w:val="00E04658"/>
    <w:rsid w:val="00E046A3"/>
    <w:rsid w:val="00E0479D"/>
    <w:rsid w:val="00E048F2"/>
    <w:rsid w:val="00E04995"/>
    <w:rsid w:val="00E04A31"/>
    <w:rsid w:val="00E04DD3"/>
    <w:rsid w:val="00E04DE9"/>
    <w:rsid w:val="00E04FA7"/>
    <w:rsid w:val="00E05217"/>
    <w:rsid w:val="00E059D6"/>
    <w:rsid w:val="00E05BB4"/>
    <w:rsid w:val="00E05CD3"/>
    <w:rsid w:val="00E05DB7"/>
    <w:rsid w:val="00E05E38"/>
    <w:rsid w:val="00E06505"/>
    <w:rsid w:val="00E06648"/>
    <w:rsid w:val="00E066D6"/>
    <w:rsid w:val="00E06A70"/>
    <w:rsid w:val="00E06D89"/>
    <w:rsid w:val="00E06F3C"/>
    <w:rsid w:val="00E0714D"/>
    <w:rsid w:val="00E073A2"/>
    <w:rsid w:val="00E07679"/>
    <w:rsid w:val="00E078F5"/>
    <w:rsid w:val="00E079D9"/>
    <w:rsid w:val="00E07EA6"/>
    <w:rsid w:val="00E07EFE"/>
    <w:rsid w:val="00E102FE"/>
    <w:rsid w:val="00E10A2B"/>
    <w:rsid w:val="00E10E77"/>
    <w:rsid w:val="00E11278"/>
    <w:rsid w:val="00E11285"/>
    <w:rsid w:val="00E11353"/>
    <w:rsid w:val="00E1145E"/>
    <w:rsid w:val="00E114DE"/>
    <w:rsid w:val="00E1183A"/>
    <w:rsid w:val="00E11E98"/>
    <w:rsid w:val="00E122AC"/>
    <w:rsid w:val="00E123FF"/>
    <w:rsid w:val="00E124AD"/>
    <w:rsid w:val="00E12572"/>
    <w:rsid w:val="00E12624"/>
    <w:rsid w:val="00E1263B"/>
    <w:rsid w:val="00E12BDD"/>
    <w:rsid w:val="00E12C04"/>
    <w:rsid w:val="00E12D35"/>
    <w:rsid w:val="00E13225"/>
    <w:rsid w:val="00E133E0"/>
    <w:rsid w:val="00E135EF"/>
    <w:rsid w:val="00E138E5"/>
    <w:rsid w:val="00E13911"/>
    <w:rsid w:val="00E13915"/>
    <w:rsid w:val="00E1406E"/>
    <w:rsid w:val="00E14093"/>
    <w:rsid w:val="00E14B4B"/>
    <w:rsid w:val="00E14C3F"/>
    <w:rsid w:val="00E14CB9"/>
    <w:rsid w:val="00E15285"/>
    <w:rsid w:val="00E152C3"/>
    <w:rsid w:val="00E1556E"/>
    <w:rsid w:val="00E15588"/>
    <w:rsid w:val="00E15598"/>
    <w:rsid w:val="00E1599A"/>
    <w:rsid w:val="00E15E59"/>
    <w:rsid w:val="00E16143"/>
    <w:rsid w:val="00E168C9"/>
    <w:rsid w:val="00E16B61"/>
    <w:rsid w:val="00E16C6A"/>
    <w:rsid w:val="00E170AF"/>
    <w:rsid w:val="00E1715D"/>
    <w:rsid w:val="00E172F9"/>
    <w:rsid w:val="00E1739C"/>
    <w:rsid w:val="00E1739F"/>
    <w:rsid w:val="00E17613"/>
    <w:rsid w:val="00E1789C"/>
    <w:rsid w:val="00E203B9"/>
    <w:rsid w:val="00E204D5"/>
    <w:rsid w:val="00E2058B"/>
    <w:rsid w:val="00E20822"/>
    <w:rsid w:val="00E20CA4"/>
    <w:rsid w:val="00E20F97"/>
    <w:rsid w:val="00E2125F"/>
    <w:rsid w:val="00E21452"/>
    <w:rsid w:val="00E214F4"/>
    <w:rsid w:val="00E218FA"/>
    <w:rsid w:val="00E21C30"/>
    <w:rsid w:val="00E21E01"/>
    <w:rsid w:val="00E21F02"/>
    <w:rsid w:val="00E221F7"/>
    <w:rsid w:val="00E22AB7"/>
    <w:rsid w:val="00E22BCE"/>
    <w:rsid w:val="00E22F00"/>
    <w:rsid w:val="00E22F89"/>
    <w:rsid w:val="00E22F9D"/>
    <w:rsid w:val="00E22FE1"/>
    <w:rsid w:val="00E23049"/>
    <w:rsid w:val="00E23C1C"/>
    <w:rsid w:val="00E23CE8"/>
    <w:rsid w:val="00E23E8D"/>
    <w:rsid w:val="00E24000"/>
    <w:rsid w:val="00E2400B"/>
    <w:rsid w:val="00E24209"/>
    <w:rsid w:val="00E246EF"/>
    <w:rsid w:val="00E249C2"/>
    <w:rsid w:val="00E249E4"/>
    <w:rsid w:val="00E249F8"/>
    <w:rsid w:val="00E24AE2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06C"/>
    <w:rsid w:val="00E265D7"/>
    <w:rsid w:val="00E2678B"/>
    <w:rsid w:val="00E269F1"/>
    <w:rsid w:val="00E2751F"/>
    <w:rsid w:val="00E275B3"/>
    <w:rsid w:val="00E27F25"/>
    <w:rsid w:val="00E306AA"/>
    <w:rsid w:val="00E30C1A"/>
    <w:rsid w:val="00E30E79"/>
    <w:rsid w:val="00E30EB6"/>
    <w:rsid w:val="00E30F66"/>
    <w:rsid w:val="00E30F8E"/>
    <w:rsid w:val="00E311EA"/>
    <w:rsid w:val="00E31974"/>
    <w:rsid w:val="00E31BB9"/>
    <w:rsid w:val="00E31E58"/>
    <w:rsid w:val="00E31EFE"/>
    <w:rsid w:val="00E320B0"/>
    <w:rsid w:val="00E320C3"/>
    <w:rsid w:val="00E3220B"/>
    <w:rsid w:val="00E3222A"/>
    <w:rsid w:val="00E323F4"/>
    <w:rsid w:val="00E324B8"/>
    <w:rsid w:val="00E32796"/>
    <w:rsid w:val="00E328F5"/>
    <w:rsid w:val="00E32C56"/>
    <w:rsid w:val="00E32CA5"/>
    <w:rsid w:val="00E330C7"/>
    <w:rsid w:val="00E33147"/>
    <w:rsid w:val="00E33151"/>
    <w:rsid w:val="00E336C6"/>
    <w:rsid w:val="00E33AC3"/>
    <w:rsid w:val="00E3403E"/>
    <w:rsid w:val="00E34240"/>
    <w:rsid w:val="00E34901"/>
    <w:rsid w:val="00E349D5"/>
    <w:rsid w:val="00E35005"/>
    <w:rsid w:val="00E35402"/>
    <w:rsid w:val="00E3597A"/>
    <w:rsid w:val="00E35990"/>
    <w:rsid w:val="00E359A5"/>
    <w:rsid w:val="00E35B45"/>
    <w:rsid w:val="00E35F11"/>
    <w:rsid w:val="00E364F3"/>
    <w:rsid w:val="00E3681B"/>
    <w:rsid w:val="00E36FEC"/>
    <w:rsid w:val="00E37708"/>
    <w:rsid w:val="00E377B3"/>
    <w:rsid w:val="00E3799D"/>
    <w:rsid w:val="00E37A2A"/>
    <w:rsid w:val="00E37B43"/>
    <w:rsid w:val="00E37ECE"/>
    <w:rsid w:val="00E37F47"/>
    <w:rsid w:val="00E37FAA"/>
    <w:rsid w:val="00E40228"/>
    <w:rsid w:val="00E40293"/>
    <w:rsid w:val="00E403F9"/>
    <w:rsid w:val="00E4055C"/>
    <w:rsid w:val="00E4076B"/>
    <w:rsid w:val="00E408FC"/>
    <w:rsid w:val="00E40A49"/>
    <w:rsid w:val="00E40D3B"/>
    <w:rsid w:val="00E4123F"/>
    <w:rsid w:val="00E41251"/>
    <w:rsid w:val="00E4147D"/>
    <w:rsid w:val="00E415A4"/>
    <w:rsid w:val="00E41875"/>
    <w:rsid w:val="00E418FA"/>
    <w:rsid w:val="00E41C38"/>
    <w:rsid w:val="00E41E77"/>
    <w:rsid w:val="00E42972"/>
    <w:rsid w:val="00E42D0E"/>
    <w:rsid w:val="00E42EC3"/>
    <w:rsid w:val="00E43006"/>
    <w:rsid w:val="00E43136"/>
    <w:rsid w:val="00E43150"/>
    <w:rsid w:val="00E4357D"/>
    <w:rsid w:val="00E43674"/>
    <w:rsid w:val="00E438AB"/>
    <w:rsid w:val="00E43A41"/>
    <w:rsid w:val="00E43AEC"/>
    <w:rsid w:val="00E43D98"/>
    <w:rsid w:val="00E43ED6"/>
    <w:rsid w:val="00E44215"/>
    <w:rsid w:val="00E44304"/>
    <w:rsid w:val="00E444D3"/>
    <w:rsid w:val="00E44502"/>
    <w:rsid w:val="00E450F0"/>
    <w:rsid w:val="00E45155"/>
    <w:rsid w:val="00E4517D"/>
    <w:rsid w:val="00E453DE"/>
    <w:rsid w:val="00E4541D"/>
    <w:rsid w:val="00E45492"/>
    <w:rsid w:val="00E45714"/>
    <w:rsid w:val="00E457ED"/>
    <w:rsid w:val="00E45965"/>
    <w:rsid w:val="00E45C8E"/>
    <w:rsid w:val="00E45D07"/>
    <w:rsid w:val="00E45DF1"/>
    <w:rsid w:val="00E45EF6"/>
    <w:rsid w:val="00E46159"/>
    <w:rsid w:val="00E46626"/>
    <w:rsid w:val="00E467BF"/>
    <w:rsid w:val="00E46996"/>
    <w:rsid w:val="00E46E8E"/>
    <w:rsid w:val="00E470DE"/>
    <w:rsid w:val="00E47542"/>
    <w:rsid w:val="00E47A36"/>
    <w:rsid w:val="00E50368"/>
    <w:rsid w:val="00E503B5"/>
    <w:rsid w:val="00E5070B"/>
    <w:rsid w:val="00E50BBC"/>
    <w:rsid w:val="00E51138"/>
    <w:rsid w:val="00E5118C"/>
    <w:rsid w:val="00E5135D"/>
    <w:rsid w:val="00E518C9"/>
    <w:rsid w:val="00E51BBC"/>
    <w:rsid w:val="00E51C16"/>
    <w:rsid w:val="00E522A6"/>
    <w:rsid w:val="00E52875"/>
    <w:rsid w:val="00E5288B"/>
    <w:rsid w:val="00E52A05"/>
    <w:rsid w:val="00E52A50"/>
    <w:rsid w:val="00E52F40"/>
    <w:rsid w:val="00E5347D"/>
    <w:rsid w:val="00E5355C"/>
    <w:rsid w:val="00E5359F"/>
    <w:rsid w:val="00E536B3"/>
    <w:rsid w:val="00E53801"/>
    <w:rsid w:val="00E53822"/>
    <w:rsid w:val="00E538BB"/>
    <w:rsid w:val="00E53976"/>
    <w:rsid w:val="00E53BD3"/>
    <w:rsid w:val="00E54AFE"/>
    <w:rsid w:val="00E54F6D"/>
    <w:rsid w:val="00E5503D"/>
    <w:rsid w:val="00E55097"/>
    <w:rsid w:val="00E55662"/>
    <w:rsid w:val="00E55B8E"/>
    <w:rsid w:val="00E56C1D"/>
    <w:rsid w:val="00E56D62"/>
    <w:rsid w:val="00E57647"/>
    <w:rsid w:val="00E5774D"/>
    <w:rsid w:val="00E57F67"/>
    <w:rsid w:val="00E57FE4"/>
    <w:rsid w:val="00E60389"/>
    <w:rsid w:val="00E60A88"/>
    <w:rsid w:val="00E61084"/>
    <w:rsid w:val="00E616B6"/>
    <w:rsid w:val="00E61E94"/>
    <w:rsid w:val="00E61ED4"/>
    <w:rsid w:val="00E61F77"/>
    <w:rsid w:val="00E61FFB"/>
    <w:rsid w:val="00E62123"/>
    <w:rsid w:val="00E62129"/>
    <w:rsid w:val="00E62170"/>
    <w:rsid w:val="00E6265C"/>
    <w:rsid w:val="00E62AEE"/>
    <w:rsid w:val="00E62B54"/>
    <w:rsid w:val="00E62CDC"/>
    <w:rsid w:val="00E633BD"/>
    <w:rsid w:val="00E634C6"/>
    <w:rsid w:val="00E634DD"/>
    <w:rsid w:val="00E6390F"/>
    <w:rsid w:val="00E63948"/>
    <w:rsid w:val="00E640BC"/>
    <w:rsid w:val="00E6431C"/>
    <w:rsid w:val="00E644FD"/>
    <w:rsid w:val="00E64618"/>
    <w:rsid w:val="00E646A1"/>
    <w:rsid w:val="00E646EA"/>
    <w:rsid w:val="00E64F14"/>
    <w:rsid w:val="00E6535A"/>
    <w:rsid w:val="00E65AF8"/>
    <w:rsid w:val="00E65D6D"/>
    <w:rsid w:val="00E65E36"/>
    <w:rsid w:val="00E66330"/>
    <w:rsid w:val="00E66537"/>
    <w:rsid w:val="00E66778"/>
    <w:rsid w:val="00E66A86"/>
    <w:rsid w:val="00E66AB4"/>
    <w:rsid w:val="00E66BFD"/>
    <w:rsid w:val="00E66EC4"/>
    <w:rsid w:val="00E67136"/>
    <w:rsid w:val="00E673AE"/>
    <w:rsid w:val="00E6757D"/>
    <w:rsid w:val="00E67710"/>
    <w:rsid w:val="00E679FE"/>
    <w:rsid w:val="00E67A51"/>
    <w:rsid w:val="00E67D50"/>
    <w:rsid w:val="00E67DE3"/>
    <w:rsid w:val="00E700C8"/>
    <w:rsid w:val="00E7024D"/>
    <w:rsid w:val="00E70667"/>
    <w:rsid w:val="00E70BF3"/>
    <w:rsid w:val="00E70F31"/>
    <w:rsid w:val="00E70F58"/>
    <w:rsid w:val="00E7107D"/>
    <w:rsid w:val="00E71293"/>
    <w:rsid w:val="00E71441"/>
    <w:rsid w:val="00E714DF"/>
    <w:rsid w:val="00E7188C"/>
    <w:rsid w:val="00E71977"/>
    <w:rsid w:val="00E71DC8"/>
    <w:rsid w:val="00E71E22"/>
    <w:rsid w:val="00E724E4"/>
    <w:rsid w:val="00E727F5"/>
    <w:rsid w:val="00E729F4"/>
    <w:rsid w:val="00E72A86"/>
    <w:rsid w:val="00E72BEE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6FA"/>
    <w:rsid w:val="00E749DD"/>
    <w:rsid w:val="00E74A76"/>
    <w:rsid w:val="00E74BDC"/>
    <w:rsid w:val="00E74D69"/>
    <w:rsid w:val="00E74DC6"/>
    <w:rsid w:val="00E74EFE"/>
    <w:rsid w:val="00E74F5C"/>
    <w:rsid w:val="00E753E7"/>
    <w:rsid w:val="00E7592E"/>
    <w:rsid w:val="00E75A0F"/>
    <w:rsid w:val="00E75C37"/>
    <w:rsid w:val="00E75D11"/>
    <w:rsid w:val="00E763CE"/>
    <w:rsid w:val="00E76518"/>
    <w:rsid w:val="00E76601"/>
    <w:rsid w:val="00E76968"/>
    <w:rsid w:val="00E769CD"/>
    <w:rsid w:val="00E769D7"/>
    <w:rsid w:val="00E76DA1"/>
    <w:rsid w:val="00E76F82"/>
    <w:rsid w:val="00E77817"/>
    <w:rsid w:val="00E77D4A"/>
    <w:rsid w:val="00E8011C"/>
    <w:rsid w:val="00E804F1"/>
    <w:rsid w:val="00E80732"/>
    <w:rsid w:val="00E81277"/>
    <w:rsid w:val="00E819DE"/>
    <w:rsid w:val="00E81B90"/>
    <w:rsid w:val="00E81DC7"/>
    <w:rsid w:val="00E81E02"/>
    <w:rsid w:val="00E8206E"/>
    <w:rsid w:val="00E82C19"/>
    <w:rsid w:val="00E83308"/>
    <w:rsid w:val="00E83368"/>
    <w:rsid w:val="00E83700"/>
    <w:rsid w:val="00E8386D"/>
    <w:rsid w:val="00E83A75"/>
    <w:rsid w:val="00E8407E"/>
    <w:rsid w:val="00E84226"/>
    <w:rsid w:val="00E84721"/>
    <w:rsid w:val="00E84C2A"/>
    <w:rsid w:val="00E84C33"/>
    <w:rsid w:val="00E84C86"/>
    <w:rsid w:val="00E84E1E"/>
    <w:rsid w:val="00E85095"/>
    <w:rsid w:val="00E853E8"/>
    <w:rsid w:val="00E85568"/>
    <w:rsid w:val="00E859F2"/>
    <w:rsid w:val="00E85B2D"/>
    <w:rsid w:val="00E85B73"/>
    <w:rsid w:val="00E85D3A"/>
    <w:rsid w:val="00E85DB3"/>
    <w:rsid w:val="00E85EE6"/>
    <w:rsid w:val="00E8612B"/>
    <w:rsid w:val="00E86503"/>
    <w:rsid w:val="00E86530"/>
    <w:rsid w:val="00E869F3"/>
    <w:rsid w:val="00E86A88"/>
    <w:rsid w:val="00E8707E"/>
    <w:rsid w:val="00E87149"/>
    <w:rsid w:val="00E877E0"/>
    <w:rsid w:val="00E87AE9"/>
    <w:rsid w:val="00E87B8B"/>
    <w:rsid w:val="00E87F94"/>
    <w:rsid w:val="00E87FD9"/>
    <w:rsid w:val="00E900E4"/>
    <w:rsid w:val="00E90998"/>
    <w:rsid w:val="00E90A02"/>
    <w:rsid w:val="00E91242"/>
    <w:rsid w:val="00E912C5"/>
    <w:rsid w:val="00E9173A"/>
    <w:rsid w:val="00E91ADD"/>
    <w:rsid w:val="00E91C5F"/>
    <w:rsid w:val="00E91CAC"/>
    <w:rsid w:val="00E91D94"/>
    <w:rsid w:val="00E92536"/>
    <w:rsid w:val="00E92A5B"/>
    <w:rsid w:val="00E92A98"/>
    <w:rsid w:val="00E92ADB"/>
    <w:rsid w:val="00E92B19"/>
    <w:rsid w:val="00E93005"/>
    <w:rsid w:val="00E932DA"/>
    <w:rsid w:val="00E937B8"/>
    <w:rsid w:val="00E93B8D"/>
    <w:rsid w:val="00E940C1"/>
    <w:rsid w:val="00E94219"/>
    <w:rsid w:val="00E9441F"/>
    <w:rsid w:val="00E9466B"/>
    <w:rsid w:val="00E947E3"/>
    <w:rsid w:val="00E95053"/>
    <w:rsid w:val="00E95161"/>
    <w:rsid w:val="00E95258"/>
    <w:rsid w:val="00E95299"/>
    <w:rsid w:val="00E952E2"/>
    <w:rsid w:val="00E9557F"/>
    <w:rsid w:val="00E95928"/>
    <w:rsid w:val="00E9594E"/>
    <w:rsid w:val="00E9598E"/>
    <w:rsid w:val="00E95C45"/>
    <w:rsid w:val="00E967C4"/>
    <w:rsid w:val="00E96A0E"/>
    <w:rsid w:val="00E96AEB"/>
    <w:rsid w:val="00E97362"/>
    <w:rsid w:val="00E97872"/>
    <w:rsid w:val="00E9792A"/>
    <w:rsid w:val="00E97AC6"/>
    <w:rsid w:val="00E97C1E"/>
    <w:rsid w:val="00E97C87"/>
    <w:rsid w:val="00EA01A4"/>
    <w:rsid w:val="00EA05E6"/>
    <w:rsid w:val="00EA0A78"/>
    <w:rsid w:val="00EA0C5E"/>
    <w:rsid w:val="00EA0CC2"/>
    <w:rsid w:val="00EA0F7B"/>
    <w:rsid w:val="00EA13EF"/>
    <w:rsid w:val="00EA1507"/>
    <w:rsid w:val="00EA24CF"/>
    <w:rsid w:val="00EA2541"/>
    <w:rsid w:val="00EA2574"/>
    <w:rsid w:val="00EA2665"/>
    <w:rsid w:val="00EA2A8A"/>
    <w:rsid w:val="00EA2DD7"/>
    <w:rsid w:val="00EA2E61"/>
    <w:rsid w:val="00EA347D"/>
    <w:rsid w:val="00EA3875"/>
    <w:rsid w:val="00EA38A3"/>
    <w:rsid w:val="00EA3D45"/>
    <w:rsid w:val="00EA3F03"/>
    <w:rsid w:val="00EA4095"/>
    <w:rsid w:val="00EA40D2"/>
    <w:rsid w:val="00EA42BA"/>
    <w:rsid w:val="00EA433D"/>
    <w:rsid w:val="00EA4541"/>
    <w:rsid w:val="00EA4612"/>
    <w:rsid w:val="00EA4A0E"/>
    <w:rsid w:val="00EA4AA9"/>
    <w:rsid w:val="00EA4D24"/>
    <w:rsid w:val="00EA5032"/>
    <w:rsid w:val="00EA5141"/>
    <w:rsid w:val="00EA51B2"/>
    <w:rsid w:val="00EA5352"/>
    <w:rsid w:val="00EA53AE"/>
    <w:rsid w:val="00EA54B6"/>
    <w:rsid w:val="00EA56D3"/>
    <w:rsid w:val="00EA5954"/>
    <w:rsid w:val="00EA5D4D"/>
    <w:rsid w:val="00EA5E83"/>
    <w:rsid w:val="00EA6304"/>
    <w:rsid w:val="00EA6540"/>
    <w:rsid w:val="00EA6B7C"/>
    <w:rsid w:val="00EA6C88"/>
    <w:rsid w:val="00EA7022"/>
    <w:rsid w:val="00EA782B"/>
    <w:rsid w:val="00EA7900"/>
    <w:rsid w:val="00EA7A35"/>
    <w:rsid w:val="00EA7AF3"/>
    <w:rsid w:val="00EA7B8D"/>
    <w:rsid w:val="00EA7C84"/>
    <w:rsid w:val="00EB0165"/>
    <w:rsid w:val="00EB0416"/>
    <w:rsid w:val="00EB0496"/>
    <w:rsid w:val="00EB04AA"/>
    <w:rsid w:val="00EB09DA"/>
    <w:rsid w:val="00EB0F97"/>
    <w:rsid w:val="00EB1087"/>
    <w:rsid w:val="00EB12F5"/>
    <w:rsid w:val="00EB1AED"/>
    <w:rsid w:val="00EB1D23"/>
    <w:rsid w:val="00EB1EE2"/>
    <w:rsid w:val="00EB1F80"/>
    <w:rsid w:val="00EB21CD"/>
    <w:rsid w:val="00EB223E"/>
    <w:rsid w:val="00EB241A"/>
    <w:rsid w:val="00EB2A15"/>
    <w:rsid w:val="00EB2FBF"/>
    <w:rsid w:val="00EB30EF"/>
    <w:rsid w:val="00EB31E9"/>
    <w:rsid w:val="00EB35C8"/>
    <w:rsid w:val="00EB36A7"/>
    <w:rsid w:val="00EB3845"/>
    <w:rsid w:val="00EB3D06"/>
    <w:rsid w:val="00EB44F2"/>
    <w:rsid w:val="00EB46F3"/>
    <w:rsid w:val="00EB492C"/>
    <w:rsid w:val="00EB4DED"/>
    <w:rsid w:val="00EB4E3D"/>
    <w:rsid w:val="00EB52B9"/>
    <w:rsid w:val="00EB5424"/>
    <w:rsid w:val="00EB5851"/>
    <w:rsid w:val="00EB5DDD"/>
    <w:rsid w:val="00EB637B"/>
    <w:rsid w:val="00EB65F4"/>
    <w:rsid w:val="00EB6825"/>
    <w:rsid w:val="00EB689E"/>
    <w:rsid w:val="00EB697A"/>
    <w:rsid w:val="00EB6D37"/>
    <w:rsid w:val="00EB6F3B"/>
    <w:rsid w:val="00EB6FF2"/>
    <w:rsid w:val="00EB704D"/>
    <w:rsid w:val="00EB7BDB"/>
    <w:rsid w:val="00EB7C34"/>
    <w:rsid w:val="00EB7ED0"/>
    <w:rsid w:val="00EC0022"/>
    <w:rsid w:val="00EC00ED"/>
    <w:rsid w:val="00EC027C"/>
    <w:rsid w:val="00EC03EB"/>
    <w:rsid w:val="00EC05C9"/>
    <w:rsid w:val="00EC0627"/>
    <w:rsid w:val="00EC0696"/>
    <w:rsid w:val="00EC07E9"/>
    <w:rsid w:val="00EC0A60"/>
    <w:rsid w:val="00EC0B1D"/>
    <w:rsid w:val="00EC0B4E"/>
    <w:rsid w:val="00EC0C4F"/>
    <w:rsid w:val="00EC0E00"/>
    <w:rsid w:val="00EC1184"/>
    <w:rsid w:val="00EC1B63"/>
    <w:rsid w:val="00EC2041"/>
    <w:rsid w:val="00EC2058"/>
    <w:rsid w:val="00EC222F"/>
    <w:rsid w:val="00EC2400"/>
    <w:rsid w:val="00EC247B"/>
    <w:rsid w:val="00EC2A14"/>
    <w:rsid w:val="00EC31B5"/>
    <w:rsid w:val="00EC32BC"/>
    <w:rsid w:val="00EC396F"/>
    <w:rsid w:val="00EC3991"/>
    <w:rsid w:val="00EC3C7E"/>
    <w:rsid w:val="00EC40CF"/>
    <w:rsid w:val="00EC445F"/>
    <w:rsid w:val="00EC4511"/>
    <w:rsid w:val="00EC466D"/>
    <w:rsid w:val="00EC48DC"/>
    <w:rsid w:val="00EC4CF4"/>
    <w:rsid w:val="00EC4D03"/>
    <w:rsid w:val="00EC4E23"/>
    <w:rsid w:val="00EC4F93"/>
    <w:rsid w:val="00EC5252"/>
    <w:rsid w:val="00EC548E"/>
    <w:rsid w:val="00EC574A"/>
    <w:rsid w:val="00EC5970"/>
    <w:rsid w:val="00EC5988"/>
    <w:rsid w:val="00EC5CFF"/>
    <w:rsid w:val="00EC5E80"/>
    <w:rsid w:val="00EC676E"/>
    <w:rsid w:val="00EC685B"/>
    <w:rsid w:val="00EC7217"/>
    <w:rsid w:val="00EC75A5"/>
    <w:rsid w:val="00EC7752"/>
    <w:rsid w:val="00EC7CCE"/>
    <w:rsid w:val="00EC7FB1"/>
    <w:rsid w:val="00ED010C"/>
    <w:rsid w:val="00ED0C07"/>
    <w:rsid w:val="00ED0E7F"/>
    <w:rsid w:val="00ED1112"/>
    <w:rsid w:val="00ED14A8"/>
    <w:rsid w:val="00ED1BAA"/>
    <w:rsid w:val="00ED249F"/>
    <w:rsid w:val="00ED2DA7"/>
    <w:rsid w:val="00ED2DCB"/>
    <w:rsid w:val="00ED3117"/>
    <w:rsid w:val="00ED32E3"/>
    <w:rsid w:val="00ED3427"/>
    <w:rsid w:val="00ED39CD"/>
    <w:rsid w:val="00ED3B17"/>
    <w:rsid w:val="00ED3B42"/>
    <w:rsid w:val="00ED4146"/>
    <w:rsid w:val="00ED4325"/>
    <w:rsid w:val="00ED4504"/>
    <w:rsid w:val="00ED4765"/>
    <w:rsid w:val="00ED47D0"/>
    <w:rsid w:val="00ED48FE"/>
    <w:rsid w:val="00ED4C9A"/>
    <w:rsid w:val="00ED4DE9"/>
    <w:rsid w:val="00ED562C"/>
    <w:rsid w:val="00ED5685"/>
    <w:rsid w:val="00ED56B2"/>
    <w:rsid w:val="00ED56CA"/>
    <w:rsid w:val="00ED5F6E"/>
    <w:rsid w:val="00ED7667"/>
    <w:rsid w:val="00EE044E"/>
    <w:rsid w:val="00EE04F0"/>
    <w:rsid w:val="00EE0A56"/>
    <w:rsid w:val="00EE0A98"/>
    <w:rsid w:val="00EE0AE4"/>
    <w:rsid w:val="00EE0B84"/>
    <w:rsid w:val="00EE10DF"/>
    <w:rsid w:val="00EE12A3"/>
    <w:rsid w:val="00EE15B2"/>
    <w:rsid w:val="00EE170D"/>
    <w:rsid w:val="00EE172D"/>
    <w:rsid w:val="00EE1837"/>
    <w:rsid w:val="00EE19B0"/>
    <w:rsid w:val="00EE1E45"/>
    <w:rsid w:val="00EE1E48"/>
    <w:rsid w:val="00EE1FAF"/>
    <w:rsid w:val="00EE24C6"/>
    <w:rsid w:val="00EE293D"/>
    <w:rsid w:val="00EE2DC5"/>
    <w:rsid w:val="00EE2E6D"/>
    <w:rsid w:val="00EE32A2"/>
    <w:rsid w:val="00EE33CC"/>
    <w:rsid w:val="00EE352D"/>
    <w:rsid w:val="00EE38FF"/>
    <w:rsid w:val="00EE39B1"/>
    <w:rsid w:val="00EE3C1A"/>
    <w:rsid w:val="00EE3D3B"/>
    <w:rsid w:val="00EE4549"/>
    <w:rsid w:val="00EE4AA2"/>
    <w:rsid w:val="00EE4BCE"/>
    <w:rsid w:val="00EE4ED7"/>
    <w:rsid w:val="00EE51A8"/>
    <w:rsid w:val="00EE51ED"/>
    <w:rsid w:val="00EE544D"/>
    <w:rsid w:val="00EE57C6"/>
    <w:rsid w:val="00EE5939"/>
    <w:rsid w:val="00EE5B91"/>
    <w:rsid w:val="00EE5CD5"/>
    <w:rsid w:val="00EE5EF8"/>
    <w:rsid w:val="00EE621B"/>
    <w:rsid w:val="00EE65C0"/>
    <w:rsid w:val="00EE66EC"/>
    <w:rsid w:val="00EE68AA"/>
    <w:rsid w:val="00EE734C"/>
    <w:rsid w:val="00EE73F9"/>
    <w:rsid w:val="00EE7A5E"/>
    <w:rsid w:val="00EE7C38"/>
    <w:rsid w:val="00EF002A"/>
    <w:rsid w:val="00EF0050"/>
    <w:rsid w:val="00EF0780"/>
    <w:rsid w:val="00EF07D7"/>
    <w:rsid w:val="00EF08B1"/>
    <w:rsid w:val="00EF094E"/>
    <w:rsid w:val="00EF0B8F"/>
    <w:rsid w:val="00EF1751"/>
    <w:rsid w:val="00EF234F"/>
    <w:rsid w:val="00EF270D"/>
    <w:rsid w:val="00EF2A2F"/>
    <w:rsid w:val="00EF2AA0"/>
    <w:rsid w:val="00EF2B43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51B3"/>
    <w:rsid w:val="00EF60B7"/>
    <w:rsid w:val="00EF6200"/>
    <w:rsid w:val="00EF6DF1"/>
    <w:rsid w:val="00EF6F29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0C8"/>
    <w:rsid w:val="00F003C4"/>
    <w:rsid w:val="00F008BB"/>
    <w:rsid w:val="00F00E2A"/>
    <w:rsid w:val="00F01581"/>
    <w:rsid w:val="00F01881"/>
    <w:rsid w:val="00F01A85"/>
    <w:rsid w:val="00F01C77"/>
    <w:rsid w:val="00F024EF"/>
    <w:rsid w:val="00F02591"/>
    <w:rsid w:val="00F025F9"/>
    <w:rsid w:val="00F02A68"/>
    <w:rsid w:val="00F02B0B"/>
    <w:rsid w:val="00F02BCC"/>
    <w:rsid w:val="00F02C7E"/>
    <w:rsid w:val="00F02E6C"/>
    <w:rsid w:val="00F02EBA"/>
    <w:rsid w:val="00F03053"/>
    <w:rsid w:val="00F03207"/>
    <w:rsid w:val="00F034FF"/>
    <w:rsid w:val="00F03A3F"/>
    <w:rsid w:val="00F03D1F"/>
    <w:rsid w:val="00F03F1E"/>
    <w:rsid w:val="00F0406F"/>
    <w:rsid w:val="00F041C1"/>
    <w:rsid w:val="00F042EC"/>
    <w:rsid w:val="00F044C7"/>
    <w:rsid w:val="00F045B8"/>
    <w:rsid w:val="00F04EFF"/>
    <w:rsid w:val="00F05610"/>
    <w:rsid w:val="00F05920"/>
    <w:rsid w:val="00F05B4A"/>
    <w:rsid w:val="00F05C0A"/>
    <w:rsid w:val="00F05C3A"/>
    <w:rsid w:val="00F05C49"/>
    <w:rsid w:val="00F06389"/>
    <w:rsid w:val="00F063B3"/>
    <w:rsid w:val="00F064B6"/>
    <w:rsid w:val="00F066D6"/>
    <w:rsid w:val="00F0674B"/>
    <w:rsid w:val="00F06BB4"/>
    <w:rsid w:val="00F06E52"/>
    <w:rsid w:val="00F06F54"/>
    <w:rsid w:val="00F07086"/>
    <w:rsid w:val="00F071C0"/>
    <w:rsid w:val="00F07574"/>
    <w:rsid w:val="00F07782"/>
    <w:rsid w:val="00F07A98"/>
    <w:rsid w:val="00F07CD7"/>
    <w:rsid w:val="00F07E99"/>
    <w:rsid w:val="00F10AA5"/>
    <w:rsid w:val="00F10CD1"/>
    <w:rsid w:val="00F11299"/>
    <w:rsid w:val="00F1134E"/>
    <w:rsid w:val="00F11860"/>
    <w:rsid w:val="00F119F2"/>
    <w:rsid w:val="00F121F5"/>
    <w:rsid w:val="00F12273"/>
    <w:rsid w:val="00F125E9"/>
    <w:rsid w:val="00F127BC"/>
    <w:rsid w:val="00F12DA0"/>
    <w:rsid w:val="00F12FB6"/>
    <w:rsid w:val="00F1303A"/>
    <w:rsid w:val="00F13068"/>
    <w:rsid w:val="00F131C3"/>
    <w:rsid w:val="00F1355B"/>
    <w:rsid w:val="00F1372B"/>
    <w:rsid w:val="00F13741"/>
    <w:rsid w:val="00F13C72"/>
    <w:rsid w:val="00F13D2E"/>
    <w:rsid w:val="00F13E68"/>
    <w:rsid w:val="00F13FBE"/>
    <w:rsid w:val="00F144F9"/>
    <w:rsid w:val="00F146DB"/>
    <w:rsid w:val="00F14FB2"/>
    <w:rsid w:val="00F151D2"/>
    <w:rsid w:val="00F15634"/>
    <w:rsid w:val="00F1567B"/>
    <w:rsid w:val="00F1572E"/>
    <w:rsid w:val="00F158F0"/>
    <w:rsid w:val="00F15AB5"/>
    <w:rsid w:val="00F15C9B"/>
    <w:rsid w:val="00F15DAD"/>
    <w:rsid w:val="00F160B9"/>
    <w:rsid w:val="00F162F1"/>
    <w:rsid w:val="00F1633D"/>
    <w:rsid w:val="00F1641D"/>
    <w:rsid w:val="00F167AD"/>
    <w:rsid w:val="00F168A7"/>
    <w:rsid w:val="00F16A46"/>
    <w:rsid w:val="00F1702B"/>
    <w:rsid w:val="00F1721F"/>
    <w:rsid w:val="00F17FF5"/>
    <w:rsid w:val="00F2011A"/>
    <w:rsid w:val="00F201F0"/>
    <w:rsid w:val="00F201F6"/>
    <w:rsid w:val="00F20C95"/>
    <w:rsid w:val="00F20E43"/>
    <w:rsid w:val="00F20EE3"/>
    <w:rsid w:val="00F212CE"/>
    <w:rsid w:val="00F2159E"/>
    <w:rsid w:val="00F216DD"/>
    <w:rsid w:val="00F2190D"/>
    <w:rsid w:val="00F21E38"/>
    <w:rsid w:val="00F21EF4"/>
    <w:rsid w:val="00F21FB2"/>
    <w:rsid w:val="00F2201B"/>
    <w:rsid w:val="00F22328"/>
    <w:rsid w:val="00F225FC"/>
    <w:rsid w:val="00F22903"/>
    <w:rsid w:val="00F22934"/>
    <w:rsid w:val="00F22975"/>
    <w:rsid w:val="00F22A68"/>
    <w:rsid w:val="00F2316D"/>
    <w:rsid w:val="00F23248"/>
    <w:rsid w:val="00F23606"/>
    <w:rsid w:val="00F236A4"/>
    <w:rsid w:val="00F23A9D"/>
    <w:rsid w:val="00F23C2B"/>
    <w:rsid w:val="00F23DA9"/>
    <w:rsid w:val="00F242E0"/>
    <w:rsid w:val="00F2479C"/>
    <w:rsid w:val="00F247AF"/>
    <w:rsid w:val="00F24D29"/>
    <w:rsid w:val="00F24E3C"/>
    <w:rsid w:val="00F24FBE"/>
    <w:rsid w:val="00F2521D"/>
    <w:rsid w:val="00F254A3"/>
    <w:rsid w:val="00F2589C"/>
    <w:rsid w:val="00F25BFB"/>
    <w:rsid w:val="00F25C7B"/>
    <w:rsid w:val="00F260B6"/>
    <w:rsid w:val="00F2624A"/>
    <w:rsid w:val="00F268B8"/>
    <w:rsid w:val="00F26AA8"/>
    <w:rsid w:val="00F26BA2"/>
    <w:rsid w:val="00F27092"/>
    <w:rsid w:val="00F270D0"/>
    <w:rsid w:val="00F27107"/>
    <w:rsid w:val="00F273D1"/>
    <w:rsid w:val="00F2742B"/>
    <w:rsid w:val="00F274FB"/>
    <w:rsid w:val="00F275AE"/>
    <w:rsid w:val="00F277AD"/>
    <w:rsid w:val="00F277C3"/>
    <w:rsid w:val="00F27978"/>
    <w:rsid w:val="00F27B69"/>
    <w:rsid w:val="00F3023A"/>
    <w:rsid w:val="00F305D1"/>
    <w:rsid w:val="00F30962"/>
    <w:rsid w:val="00F3198E"/>
    <w:rsid w:val="00F31A1B"/>
    <w:rsid w:val="00F31D82"/>
    <w:rsid w:val="00F31EE4"/>
    <w:rsid w:val="00F3224D"/>
    <w:rsid w:val="00F32913"/>
    <w:rsid w:val="00F33087"/>
    <w:rsid w:val="00F3308F"/>
    <w:rsid w:val="00F33299"/>
    <w:rsid w:val="00F33363"/>
    <w:rsid w:val="00F335B5"/>
    <w:rsid w:val="00F33621"/>
    <w:rsid w:val="00F3369E"/>
    <w:rsid w:val="00F3380A"/>
    <w:rsid w:val="00F3450E"/>
    <w:rsid w:val="00F347BA"/>
    <w:rsid w:val="00F3485C"/>
    <w:rsid w:val="00F348C7"/>
    <w:rsid w:val="00F34FE2"/>
    <w:rsid w:val="00F356A6"/>
    <w:rsid w:val="00F3586D"/>
    <w:rsid w:val="00F35DE1"/>
    <w:rsid w:val="00F35DF2"/>
    <w:rsid w:val="00F35E81"/>
    <w:rsid w:val="00F35F6D"/>
    <w:rsid w:val="00F35FC3"/>
    <w:rsid w:val="00F36043"/>
    <w:rsid w:val="00F3615B"/>
    <w:rsid w:val="00F36215"/>
    <w:rsid w:val="00F36403"/>
    <w:rsid w:val="00F36882"/>
    <w:rsid w:val="00F3690D"/>
    <w:rsid w:val="00F3730E"/>
    <w:rsid w:val="00F37527"/>
    <w:rsid w:val="00F377D5"/>
    <w:rsid w:val="00F3794F"/>
    <w:rsid w:val="00F37BE2"/>
    <w:rsid w:val="00F40259"/>
    <w:rsid w:val="00F40B51"/>
    <w:rsid w:val="00F40D4F"/>
    <w:rsid w:val="00F40DA0"/>
    <w:rsid w:val="00F40EF4"/>
    <w:rsid w:val="00F41401"/>
    <w:rsid w:val="00F41532"/>
    <w:rsid w:val="00F4153A"/>
    <w:rsid w:val="00F415E4"/>
    <w:rsid w:val="00F41C35"/>
    <w:rsid w:val="00F41DCB"/>
    <w:rsid w:val="00F42626"/>
    <w:rsid w:val="00F4263D"/>
    <w:rsid w:val="00F428FA"/>
    <w:rsid w:val="00F42CC2"/>
    <w:rsid w:val="00F42F23"/>
    <w:rsid w:val="00F42FDD"/>
    <w:rsid w:val="00F43089"/>
    <w:rsid w:val="00F431F7"/>
    <w:rsid w:val="00F43617"/>
    <w:rsid w:val="00F43935"/>
    <w:rsid w:val="00F43BE5"/>
    <w:rsid w:val="00F43DD0"/>
    <w:rsid w:val="00F43F7A"/>
    <w:rsid w:val="00F440D4"/>
    <w:rsid w:val="00F44100"/>
    <w:rsid w:val="00F44211"/>
    <w:rsid w:val="00F44287"/>
    <w:rsid w:val="00F444AA"/>
    <w:rsid w:val="00F44624"/>
    <w:rsid w:val="00F44768"/>
    <w:rsid w:val="00F448A1"/>
    <w:rsid w:val="00F44B82"/>
    <w:rsid w:val="00F44E92"/>
    <w:rsid w:val="00F450EC"/>
    <w:rsid w:val="00F45161"/>
    <w:rsid w:val="00F45570"/>
    <w:rsid w:val="00F45C7A"/>
    <w:rsid w:val="00F46058"/>
    <w:rsid w:val="00F46709"/>
    <w:rsid w:val="00F46C54"/>
    <w:rsid w:val="00F46F4D"/>
    <w:rsid w:val="00F471B3"/>
    <w:rsid w:val="00F477C4"/>
    <w:rsid w:val="00F479B3"/>
    <w:rsid w:val="00F47E24"/>
    <w:rsid w:val="00F500FA"/>
    <w:rsid w:val="00F506E8"/>
    <w:rsid w:val="00F5072D"/>
    <w:rsid w:val="00F50EC6"/>
    <w:rsid w:val="00F50F8B"/>
    <w:rsid w:val="00F5154A"/>
    <w:rsid w:val="00F51627"/>
    <w:rsid w:val="00F5178A"/>
    <w:rsid w:val="00F517AF"/>
    <w:rsid w:val="00F51842"/>
    <w:rsid w:val="00F51CFE"/>
    <w:rsid w:val="00F524DA"/>
    <w:rsid w:val="00F52911"/>
    <w:rsid w:val="00F52A49"/>
    <w:rsid w:val="00F52BEF"/>
    <w:rsid w:val="00F52EB6"/>
    <w:rsid w:val="00F5333A"/>
    <w:rsid w:val="00F53475"/>
    <w:rsid w:val="00F535EE"/>
    <w:rsid w:val="00F5360B"/>
    <w:rsid w:val="00F536D4"/>
    <w:rsid w:val="00F537B8"/>
    <w:rsid w:val="00F5387E"/>
    <w:rsid w:val="00F53B30"/>
    <w:rsid w:val="00F53E62"/>
    <w:rsid w:val="00F53EA0"/>
    <w:rsid w:val="00F54091"/>
    <w:rsid w:val="00F5431F"/>
    <w:rsid w:val="00F543CD"/>
    <w:rsid w:val="00F54523"/>
    <w:rsid w:val="00F54A2B"/>
    <w:rsid w:val="00F54D9E"/>
    <w:rsid w:val="00F54ED6"/>
    <w:rsid w:val="00F54F56"/>
    <w:rsid w:val="00F5508D"/>
    <w:rsid w:val="00F550DC"/>
    <w:rsid w:val="00F55352"/>
    <w:rsid w:val="00F558C4"/>
    <w:rsid w:val="00F55B4A"/>
    <w:rsid w:val="00F56078"/>
    <w:rsid w:val="00F56436"/>
    <w:rsid w:val="00F566FB"/>
    <w:rsid w:val="00F56959"/>
    <w:rsid w:val="00F56C78"/>
    <w:rsid w:val="00F56FC6"/>
    <w:rsid w:val="00F5707C"/>
    <w:rsid w:val="00F603D2"/>
    <w:rsid w:val="00F6058D"/>
    <w:rsid w:val="00F607AF"/>
    <w:rsid w:val="00F60C7E"/>
    <w:rsid w:val="00F6136A"/>
    <w:rsid w:val="00F6155A"/>
    <w:rsid w:val="00F618AD"/>
    <w:rsid w:val="00F61ABF"/>
    <w:rsid w:val="00F61BDB"/>
    <w:rsid w:val="00F6247E"/>
    <w:rsid w:val="00F62622"/>
    <w:rsid w:val="00F629B9"/>
    <w:rsid w:val="00F62B86"/>
    <w:rsid w:val="00F62C26"/>
    <w:rsid w:val="00F62C52"/>
    <w:rsid w:val="00F62E61"/>
    <w:rsid w:val="00F62F21"/>
    <w:rsid w:val="00F6356E"/>
    <w:rsid w:val="00F63A67"/>
    <w:rsid w:val="00F63A7A"/>
    <w:rsid w:val="00F63AE4"/>
    <w:rsid w:val="00F63B77"/>
    <w:rsid w:val="00F640E1"/>
    <w:rsid w:val="00F6411A"/>
    <w:rsid w:val="00F6414F"/>
    <w:rsid w:val="00F646BC"/>
    <w:rsid w:val="00F646DD"/>
    <w:rsid w:val="00F64CA8"/>
    <w:rsid w:val="00F64D81"/>
    <w:rsid w:val="00F65040"/>
    <w:rsid w:val="00F650BF"/>
    <w:rsid w:val="00F658B3"/>
    <w:rsid w:val="00F66417"/>
    <w:rsid w:val="00F66420"/>
    <w:rsid w:val="00F66465"/>
    <w:rsid w:val="00F66A1F"/>
    <w:rsid w:val="00F66C79"/>
    <w:rsid w:val="00F66C9A"/>
    <w:rsid w:val="00F66F70"/>
    <w:rsid w:val="00F67072"/>
    <w:rsid w:val="00F67353"/>
    <w:rsid w:val="00F673AA"/>
    <w:rsid w:val="00F67736"/>
    <w:rsid w:val="00F6785B"/>
    <w:rsid w:val="00F7031F"/>
    <w:rsid w:val="00F704FC"/>
    <w:rsid w:val="00F70861"/>
    <w:rsid w:val="00F70865"/>
    <w:rsid w:val="00F70BB3"/>
    <w:rsid w:val="00F70D00"/>
    <w:rsid w:val="00F716AE"/>
    <w:rsid w:val="00F71A67"/>
    <w:rsid w:val="00F71F45"/>
    <w:rsid w:val="00F720D9"/>
    <w:rsid w:val="00F7214D"/>
    <w:rsid w:val="00F723C6"/>
    <w:rsid w:val="00F72665"/>
    <w:rsid w:val="00F72A02"/>
    <w:rsid w:val="00F72AD2"/>
    <w:rsid w:val="00F72D70"/>
    <w:rsid w:val="00F72D79"/>
    <w:rsid w:val="00F72FA0"/>
    <w:rsid w:val="00F732F6"/>
    <w:rsid w:val="00F73383"/>
    <w:rsid w:val="00F73988"/>
    <w:rsid w:val="00F739E8"/>
    <w:rsid w:val="00F73AD2"/>
    <w:rsid w:val="00F73F2D"/>
    <w:rsid w:val="00F73F8C"/>
    <w:rsid w:val="00F74450"/>
    <w:rsid w:val="00F74477"/>
    <w:rsid w:val="00F74884"/>
    <w:rsid w:val="00F74FDB"/>
    <w:rsid w:val="00F753B9"/>
    <w:rsid w:val="00F756FB"/>
    <w:rsid w:val="00F758B2"/>
    <w:rsid w:val="00F75A7A"/>
    <w:rsid w:val="00F75D7A"/>
    <w:rsid w:val="00F76356"/>
    <w:rsid w:val="00F76488"/>
    <w:rsid w:val="00F765A1"/>
    <w:rsid w:val="00F76D53"/>
    <w:rsid w:val="00F76E8E"/>
    <w:rsid w:val="00F76FE5"/>
    <w:rsid w:val="00F772E7"/>
    <w:rsid w:val="00F774EC"/>
    <w:rsid w:val="00F77604"/>
    <w:rsid w:val="00F7779B"/>
    <w:rsid w:val="00F777A7"/>
    <w:rsid w:val="00F77D96"/>
    <w:rsid w:val="00F77EE3"/>
    <w:rsid w:val="00F80043"/>
    <w:rsid w:val="00F8009B"/>
    <w:rsid w:val="00F80247"/>
    <w:rsid w:val="00F803F1"/>
    <w:rsid w:val="00F80428"/>
    <w:rsid w:val="00F80462"/>
    <w:rsid w:val="00F807D6"/>
    <w:rsid w:val="00F80A3C"/>
    <w:rsid w:val="00F80F23"/>
    <w:rsid w:val="00F80F2E"/>
    <w:rsid w:val="00F80F50"/>
    <w:rsid w:val="00F8100E"/>
    <w:rsid w:val="00F8141B"/>
    <w:rsid w:val="00F815BD"/>
    <w:rsid w:val="00F815CF"/>
    <w:rsid w:val="00F827ED"/>
    <w:rsid w:val="00F82849"/>
    <w:rsid w:val="00F829D3"/>
    <w:rsid w:val="00F82C9F"/>
    <w:rsid w:val="00F82D94"/>
    <w:rsid w:val="00F83017"/>
    <w:rsid w:val="00F8306D"/>
    <w:rsid w:val="00F83137"/>
    <w:rsid w:val="00F832C4"/>
    <w:rsid w:val="00F832EF"/>
    <w:rsid w:val="00F8345F"/>
    <w:rsid w:val="00F836B2"/>
    <w:rsid w:val="00F83865"/>
    <w:rsid w:val="00F83C6D"/>
    <w:rsid w:val="00F83D69"/>
    <w:rsid w:val="00F841F3"/>
    <w:rsid w:val="00F844F8"/>
    <w:rsid w:val="00F850DE"/>
    <w:rsid w:val="00F85225"/>
    <w:rsid w:val="00F852E2"/>
    <w:rsid w:val="00F85458"/>
    <w:rsid w:val="00F85475"/>
    <w:rsid w:val="00F854A2"/>
    <w:rsid w:val="00F8561F"/>
    <w:rsid w:val="00F857B2"/>
    <w:rsid w:val="00F8593F"/>
    <w:rsid w:val="00F85BC5"/>
    <w:rsid w:val="00F85EF0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352"/>
    <w:rsid w:val="00F87493"/>
    <w:rsid w:val="00F8760D"/>
    <w:rsid w:val="00F87832"/>
    <w:rsid w:val="00F87F38"/>
    <w:rsid w:val="00F909C2"/>
    <w:rsid w:val="00F90A5C"/>
    <w:rsid w:val="00F9108D"/>
    <w:rsid w:val="00F915EA"/>
    <w:rsid w:val="00F91817"/>
    <w:rsid w:val="00F92164"/>
    <w:rsid w:val="00F92182"/>
    <w:rsid w:val="00F9237E"/>
    <w:rsid w:val="00F925AC"/>
    <w:rsid w:val="00F92A49"/>
    <w:rsid w:val="00F92B97"/>
    <w:rsid w:val="00F92D18"/>
    <w:rsid w:val="00F93122"/>
    <w:rsid w:val="00F937DC"/>
    <w:rsid w:val="00F9385B"/>
    <w:rsid w:val="00F939B5"/>
    <w:rsid w:val="00F93AD5"/>
    <w:rsid w:val="00F93DDC"/>
    <w:rsid w:val="00F9418A"/>
    <w:rsid w:val="00F941F9"/>
    <w:rsid w:val="00F94284"/>
    <w:rsid w:val="00F94DC3"/>
    <w:rsid w:val="00F94F3A"/>
    <w:rsid w:val="00F959EB"/>
    <w:rsid w:val="00F95BBB"/>
    <w:rsid w:val="00F95BE6"/>
    <w:rsid w:val="00F95C1A"/>
    <w:rsid w:val="00F95D93"/>
    <w:rsid w:val="00F95F85"/>
    <w:rsid w:val="00F96156"/>
    <w:rsid w:val="00F9641A"/>
    <w:rsid w:val="00F96688"/>
    <w:rsid w:val="00F966CA"/>
    <w:rsid w:val="00F967ED"/>
    <w:rsid w:val="00F968E6"/>
    <w:rsid w:val="00F969B9"/>
    <w:rsid w:val="00F9751D"/>
    <w:rsid w:val="00F975A0"/>
    <w:rsid w:val="00F97627"/>
    <w:rsid w:val="00F979A7"/>
    <w:rsid w:val="00F97CA2"/>
    <w:rsid w:val="00F97D36"/>
    <w:rsid w:val="00F97E57"/>
    <w:rsid w:val="00FA0033"/>
    <w:rsid w:val="00FA0132"/>
    <w:rsid w:val="00FA0463"/>
    <w:rsid w:val="00FA05E2"/>
    <w:rsid w:val="00FA0F17"/>
    <w:rsid w:val="00FA1087"/>
    <w:rsid w:val="00FA1598"/>
    <w:rsid w:val="00FA1623"/>
    <w:rsid w:val="00FA19DD"/>
    <w:rsid w:val="00FA2034"/>
    <w:rsid w:val="00FA205A"/>
    <w:rsid w:val="00FA2226"/>
    <w:rsid w:val="00FA2584"/>
    <w:rsid w:val="00FA28DD"/>
    <w:rsid w:val="00FA2939"/>
    <w:rsid w:val="00FA29D3"/>
    <w:rsid w:val="00FA2ABA"/>
    <w:rsid w:val="00FA2E01"/>
    <w:rsid w:val="00FA3077"/>
    <w:rsid w:val="00FA3099"/>
    <w:rsid w:val="00FA32A1"/>
    <w:rsid w:val="00FA32EC"/>
    <w:rsid w:val="00FA3CF4"/>
    <w:rsid w:val="00FA3E32"/>
    <w:rsid w:val="00FA4300"/>
    <w:rsid w:val="00FA4452"/>
    <w:rsid w:val="00FA465A"/>
    <w:rsid w:val="00FA4A23"/>
    <w:rsid w:val="00FA4B52"/>
    <w:rsid w:val="00FA4C5F"/>
    <w:rsid w:val="00FA4C6A"/>
    <w:rsid w:val="00FA532E"/>
    <w:rsid w:val="00FA54B7"/>
    <w:rsid w:val="00FA558B"/>
    <w:rsid w:val="00FA5734"/>
    <w:rsid w:val="00FA59E7"/>
    <w:rsid w:val="00FA5AB2"/>
    <w:rsid w:val="00FA5DF4"/>
    <w:rsid w:val="00FA62DC"/>
    <w:rsid w:val="00FA65F3"/>
    <w:rsid w:val="00FA68DC"/>
    <w:rsid w:val="00FA6B02"/>
    <w:rsid w:val="00FA6D73"/>
    <w:rsid w:val="00FA6E67"/>
    <w:rsid w:val="00FA736E"/>
    <w:rsid w:val="00FA771C"/>
    <w:rsid w:val="00FA775E"/>
    <w:rsid w:val="00FA77BF"/>
    <w:rsid w:val="00FA7AB2"/>
    <w:rsid w:val="00FA7F49"/>
    <w:rsid w:val="00FA7F57"/>
    <w:rsid w:val="00FB0009"/>
    <w:rsid w:val="00FB0776"/>
    <w:rsid w:val="00FB07C6"/>
    <w:rsid w:val="00FB0B01"/>
    <w:rsid w:val="00FB0D21"/>
    <w:rsid w:val="00FB0DF3"/>
    <w:rsid w:val="00FB10F3"/>
    <w:rsid w:val="00FB123A"/>
    <w:rsid w:val="00FB12AE"/>
    <w:rsid w:val="00FB1371"/>
    <w:rsid w:val="00FB162F"/>
    <w:rsid w:val="00FB1AA3"/>
    <w:rsid w:val="00FB1E62"/>
    <w:rsid w:val="00FB2060"/>
    <w:rsid w:val="00FB232E"/>
    <w:rsid w:val="00FB23FD"/>
    <w:rsid w:val="00FB28CF"/>
    <w:rsid w:val="00FB2B5E"/>
    <w:rsid w:val="00FB2D75"/>
    <w:rsid w:val="00FB315B"/>
    <w:rsid w:val="00FB33A1"/>
    <w:rsid w:val="00FB3420"/>
    <w:rsid w:val="00FB3BE8"/>
    <w:rsid w:val="00FB3FAC"/>
    <w:rsid w:val="00FB4546"/>
    <w:rsid w:val="00FB46BF"/>
    <w:rsid w:val="00FB49B1"/>
    <w:rsid w:val="00FB4CA9"/>
    <w:rsid w:val="00FB4E62"/>
    <w:rsid w:val="00FB4FB8"/>
    <w:rsid w:val="00FB5002"/>
    <w:rsid w:val="00FB50B3"/>
    <w:rsid w:val="00FB5219"/>
    <w:rsid w:val="00FB5902"/>
    <w:rsid w:val="00FB5AC0"/>
    <w:rsid w:val="00FB5C74"/>
    <w:rsid w:val="00FB5CB8"/>
    <w:rsid w:val="00FB5DF7"/>
    <w:rsid w:val="00FB5F99"/>
    <w:rsid w:val="00FB6BFC"/>
    <w:rsid w:val="00FB6DF3"/>
    <w:rsid w:val="00FB6E28"/>
    <w:rsid w:val="00FB7304"/>
    <w:rsid w:val="00FB7329"/>
    <w:rsid w:val="00FB7537"/>
    <w:rsid w:val="00FB78FF"/>
    <w:rsid w:val="00FB7964"/>
    <w:rsid w:val="00FB7F32"/>
    <w:rsid w:val="00FB7F63"/>
    <w:rsid w:val="00FC0199"/>
    <w:rsid w:val="00FC058F"/>
    <w:rsid w:val="00FC078D"/>
    <w:rsid w:val="00FC0A46"/>
    <w:rsid w:val="00FC0C5B"/>
    <w:rsid w:val="00FC0C87"/>
    <w:rsid w:val="00FC10AC"/>
    <w:rsid w:val="00FC113F"/>
    <w:rsid w:val="00FC13A9"/>
    <w:rsid w:val="00FC1E79"/>
    <w:rsid w:val="00FC21D8"/>
    <w:rsid w:val="00FC23B1"/>
    <w:rsid w:val="00FC27CC"/>
    <w:rsid w:val="00FC28B1"/>
    <w:rsid w:val="00FC2FE5"/>
    <w:rsid w:val="00FC35BE"/>
    <w:rsid w:val="00FC366A"/>
    <w:rsid w:val="00FC388F"/>
    <w:rsid w:val="00FC3AA6"/>
    <w:rsid w:val="00FC4071"/>
    <w:rsid w:val="00FC40C3"/>
    <w:rsid w:val="00FC47F8"/>
    <w:rsid w:val="00FC4E78"/>
    <w:rsid w:val="00FC504E"/>
    <w:rsid w:val="00FC50B8"/>
    <w:rsid w:val="00FC5749"/>
    <w:rsid w:val="00FC5916"/>
    <w:rsid w:val="00FC5EF5"/>
    <w:rsid w:val="00FC5FB2"/>
    <w:rsid w:val="00FC5FCA"/>
    <w:rsid w:val="00FC60DF"/>
    <w:rsid w:val="00FC61C2"/>
    <w:rsid w:val="00FC64B0"/>
    <w:rsid w:val="00FC68B2"/>
    <w:rsid w:val="00FC6C6B"/>
    <w:rsid w:val="00FC6DD4"/>
    <w:rsid w:val="00FC6FD6"/>
    <w:rsid w:val="00FC74D4"/>
    <w:rsid w:val="00FC787F"/>
    <w:rsid w:val="00FC7A51"/>
    <w:rsid w:val="00FC7DB5"/>
    <w:rsid w:val="00FC7EE4"/>
    <w:rsid w:val="00FD0314"/>
    <w:rsid w:val="00FD0C33"/>
    <w:rsid w:val="00FD127B"/>
    <w:rsid w:val="00FD1A53"/>
    <w:rsid w:val="00FD1BD7"/>
    <w:rsid w:val="00FD1BF5"/>
    <w:rsid w:val="00FD1FB2"/>
    <w:rsid w:val="00FD2181"/>
    <w:rsid w:val="00FD2245"/>
    <w:rsid w:val="00FD27DD"/>
    <w:rsid w:val="00FD2854"/>
    <w:rsid w:val="00FD2B5B"/>
    <w:rsid w:val="00FD36C7"/>
    <w:rsid w:val="00FD3A4C"/>
    <w:rsid w:val="00FD446D"/>
    <w:rsid w:val="00FD44F4"/>
    <w:rsid w:val="00FD4517"/>
    <w:rsid w:val="00FD45B4"/>
    <w:rsid w:val="00FD45F9"/>
    <w:rsid w:val="00FD4F29"/>
    <w:rsid w:val="00FD4FCA"/>
    <w:rsid w:val="00FD5099"/>
    <w:rsid w:val="00FD5414"/>
    <w:rsid w:val="00FD54C8"/>
    <w:rsid w:val="00FD5787"/>
    <w:rsid w:val="00FD5999"/>
    <w:rsid w:val="00FD5E06"/>
    <w:rsid w:val="00FD638E"/>
    <w:rsid w:val="00FD6617"/>
    <w:rsid w:val="00FD6896"/>
    <w:rsid w:val="00FD6A10"/>
    <w:rsid w:val="00FD6C8F"/>
    <w:rsid w:val="00FD6C9D"/>
    <w:rsid w:val="00FD6CBF"/>
    <w:rsid w:val="00FD7427"/>
    <w:rsid w:val="00FD7652"/>
    <w:rsid w:val="00FD77B6"/>
    <w:rsid w:val="00FD788F"/>
    <w:rsid w:val="00FD7CAD"/>
    <w:rsid w:val="00FE0526"/>
    <w:rsid w:val="00FE070F"/>
    <w:rsid w:val="00FE0A66"/>
    <w:rsid w:val="00FE1154"/>
    <w:rsid w:val="00FE13E6"/>
    <w:rsid w:val="00FE176E"/>
    <w:rsid w:val="00FE182E"/>
    <w:rsid w:val="00FE1B8F"/>
    <w:rsid w:val="00FE1B9E"/>
    <w:rsid w:val="00FE1BF7"/>
    <w:rsid w:val="00FE1EC4"/>
    <w:rsid w:val="00FE2884"/>
    <w:rsid w:val="00FE2A07"/>
    <w:rsid w:val="00FE2BA7"/>
    <w:rsid w:val="00FE3031"/>
    <w:rsid w:val="00FE33E6"/>
    <w:rsid w:val="00FE3432"/>
    <w:rsid w:val="00FE36DD"/>
    <w:rsid w:val="00FE3768"/>
    <w:rsid w:val="00FE395E"/>
    <w:rsid w:val="00FE3D6C"/>
    <w:rsid w:val="00FE4294"/>
    <w:rsid w:val="00FE44C0"/>
    <w:rsid w:val="00FE4906"/>
    <w:rsid w:val="00FE4CC8"/>
    <w:rsid w:val="00FE5033"/>
    <w:rsid w:val="00FE50F9"/>
    <w:rsid w:val="00FE57C3"/>
    <w:rsid w:val="00FE5821"/>
    <w:rsid w:val="00FE58E4"/>
    <w:rsid w:val="00FE5A4C"/>
    <w:rsid w:val="00FE5C96"/>
    <w:rsid w:val="00FE5F2B"/>
    <w:rsid w:val="00FE6345"/>
    <w:rsid w:val="00FE6B0A"/>
    <w:rsid w:val="00FE6D5C"/>
    <w:rsid w:val="00FE6F49"/>
    <w:rsid w:val="00FE70B8"/>
    <w:rsid w:val="00FE70F5"/>
    <w:rsid w:val="00FE715E"/>
    <w:rsid w:val="00FE7503"/>
    <w:rsid w:val="00FE760E"/>
    <w:rsid w:val="00FE7612"/>
    <w:rsid w:val="00FE767F"/>
    <w:rsid w:val="00FE7777"/>
    <w:rsid w:val="00FE7B7D"/>
    <w:rsid w:val="00FE7F37"/>
    <w:rsid w:val="00FF044D"/>
    <w:rsid w:val="00FF05EF"/>
    <w:rsid w:val="00FF074A"/>
    <w:rsid w:val="00FF08A1"/>
    <w:rsid w:val="00FF0B01"/>
    <w:rsid w:val="00FF0CBD"/>
    <w:rsid w:val="00FF0FE2"/>
    <w:rsid w:val="00FF13CE"/>
    <w:rsid w:val="00FF163B"/>
    <w:rsid w:val="00FF1828"/>
    <w:rsid w:val="00FF1956"/>
    <w:rsid w:val="00FF1BAB"/>
    <w:rsid w:val="00FF1E33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3317"/>
    <w:rsid w:val="00FF3427"/>
    <w:rsid w:val="00FF34E3"/>
    <w:rsid w:val="00FF36BB"/>
    <w:rsid w:val="00FF377B"/>
    <w:rsid w:val="00FF3862"/>
    <w:rsid w:val="00FF39F1"/>
    <w:rsid w:val="00FF3CF4"/>
    <w:rsid w:val="00FF46BF"/>
    <w:rsid w:val="00FF487C"/>
    <w:rsid w:val="00FF494B"/>
    <w:rsid w:val="00FF4B5A"/>
    <w:rsid w:val="00FF4C63"/>
    <w:rsid w:val="00FF4EAC"/>
    <w:rsid w:val="00FF51EF"/>
    <w:rsid w:val="00FF5630"/>
    <w:rsid w:val="00FF5789"/>
    <w:rsid w:val="00FF5898"/>
    <w:rsid w:val="00FF5E85"/>
    <w:rsid w:val="00FF5F05"/>
    <w:rsid w:val="00FF5FAE"/>
    <w:rsid w:val="00FF6868"/>
    <w:rsid w:val="00FF6D42"/>
    <w:rsid w:val="00FF6FD4"/>
    <w:rsid w:val="00FF760B"/>
    <w:rsid w:val="00FF76F0"/>
    <w:rsid w:val="00FF7A72"/>
    <w:rsid w:val="00FF7B60"/>
    <w:rsid w:val="00FF7F26"/>
    <w:rsid w:val="01278785"/>
    <w:rsid w:val="064C86C4"/>
    <w:rsid w:val="1B81863B"/>
    <w:rsid w:val="1BCE9040"/>
    <w:rsid w:val="1C21B71B"/>
    <w:rsid w:val="2026E200"/>
    <w:rsid w:val="220B33C1"/>
    <w:rsid w:val="24C29FFE"/>
    <w:rsid w:val="269E9DE5"/>
    <w:rsid w:val="3259BB25"/>
    <w:rsid w:val="416754DE"/>
    <w:rsid w:val="45D45E31"/>
    <w:rsid w:val="4B6EDEFB"/>
    <w:rsid w:val="4EC23980"/>
    <w:rsid w:val="5A2F7EA8"/>
    <w:rsid w:val="5B3C80AA"/>
    <w:rsid w:val="665B49F4"/>
    <w:rsid w:val="66EAE12B"/>
    <w:rsid w:val="69242BC7"/>
    <w:rsid w:val="6E4E2C41"/>
    <w:rsid w:val="73E919BF"/>
    <w:rsid w:val="772D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5842D7C"/>
  <w15:chartTrackingRefBased/>
  <w15:docId w15:val="{00777617-4BE7-4735-B88A-368AE956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="SimSun" w:hAnsi="Angsana New" w:cs="Angsana New"/>
        <w:spacing w:val="-4"/>
        <w:sz w:val="30"/>
        <w:szCs w:val="30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footnote reference" w:uiPriority="99"/>
    <w:lsdException w:name="page number" w:uiPriority="99"/>
    <w:lsdException w:name="table of authorities" w:uiPriority="99"/>
    <w:lsdException w:name="macro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" w:uiPriority="99" w:qFormat="1"/>
    <w:lsdException w:name="Subtitle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6FE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uiPriority w:val="99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,BT Char"/>
    <w:link w:val="BodyText"/>
    <w:uiPriority w:val="99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lang w:val="th-TH" w:eastAsia="x-none"/>
    </w:rPr>
  </w:style>
  <w:style w:type="character" w:customStyle="1" w:styleId="BodyText2Char">
    <w:name w:val="Body Text 2 Char"/>
    <w:link w:val="BodyText2"/>
    <w:uiPriority w:val="99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lang w:val="th-TH" w:eastAsia="th-TH"/>
    </w:rPr>
  </w:style>
  <w:style w:type="paragraph" w:customStyle="1" w:styleId="a3">
    <w:name w:val="ข้อความ"/>
    <w:basedOn w:val="Normal"/>
    <w:uiPriority w:val="99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uiPriority w:val="99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customStyle="1" w:styleId="HTMLBody">
    <w:name w:val="HTML Body"/>
    <w:uiPriority w:val="99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uiPriority w:val="99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uiPriority w:val="99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uiPriority w:val="99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uiPriority w:val="99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uiPriority w:val="99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uiPriority w:val="99"/>
    <w:rsid w:val="00F5387E"/>
    <w:pPr>
      <w:tabs>
        <w:tab w:val="clear" w:pos="227"/>
      </w:tabs>
      <w:ind w:left="450"/>
      <w:jc w:val="thaiDistribute"/>
    </w:p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rsid w:val="00D73AD4"/>
    <w:rPr>
      <w:rFonts w:cs="Times New Roman"/>
    </w:rPr>
  </w:style>
  <w:style w:type="character" w:customStyle="1" w:styleId="shorttext">
    <w:name w:val="short_text"/>
    <w:rsid w:val="00D73AD4"/>
    <w:rPr>
      <w:rFonts w:cs="Times New Roman"/>
    </w:rPr>
  </w:style>
  <w:style w:type="paragraph" w:customStyle="1" w:styleId="Default">
    <w:name w:val="Default"/>
    <w:uiPriority w:val="99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styleId="NormalWeb">
    <w:name w:val="Normal (Web)"/>
    <w:basedOn w:val="Normal"/>
    <w:uiPriority w:val="99"/>
    <w:unhideWhenUsed/>
    <w:rsid w:val="005C653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Heading2"/>
    <w:link w:val="Style1Char"/>
    <w:qFormat/>
    <w:rsid w:val="00945C2A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b w:val="0"/>
      <w:bCs w:val="0"/>
      <w:lang w:val="th-TH"/>
    </w:rPr>
  </w:style>
  <w:style w:type="character" w:customStyle="1" w:styleId="Style1Char">
    <w:name w:val="Style1 Char"/>
    <w:link w:val="Style1"/>
    <w:rsid w:val="00945C2A"/>
    <w:rPr>
      <w:rFonts w:ascii="Angsana New" w:hAnsi="Angsana New"/>
      <w:sz w:val="30"/>
      <w:szCs w:val="30"/>
      <w:lang w:val="th-TH"/>
    </w:rPr>
  </w:style>
  <w:style w:type="character" w:styleId="LineNumber">
    <w:name w:val="line number"/>
    <w:basedOn w:val="DefaultParagraphFont"/>
    <w:rsid w:val="004E714C"/>
  </w:style>
  <w:style w:type="paragraph" w:styleId="NoSpacing">
    <w:name w:val="No Spacing"/>
    <w:uiPriority w:val="1"/>
    <w:qFormat/>
    <w:rsid w:val="00B723E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Hyperlink">
    <w:name w:val="Hyperlink"/>
    <w:uiPriority w:val="99"/>
    <w:unhideWhenUsed/>
    <w:rsid w:val="003C0EF9"/>
    <w:rPr>
      <w:strike w:val="0"/>
      <w:dstrike w:val="0"/>
      <w:color w:val="1C62B9"/>
      <w:u w:val="none"/>
      <w:effect w:val="none"/>
    </w:rPr>
  </w:style>
  <w:style w:type="character" w:styleId="FollowedHyperlink">
    <w:name w:val="FollowedHyperlink"/>
    <w:uiPriority w:val="99"/>
    <w:unhideWhenUsed/>
    <w:rsid w:val="003C0EF9"/>
    <w:rPr>
      <w:color w:val="800080"/>
      <w:u w:val="single"/>
    </w:rPr>
  </w:style>
  <w:style w:type="character" w:styleId="Emphasis">
    <w:name w:val="Emphasis"/>
    <w:uiPriority w:val="20"/>
    <w:qFormat/>
    <w:rsid w:val="003C0EF9"/>
    <w:rPr>
      <w:b w:val="0"/>
      <w:bCs w:val="0"/>
      <w:i w:val="0"/>
      <w:iCs w:val="0"/>
      <w:color w:val="D14836"/>
    </w:rPr>
  </w:style>
  <w:style w:type="paragraph" w:customStyle="1" w:styleId="msonormal0">
    <w:name w:val="msonor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10">
    <w:name w:val="Normal Indent10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Style2Char">
    <w:name w:val="Style2 Char"/>
    <w:link w:val="Style2"/>
    <w:uiPriority w:val="99"/>
    <w:locked/>
    <w:rsid w:val="003C0EF9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customStyle="1" w:styleId="Style2">
    <w:name w:val="Style2"/>
    <w:basedOn w:val="Heading3"/>
    <w:link w:val="Style2Char"/>
    <w:uiPriority w:val="99"/>
    <w:qFormat/>
    <w:rsid w:val="003C0EF9"/>
    <w:pPr>
      <w:numPr>
        <w:numId w:val="23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eastAsia="MS Mincho"/>
      <w:b/>
      <w:bCs/>
      <w:i w:val="0"/>
      <w:iCs w:val="0"/>
      <w:lang w:val="en-GB" w:eastAsia="th-TH"/>
    </w:rPr>
  </w:style>
  <w:style w:type="character" w:customStyle="1" w:styleId="AccountingPolicyChar1">
    <w:name w:val="Accounting Policy Char1"/>
    <w:link w:val="AccountingPolicy"/>
    <w:locked/>
    <w:rsid w:val="003C0EF9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AccountingPolicy">
    <w:name w:val="Accounting Policy"/>
    <w:basedOn w:val="Normal"/>
    <w:link w:val="AccountingPolicyChar1"/>
    <w:rsid w:val="003C0EF9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NormalIndent11">
    <w:name w:val="Normal Indent11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Nomal">
    <w:name w:val="No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eastAsia="Times New Roman"/>
      <w:sz w:val="28"/>
      <w:szCs w:val="28"/>
    </w:rPr>
  </w:style>
  <w:style w:type="character" w:customStyle="1" w:styleId="Heading1Char1">
    <w:name w:val="Heading 1 Char1"/>
    <w:uiPriority w:val="99"/>
    <w:rsid w:val="003C0EF9"/>
    <w:rPr>
      <w:rFonts w:ascii="Angsana New" w:eastAsia="Times New Roman" w:hAnsi="Angsana New" w:cs="Times New Roman" w:hint="cs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3Char1">
    <w:name w:val="Heading 3 Char1"/>
    <w:rsid w:val="003C0EF9"/>
    <w:rPr>
      <w:rFonts w:ascii="Arial" w:eastAsia="Times New Roman" w:hAnsi="Arial" w:cs="Times New Roman" w:hint="default"/>
      <w:i/>
      <w:iCs/>
      <w:sz w:val="18"/>
      <w:szCs w:val="18"/>
      <w:lang w:val="en-US" w:eastAsia="en-US"/>
    </w:rPr>
  </w:style>
  <w:style w:type="character" w:customStyle="1" w:styleId="Heading4Char1">
    <w:name w:val="Heading 4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5Char1">
    <w:name w:val="Heading 5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6Char1">
    <w:name w:val="Heading 6 Char1"/>
    <w:rsid w:val="003C0EF9"/>
    <w:rPr>
      <w:rFonts w:ascii="Times New Roman" w:eastAsia="Times New Roman" w:hAnsi="Times New Roman" w:cs="EucrosiaUPC" w:hint="default"/>
      <w:b/>
      <w:bCs/>
      <w:sz w:val="32"/>
      <w:szCs w:val="32"/>
      <w:u w:val="single"/>
      <w:lang w:val="en-US" w:eastAsia="en-US"/>
    </w:rPr>
  </w:style>
  <w:style w:type="character" w:customStyle="1" w:styleId="Heading7Char1">
    <w:name w:val="Heading 7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ing8Char1">
    <w:name w:val="Heading 8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9Char1">
    <w:name w:val="Heading 9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erChar1">
    <w:name w:val="Head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FooterChar1">
    <w:name w:val="Foot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BodyTextFirstIndentChar1">
    <w:name w:val="Body Text First Indent Char1"/>
    <w:rsid w:val="003C0EF9"/>
    <w:rPr>
      <w:rFonts w:ascii="Arial" w:eastAsia="Times New Roman" w:hAnsi="Arial" w:cs="Angsana New" w:hint="default"/>
      <w:sz w:val="18"/>
      <w:szCs w:val="18"/>
      <w:lang w:val="en-US" w:eastAsia="en-US"/>
    </w:rPr>
  </w:style>
  <w:style w:type="character" w:customStyle="1" w:styleId="BodyTextFirstIndent2Char1">
    <w:name w:val="Body Text First Indent 2 Char1"/>
    <w:rsid w:val="003C0EF9"/>
  </w:style>
  <w:style w:type="character" w:customStyle="1" w:styleId="BodyText2Char1">
    <w:name w:val="Body Text 2 Char1"/>
    <w:rsid w:val="003C0EF9"/>
    <w:rPr>
      <w:rFonts w:ascii="Book Antiqua" w:eastAsia="Times New Roman" w:hAnsi="Book Antiqua" w:cs="Times New Roman" w:hint="default"/>
      <w:sz w:val="22"/>
      <w:szCs w:val="22"/>
      <w:lang w:val="en-US" w:eastAsia="en-US"/>
    </w:rPr>
  </w:style>
  <w:style w:type="character" w:customStyle="1" w:styleId="BodyText3Char1">
    <w:name w:val="Body Text 3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BodyTextIndent2Char1">
    <w:name w:val="Body Text Indent 2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SignatureChar1">
    <w:name w:val="Signature Char1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CharChar22">
    <w:name w:val="Char Char22"/>
    <w:rsid w:val="003C0EF9"/>
    <w:rPr>
      <w:rFonts w:ascii="Arial" w:eastAsia="Times New Roman" w:hAnsi="Arial" w:cs="Times New Roman" w:hint="default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3C0EF9"/>
    <w:rPr>
      <w:rFonts w:ascii="Arial" w:eastAsia="Times New Roman" w:hAnsi="Arial" w:cs="Times New Roman" w:hint="default"/>
      <w:b/>
      <w:bCs/>
      <w:sz w:val="18"/>
      <w:szCs w:val="18"/>
    </w:rPr>
  </w:style>
  <w:style w:type="character" w:customStyle="1" w:styleId="CharChar20">
    <w:name w:val="Char Char20"/>
    <w:rsid w:val="003C0EF9"/>
    <w:rPr>
      <w:rFonts w:ascii="Arial" w:eastAsia="Times New Roman" w:hAnsi="Arial" w:cs="Times New Roman" w:hint="default"/>
      <w:i/>
      <w:iCs/>
      <w:sz w:val="18"/>
      <w:szCs w:val="18"/>
    </w:rPr>
  </w:style>
  <w:style w:type="character" w:customStyle="1" w:styleId="atn">
    <w:name w:val="atn"/>
    <w:rsid w:val="003C0EF9"/>
  </w:style>
  <w:style w:type="character" w:customStyle="1" w:styleId="st1">
    <w:name w:val="st1"/>
    <w:rsid w:val="003C0EF9"/>
  </w:style>
  <w:style w:type="character" w:customStyle="1" w:styleId="alt-edited1">
    <w:name w:val="alt-edited1"/>
    <w:rsid w:val="003C0EF9"/>
    <w:rPr>
      <w:color w:val="4D90F0"/>
    </w:rPr>
  </w:style>
  <w:style w:type="character" w:customStyle="1" w:styleId="blockChar">
    <w:name w:val="block Char"/>
    <w:aliases w:val="b Char"/>
    <w:locked/>
    <w:rsid w:val="003C0EF9"/>
    <w:rPr>
      <w:rFonts w:ascii="Times New Roman" w:hAnsi="Times New Roman" w:cs="Times New Roman" w:hint="default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AA28B3"/>
    <w:rPr>
      <w:rFonts w:ascii="Arial" w:hAnsi="Arial"/>
      <w:sz w:val="18"/>
      <w:szCs w:val="22"/>
    </w:rPr>
  </w:style>
  <w:style w:type="paragraph" w:customStyle="1" w:styleId="NormalIndent2">
    <w:name w:val="Normal Indent2"/>
    <w:basedOn w:val="Normal"/>
    <w:uiPriority w:val="99"/>
    <w:rsid w:val="001F5C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7FBE7C-D4AE-4CA5-949A-F8E16BEFE2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D7E584-1612-4FC6-8F4D-57E14D34D2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521BE0-AC20-422E-8139-8B924F2EE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B3A1DC-AE7C-41A8-916E-B8101E5A54DC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13</Pages>
  <Words>3789</Words>
  <Characters>15421</Characters>
  <Application>Microsoft Office Word</Application>
  <DocSecurity>0</DocSecurity>
  <Lines>128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19172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Nuttha, Urapeevachareewan</dc:creator>
  <cp:keywords/>
  <cp:lastModifiedBy>Somjai, Nigonyanont</cp:lastModifiedBy>
  <cp:revision>2</cp:revision>
  <cp:lastPrinted>2024-11-04T08:59:00Z</cp:lastPrinted>
  <dcterms:created xsi:type="dcterms:W3CDTF">2025-05-09T00:59:00Z</dcterms:created>
  <dcterms:modified xsi:type="dcterms:W3CDTF">2025-05-09T00:59:00Z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7a4074b6-ae10-44c3-9248-82e73b5899b3_Enabled">
    <vt:lpwstr>true</vt:lpwstr>
  </property>
  <property fmtid="{D5CDD505-2E9C-101B-9397-08002B2CF9AE}" pid="4" name="MSIP_Label_7a4074b6-ae10-44c3-9248-82e73b5899b3_SetDate">
    <vt:lpwstr>2023-04-21T07:18:58Z</vt:lpwstr>
  </property>
  <property fmtid="{D5CDD505-2E9C-101B-9397-08002B2CF9AE}" pid="5" name="MSIP_Label_7a4074b6-ae10-44c3-9248-82e73b5899b3_Method">
    <vt:lpwstr>Standard</vt:lpwstr>
  </property>
  <property fmtid="{D5CDD505-2E9C-101B-9397-08002B2CF9AE}" pid="6" name="MSIP_Label_7a4074b6-ae10-44c3-9248-82e73b5899b3_Name">
    <vt:lpwstr>Public</vt:lpwstr>
  </property>
  <property fmtid="{D5CDD505-2E9C-101B-9397-08002B2CF9AE}" pid="7" name="MSIP_Label_7a4074b6-ae10-44c3-9248-82e73b5899b3_SiteId">
    <vt:lpwstr>b93aa31d-e9dc-41ad-9a6a-3e43366a05ef</vt:lpwstr>
  </property>
  <property fmtid="{D5CDD505-2E9C-101B-9397-08002B2CF9AE}" pid="8" name="MSIP_Label_7a4074b6-ae10-44c3-9248-82e73b5899b3_ActionId">
    <vt:lpwstr>ee622257-250e-469d-bf10-b80b443cbe82</vt:lpwstr>
  </property>
  <property fmtid="{D5CDD505-2E9C-101B-9397-08002B2CF9AE}" pid="9" name="MSIP_Label_7a4074b6-ae10-44c3-9248-82e73b5899b3_ContentBits">
    <vt:lpwstr>0</vt:lpwstr>
  </property>
  <property fmtid="{D5CDD505-2E9C-101B-9397-08002B2CF9AE}" pid="10" name="MediaServiceImageTags">
    <vt:lpwstr/>
  </property>
</Properties>
</file>